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76B1A" w14:textId="77777777" w:rsidR="00505DFD" w:rsidRPr="002F54CE" w:rsidRDefault="00505DFD" w:rsidP="00B849F3">
      <w:pPr>
        <w:spacing w:before="0"/>
        <w:jc w:val="center"/>
        <w:rPr>
          <w:rFonts w:asciiTheme="minorHAnsi" w:hAnsiTheme="minorHAnsi" w:cstheme="minorHAnsi"/>
          <w:b/>
          <w:szCs w:val="24"/>
        </w:rPr>
      </w:pPr>
    </w:p>
    <w:p w14:paraId="3CB1EA94" w14:textId="3A1BAF3E" w:rsidR="000E1B9A" w:rsidRPr="00D043D0" w:rsidRDefault="000E1B9A" w:rsidP="000E1B9A">
      <w:pPr>
        <w:spacing w:before="0" w:line="240" w:lineRule="auto"/>
        <w:jc w:val="right"/>
        <w:rPr>
          <w:rFonts w:asciiTheme="minorHAnsi" w:hAnsiTheme="minorHAnsi" w:cstheme="minorHAnsi"/>
          <w:bCs/>
          <w:szCs w:val="24"/>
        </w:rPr>
      </w:pPr>
      <w:r w:rsidRPr="00D043D0">
        <w:rPr>
          <w:rFonts w:asciiTheme="minorHAnsi" w:hAnsiTheme="minorHAnsi" w:cstheme="minorHAnsi"/>
          <w:bCs/>
          <w:szCs w:val="24"/>
        </w:rPr>
        <w:t xml:space="preserve">Załącznik nr </w:t>
      </w:r>
      <w:r w:rsidR="00A9521F" w:rsidRPr="00D043D0">
        <w:rPr>
          <w:rFonts w:asciiTheme="minorHAnsi" w:hAnsiTheme="minorHAnsi" w:cstheme="minorHAnsi"/>
          <w:bCs/>
          <w:szCs w:val="24"/>
        </w:rPr>
        <w:t>….</w:t>
      </w:r>
      <w:r w:rsidRPr="00D043D0">
        <w:rPr>
          <w:rFonts w:asciiTheme="minorHAnsi" w:hAnsiTheme="minorHAnsi" w:cstheme="minorHAnsi"/>
          <w:bCs/>
          <w:szCs w:val="24"/>
        </w:rPr>
        <w:t xml:space="preserve"> do </w:t>
      </w:r>
      <w:r w:rsidR="008D25BC">
        <w:rPr>
          <w:rFonts w:asciiTheme="minorHAnsi" w:hAnsiTheme="minorHAnsi" w:cstheme="minorHAnsi"/>
          <w:bCs/>
          <w:szCs w:val="24"/>
        </w:rPr>
        <w:t>PPU</w:t>
      </w:r>
    </w:p>
    <w:p w14:paraId="40E2EE3A" w14:textId="77777777" w:rsidR="000E1B9A" w:rsidRPr="002F54CE" w:rsidRDefault="000E1B9A" w:rsidP="00B849F3">
      <w:pPr>
        <w:spacing w:before="0"/>
        <w:jc w:val="center"/>
        <w:rPr>
          <w:rFonts w:asciiTheme="minorHAnsi" w:hAnsiTheme="minorHAnsi" w:cstheme="minorHAnsi"/>
          <w:b/>
          <w:szCs w:val="24"/>
        </w:rPr>
      </w:pPr>
    </w:p>
    <w:p w14:paraId="23A3E7EC" w14:textId="787F2608" w:rsidR="00F7693F" w:rsidRPr="002F54CE" w:rsidRDefault="00F7693F" w:rsidP="00B849F3">
      <w:pPr>
        <w:spacing w:before="0"/>
        <w:jc w:val="center"/>
        <w:rPr>
          <w:rFonts w:asciiTheme="minorHAnsi" w:hAnsiTheme="minorHAnsi" w:cstheme="minorHAnsi"/>
          <w:b/>
          <w:szCs w:val="24"/>
        </w:rPr>
      </w:pPr>
      <w:r w:rsidRPr="002F54CE">
        <w:rPr>
          <w:rFonts w:asciiTheme="minorHAnsi" w:hAnsiTheme="minorHAnsi" w:cstheme="minorHAnsi"/>
          <w:b/>
          <w:szCs w:val="24"/>
        </w:rPr>
        <w:t>Umowa</w:t>
      </w:r>
    </w:p>
    <w:p w14:paraId="620500A1" w14:textId="77777777" w:rsidR="00F7693F" w:rsidRPr="002F54CE" w:rsidRDefault="00F7693F" w:rsidP="00F7693F">
      <w:pPr>
        <w:spacing w:before="0"/>
        <w:jc w:val="center"/>
        <w:rPr>
          <w:rFonts w:asciiTheme="minorHAnsi" w:hAnsiTheme="minorHAnsi" w:cstheme="minorHAnsi"/>
          <w:b/>
          <w:szCs w:val="24"/>
        </w:rPr>
      </w:pPr>
      <w:r w:rsidRPr="002F54CE">
        <w:rPr>
          <w:rFonts w:asciiTheme="minorHAnsi" w:hAnsiTheme="minorHAnsi" w:cstheme="minorHAnsi"/>
          <w:b/>
          <w:szCs w:val="24"/>
        </w:rPr>
        <w:t xml:space="preserve">powierzenia przetwarzania danych osobowych </w:t>
      </w:r>
    </w:p>
    <w:p w14:paraId="74F60DA8" w14:textId="77777777" w:rsidR="00F7693F" w:rsidRPr="002F54CE" w:rsidRDefault="00F7693F" w:rsidP="00F7693F">
      <w:pPr>
        <w:spacing w:before="0"/>
        <w:jc w:val="center"/>
        <w:rPr>
          <w:rFonts w:asciiTheme="minorHAnsi" w:hAnsiTheme="minorHAnsi" w:cstheme="minorHAnsi"/>
          <w:b/>
          <w:szCs w:val="24"/>
        </w:rPr>
      </w:pPr>
    </w:p>
    <w:p w14:paraId="60B1938E" w14:textId="47968878" w:rsidR="00F7693F" w:rsidRPr="002F54CE" w:rsidRDefault="00F7693F" w:rsidP="00F7693F">
      <w:p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zawarta w dniu ……</w:t>
      </w:r>
      <w:r w:rsidR="000E6E9A" w:rsidRPr="002F54CE">
        <w:rPr>
          <w:rFonts w:asciiTheme="minorHAnsi" w:hAnsiTheme="minorHAnsi" w:cstheme="minorHAnsi"/>
          <w:szCs w:val="24"/>
        </w:rPr>
        <w:t>…….….</w:t>
      </w:r>
      <w:r w:rsidR="00D265B9" w:rsidRPr="002F54CE">
        <w:rPr>
          <w:rFonts w:asciiTheme="minorHAnsi" w:hAnsiTheme="minorHAnsi" w:cstheme="minorHAnsi"/>
          <w:szCs w:val="24"/>
        </w:rPr>
        <w:t xml:space="preserve"> </w:t>
      </w:r>
      <w:r w:rsidR="00600822" w:rsidRPr="002F54CE">
        <w:rPr>
          <w:rFonts w:asciiTheme="minorHAnsi" w:hAnsiTheme="minorHAnsi" w:cstheme="minorHAnsi"/>
          <w:szCs w:val="24"/>
        </w:rPr>
        <w:t>20</w:t>
      </w:r>
      <w:r w:rsidR="00A64FAD" w:rsidRPr="002F54CE">
        <w:rPr>
          <w:rFonts w:asciiTheme="minorHAnsi" w:hAnsiTheme="minorHAnsi" w:cstheme="minorHAnsi"/>
          <w:szCs w:val="24"/>
        </w:rPr>
        <w:t>2</w:t>
      </w:r>
      <w:r w:rsidR="00F61BBC" w:rsidRPr="002F54CE">
        <w:rPr>
          <w:rFonts w:asciiTheme="minorHAnsi" w:hAnsiTheme="minorHAnsi" w:cstheme="minorHAnsi"/>
          <w:szCs w:val="24"/>
        </w:rPr>
        <w:t>4</w:t>
      </w:r>
      <w:r w:rsidRPr="002F54CE">
        <w:rPr>
          <w:rFonts w:asciiTheme="minorHAnsi" w:hAnsiTheme="minorHAnsi" w:cstheme="minorHAnsi"/>
          <w:szCs w:val="24"/>
        </w:rPr>
        <w:t xml:space="preserve"> r. w </w:t>
      </w:r>
      <w:r w:rsidR="00F61BBC" w:rsidRPr="002F54CE">
        <w:rPr>
          <w:rFonts w:asciiTheme="minorHAnsi" w:hAnsiTheme="minorHAnsi" w:cstheme="minorHAnsi"/>
          <w:szCs w:val="24"/>
        </w:rPr>
        <w:t xml:space="preserve">Chojnicach </w:t>
      </w:r>
      <w:r w:rsidRPr="002F54CE">
        <w:rPr>
          <w:rFonts w:asciiTheme="minorHAnsi" w:hAnsiTheme="minorHAnsi" w:cstheme="minorHAnsi"/>
          <w:szCs w:val="24"/>
        </w:rPr>
        <w:t xml:space="preserve">pomiędzy: </w:t>
      </w:r>
    </w:p>
    <w:p w14:paraId="19A2FE09" w14:textId="77777777" w:rsidR="00F61BBC" w:rsidRPr="00F61BBC" w:rsidRDefault="00F61BBC" w:rsidP="00F61BBC">
      <w:pPr>
        <w:spacing w:before="0"/>
        <w:rPr>
          <w:rFonts w:asciiTheme="minorHAnsi" w:hAnsiTheme="minorHAnsi" w:cstheme="minorHAnsi"/>
          <w:b/>
          <w:szCs w:val="24"/>
        </w:rPr>
      </w:pPr>
      <w:r w:rsidRPr="00F61BBC">
        <w:rPr>
          <w:rFonts w:asciiTheme="minorHAnsi" w:hAnsiTheme="minorHAnsi" w:cstheme="minorHAnsi"/>
          <w:b/>
          <w:szCs w:val="24"/>
        </w:rPr>
        <w:t>Powiatem Chojnickim, 89 - 600 Chojnice, ul. 31 Stycznia 56, NIP 555-19-17-808, reprezentowanym przez Zarząd Powiatu, w imieniu którego działają:</w:t>
      </w:r>
    </w:p>
    <w:p w14:paraId="1CF86F72" w14:textId="77777777" w:rsidR="00F61BBC" w:rsidRPr="00F61BBC" w:rsidRDefault="00F61BBC" w:rsidP="00F61BBC">
      <w:pPr>
        <w:spacing w:before="0"/>
        <w:rPr>
          <w:rFonts w:asciiTheme="minorHAnsi" w:hAnsiTheme="minorHAnsi" w:cstheme="minorHAnsi"/>
          <w:b/>
          <w:szCs w:val="24"/>
        </w:rPr>
      </w:pPr>
      <w:r w:rsidRPr="00F61BBC">
        <w:rPr>
          <w:rFonts w:asciiTheme="minorHAnsi" w:hAnsiTheme="minorHAnsi" w:cstheme="minorHAnsi"/>
          <w:b/>
          <w:szCs w:val="24"/>
        </w:rPr>
        <w:t>- Marek Szczepański – Starosta Chojnicki,</w:t>
      </w:r>
    </w:p>
    <w:p w14:paraId="01D82988" w14:textId="1331D97E" w:rsidR="00F61BBC" w:rsidRPr="00F61BBC" w:rsidRDefault="00F61BBC" w:rsidP="00F61BBC">
      <w:pPr>
        <w:spacing w:before="0"/>
        <w:rPr>
          <w:rFonts w:asciiTheme="minorHAnsi" w:hAnsiTheme="minorHAnsi" w:cstheme="minorHAnsi"/>
          <w:b/>
          <w:szCs w:val="24"/>
        </w:rPr>
      </w:pPr>
      <w:r w:rsidRPr="00F61BBC">
        <w:rPr>
          <w:rFonts w:asciiTheme="minorHAnsi" w:hAnsiTheme="minorHAnsi" w:cstheme="minorHAnsi"/>
          <w:b/>
          <w:szCs w:val="24"/>
        </w:rPr>
        <w:t xml:space="preserve">- Jacek Klajna - </w:t>
      </w:r>
      <w:r w:rsidR="001D3EF2" w:rsidRPr="002F54CE">
        <w:rPr>
          <w:rFonts w:asciiTheme="minorHAnsi" w:hAnsiTheme="minorHAnsi" w:cstheme="minorHAnsi"/>
          <w:b/>
          <w:szCs w:val="24"/>
        </w:rPr>
        <w:t>W</w:t>
      </w:r>
      <w:r w:rsidRPr="00F61BBC">
        <w:rPr>
          <w:rFonts w:asciiTheme="minorHAnsi" w:hAnsiTheme="minorHAnsi" w:cstheme="minorHAnsi"/>
          <w:b/>
          <w:szCs w:val="24"/>
        </w:rPr>
        <w:t>icestarosta</w:t>
      </w:r>
    </w:p>
    <w:p w14:paraId="3911D2A2" w14:textId="1ABA42E8" w:rsidR="00F7693F" w:rsidRPr="002F54CE" w:rsidRDefault="00600822" w:rsidP="00F61BBC">
      <w:p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zwanym</w:t>
      </w:r>
      <w:r w:rsidR="00F7693F" w:rsidRPr="002F54CE">
        <w:rPr>
          <w:rFonts w:asciiTheme="minorHAnsi" w:hAnsiTheme="minorHAnsi" w:cstheme="minorHAnsi"/>
          <w:szCs w:val="24"/>
        </w:rPr>
        <w:t xml:space="preserve"> dalej </w:t>
      </w:r>
      <w:r w:rsidR="00F7693F" w:rsidRPr="002F54CE">
        <w:rPr>
          <w:rFonts w:asciiTheme="minorHAnsi" w:hAnsiTheme="minorHAnsi" w:cstheme="minorHAnsi"/>
          <w:b/>
          <w:szCs w:val="24"/>
        </w:rPr>
        <w:t>Powierzającym</w:t>
      </w:r>
      <w:r w:rsidRPr="002F54CE">
        <w:rPr>
          <w:rFonts w:asciiTheme="minorHAnsi" w:hAnsiTheme="minorHAnsi" w:cstheme="minorHAnsi"/>
          <w:szCs w:val="24"/>
        </w:rPr>
        <w:t xml:space="preserve">, </w:t>
      </w:r>
    </w:p>
    <w:p w14:paraId="7BCA624C" w14:textId="106F5316" w:rsidR="00F7693F" w:rsidRPr="002F54CE" w:rsidRDefault="00A64FAD" w:rsidP="00F7693F">
      <w:p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a</w:t>
      </w:r>
    </w:p>
    <w:p w14:paraId="21ACCE4F" w14:textId="77D82074" w:rsidR="00D265B9" w:rsidRPr="002F54CE" w:rsidRDefault="00101CE1" w:rsidP="00B4485A">
      <w:pPr>
        <w:spacing w:before="0"/>
        <w:jc w:val="left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30D918" w14:textId="1DB77268" w:rsidR="006F6FE2" w:rsidRPr="002F54CE" w:rsidRDefault="004E38E5" w:rsidP="00D265B9">
      <w:p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zwanym dalej </w:t>
      </w:r>
      <w:r w:rsidRPr="002F54CE">
        <w:rPr>
          <w:rFonts w:asciiTheme="minorHAnsi" w:hAnsiTheme="minorHAnsi" w:cstheme="minorHAnsi"/>
          <w:b/>
          <w:szCs w:val="24"/>
        </w:rPr>
        <w:t>Przetwarzającym</w:t>
      </w:r>
      <w:r w:rsidRPr="002F54CE">
        <w:rPr>
          <w:rFonts w:asciiTheme="minorHAnsi" w:hAnsiTheme="minorHAnsi" w:cstheme="minorHAnsi"/>
          <w:szCs w:val="24"/>
        </w:rPr>
        <w:t>,</w:t>
      </w:r>
    </w:p>
    <w:p w14:paraId="13CD78B3" w14:textId="36139EBC" w:rsidR="00D265B9" w:rsidRPr="002F54CE" w:rsidRDefault="004E38E5" w:rsidP="00F7693F">
      <w:p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reprezentowanym przez:</w:t>
      </w:r>
      <w:r w:rsidR="00BC1F60" w:rsidRPr="002F54CE">
        <w:rPr>
          <w:rFonts w:asciiTheme="minorHAnsi" w:hAnsiTheme="minorHAnsi" w:cstheme="minorHAnsi"/>
          <w:szCs w:val="24"/>
        </w:rPr>
        <w:t xml:space="preserve"> </w:t>
      </w:r>
      <w:r w:rsidR="00101CE1" w:rsidRPr="002F54CE">
        <w:rPr>
          <w:rFonts w:asciiTheme="minorHAnsi" w:hAnsiTheme="minorHAnsi" w:cstheme="minorHAnsi"/>
          <w:szCs w:val="24"/>
        </w:rPr>
        <w:t>………………………………….</w:t>
      </w:r>
    </w:p>
    <w:p w14:paraId="6D4411C0" w14:textId="038219B7" w:rsidR="00F7693F" w:rsidRPr="002F54CE" w:rsidRDefault="00F7693F" w:rsidP="00170550">
      <w:pPr>
        <w:tabs>
          <w:tab w:val="left" w:pos="6735"/>
        </w:tabs>
        <w:spacing w:before="0"/>
        <w:rPr>
          <w:rFonts w:asciiTheme="minorHAnsi" w:hAnsiTheme="minorHAnsi" w:cstheme="minorHAnsi"/>
          <w:bCs/>
          <w:szCs w:val="24"/>
        </w:rPr>
      </w:pPr>
      <w:r w:rsidRPr="002F54CE">
        <w:rPr>
          <w:rFonts w:asciiTheme="minorHAnsi" w:hAnsiTheme="minorHAnsi" w:cstheme="minorHAnsi"/>
          <w:bCs/>
          <w:szCs w:val="24"/>
        </w:rPr>
        <w:t xml:space="preserve">zwani każda z osobna </w:t>
      </w:r>
      <w:r w:rsidRPr="00D11D77">
        <w:rPr>
          <w:rFonts w:asciiTheme="minorHAnsi" w:hAnsiTheme="minorHAnsi" w:cstheme="minorHAnsi"/>
          <w:b/>
          <w:szCs w:val="24"/>
        </w:rPr>
        <w:t>Stroną</w:t>
      </w:r>
      <w:r w:rsidRPr="002F54CE">
        <w:rPr>
          <w:rFonts w:asciiTheme="minorHAnsi" w:hAnsiTheme="minorHAnsi" w:cstheme="minorHAnsi"/>
          <w:bCs/>
          <w:szCs w:val="24"/>
        </w:rPr>
        <w:t xml:space="preserve">, a łącznie </w:t>
      </w:r>
      <w:r w:rsidRPr="00D11D77">
        <w:rPr>
          <w:rFonts w:asciiTheme="minorHAnsi" w:hAnsiTheme="minorHAnsi" w:cstheme="minorHAnsi"/>
          <w:b/>
          <w:szCs w:val="24"/>
        </w:rPr>
        <w:t>Stronami</w:t>
      </w:r>
      <w:r w:rsidRPr="002F54CE">
        <w:rPr>
          <w:rFonts w:asciiTheme="minorHAnsi" w:hAnsiTheme="minorHAnsi" w:cstheme="minorHAnsi"/>
          <w:bCs/>
          <w:szCs w:val="24"/>
        </w:rPr>
        <w:t>,</w:t>
      </w:r>
      <w:r w:rsidR="00170550" w:rsidRPr="002F54CE">
        <w:rPr>
          <w:rFonts w:asciiTheme="minorHAnsi" w:hAnsiTheme="minorHAnsi" w:cstheme="minorHAnsi"/>
          <w:bCs/>
          <w:szCs w:val="24"/>
        </w:rPr>
        <w:tab/>
      </w:r>
    </w:p>
    <w:p w14:paraId="6769E0F8" w14:textId="77777777" w:rsidR="00F7693F" w:rsidRPr="002F54CE" w:rsidRDefault="00F7693F" w:rsidP="00F7693F">
      <w:pPr>
        <w:spacing w:before="0"/>
        <w:rPr>
          <w:rFonts w:asciiTheme="minorHAnsi" w:hAnsiTheme="minorHAnsi" w:cstheme="minorHAnsi"/>
          <w:b/>
          <w:szCs w:val="24"/>
        </w:rPr>
      </w:pPr>
    </w:p>
    <w:p w14:paraId="26E4D398" w14:textId="3551665B" w:rsidR="00F7693F" w:rsidRPr="002F54CE" w:rsidRDefault="00F7693F" w:rsidP="008B7C60">
      <w:pPr>
        <w:spacing w:before="0" w:after="120"/>
        <w:jc w:val="center"/>
        <w:rPr>
          <w:rFonts w:asciiTheme="minorHAnsi" w:hAnsiTheme="minorHAnsi" w:cstheme="minorHAnsi"/>
          <w:b/>
          <w:bCs/>
          <w:szCs w:val="24"/>
        </w:rPr>
      </w:pPr>
      <w:r w:rsidRPr="002F54CE">
        <w:rPr>
          <w:rFonts w:asciiTheme="minorHAnsi" w:hAnsiTheme="minorHAnsi" w:cstheme="minorHAnsi"/>
          <w:b/>
          <w:bCs/>
          <w:szCs w:val="24"/>
        </w:rPr>
        <w:t>PREAMBUŁA</w:t>
      </w:r>
    </w:p>
    <w:p w14:paraId="33963B8C" w14:textId="71E37F6F" w:rsidR="00F7693F" w:rsidRPr="00792542" w:rsidRDefault="00F7693F" w:rsidP="00792542">
      <w:pPr>
        <w:pStyle w:val="Akapitzlist"/>
        <w:numPr>
          <w:ilvl w:val="0"/>
          <w:numId w:val="31"/>
        </w:numPr>
        <w:tabs>
          <w:tab w:val="left" w:pos="284"/>
        </w:tabs>
        <w:spacing w:before="0"/>
        <w:ind w:left="284" w:right="-21" w:hanging="284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bCs/>
          <w:szCs w:val="24"/>
        </w:rPr>
        <w:t xml:space="preserve">Mając na uwadze, że </w:t>
      </w:r>
      <w:r w:rsidRPr="002F54CE">
        <w:rPr>
          <w:rFonts w:asciiTheme="minorHAnsi" w:hAnsiTheme="minorHAnsi" w:cstheme="minorHAnsi"/>
          <w:szCs w:val="24"/>
        </w:rPr>
        <w:t>pomiędzy Stronami</w:t>
      </w:r>
      <w:r w:rsidRPr="002F54CE">
        <w:rPr>
          <w:rFonts w:asciiTheme="minorHAnsi" w:hAnsiTheme="minorHAnsi" w:cstheme="minorHAnsi"/>
          <w:i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 xml:space="preserve">została zawarta umowa </w:t>
      </w:r>
      <w:r w:rsidR="006F6FE2" w:rsidRPr="002F54CE">
        <w:rPr>
          <w:rFonts w:asciiTheme="minorHAnsi" w:hAnsiTheme="minorHAnsi" w:cstheme="minorHAnsi"/>
          <w:szCs w:val="24"/>
        </w:rPr>
        <w:t>n</w:t>
      </w:r>
      <w:r w:rsidRPr="002F54CE">
        <w:rPr>
          <w:rFonts w:asciiTheme="minorHAnsi" w:hAnsiTheme="minorHAnsi" w:cstheme="minorHAnsi"/>
          <w:szCs w:val="24"/>
        </w:rPr>
        <w:t xml:space="preserve">r </w:t>
      </w:r>
      <w:r w:rsidR="00F61BBC" w:rsidRPr="002F54CE">
        <w:rPr>
          <w:rFonts w:asciiTheme="minorHAnsi" w:hAnsiTheme="minorHAnsi" w:cstheme="minorHAnsi"/>
          <w:szCs w:val="24"/>
        </w:rPr>
        <w:t>GE …………………..</w:t>
      </w:r>
      <w:r w:rsidRPr="002F54CE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iCs/>
          <w:szCs w:val="24"/>
        </w:rPr>
        <w:t>z</w:t>
      </w:r>
      <w:r w:rsidRPr="002F54CE">
        <w:rPr>
          <w:rFonts w:asciiTheme="minorHAnsi" w:hAnsiTheme="minorHAnsi" w:cstheme="minorHAnsi"/>
          <w:szCs w:val="24"/>
        </w:rPr>
        <w:t xml:space="preserve"> dnia ……</w:t>
      </w:r>
      <w:r w:rsidR="00BC1F60" w:rsidRPr="002F54CE">
        <w:rPr>
          <w:rFonts w:asciiTheme="minorHAnsi" w:hAnsiTheme="minorHAnsi" w:cstheme="minorHAnsi"/>
          <w:szCs w:val="24"/>
        </w:rPr>
        <w:t>……</w:t>
      </w:r>
      <w:r w:rsidR="0020214F" w:rsidRPr="002F54CE">
        <w:rPr>
          <w:rFonts w:asciiTheme="minorHAnsi" w:hAnsiTheme="minorHAnsi" w:cstheme="minorHAnsi"/>
          <w:szCs w:val="24"/>
        </w:rPr>
        <w:t xml:space="preserve"> 202</w:t>
      </w:r>
      <w:r w:rsidR="00F61BBC" w:rsidRPr="002F54CE">
        <w:rPr>
          <w:rFonts w:asciiTheme="minorHAnsi" w:hAnsiTheme="minorHAnsi" w:cstheme="minorHAnsi"/>
          <w:szCs w:val="24"/>
        </w:rPr>
        <w:t>4</w:t>
      </w:r>
      <w:r w:rsidR="0020214F" w:rsidRPr="002F54CE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>r., której przedmiotem jest</w:t>
      </w:r>
      <w:r w:rsidRPr="002F54CE">
        <w:rPr>
          <w:rFonts w:asciiTheme="minorHAnsi" w:hAnsiTheme="minorHAnsi" w:cstheme="minorHAnsi"/>
          <w:b/>
          <w:szCs w:val="24"/>
        </w:rPr>
        <w:t>:</w:t>
      </w:r>
      <w:r w:rsidR="007A2417" w:rsidRPr="002F54CE">
        <w:rPr>
          <w:rFonts w:asciiTheme="minorHAnsi" w:hAnsiTheme="minorHAnsi" w:cstheme="minorHAnsi"/>
          <w:b/>
          <w:szCs w:val="24"/>
        </w:rPr>
        <w:t xml:space="preserve"> </w:t>
      </w:r>
      <w:r w:rsidR="001D3EF2" w:rsidRPr="002F54CE">
        <w:rPr>
          <w:rFonts w:asciiTheme="minorHAnsi" w:hAnsiTheme="minorHAnsi" w:cstheme="minorHAnsi"/>
          <w:b/>
          <w:bCs/>
          <w:i/>
          <w:iCs/>
          <w:szCs w:val="24"/>
        </w:rPr>
        <w:t xml:space="preserve">Dostosowanie </w:t>
      </w:r>
      <w:bookmarkStart w:id="0" w:name="_Hlk160617368"/>
      <w:r w:rsidR="001D3EF2" w:rsidRPr="002F54CE">
        <w:rPr>
          <w:rFonts w:asciiTheme="minorHAnsi" w:hAnsiTheme="minorHAnsi" w:cstheme="minorHAnsi"/>
          <w:b/>
          <w:bCs/>
          <w:i/>
          <w:iCs/>
          <w:szCs w:val="24"/>
        </w:rPr>
        <w:t xml:space="preserve">obiektów baz danych K1, BDOT500, GESUT i </w:t>
      </w:r>
      <w:proofErr w:type="spellStart"/>
      <w:r w:rsidR="001D3EF2" w:rsidRPr="002F54CE">
        <w:rPr>
          <w:rFonts w:asciiTheme="minorHAnsi" w:hAnsiTheme="minorHAnsi" w:cstheme="minorHAnsi"/>
          <w:b/>
          <w:bCs/>
          <w:i/>
          <w:iCs/>
          <w:szCs w:val="24"/>
        </w:rPr>
        <w:t>EGiB</w:t>
      </w:r>
      <w:proofErr w:type="spellEnd"/>
      <w:r w:rsidR="001D3EF2" w:rsidRPr="002F54CE">
        <w:rPr>
          <w:rFonts w:asciiTheme="minorHAnsi" w:hAnsiTheme="minorHAnsi" w:cstheme="minorHAnsi"/>
          <w:b/>
          <w:bCs/>
          <w:i/>
          <w:iCs/>
          <w:szCs w:val="24"/>
        </w:rPr>
        <w:t xml:space="preserve"> </w:t>
      </w:r>
      <w:bookmarkEnd w:id="0"/>
      <w:r w:rsidR="001D3EF2" w:rsidRPr="002F54CE">
        <w:rPr>
          <w:rFonts w:asciiTheme="minorHAnsi" w:hAnsiTheme="minorHAnsi" w:cstheme="minorHAnsi"/>
          <w:b/>
          <w:bCs/>
          <w:i/>
          <w:iCs/>
          <w:szCs w:val="24"/>
        </w:rPr>
        <w:t xml:space="preserve">prowadzonych w systemie teleinformatycznym EWID2007 powiatu chojnickiego do zgodności z pojęciowym modelem danych zgodnym z obowiązującymi przepisami prawa, uzupełnienie bazy danych GESUT danymi pozyskanymi od poszczególnych podmiotów władających sieciami uzbrojenia terenu oraz wykonanie raportów rozbieżności z porównania wpisów w elektronicznej księdze wieczystej w działach I-O i II ksiąg wieczystych z odpowiadającymi im danymi w bazie </w:t>
      </w:r>
      <w:proofErr w:type="spellStart"/>
      <w:r w:rsidR="001D3EF2" w:rsidRPr="002F54CE">
        <w:rPr>
          <w:rFonts w:asciiTheme="minorHAnsi" w:hAnsiTheme="minorHAnsi" w:cstheme="minorHAnsi"/>
          <w:b/>
          <w:bCs/>
          <w:i/>
          <w:iCs/>
          <w:szCs w:val="24"/>
        </w:rPr>
        <w:t>EGiB</w:t>
      </w:r>
      <w:proofErr w:type="spellEnd"/>
      <w:r w:rsidR="001D3EF2" w:rsidRPr="002F54CE">
        <w:rPr>
          <w:rFonts w:asciiTheme="minorHAnsi" w:hAnsiTheme="minorHAnsi" w:cstheme="minorHAnsi"/>
          <w:i/>
          <w:iCs/>
          <w:szCs w:val="24"/>
        </w:rPr>
        <w:t>.</w:t>
      </w:r>
      <w:r w:rsidR="00792542">
        <w:rPr>
          <w:rFonts w:asciiTheme="minorHAnsi" w:hAnsiTheme="minorHAnsi" w:cstheme="minorHAnsi"/>
          <w:i/>
          <w:iCs/>
          <w:szCs w:val="24"/>
        </w:rPr>
        <w:t xml:space="preserve"> </w:t>
      </w:r>
      <w:r w:rsidRPr="00792542">
        <w:rPr>
          <w:rFonts w:asciiTheme="minorHAnsi" w:hAnsiTheme="minorHAnsi" w:cstheme="minorHAnsi"/>
          <w:szCs w:val="24"/>
        </w:rPr>
        <w:t>Strony zgodnie z §</w:t>
      </w:r>
      <w:r w:rsidR="00600822" w:rsidRPr="00792542">
        <w:rPr>
          <w:rFonts w:asciiTheme="minorHAnsi" w:hAnsiTheme="minorHAnsi" w:cstheme="minorHAnsi"/>
          <w:szCs w:val="24"/>
        </w:rPr>
        <w:t xml:space="preserve"> 1</w:t>
      </w:r>
      <w:r w:rsidR="00F96573" w:rsidRPr="00792542">
        <w:rPr>
          <w:rFonts w:asciiTheme="minorHAnsi" w:hAnsiTheme="minorHAnsi" w:cstheme="minorHAnsi"/>
          <w:szCs w:val="24"/>
        </w:rPr>
        <w:t>1</w:t>
      </w:r>
      <w:r w:rsidRPr="00792542">
        <w:rPr>
          <w:rFonts w:asciiTheme="minorHAnsi" w:hAnsiTheme="minorHAnsi" w:cstheme="minorHAnsi"/>
          <w:szCs w:val="24"/>
        </w:rPr>
        <w:t xml:space="preserve"> tej umowy, postanowiły zawrzeć </w:t>
      </w:r>
      <w:r w:rsidR="004E38E5" w:rsidRPr="00792542">
        <w:rPr>
          <w:rFonts w:asciiTheme="minorHAnsi" w:hAnsiTheme="minorHAnsi" w:cstheme="minorHAnsi"/>
          <w:szCs w:val="24"/>
        </w:rPr>
        <w:t xml:space="preserve">umowę </w:t>
      </w:r>
      <w:r w:rsidRPr="00792542">
        <w:rPr>
          <w:rFonts w:asciiTheme="minorHAnsi" w:hAnsiTheme="minorHAnsi" w:cstheme="minorHAnsi"/>
          <w:szCs w:val="24"/>
        </w:rPr>
        <w:t>o następującej treści:</w:t>
      </w:r>
    </w:p>
    <w:p w14:paraId="25772EB8" w14:textId="77777777" w:rsidR="00F7693F" w:rsidRPr="002F54CE" w:rsidRDefault="00F7693F" w:rsidP="00F7693F">
      <w:pPr>
        <w:spacing w:before="0"/>
        <w:jc w:val="center"/>
        <w:rPr>
          <w:rFonts w:asciiTheme="minorHAnsi" w:hAnsiTheme="minorHAnsi" w:cstheme="minorHAnsi"/>
          <w:b/>
          <w:bCs/>
          <w:szCs w:val="24"/>
        </w:rPr>
      </w:pPr>
    </w:p>
    <w:p w14:paraId="68481FE9" w14:textId="77777777" w:rsidR="00F7693F" w:rsidRPr="002F54CE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2F54CE">
        <w:rPr>
          <w:rFonts w:asciiTheme="minorHAnsi" w:hAnsiTheme="minorHAnsi" w:cstheme="minorHAnsi"/>
          <w:b/>
          <w:bCs/>
          <w:szCs w:val="24"/>
        </w:rPr>
        <w:t>§1. Definicje</w:t>
      </w:r>
    </w:p>
    <w:p w14:paraId="31FD0A08" w14:textId="77777777" w:rsidR="00F7693F" w:rsidRPr="002F54CE" w:rsidRDefault="00F7693F" w:rsidP="00F7693F">
      <w:pPr>
        <w:pStyle w:val="Tekstpodstawowy21"/>
        <w:spacing w:after="0" w:line="276" w:lineRule="auto"/>
        <w:jc w:val="both"/>
        <w:rPr>
          <w:rFonts w:asciiTheme="minorHAnsi" w:hAnsiTheme="minorHAnsi" w:cstheme="minorHAnsi"/>
        </w:rPr>
      </w:pPr>
      <w:r w:rsidRPr="002F54CE">
        <w:rPr>
          <w:rFonts w:asciiTheme="minorHAnsi" w:hAnsiTheme="minorHAnsi" w:cstheme="minorHAnsi"/>
        </w:rPr>
        <w:t>Ilekroć poniższe pojęcia zostaną napisane w Umowie z dużej litery, Strony Umowy nadają im znaczenie wskazane w poniższych definicjach:</w:t>
      </w:r>
    </w:p>
    <w:p w14:paraId="5376AD52" w14:textId="6527CBFF" w:rsidR="00F7693F" w:rsidRPr="002F54CE" w:rsidRDefault="00F7693F" w:rsidP="00F7693F">
      <w:pPr>
        <w:pStyle w:val="Akapitzlist"/>
        <w:numPr>
          <w:ilvl w:val="0"/>
          <w:numId w:val="9"/>
        </w:numPr>
        <w:spacing w:before="0"/>
        <w:ind w:left="714" w:hanging="35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Umowa - oznacza niniejszą umowę wraz z załącznikami;</w:t>
      </w:r>
    </w:p>
    <w:p w14:paraId="4D0A5521" w14:textId="4D6AE9F8" w:rsidR="00F96573" w:rsidRPr="002F54CE" w:rsidRDefault="00F7693F" w:rsidP="00342C3D">
      <w:pPr>
        <w:pStyle w:val="Akapitzlist"/>
        <w:numPr>
          <w:ilvl w:val="0"/>
          <w:numId w:val="9"/>
        </w:numPr>
        <w:spacing w:before="0"/>
        <w:ind w:left="714" w:hanging="35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Umowa główna </w:t>
      </w:r>
      <w:r w:rsidR="00845BA4" w:rsidRPr="002F54CE">
        <w:rPr>
          <w:rFonts w:asciiTheme="minorHAnsi" w:hAnsiTheme="minorHAnsi" w:cstheme="minorHAnsi"/>
          <w:szCs w:val="24"/>
        </w:rPr>
        <w:t>-</w:t>
      </w:r>
      <w:r w:rsidRPr="002F54CE">
        <w:rPr>
          <w:rFonts w:asciiTheme="minorHAnsi" w:hAnsiTheme="minorHAnsi" w:cstheme="minorHAnsi"/>
          <w:szCs w:val="24"/>
        </w:rPr>
        <w:t xml:space="preserve"> oznacza umowę zawartą pomiędzy Stronami </w:t>
      </w:r>
      <w:r w:rsidR="00D63119" w:rsidRPr="002F54CE">
        <w:rPr>
          <w:rFonts w:asciiTheme="minorHAnsi" w:hAnsiTheme="minorHAnsi" w:cstheme="minorHAnsi"/>
          <w:szCs w:val="24"/>
        </w:rPr>
        <w:t>n</w:t>
      </w:r>
      <w:r w:rsidRPr="002F54CE">
        <w:rPr>
          <w:rFonts w:asciiTheme="minorHAnsi" w:hAnsiTheme="minorHAnsi" w:cstheme="minorHAnsi"/>
          <w:szCs w:val="24"/>
        </w:rPr>
        <w:t xml:space="preserve">r </w:t>
      </w:r>
      <w:r w:rsidR="00F96573" w:rsidRPr="002F54CE">
        <w:rPr>
          <w:rFonts w:asciiTheme="minorHAnsi" w:hAnsiTheme="minorHAnsi" w:cstheme="minorHAnsi"/>
          <w:szCs w:val="24"/>
        </w:rPr>
        <w:t>GE ………………………….</w:t>
      </w:r>
      <w:r w:rsidRPr="002F54CE">
        <w:rPr>
          <w:rFonts w:asciiTheme="minorHAnsi" w:hAnsiTheme="minorHAnsi" w:cstheme="minorHAnsi"/>
          <w:szCs w:val="24"/>
        </w:rPr>
        <w:t xml:space="preserve"> 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z dnia </w:t>
      </w:r>
      <w:r w:rsidR="000E6E9A" w:rsidRPr="002F54CE">
        <w:rPr>
          <w:rFonts w:asciiTheme="minorHAnsi" w:hAnsiTheme="minorHAnsi" w:cstheme="minorHAnsi"/>
          <w:szCs w:val="24"/>
        </w:rPr>
        <w:t>………</w:t>
      </w:r>
      <w:r w:rsidR="00801445" w:rsidRPr="002F54CE">
        <w:rPr>
          <w:rFonts w:asciiTheme="minorHAnsi" w:hAnsiTheme="minorHAnsi" w:cstheme="minorHAnsi"/>
          <w:szCs w:val="24"/>
        </w:rPr>
        <w:t>…..</w:t>
      </w:r>
      <w:r w:rsidR="000E6E9A" w:rsidRPr="002F54CE">
        <w:rPr>
          <w:rFonts w:asciiTheme="minorHAnsi" w:hAnsiTheme="minorHAnsi" w:cstheme="minorHAnsi"/>
          <w:szCs w:val="24"/>
        </w:rPr>
        <w:t>…</w:t>
      </w:r>
      <w:r w:rsidR="00801445" w:rsidRPr="002F54CE">
        <w:rPr>
          <w:rFonts w:asciiTheme="minorHAnsi" w:hAnsiTheme="minorHAnsi" w:cstheme="minorHAnsi"/>
          <w:szCs w:val="24"/>
        </w:rPr>
        <w:t>…</w:t>
      </w:r>
      <w:r w:rsidR="0020214F" w:rsidRPr="002F54CE">
        <w:rPr>
          <w:rFonts w:asciiTheme="minorHAnsi" w:hAnsiTheme="minorHAnsi" w:cstheme="minorHAnsi"/>
          <w:szCs w:val="24"/>
        </w:rPr>
        <w:t xml:space="preserve"> </w:t>
      </w:r>
      <w:r w:rsidR="00600822" w:rsidRPr="002F54CE">
        <w:rPr>
          <w:rFonts w:asciiTheme="minorHAnsi" w:hAnsiTheme="minorHAnsi" w:cstheme="minorHAnsi"/>
          <w:szCs w:val="24"/>
        </w:rPr>
        <w:t>20</w:t>
      </w:r>
      <w:r w:rsidR="00A64FAD" w:rsidRPr="002F54CE">
        <w:rPr>
          <w:rFonts w:asciiTheme="minorHAnsi" w:hAnsiTheme="minorHAnsi" w:cstheme="minorHAnsi"/>
          <w:szCs w:val="24"/>
        </w:rPr>
        <w:t>2</w:t>
      </w:r>
      <w:r w:rsidR="00342C3D" w:rsidRPr="002F54CE">
        <w:rPr>
          <w:rFonts w:asciiTheme="minorHAnsi" w:hAnsiTheme="minorHAnsi" w:cstheme="minorHAnsi"/>
          <w:szCs w:val="24"/>
        </w:rPr>
        <w:t>4</w:t>
      </w:r>
      <w:r w:rsidR="00600822" w:rsidRPr="002F54CE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 xml:space="preserve">r., której przedmiotem jest: </w:t>
      </w:r>
      <w:r w:rsidR="00F96573" w:rsidRPr="002F54CE">
        <w:rPr>
          <w:rFonts w:asciiTheme="minorHAnsi" w:hAnsiTheme="minorHAnsi" w:cstheme="minorHAnsi"/>
          <w:szCs w:val="24"/>
        </w:rPr>
        <w:t xml:space="preserve">Dostosowanie obiektów baz danych K1, BDOT500, GESUT i </w:t>
      </w:r>
      <w:proofErr w:type="spellStart"/>
      <w:r w:rsidR="00F96573" w:rsidRPr="002F54CE">
        <w:rPr>
          <w:rFonts w:asciiTheme="minorHAnsi" w:hAnsiTheme="minorHAnsi" w:cstheme="minorHAnsi"/>
          <w:szCs w:val="24"/>
        </w:rPr>
        <w:t>EGiB</w:t>
      </w:r>
      <w:proofErr w:type="spellEnd"/>
      <w:r w:rsidR="00F96573" w:rsidRPr="002F54CE">
        <w:rPr>
          <w:rFonts w:asciiTheme="minorHAnsi" w:hAnsiTheme="minorHAnsi" w:cstheme="minorHAnsi"/>
          <w:szCs w:val="24"/>
        </w:rPr>
        <w:t xml:space="preserve"> prowadzonych w systemie teleinformatycznym EWID2007 powiatu chojnickiego do zgodności z pojęciowym modelem danych zgodnym z obowiązującymi przepisami prawa, uzupełnienie bazy danych GESUT danymi pozyskanymi od poszczególnych podmiotów władających sieciami uzbrojenia </w:t>
      </w:r>
      <w:r w:rsidR="00F96573" w:rsidRPr="002F54CE">
        <w:rPr>
          <w:rFonts w:asciiTheme="minorHAnsi" w:hAnsiTheme="minorHAnsi" w:cstheme="minorHAnsi"/>
          <w:szCs w:val="24"/>
        </w:rPr>
        <w:lastRenderedPageBreak/>
        <w:t xml:space="preserve">terenu oraz wykonanie raportów rozbieżności z porównania wpisów w elektronicznej księdze wieczystej w działach I-O i II ksiąg wieczystych z odpowiadającymi im danymi w bazie </w:t>
      </w:r>
      <w:proofErr w:type="spellStart"/>
      <w:r w:rsidR="00F96573" w:rsidRPr="002F54CE">
        <w:rPr>
          <w:rFonts w:asciiTheme="minorHAnsi" w:hAnsiTheme="minorHAnsi" w:cstheme="minorHAnsi"/>
          <w:szCs w:val="24"/>
        </w:rPr>
        <w:t>EGiB</w:t>
      </w:r>
      <w:proofErr w:type="spellEnd"/>
      <w:r w:rsidR="00F96573" w:rsidRPr="002F54CE">
        <w:rPr>
          <w:rFonts w:asciiTheme="minorHAnsi" w:hAnsiTheme="minorHAnsi" w:cstheme="minorHAnsi"/>
          <w:szCs w:val="24"/>
        </w:rPr>
        <w:t>.</w:t>
      </w:r>
    </w:p>
    <w:p w14:paraId="3937E1CA" w14:textId="2070C15C" w:rsidR="00356462" w:rsidRPr="002F54CE" w:rsidRDefault="00356462" w:rsidP="00F96573">
      <w:pPr>
        <w:widowControl w:val="0"/>
        <w:suppressAutoHyphens/>
        <w:spacing w:before="0"/>
        <w:contextualSpacing/>
        <w:rPr>
          <w:rFonts w:asciiTheme="minorHAnsi" w:hAnsiTheme="minorHAnsi" w:cstheme="minorHAnsi"/>
          <w:szCs w:val="24"/>
        </w:rPr>
      </w:pPr>
    </w:p>
    <w:p w14:paraId="694DE7EA" w14:textId="63521888" w:rsidR="00F7693F" w:rsidRPr="002F54CE" w:rsidRDefault="00F7693F" w:rsidP="00791C99">
      <w:pPr>
        <w:widowControl w:val="0"/>
        <w:numPr>
          <w:ilvl w:val="0"/>
          <w:numId w:val="9"/>
        </w:numPr>
        <w:suppressAutoHyphens/>
        <w:spacing w:before="0"/>
        <w:contextualSpacing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Dni robocze - oznaczają dni od poniedziałku do piątku z wyłączeniem dni ustawowo wolnych od pracy, o których mowa w ustawie z dnia 18 stycznia 1951 roku </w:t>
      </w:r>
      <w:r w:rsidRPr="002F54CE">
        <w:rPr>
          <w:rFonts w:asciiTheme="minorHAnsi" w:hAnsiTheme="minorHAnsi" w:cstheme="minorHAnsi"/>
          <w:i/>
          <w:szCs w:val="24"/>
        </w:rPr>
        <w:t>o dni</w:t>
      </w:r>
      <w:r w:rsidR="00651BED" w:rsidRPr="002F54CE">
        <w:rPr>
          <w:rFonts w:asciiTheme="minorHAnsi" w:hAnsiTheme="minorHAnsi" w:cstheme="minorHAnsi"/>
          <w:i/>
          <w:szCs w:val="24"/>
        </w:rPr>
        <w:t xml:space="preserve">ach wolnych od pracy </w:t>
      </w:r>
      <w:r w:rsidR="00651BED" w:rsidRPr="002F54CE">
        <w:rPr>
          <w:rFonts w:asciiTheme="minorHAnsi" w:hAnsiTheme="minorHAnsi" w:cstheme="minorHAnsi"/>
          <w:szCs w:val="24"/>
        </w:rPr>
        <w:t>(Dz. U. z 20</w:t>
      </w:r>
      <w:r w:rsidR="0095393A" w:rsidRPr="002F54CE">
        <w:rPr>
          <w:rFonts w:asciiTheme="minorHAnsi" w:hAnsiTheme="minorHAnsi" w:cstheme="minorHAnsi"/>
          <w:szCs w:val="24"/>
        </w:rPr>
        <w:t>20</w:t>
      </w:r>
      <w:r w:rsidR="00651BED" w:rsidRPr="002F54CE">
        <w:rPr>
          <w:rFonts w:asciiTheme="minorHAnsi" w:hAnsiTheme="minorHAnsi" w:cstheme="minorHAnsi"/>
          <w:szCs w:val="24"/>
        </w:rPr>
        <w:t xml:space="preserve"> r. poz. </w:t>
      </w:r>
      <w:r w:rsidR="0095393A" w:rsidRPr="002F54CE">
        <w:rPr>
          <w:rFonts w:asciiTheme="minorHAnsi" w:hAnsiTheme="minorHAnsi" w:cstheme="minorHAnsi"/>
          <w:szCs w:val="24"/>
        </w:rPr>
        <w:t>1</w:t>
      </w:r>
      <w:r w:rsidR="00651BED" w:rsidRPr="002F54CE">
        <w:rPr>
          <w:rFonts w:asciiTheme="minorHAnsi" w:hAnsiTheme="minorHAnsi" w:cstheme="minorHAnsi"/>
          <w:szCs w:val="24"/>
        </w:rPr>
        <w:t>9</w:t>
      </w:r>
      <w:r w:rsidR="0095393A" w:rsidRPr="002F54CE">
        <w:rPr>
          <w:rFonts w:asciiTheme="minorHAnsi" w:hAnsiTheme="minorHAnsi" w:cstheme="minorHAnsi"/>
          <w:szCs w:val="24"/>
        </w:rPr>
        <w:t>2</w:t>
      </w:r>
      <w:r w:rsidR="00651BED" w:rsidRPr="002F54CE">
        <w:rPr>
          <w:rFonts w:asciiTheme="minorHAnsi" w:hAnsiTheme="minorHAnsi" w:cstheme="minorHAnsi"/>
          <w:szCs w:val="24"/>
        </w:rPr>
        <w:t>0</w:t>
      </w:r>
      <w:r w:rsidR="00845BA4" w:rsidRPr="002F54CE">
        <w:rPr>
          <w:rFonts w:asciiTheme="minorHAnsi" w:hAnsiTheme="minorHAnsi" w:cstheme="minorHAnsi"/>
          <w:szCs w:val="24"/>
        </w:rPr>
        <w:t xml:space="preserve"> ze zm.</w:t>
      </w:r>
      <w:r w:rsidRPr="002F54CE">
        <w:rPr>
          <w:rFonts w:asciiTheme="minorHAnsi" w:hAnsiTheme="minorHAnsi" w:cstheme="minorHAnsi"/>
          <w:szCs w:val="24"/>
        </w:rPr>
        <w:t xml:space="preserve">), przypadających w którykolwiek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z tych dni (tj. od poniedziałku do piątku);</w:t>
      </w:r>
    </w:p>
    <w:p w14:paraId="6CC6E97A" w14:textId="471F7773" w:rsidR="00F7693F" w:rsidRPr="002F54CE" w:rsidRDefault="00F7693F" w:rsidP="00C7542A">
      <w:pPr>
        <w:pStyle w:val="Akapitzlist"/>
        <w:numPr>
          <w:ilvl w:val="0"/>
          <w:numId w:val="9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RODO - </w:t>
      </w:r>
      <w:r w:rsidR="00651BED" w:rsidRPr="002F54CE">
        <w:rPr>
          <w:rFonts w:asciiTheme="minorHAnsi" w:hAnsiTheme="minorHAnsi" w:cstheme="minorHAnsi"/>
          <w:szCs w:val="24"/>
        </w:rPr>
        <w:t>Rozporządzenie Parlamentu Europejskiego i Rady (UE) 2016/679 z dnia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="00651BED" w:rsidRPr="002F54CE">
        <w:rPr>
          <w:rFonts w:asciiTheme="minorHAnsi" w:hAnsiTheme="minorHAnsi" w:cstheme="minorHAnsi"/>
          <w:szCs w:val="24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</w:t>
      </w:r>
      <w:r w:rsidR="00D90845" w:rsidRPr="002F54CE">
        <w:rPr>
          <w:rFonts w:asciiTheme="minorHAnsi" w:hAnsiTheme="minorHAnsi" w:cstheme="minorHAnsi"/>
          <w:szCs w:val="24"/>
        </w:rPr>
        <w:t>(</w:t>
      </w:r>
      <w:r w:rsidR="00C7542A" w:rsidRPr="002F54CE">
        <w:rPr>
          <w:rFonts w:asciiTheme="minorHAnsi" w:hAnsiTheme="minorHAnsi" w:cstheme="minorHAnsi"/>
          <w:szCs w:val="24"/>
        </w:rPr>
        <w:t xml:space="preserve">Dz. Urz. UE L119 s.1 z 2016 r., </w:t>
      </w:r>
      <w:proofErr w:type="spellStart"/>
      <w:r w:rsidR="00C7542A" w:rsidRPr="002F54CE">
        <w:rPr>
          <w:rFonts w:asciiTheme="minorHAnsi" w:hAnsiTheme="minorHAnsi" w:cstheme="minorHAnsi"/>
          <w:szCs w:val="24"/>
        </w:rPr>
        <w:t>sprost</w:t>
      </w:r>
      <w:proofErr w:type="spellEnd"/>
      <w:r w:rsidR="00C7542A" w:rsidRPr="002F54CE">
        <w:rPr>
          <w:rFonts w:asciiTheme="minorHAnsi" w:hAnsiTheme="minorHAnsi" w:cstheme="minorHAnsi"/>
          <w:szCs w:val="24"/>
        </w:rPr>
        <w:t xml:space="preserve">. Dz. Urz. UE L127 s.2 z 2018 r., </w:t>
      </w:r>
      <w:proofErr w:type="spellStart"/>
      <w:r w:rsidR="00C7542A" w:rsidRPr="002F54CE">
        <w:rPr>
          <w:rFonts w:asciiTheme="minorHAnsi" w:hAnsiTheme="minorHAnsi" w:cstheme="minorHAnsi"/>
          <w:szCs w:val="24"/>
        </w:rPr>
        <w:t>sprost</w:t>
      </w:r>
      <w:proofErr w:type="spellEnd"/>
      <w:r w:rsidR="00C7542A" w:rsidRPr="002F54CE">
        <w:rPr>
          <w:rFonts w:asciiTheme="minorHAnsi" w:hAnsiTheme="minorHAnsi" w:cstheme="minorHAnsi"/>
          <w:szCs w:val="24"/>
        </w:rPr>
        <w:t xml:space="preserve">. Dz. Urz. UE L74 s.35 </w:t>
      </w:r>
      <w:r w:rsidR="002C57D2" w:rsidRPr="002F54CE">
        <w:rPr>
          <w:rFonts w:asciiTheme="minorHAnsi" w:hAnsiTheme="minorHAnsi" w:cstheme="minorHAnsi"/>
          <w:szCs w:val="24"/>
        </w:rPr>
        <w:br/>
      </w:r>
      <w:r w:rsidR="00C7542A" w:rsidRPr="002F54CE">
        <w:rPr>
          <w:rFonts w:asciiTheme="minorHAnsi" w:hAnsiTheme="minorHAnsi" w:cstheme="minorHAnsi"/>
          <w:szCs w:val="24"/>
        </w:rPr>
        <w:t>z 2021 r.</w:t>
      </w:r>
      <w:r w:rsidR="00D90845" w:rsidRPr="002F54CE">
        <w:rPr>
          <w:rFonts w:asciiTheme="minorHAnsi" w:hAnsiTheme="minorHAnsi" w:cstheme="minorHAnsi"/>
          <w:szCs w:val="24"/>
        </w:rPr>
        <w:t>)</w:t>
      </w:r>
      <w:r w:rsidR="00651BED" w:rsidRPr="002F54CE">
        <w:rPr>
          <w:rFonts w:asciiTheme="minorHAnsi" w:hAnsiTheme="minorHAnsi" w:cstheme="minorHAnsi"/>
          <w:szCs w:val="24"/>
        </w:rPr>
        <w:t>;</w:t>
      </w:r>
    </w:p>
    <w:p w14:paraId="25F7D59F" w14:textId="7C195A94" w:rsidR="00651BED" w:rsidRPr="002F54CE" w:rsidRDefault="00651BED" w:rsidP="00A64FAD">
      <w:pPr>
        <w:pStyle w:val="Akapitzlist"/>
        <w:numPr>
          <w:ilvl w:val="0"/>
          <w:numId w:val="9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UODO </w:t>
      </w:r>
      <w:r w:rsidR="00845BA4" w:rsidRPr="002F54CE">
        <w:rPr>
          <w:rFonts w:asciiTheme="minorHAnsi" w:hAnsiTheme="minorHAnsi" w:cstheme="minorHAnsi"/>
          <w:szCs w:val="24"/>
        </w:rPr>
        <w:t>-</w:t>
      </w:r>
      <w:r w:rsidRPr="002F54CE">
        <w:rPr>
          <w:rFonts w:asciiTheme="minorHAnsi" w:hAnsiTheme="minorHAnsi" w:cstheme="minorHAnsi"/>
          <w:szCs w:val="24"/>
        </w:rPr>
        <w:t xml:space="preserve"> Ustawa z dnia 10 maja 2018 r. o ochronie danych osobowy</w:t>
      </w:r>
      <w:r w:rsidR="00AD4F4D" w:rsidRPr="002F54CE">
        <w:rPr>
          <w:rFonts w:asciiTheme="minorHAnsi" w:hAnsiTheme="minorHAnsi" w:cstheme="minorHAnsi"/>
          <w:szCs w:val="24"/>
        </w:rPr>
        <w:t xml:space="preserve">ch </w:t>
      </w:r>
      <w:r w:rsidR="00A64FAD" w:rsidRPr="002F54CE">
        <w:rPr>
          <w:rFonts w:asciiTheme="minorHAnsi" w:hAnsiTheme="minorHAnsi" w:cstheme="minorHAnsi"/>
          <w:szCs w:val="24"/>
        </w:rPr>
        <w:t>(Dz. U. 2019 r. poz. 1781</w:t>
      </w:r>
      <w:r w:rsidR="009F66C2" w:rsidRPr="002F54CE">
        <w:rPr>
          <w:rFonts w:asciiTheme="minorHAnsi" w:hAnsiTheme="minorHAnsi" w:cstheme="minorHAnsi"/>
          <w:szCs w:val="24"/>
        </w:rPr>
        <w:t xml:space="preserve"> ze zm.</w:t>
      </w:r>
      <w:r w:rsidR="00A64FAD" w:rsidRPr="002F54CE">
        <w:rPr>
          <w:rFonts w:asciiTheme="minorHAnsi" w:hAnsiTheme="minorHAnsi" w:cstheme="minorHAnsi"/>
          <w:szCs w:val="24"/>
        </w:rPr>
        <w:t>)</w:t>
      </w:r>
      <w:r w:rsidR="00AD4F4D" w:rsidRPr="002F54CE">
        <w:rPr>
          <w:rFonts w:asciiTheme="minorHAnsi" w:hAnsiTheme="minorHAnsi" w:cstheme="minorHAnsi"/>
          <w:szCs w:val="24"/>
        </w:rPr>
        <w:t>;</w:t>
      </w:r>
    </w:p>
    <w:p w14:paraId="2FCB089C" w14:textId="697744A4" w:rsidR="00AD4F4D" w:rsidRPr="002F54CE" w:rsidRDefault="00AD4F4D" w:rsidP="00F7693F">
      <w:pPr>
        <w:pStyle w:val="Akapitzlist"/>
        <w:numPr>
          <w:ilvl w:val="0"/>
          <w:numId w:val="9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Dane osobowe </w:t>
      </w:r>
      <w:r w:rsidR="00845BA4" w:rsidRPr="002F54CE">
        <w:rPr>
          <w:rFonts w:asciiTheme="minorHAnsi" w:hAnsiTheme="minorHAnsi" w:cstheme="minorHAnsi"/>
          <w:szCs w:val="24"/>
        </w:rPr>
        <w:t>-</w:t>
      </w:r>
      <w:r w:rsidRPr="002F54CE">
        <w:rPr>
          <w:rFonts w:asciiTheme="minorHAnsi" w:hAnsiTheme="minorHAnsi" w:cstheme="minorHAnsi"/>
          <w:szCs w:val="24"/>
        </w:rPr>
        <w:t xml:space="preserve"> dane osobowe w rozumieniu art. 4 pkt </w:t>
      </w:r>
      <w:r w:rsidR="004D2DFF" w:rsidRPr="002F54CE">
        <w:rPr>
          <w:rFonts w:asciiTheme="minorHAnsi" w:hAnsiTheme="minorHAnsi" w:cstheme="minorHAnsi"/>
          <w:szCs w:val="24"/>
        </w:rPr>
        <w:t xml:space="preserve">1 </w:t>
      </w:r>
      <w:r w:rsidRPr="002F54CE">
        <w:rPr>
          <w:rFonts w:asciiTheme="minorHAnsi" w:hAnsiTheme="minorHAnsi" w:cstheme="minorHAnsi"/>
          <w:szCs w:val="24"/>
        </w:rPr>
        <w:t>RODO, które Powierzający powierzył do przetwarzania Przetwarzającemu na mocy Umowy, w związku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z koniecznością realizacji Umowy głównej.</w:t>
      </w:r>
    </w:p>
    <w:p w14:paraId="1B1605F7" w14:textId="64D8DECA" w:rsidR="00F7693F" w:rsidRPr="002F54CE" w:rsidRDefault="00F7693F" w:rsidP="00F7693F">
      <w:pPr>
        <w:widowControl w:val="0"/>
        <w:suppressAutoHyphens/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W przypadku zastosowania w niniejszej Umowie pojęć zdefiniowanych w Umowie głównej pojęcia te będą rozumiane przez Strony niniejszej Umowy zgodnie z ich definicją określoną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w Umowie głównej. </w:t>
      </w:r>
    </w:p>
    <w:p w14:paraId="36EF9E89" w14:textId="77777777" w:rsidR="00F7693F" w:rsidRPr="002F54CE" w:rsidRDefault="00F7693F" w:rsidP="00F7693F">
      <w:pPr>
        <w:spacing w:before="0"/>
        <w:rPr>
          <w:rFonts w:asciiTheme="minorHAnsi" w:hAnsiTheme="minorHAnsi" w:cstheme="minorHAnsi"/>
          <w:b/>
          <w:szCs w:val="24"/>
        </w:rPr>
      </w:pPr>
    </w:p>
    <w:p w14:paraId="21A1C464" w14:textId="77777777" w:rsidR="00F7693F" w:rsidRPr="000D4D84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0D4D84">
        <w:rPr>
          <w:rFonts w:asciiTheme="minorHAnsi" w:hAnsiTheme="minorHAnsi" w:cstheme="minorHAnsi"/>
          <w:b/>
          <w:bCs/>
          <w:szCs w:val="24"/>
        </w:rPr>
        <w:t>§2. Przedmiot</w:t>
      </w:r>
      <w:r w:rsidR="004D76C9" w:rsidRPr="000D4D84">
        <w:rPr>
          <w:rFonts w:asciiTheme="minorHAnsi" w:hAnsiTheme="minorHAnsi" w:cstheme="minorHAnsi"/>
          <w:b/>
          <w:bCs/>
          <w:szCs w:val="24"/>
        </w:rPr>
        <w:t xml:space="preserve">, </w:t>
      </w:r>
      <w:r w:rsidRPr="000D4D84">
        <w:rPr>
          <w:rFonts w:asciiTheme="minorHAnsi" w:hAnsiTheme="minorHAnsi" w:cstheme="minorHAnsi"/>
          <w:b/>
          <w:bCs/>
          <w:szCs w:val="24"/>
        </w:rPr>
        <w:t>cel</w:t>
      </w:r>
      <w:r w:rsidR="004D76C9" w:rsidRPr="000D4D84">
        <w:rPr>
          <w:rFonts w:asciiTheme="minorHAnsi" w:hAnsiTheme="minorHAnsi" w:cstheme="minorHAnsi"/>
          <w:b/>
          <w:bCs/>
          <w:szCs w:val="24"/>
        </w:rPr>
        <w:t xml:space="preserve"> i zakres</w:t>
      </w:r>
      <w:r w:rsidRPr="000D4D84">
        <w:rPr>
          <w:rFonts w:asciiTheme="minorHAnsi" w:hAnsiTheme="minorHAnsi" w:cstheme="minorHAnsi"/>
          <w:b/>
          <w:bCs/>
          <w:szCs w:val="24"/>
        </w:rPr>
        <w:t xml:space="preserve"> przetwarzania</w:t>
      </w:r>
    </w:p>
    <w:p w14:paraId="55F7E2E7" w14:textId="77777777" w:rsidR="00651BED" w:rsidRPr="002F54CE" w:rsidRDefault="00651BED" w:rsidP="00F7693F">
      <w:pPr>
        <w:widowControl w:val="0"/>
        <w:numPr>
          <w:ilvl w:val="0"/>
          <w:numId w:val="1"/>
        </w:numPr>
        <w:suppressAutoHyphens/>
        <w:spacing w:before="0"/>
        <w:ind w:left="567" w:hanging="567"/>
        <w:rPr>
          <w:rFonts w:asciiTheme="minorHAnsi" w:hAnsiTheme="minorHAnsi" w:cstheme="minorHAnsi"/>
          <w:bCs/>
          <w:szCs w:val="24"/>
        </w:rPr>
      </w:pPr>
      <w:r w:rsidRPr="002F54CE">
        <w:rPr>
          <w:rFonts w:asciiTheme="minorHAnsi" w:hAnsiTheme="minorHAnsi" w:cstheme="minorHAnsi"/>
          <w:bCs/>
          <w:szCs w:val="24"/>
        </w:rPr>
        <w:t>Każda ze Stron oświadcza, że:</w:t>
      </w:r>
    </w:p>
    <w:p w14:paraId="21C8A910" w14:textId="77777777" w:rsidR="006B31C2" w:rsidRPr="002F54CE" w:rsidRDefault="006B31C2" w:rsidP="006B31C2">
      <w:pPr>
        <w:pStyle w:val="Akapitzlist"/>
        <w:widowControl w:val="0"/>
        <w:numPr>
          <w:ilvl w:val="0"/>
          <w:numId w:val="21"/>
        </w:numPr>
        <w:suppressAutoHyphens/>
        <w:spacing w:before="0"/>
        <w:rPr>
          <w:rFonts w:asciiTheme="minorHAnsi" w:hAnsiTheme="minorHAnsi" w:cstheme="minorHAnsi"/>
          <w:bCs/>
          <w:szCs w:val="24"/>
        </w:rPr>
      </w:pPr>
      <w:r w:rsidRPr="002F54CE">
        <w:rPr>
          <w:rFonts w:asciiTheme="minorHAnsi" w:hAnsiTheme="minorHAnsi" w:cstheme="minorHAnsi"/>
          <w:bCs/>
          <w:szCs w:val="24"/>
        </w:rPr>
        <w:t>znana jest jej treść i znaczenie RODO oraz UODO;</w:t>
      </w:r>
    </w:p>
    <w:p w14:paraId="2A0A88EE" w14:textId="4182E75C" w:rsidR="0093764B" w:rsidRPr="002F54CE" w:rsidRDefault="0093764B" w:rsidP="006B31C2">
      <w:pPr>
        <w:pStyle w:val="Akapitzlist"/>
        <w:widowControl w:val="0"/>
        <w:numPr>
          <w:ilvl w:val="0"/>
          <w:numId w:val="21"/>
        </w:numPr>
        <w:suppressAutoHyphens/>
        <w:spacing w:before="0"/>
        <w:rPr>
          <w:rFonts w:asciiTheme="minorHAnsi" w:hAnsiTheme="minorHAnsi" w:cstheme="minorHAnsi"/>
          <w:bCs/>
          <w:szCs w:val="24"/>
        </w:rPr>
      </w:pPr>
      <w:r w:rsidRPr="002F54CE">
        <w:rPr>
          <w:rFonts w:asciiTheme="minorHAnsi" w:hAnsiTheme="minorHAnsi" w:cstheme="minorHAnsi"/>
          <w:bCs/>
          <w:szCs w:val="24"/>
        </w:rPr>
        <w:t>Przetwarzający uzyska dostęp do danych osobowych Powierzającego, w związku</w:t>
      </w:r>
      <w:r w:rsidR="00D63119" w:rsidRPr="002F54CE">
        <w:rPr>
          <w:rFonts w:asciiTheme="minorHAnsi" w:hAnsiTheme="minorHAnsi" w:cstheme="minorHAnsi"/>
          <w:bCs/>
          <w:szCs w:val="24"/>
        </w:rPr>
        <w:br/>
      </w:r>
      <w:r w:rsidRPr="002F54CE">
        <w:rPr>
          <w:rFonts w:asciiTheme="minorHAnsi" w:hAnsiTheme="minorHAnsi" w:cstheme="minorHAnsi"/>
          <w:bCs/>
          <w:szCs w:val="24"/>
        </w:rPr>
        <w:t>z realizacją Umowy głównej;</w:t>
      </w:r>
    </w:p>
    <w:p w14:paraId="7133DC30" w14:textId="50F5CFE9" w:rsidR="007F5693" w:rsidRPr="002F54CE" w:rsidRDefault="00651BED" w:rsidP="0093764B">
      <w:pPr>
        <w:pStyle w:val="Akapitzlist"/>
        <w:widowControl w:val="0"/>
        <w:numPr>
          <w:ilvl w:val="0"/>
          <w:numId w:val="21"/>
        </w:numPr>
        <w:suppressAutoHyphens/>
        <w:spacing w:before="0"/>
        <w:rPr>
          <w:rFonts w:asciiTheme="minorHAnsi" w:hAnsiTheme="minorHAnsi" w:cstheme="minorHAnsi"/>
          <w:bCs/>
          <w:szCs w:val="24"/>
        </w:rPr>
      </w:pPr>
      <w:r w:rsidRPr="002F54CE">
        <w:rPr>
          <w:rFonts w:asciiTheme="minorHAnsi" w:hAnsiTheme="minorHAnsi" w:cstheme="minorHAnsi"/>
          <w:bCs/>
          <w:szCs w:val="24"/>
        </w:rPr>
        <w:t>dane przekazywane pomiędzy S</w:t>
      </w:r>
      <w:r w:rsidR="0093764B" w:rsidRPr="002F54CE">
        <w:rPr>
          <w:rFonts w:asciiTheme="minorHAnsi" w:hAnsiTheme="minorHAnsi" w:cstheme="minorHAnsi"/>
          <w:bCs/>
          <w:szCs w:val="24"/>
        </w:rPr>
        <w:t xml:space="preserve">tronami, w związku z realizacją Umowy głównej, mogą zawierać </w:t>
      </w:r>
      <w:r w:rsidRPr="002F54CE">
        <w:rPr>
          <w:rFonts w:asciiTheme="minorHAnsi" w:hAnsiTheme="minorHAnsi" w:cstheme="minorHAnsi"/>
          <w:bCs/>
          <w:szCs w:val="24"/>
        </w:rPr>
        <w:t>dane osobowe</w:t>
      </w:r>
      <w:r w:rsidR="004E2233" w:rsidRPr="002F54CE">
        <w:rPr>
          <w:rFonts w:asciiTheme="minorHAnsi" w:hAnsiTheme="minorHAnsi" w:cstheme="minorHAnsi"/>
          <w:bCs/>
          <w:szCs w:val="24"/>
        </w:rPr>
        <w:t>;</w:t>
      </w:r>
    </w:p>
    <w:p w14:paraId="6D931372" w14:textId="53E836E9" w:rsidR="00651BED" w:rsidRPr="002F54CE" w:rsidRDefault="007F5693" w:rsidP="0093764B">
      <w:pPr>
        <w:pStyle w:val="Akapitzlist"/>
        <w:widowControl w:val="0"/>
        <w:numPr>
          <w:ilvl w:val="0"/>
          <w:numId w:val="21"/>
        </w:numPr>
        <w:suppressAutoHyphens/>
        <w:spacing w:before="0"/>
        <w:rPr>
          <w:rFonts w:asciiTheme="minorHAnsi" w:hAnsiTheme="minorHAnsi" w:cstheme="minorHAnsi"/>
          <w:bCs/>
          <w:szCs w:val="24"/>
        </w:rPr>
      </w:pPr>
      <w:r w:rsidRPr="002F54CE">
        <w:rPr>
          <w:rFonts w:asciiTheme="minorHAnsi" w:hAnsiTheme="minorHAnsi" w:cstheme="minorHAnsi"/>
          <w:bCs/>
          <w:szCs w:val="24"/>
        </w:rPr>
        <w:t xml:space="preserve">dane osobowe, w </w:t>
      </w:r>
      <w:r w:rsidR="00651BED" w:rsidRPr="002F54CE">
        <w:rPr>
          <w:rFonts w:asciiTheme="minorHAnsi" w:hAnsiTheme="minorHAnsi" w:cstheme="minorHAnsi"/>
          <w:bCs/>
          <w:szCs w:val="24"/>
        </w:rPr>
        <w:t xml:space="preserve">rozumieniu </w:t>
      </w:r>
      <w:r w:rsidR="006B31C2" w:rsidRPr="002F54CE">
        <w:rPr>
          <w:rFonts w:asciiTheme="minorHAnsi" w:hAnsiTheme="minorHAnsi" w:cstheme="minorHAnsi"/>
          <w:bCs/>
          <w:szCs w:val="24"/>
        </w:rPr>
        <w:t xml:space="preserve">art. 4 pkt 1 </w:t>
      </w:r>
      <w:r w:rsidR="00651BED" w:rsidRPr="002F54CE">
        <w:rPr>
          <w:rFonts w:asciiTheme="minorHAnsi" w:hAnsiTheme="minorHAnsi" w:cstheme="minorHAnsi"/>
          <w:bCs/>
          <w:szCs w:val="24"/>
        </w:rPr>
        <w:t>RODO</w:t>
      </w:r>
      <w:r w:rsidRPr="002F54CE">
        <w:rPr>
          <w:rFonts w:asciiTheme="minorHAnsi" w:hAnsiTheme="minorHAnsi" w:cstheme="minorHAnsi"/>
          <w:bCs/>
          <w:szCs w:val="24"/>
        </w:rPr>
        <w:t>, podlegają ochronie wynikającej</w:t>
      </w:r>
      <w:r w:rsidR="00D63119" w:rsidRPr="002F54CE">
        <w:rPr>
          <w:rFonts w:asciiTheme="minorHAnsi" w:hAnsiTheme="minorHAnsi" w:cstheme="minorHAnsi"/>
          <w:bCs/>
          <w:szCs w:val="24"/>
        </w:rPr>
        <w:br/>
      </w:r>
      <w:r w:rsidRPr="002F54CE">
        <w:rPr>
          <w:rFonts w:asciiTheme="minorHAnsi" w:hAnsiTheme="minorHAnsi" w:cstheme="minorHAnsi"/>
          <w:bCs/>
          <w:szCs w:val="24"/>
        </w:rPr>
        <w:t>z przepisów prawa</w:t>
      </w:r>
      <w:r w:rsidR="00E71F13" w:rsidRPr="002F54CE">
        <w:rPr>
          <w:rFonts w:asciiTheme="minorHAnsi" w:hAnsiTheme="minorHAnsi" w:cstheme="minorHAnsi"/>
          <w:bCs/>
          <w:szCs w:val="24"/>
        </w:rPr>
        <w:t>, a w szczególności RODO i UODO;</w:t>
      </w:r>
    </w:p>
    <w:p w14:paraId="2FB8A692" w14:textId="555F4B24" w:rsidR="00E71F13" w:rsidRPr="002F54CE" w:rsidRDefault="00E71F13" w:rsidP="0093764B">
      <w:pPr>
        <w:pStyle w:val="Akapitzlist"/>
        <w:widowControl w:val="0"/>
        <w:numPr>
          <w:ilvl w:val="0"/>
          <w:numId w:val="21"/>
        </w:numPr>
        <w:suppressAutoHyphens/>
        <w:spacing w:before="0"/>
        <w:rPr>
          <w:rFonts w:asciiTheme="minorHAnsi" w:hAnsiTheme="minorHAnsi" w:cstheme="minorHAnsi"/>
          <w:bCs/>
          <w:szCs w:val="24"/>
        </w:rPr>
      </w:pPr>
      <w:r w:rsidRPr="002F54CE">
        <w:rPr>
          <w:rFonts w:asciiTheme="minorHAnsi" w:hAnsiTheme="minorHAnsi" w:cstheme="minorHAnsi"/>
          <w:bCs/>
          <w:szCs w:val="24"/>
        </w:rPr>
        <w:t>informacje o zastosowanych technicznych i organizacyjnych środkach bezpieczeństwa podlegają szczególnej ochronie</w:t>
      </w:r>
      <w:r w:rsidR="00ED7EC2" w:rsidRPr="002F54CE">
        <w:rPr>
          <w:rFonts w:asciiTheme="minorHAnsi" w:hAnsiTheme="minorHAnsi" w:cstheme="minorHAnsi"/>
          <w:bCs/>
          <w:szCs w:val="24"/>
        </w:rPr>
        <w:t xml:space="preserve"> i podlegają zasadom Umowy</w:t>
      </w:r>
      <w:r w:rsidRPr="002F54CE">
        <w:rPr>
          <w:rFonts w:asciiTheme="minorHAnsi" w:hAnsiTheme="minorHAnsi" w:cstheme="minorHAnsi"/>
          <w:bCs/>
          <w:szCs w:val="24"/>
        </w:rPr>
        <w:t>, gdyż ich ujawnienie może narazić ochronę danych osobowych.</w:t>
      </w:r>
    </w:p>
    <w:p w14:paraId="3E5DFFEA" w14:textId="46867FBF" w:rsidR="00F7693F" w:rsidRPr="002F54CE" w:rsidRDefault="00F7693F" w:rsidP="00F7693F">
      <w:pPr>
        <w:widowControl w:val="0"/>
        <w:numPr>
          <w:ilvl w:val="0"/>
          <w:numId w:val="1"/>
        </w:numPr>
        <w:suppressAutoHyphens/>
        <w:spacing w:before="0"/>
        <w:ind w:left="567" w:hanging="567"/>
        <w:rPr>
          <w:rFonts w:asciiTheme="minorHAnsi" w:hAnsiTheme="minorHAnsi" w:cstheme="minorHAnsi"/>
          <w:bCs/>
          <w:szCs w:val="24"/>
        </w:rPr>
      </w:pPr>
      <w:r w:rsidRPr="002F54CE">
        <w:rPr>
          <w:rFonts w:asciiTheme="minorHAnsi" w:hAnsiTheme="minorHAnsi" w:cstheme="minorHAnsi"/>
          <w:szCs w:val="24"/>
        </w:rPr>
        <w:t>Powierzający zgodnie z art. 28 ust. 3 RODO powierza Przetwarzającemu przetwarzanie danych osobowych określonych w Załączniku nr 1 do Umowy, których jest administratorem (w rozumieniu art. 4 pkt 7 RODO),</w:t>
      </w:r>
      <w:r w:rsidRPr="002F54CE">
        <w:rPr>
          <w:rFonts w:asciiTheme="minorHAnsi" w:hAnsiTheme="minorHAnsi" w:cstheme="minorHAnsi"/>
          <w:bCs/>
          <w:szCs w:val="24"/>
        </w:rPr>
        <w:t xml:space="preserve"> a Przetwarzający (jako podmiot przetwarzający w rozumieniu </w:t>
      </w:r>
      <w:r w:rsidRPr="002F54CE">
        <w:rPr>
          <w:rFonts w:asciiTheme="minorHAnsi" w:hAnsiTheme="minorHAnsi" w:cstheme="minorHAnsi"/>
          <w:szCs w:val="24"/>
        </w:rPr>
        <w:t xml:space="preserve">art. 4 pkt 8 </w:t>
      </w:r>
      <w:r w:rsidRPr="002F54CE">
        <w:rPr>
          <w:rFonts w:asciiTheme="minorHAnsi" w:hAnsiTheme="minorHAnsi" w:cstheme="minorHAnsi"/>
          <w:bCs/>
          <w:szCs w:val="24"/>
        </w:rPr>
        <w:t xml:space="preserve">RODO) </w:t>
      </w:r>
      <w:r w:rsidRPr="002F54CE">
        <w:rPr>
          <w:rFonts w:asciiTheme="minorHAnsi" w:hAnsiTheme="minorHAnsi" w:cstheme="minorHAnsi"/>
          <w:szCs w:val="24"/>
        </w:rPr>
        <w:t xml:space="preserve">zobowiązuje się do przetwarzania tych danych osobowych zgodnie z niniejszą Umową. </w:t>
      </w:r>
    </w:p>
    <w:p w14:paraId="351F9DFD" w14:textId="5C0079FA" w:rsidR="00F7693F" w:rsidRPr="002F54CE" w:rsidRDefault="00F7693F" w:rsidP="00102123">
      <w:pPr>
        <w:numPr>
          <w:ilvl w:val="0"/>
          <w:numId w:val="1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Powierzenie przetwarzania </w:t>
      </w:r>
      <w:r w:rsidR="007A37E8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osobowych, o których mowa w ust. </w:t>
      </w:r>
      <w:r w:rsidR="003B584F" w:rsidRPr="002F54CE">
        <w:rPr>
          <w:rFonts w:asciiTheme="minorHAnsi" w:hAnsiTheme="minorHAnsi" w:cstheme="minorHAnsi"/>
          <w:szCs w:val="24"/>
        </w:rPr>
        <w:t>2</w:t>
      </w:r>
      <w:r w:rsidR="004D2DFF" w:rsidRPr="002F54CE">
        <w:rPr>
          <w:rFonts w:asciiTheme="minorHAnsi" w:hAnsiTheme="minorHAnsi" w:cstheme="minorHAnsi"/>
          <w:szCs w:val="24"/>
        </w:rPr>
        <w:t>,</w:t>
      </w:r>
      <w:r w:rsidRPr="002F54CE">
        <w:rPr>
          <w:rFonts w:asciiTheme="minorHAnsi" w:hAnsiTheme="minorHAnsi" w:cstheme="minorHAnsi"/>
          <w:szCs w:val="24"/>
        </w:rPr>
        <w:t xml:space="preserve"> następuje w</w:t>
      </w:r>
      <w:r w:rsidR="00195D2E" w:rsidRPr="002F54CE">
        <w:rPr>
          <w:rFonts w:asciiTheme="minorHAnsi" w:hAnsiTheme="minorHAnsi" w:cstheme="minorHAnsi"/>
          <w:szCs w:val="24"/>
        </w:rPr>
        <w:t> </w:t>
      </w:r>
      <w:r w:rsidRPr="002F54CE">
        <w:rPr>
          <w:rFonts w:asciiTheme="minorHAnsi" w:hAnsiTheme="minorHAnsi" w:cstheme="minorHAnsi"/>
          <w:szCs w:val="24"/>
        </w:rPr>
        <w:t xml:space="preserve">zakresie określonym w Załączniku nr 1 do Umowy, w którym określony zostanie również rodzaj danych osobowych oraz kategorie osób, których dane dotyczą. </w:t>
      </w:r>
    </w:p>
    <w:p w14:paraId="5E69DC41" w14:textId="0140CB0E" w:rsidR="002C57D2" w:rsidRDefault="00D649A8" w:rsidP="0079765E">
      <w:pPr>
        <w:numPr>
          <w:ilvl w:val="0"/>
          <w:numId w:val="1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Powierzone do przetwarzania dane nie podlegają udostępnieniu osobom trzecim,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z zastrzeżeniem </w:t>
      </w:r>
      <w:r w:rsidR="00B760C4" w:rsidRPr="002F54CE">
        <w:rPr>
          <w:rFonts w:asciiTheme="minorHAnsi" w:hAnsiTheme="minorHAnsi" w:cstheme="minorHAnsi"/>
          <w:szCs w:val="24"/>
        </w:rPr>
        <w:t>§9</w:t>
      </w:r>
      <w:r w:rsidRPr="002F54CE">
        <w:rPr>
          <w:rFonts w:asciiTheme="minorHAnsi" w:hAnsiTheme="minorHAnsi" w:cstheme="minorHAnsi"/>
          <w:szCs w:val="24"/>
        </w:rPr>
        <w:t xml:space="preserve"> oraz obowiązków określonych w przepisach prawa. Wszelkie odstępstwa od zasady określonej w zdaniu poprzednim wymagają pisemnej zgody </w:t>
      </w:r>
      <w:r w:rsidR="0048710F" w:rsidRPr="002F54CE">
        <w:rPr>
          <w:rFonts w:asciiTheme="minorHAnsi" w:hAnsiTheme="minorHAnsi" w:cstheme="minorHAnsi"/>
          <w:szCs w:val="24"/>
        </w:rPr>
        <w:t>Powierzającego</w:t>
      </w:r>
      <w:r w:rsidRPr="002F54CE">
        <w:rPr>
          <w:rFonts w:asciiTheme="minorHAnsi" w:hAnsiTheme="minorHAnsi" w:cstheme="minorHAnsi"/>
          <w:szCs w:val="24"/>
        </w:rPr>
        <w:t>.</w:t>
      </w:r>
    </w:p>
    <w:p w14:paraId="0BB0AE7F" w14:textId="77777777" w:rsidR="000D4D84" w:rsidRPr="002F54CE" w:rsidRDefault="000D4D84" w:rsidP="000D4D84">
      <w:pPr>
        <w:tabs>
          <w:tab w:val="left" w:pos="567"/>
        </w:tabs>
        <w:spacing w:before="0"/>
        <w:ind w:left="567"/>
        <w:rPr>
          <w:rFonts w:asciiTheme="minorHAnsi" w:hAnsiTheme="minorHAnsi" w:cstheme="minorHAnsi"/>
          <w:szCs w:val="24"/>
        </w:rPr>
      </w:pPr>
    </w:p>
    <w:p w14:paraId="364E5D61" w14:textId="77777777" w:rsidR="004D76C9" w:rsidRPr="002F54CE" w:rsidRDefault="004D76C9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2F54CE">
        <w:rPr>
          <w:rFonts w:asciiTheme="minorHAnsi" w:hAnsiTheme="minorHAnsi" w:cstheme="minorHAnsi"/>
          <w:b/>
          <w:bCs/>
          <w:szCs w:val="24"/>
        </w:rPr>
        <w:t xml:space="preserve">§3. </w:t>
      </w:r>
      <w:r w:rsidRPr="000D4D84">
        <w:rPr>
          <w:rFonts w:asciiTheme="minorHAnsi" w:hAnsiTheme="minorHAnsi" w:cstheme="minorHAnsi"/>
          <w:b/>
          <w:bCs/>
          <w:szCs w:val="24"/>
        </w:rPr>
        <w:t>Charakter przetwarzania</w:t>
      </w:r>
    </w:p>
    <w:p w14:paraId="20C9F13E" w14:textId="04F7EE0A" w:rsidR="00361FD6" w:rsidRPr="002F54CE" w:rsidRDefault="00361FD6" w:rsidP="004D76C9">
      <w:pPr>
        <w:numPr>
          <w:ilvl w:val="0"/>
          <w:numId w:val="22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Przetwarzanie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 będzie miało charakter </w:t>
      </w:r>
      <w:r w:rsidR="005B7928" w:rsidRPr="002F54CE">
        <w:rPr>
          <w:rFonts w:asciiTheme="minorHAnsi" w:hAnsiTheme="minorHAnsi" w:cstheme="minorHAnsi"/>
          <w:szCs w:val="24"/>
        </w:rPr>
        <w:t>stały przez okres umowy głównej</w:t>
      </w:r>
      <w:r w:rsidR="00410F3A" w:rsidRPr="002F54CE">
        <w:rPr>
          <w:rFonts w:asciiTheme="minorHAnsi" w:hAnsiTheme="minorHAnsi" w:cstheme="minorHAnsi"/>
          <w:szCs w:val="24"/>
        </w:rPr>
        <w:t>, wynikający</w:t>
      </w:r>
      <w:r w:rsidR="005B7928" w:rsidRPr="002F54CE">
        <w:rPr>
          <w:rFonts w:asciiTheme="minorHAnsi" w:hAnsiTheme="minorHAnsi" w:cstheme="minorHAnsi"/>
          <w:szCs w:val="24"/>
        </w:rPr>
        <w:t xml:space="preserve"> </w:t>
      </w:r>
      <w:r w:rsidR="00410F3A" w:rsidRPr="002F54CE">
        <w:rPr>
          <w:rFonts w:asciiTheme="minorHAnsi" w:hAnsiTheme="minorHAnsi" w:cstheme="minorHAnsi"/>
          <w:szCs w:val="24"/>
        </w:rPr>
        <w:t>z konieczności realizacji prac na całej bazie danych w</w:t>
      </w:r>
      <w:r w:rsidRPr="002F54CE">
        <w:rPr>
          <w:rFonts w:asciiTheme="minorHAnsi" w:hAnsiTheme="minorHAnsi" w:cstheme="minorHAnsi"/>
          <w:szCs w:val="24"/>
        </w:rPr>
        <w:t xml:space="preserve"> okres</w:t>
      </w:r>
      <w:r w:rsidR="00410F3A" w:rsidRPr="002F54CE">
        <w:rPr>
          <w:rFonts w:asciiTheme="minorHAnsi" w:hAnsiTheme="minorHAnsi" w:cstheme="minorHAnsi"/>
          <w:szCs w:val="24"/>
        </w:rPr>
        <w:t>ie</w:t>
      </w:r>
      <w:r w:rsidRPr="002F54CE">
        <w:rPr>
          <w:rFonts w:asciiTheme="minorHAnsi" w:hAnsiTheme="minorHAnsi" w:cstheme="minorHAnsi"/>
          <w:szCs w:val="24"/>
        </w:rPr>
        <w:t xml:space="preserve"> realizacji Umowy głównej.</w:t>
      </w:r>
    </w:p>
    <w:p w14:paraId="77612122" w14:textId="256A4B17" w:rsidR="00F7693F" w:rsidRPr="002F54CE" w:rsidRDefault="00F7693F" w:rsidP="004D76C9">
      <w:pPr>
        <w:numPr>
          <w:ilvl w:val="0"/>
          <w:numId w:val="22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Przetwarzanie odbywać się będzie w formie elektronicznej w systemach informatycznych poprzez wykonywanie wszystkich czynności (operacji na danych osobowych) uzasadnionych wykonywaniem lub realizacją Umowy głównej. Przetwarzający będzie w szczególności wykonywał następujące operacje dotyczące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osobowych: </w:t>
      </w:r>
      <w:r w:rsidR="00821847" w:rsidRPr="002F54CE">
        <w:rPr>
          <w:rFonts w:asciiTheme="minorHAnsi" w:hAnsiTheme="minorHAnsi" w:cstheme="minorHAnsi"/>
          <w:szCs w:val="24"/>
        </w:rPr>
        <w:t>przeglądanie</w:t>
      </w:r>
      <w:r w:rsidR="00897CC5" w:rsidRPr="002F54CE">
        <w:rPr>
          <w:rFonts w:asciiTheme="minorHAnsi" w:hAnsiTheme="minorHAnsi" w:cstheme="minorHAnsi"/>
          <w:szCs w:val="24"/>
        </w:rPr>
        <w:t>,</w:t>
      </w:r>
      <w:r w:rsidR="00167069" w:rsidRPr="002F54CE">
        <w:rPr>
          <w:rFonts w:asciiTheme="minorHAnsi" w:hAnsiTheme="minorHAnsi" w:cstheme="minorHAnsi"/>
          <w:szCs w:val="24"/>
        </w:rPr>
        <w:t xml:space="preserve"> </w:t>
      </w:r>
      <w:r w:rsidR="00897CC5" w:rsidRPr="002F54CE">
        <w:rPr>
          <w:rFonts w:asciiTheme="minorHAnsi" w:hAnsiTheme="minorHAnsi" w:cstheme="minorHAnsi"/>
          <w:szCs w:val="24"/>
        </w:rPr>
        <w:t>adaptowanie i modyfikowanie</w:t>
      </w:r>
      <w:r w:rsidRPr="002F54CE">
        <w:rPr>
          <w:rFonts w:asciiTheme="minorHAnsi" w:hAnsiTheme="minorHAnsi" w:cstheme="minorHAnsi"/>
          <w:szCs w:val="24"/>
        </w:rPr>
        <w:t xml:space="preserve">. </w:t>
      </w:r>
    </w:p>
    <w:p w14:paraId="64411FD1" w14:textId="6B87E91C" w:rsidR="00F7693F" w:rsidRPr="002F54CE" w:rsidRDefault="00F7693F" w:rsidP="004D76C9">
      <w:pPr>
        <w:numPr>
          <w:ilvl w:val="0"/>
          <w:numId w:val="22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Co do zasady, przetwarzanie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 odbywać się będzie  </w:t>
      </w:r>
      <w:r w:rsidR="0091127C" w:rsidRPr="002F54CE">
        <w:rPr>
          <w:rFonts w:asciiTheme="minorHAnsi" w:hAnsiTheme="minorHAnsi" w:cstheme="minorHAnsi"/>
          <w:szCs w:val="24"/>
        </w:rPr>
        <w:t>na urządzeniach zarządzanych przez Przetwarzającego i poza siedzibą Powierzającego, przy czym Powierzający może posiadać kopie tych danych.</w:t>
      </w:r>
      <w:r w:rsidR="00064B6E" w:rsidRPr="002F54CE">
        <w:rPr>
          <w:rFonts w:asciiTheme="minorHAnsi" w:hAnsiTheme="minorHAnsi" w:cstheme="minorHAnsi"/>
          <w:szCs w:val="24"/>
        </w:rPr>
        <w:t xml:space="preserve"> </w:t>
      </w:r>
    </w:p>
    <w:p w14:paraId="0FCB0511" w14:textId="2BD4C55F" w:rsidR="00F96447" w:rsidRPr="002F54CE" w:rsidRDefault="00F7693F" w:rsidP="00F96447">
      <w:pPr>
        <w:numPr>
          <w:ilvl w:val="0"/>
          <w:numId w:val="22"/>
        </w:numPr>
        <w:spacing w:before="0"/>
        <w:ind w:left="567" w:hanging="567"/>
        <w:rPr>
          <w:rFonts w:asciiTheme="minorHAnsi" w:hAnsiTheme="minorHAnsi" w:cstheme="minorHAnsi"/>
          <w:b/>
          <w:bCs/>
          <w:szCs w:val="24"/>
        </w:rPr>
      </w:pPr>
      <w:r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Dostęp do </w:t>
      </w:r>
      <w:r w:rsidR="00045949" w:rsidRPr="002F54CE">
        <w:rPr>
          <w:rFonts w:asciiTheme="minorHAnsi" w:eastAsia="Lucida Sans Unicode" w:hAnsiTheme="minorHAnsi" w:cstheme="minorHAnsi"/>
          <w:kern w:val="1"/>
          <w:szCs w:val="24"/>
        </w:rPr>
        <w:t>d</w:t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>anych osobowych odbywać się będzie</w:t>
      </w:r>
      <w:r w:rsidR="002F6D5C"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 również</w:t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 za pośrednictwem szyfrowanego łącza aktywowanego</w:t>
      </w:r>
      <w:r w:rsidR="00F96447"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 w związku z realizacją </w:t>
      </w:r>
      <w:r w:rsidR="00F96447" w:rsidRPr="002F54CE">
        <w:rPr>
          <w:rFonts w:asciiTheme="minorHAnsi" w:hAnsiTheme="minorHAnsi" w:cstheme="minorHAnsi"/>
          <w:szCs w:val="24"/>
        </w:rPr>
        <w:t xml:space="preserve">Umowy głównej. </w:t>
      </w:r>
    </w:p>
    <w:p w14:paraId="7878FA62" w14:textId="7BAFE3D4" w:rsidR="00F7693F" w:rsidRPr="002F54CE" w:rsidRDefault="00F7693F" w:rsidP="004D76C9">
      <w:pPr>
        <w:numPr>
          <w:ilvl w:val="0"/>
          <w:numId w:val="22"/>
        </w:numPr>
        <w:spacing w:before="0"/>
        <w:ind w:left="567" w:hanging="567"/>
        <w:rPr>
          <w:rFonts w:asciiTheme="minorHAnsi" w:hAnsiTheme="minorHAnsi" w:cstheme="minorHAnsi"/>
          <w:b/>
          <w:bCs/>
          <w:szCs w:val="24"/>
        </w:rPr>
      </w:pPr>
      <w:r w:rsidRPr="002F54CE">
        <w:rPr>
          <w:rFonts w:asciiTheme="minorHAnsi" w:hAnsiTheme="minorHAnsi" w:cstheme="minorHAnsi"/>
          <w:szCs w:val="24"/>
          <w:lang w:eastAsia="pl-PL"/>
        </w:rPr>
        <w:t xml:space="preserve">Dostęp za pośrednictwem łącza </w:t>
      </w:r>
      <w:r w:rsidR="00F96447" w:rsidRPr="002F54CE">
        <w:rPr>
          <w:rFonts w:asciiTheme="minorHAnsi" w:hAnsiTheme="minorHAnsi" w:cstheme="minorHAnsi"/>
          <w:szCs w:val="24"/>
          <w:lang w:eastAsia="pl-PL"/>
        </w:rPr>
        <w:t>szyfrowanego</w:t>
      </w:r>
      <w:r w:rsidRPr="002F54CE">
        <w:rPr>
          <w:rFonts w:asciiTheme="minorHAnsi" w:hAnsiTheme="minorHAnsi" w:cstheme="minorHAnsi"/>
          <w:szCs w:val="24"/>
          <w:lang w:eastAsia="pl-PL"/>
        </w:rPr>
        <w:t>, o którym mowa w ustępie poprzedzającym, może odbywać się z wykorzystaniem zdalnych połączeń Przetwarzającego do platformy sprzętowo-systemowej Powierzającego, pod warunkiem spełnienia następujących wymogów:</w:t>
      </w:r>
    </w:p>
    <w:p w14:paraId="542A8327" w14:textId="014C3321" w:rsidR="00F7693F" w:rsidRPr="002F54CE" w:rsidRDefault="00F7693F" w:rsidP="00F7693F">
      <w:pPr>
        <w:pStyle w:val="Akapitzlist"/>
        <w:numPr>
          <w:ilvl w:val="0"/>
          <w:numId w:val="16"/>
        </w:numPr>
        <w:spacing w:before="0"/>
        <w:ind w:left="709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zdalny dostęp będzie realizowany wyłącznie z siedziby Przetwarzającego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na odpowiednio zabezpieczonym sprzęcie komputerowym zarządzanym przez Przetwarzającego,</w:t>
      </w:r>
    </w:p>
    <w:p w14:paraId="7DF64B40" w14:textId="225840D1" w:rsidR="00F7693F" w:rsidRPr="002F54CE" w:rsidRDefault="00F7693F" w:rsidP="00F7693F">
      <w:pPr>
        <w:pStyle w:val="Akapitzlist"/>
        <w:numPr>
          <w:ilvl w:val="0"/>
          <w:numId w:val="16"/>
        </w:numPr>
        <w:spacing w:before="0"/>
        <w:ind w:left="709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dostęp do zdalnego połączenia będą miały tylko i wyłącznie osoby upoważnione przez Przetwarzającego.</w:t>
      </w:r>
    </w:p>
    <w:p w14:paraId="02FF37A1" w14:textId="77777777" w:rsidR="002E7CD6" w:rsidRPr="002F54CE" w:rsidRDefault="002E7CD6" w:rsidP="00281FD9">
      <w:pPr>
        <w:tabs>
          <w:tab w:val="left" w:pos="0"/>
        </w:tabs>
        <w:spacing w:before="0"/>
        <w:ind w:left="360"/>
        <w:jc w:val="left"/>
        <w:rPr>
          <w:rFonts w:asciiTheme="minorHAnsi" w:hAnsiTheme="minorHAnsi" w:cstheme="minorHAnsi"/>
          <w:b/>
          <w:bCs/>
          <w:szCs w:val="24"/>
        </w:rPr>
      </w:pPr>
    </w:p>
    <w:p w14:paraId="25E1D459" w14:textId="4794731B" w:rsidR="00F7693F" w:rsidRPr="000D4D84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2F54CE">
        <w:rPr>
          <w:rFonts w:asciiTheme="minorHAnsi" w:hAnsiTheme="minorHAnsi" w:cstheme="minorHAnsi"/>
          <w:b/>
          <w:bCs/>
          <w:szCs w:val="24"/>
        </w:rPr>
        <w:t>§</w:t>
      </w:r>
      <w:r w:rsidR="00D649A8" w:rsidRPr="002F54CE">
        <w:rPr>
          <w:rFonts w:asciiTheme="minorHAnsi" w:hAnsiTheme="minorHAnsi" w:cstheme="minorHAnsi"/>
          <w:b/>
          <w:bCs/>
          <w:szCs w:val="24"/>
        </w:rPr>
        <w:t>4</w:t>
      </w:r>
      <w:r w:rsidRPr="002F54CE">
        <w:rPr>
          <w:rFonts w:asciiTheme="minorHAnsi" w:hAnsiTheme="minorHAnsi" w:cstheme="minorHAnsi"/>
          <w:b/>
          <w:bCs/>
          <w:szCs w:val="24"/>
        </w:rPr>
        <w:t>.</w:t>
      </w:r>
      <w:r w:rsidR="00B67BEC" w:rsidRPr="002F54CE">
        <w:rPr>
          <w:rFonts w:asciiTheme="minorHAnsi" w:hAnsiTheme="minorHAnsi" w:cstheme="minorHAnsi"/>
          <w:b/>
          <w:bCs/>
          <w:szCs w:val="24"/>
        </w:rPr>
        <w:t xml:space="preserve"> </w:t>
      </w:r>
      <w:r w:rsidRPr="000D4D84">
        <w:rPr>
          <w:rFonts w:asciiTheme="minorHAnsi" w:hAnsiTheme="minorHAnsi" w:cstheme="minorHAnsi"/>
          <w:b/>
          <w:bCs/>
          <w:szCs w:val="24"/>
        </w:rPr>
        <w:t xml:space="preserve">Okres obowiązywania Umowy, </w:t>
      </w:r>
      <w:r w:rsidRPr="002F54CE">
        <w:rPr>
          <w:rFonts w:asciiTheme="minorHAnsi" w:hAnsiTheme="minorHAnsi" w:cstheme="minorHAnsi"/>
          <w:b/>
          <w:szCs w:val="24"/>
        </w:rPr>
        <w:t>czas trwania przetwarzania danych osobowych</w:t>
      </w:r>
    </w:p>
    <w:p w14:paraId="639C24CF" w14:textId="25C2513A" w:rsidR="00F7693F" w:rsidRPr="002F54CE" w:rsidRDefault="00F7693F" w:rsidP="00F7693F">
      <w:pPr>
        <w:pStyle w:val="Akapitzlist"/>
        <w:numPr>
          <w:ilvl w:val="0"/>
          <w:numId w:val="7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Umowa zostaje zawarta na czas określony i obowiązuje począwszy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od </w:t>
      </w:r>
      <w:r w:rsidR="000E6E9A" w:rsidRPr="002F54CE">
        <w:rPr>
          <w:rFonts w:asciiTheme="minorHAnsi" w:hAnsiTheme="minorHAnsi" w:cstheme="minorHAnsi"/>
          <w:szCs w:val="24"/>
        </w:rPr>
        <w:t>………….</w:t>
      </w:r>
      <w:r w:rsidR="005938E7" w:rsidRPr="002F54CE">
        <w:rPr>
          <w:rFonts w:asciiTheme="minorHAnsi" w:hAnsiTheme="minorHAnsi" w:cstheme="minorHAnsi"/>
          <w:szCs w:val="24"/>
        </w:rPr>
        <w:t xml:space="preserve"> </w:t>
      </w:r>
      <w:r w:rsidR="0020214F" w:rsidRPr="002F54CE">
        <w:rPr>
          <w:rFonts w:asciiTheme="minorHAnsi" w:hAnsiTheme="minorHAnsi" w:cstheme="minorHAnsi"/>
          <w:szCs w:val="24"/>
        </w:rPr>
        <w:t>202</w:t>
      </w:r>
      <w:r w:rsidR="002F6D5C" w:rsidRPr="002F54CE">
        <w:rPr>
          <w:rFonts w:asciiTheme="minorHAnsi" w:hAnsiTheme="minorHAnsi" w:cstheme="minorHAnsi"/>
          <w:szCs w:val="24"/>
        </w:rPr>
        <w:t>4</w:t>
      </w:r>
      <w:r w:rsidRPr="002F54CE">
        <w:rPr>
          <w:rFonts w:asciiTheme="minorHAnsi" w:hAnsiTheme="minorHAnsi" w:cstheme="minorHAnsi"/>
          <w:szCs w:val="24"/>
        </w:rPr>
        <w:t xml:space="preserve"> r. do dnia </w:t>
      </w:r>
      <w:r w:rsidR="00102123" w:rsidRPr="002F54CE">
        <w:rPr>
          <w:rFonts w:asciiTheme="minorHAnsi" w:hAnsiTheme="minorHAnsi" w:cstheme="minorHAnsi"/>
          <w:szCs w:val="24"/>
        </w:rPr>
        <w:t>………….</w:t>
      </w:r>
      <w:r w:rsidR="007C6B21" w:rsidRPr="002F54CE">
        <w:rPr>
          <w:rFonts w:asciiTheme="minorHAnsi" w:hAnsiTheme="minorHAnsi" w:cstheme="minorHAnsi"/>
          <w:szCs w:val="24"/>
        </w:rPr>
        <w:t xml:space="preserve"> 20</w:t>
      </w:r>
      <w:r w:rsidR="00A64FAD" w:rsidRPr="002F54CE">
        <w:rPr>
          <w:rFonts w:asciiTheme="minorHAnsi" w:hAnsiTheme="minorHAnsi" w:cstheme="minorHAnsi"/>
          <w:szCs w:val="24"/>
        </w:rPr>
        <w:t>2</w:t>
      </w:r>
      <w:r w:rsidR="002F6D5C" w:rsidRPr="002F54CE">
        <w:rPr>
          <w:rFonts w:asciiTheme="minorHAnsi" w:hAnsiTheme="minorHAnsi" w:cstheme="minorHAnsi"/>
          <w:szCs w:val="24"/>
        </w:rPr>
        <w:t>4</w:t>
      </w:r>
      <w:r w:rsidRPr="002F54CE">
        <w:rPr>
          <w:rFonts w:asciiTheme="minorHAnsi" w:hAnsiTheme="minorHAnsi" w:cstheme="minorHAnsi"/>
          <w:szCs w:val="24"/>
        </w:rPr>
        <w:t xml:space="preserve"> r. (tj. do końca obowiązywania Umowy głównej), </w:t>
      </w:r>
      <w:r w:rsidR="00195D2E" w:rsidRPr="002F54CE">
        <w:rPr>
          <w:rFonts w:asciiTheme="minorHAnsi" w:hAnsiTheme="minorHAnsi" w:cstheme="minorHAnsi"/>
          <w:szCs w:val="24"/>
        </w:rPr>
        <w:t>z </w:t>
      </w:r>
      <w:r w:rsidRPr="002F54CE">
        <w:rPr>
          <w:rFonts w:asciiTheme="minorHAnsi" w:hAnsiTheme="minorHAnsi" w:cstheme="minorHAnsi"/>
          <w:szCs w:val="24"/>
        </w:rPr>
        <w:t>zast</w:t>
      </w:r>
      <w:r w:rsidR="00D63119" w:rsidRPr="002F54CE">
        <w:rPr>
          <w:rFonts w:asciiTheme="minorHAnsi" w:hAnsiTheme="minorHAnsi" w:cstheme="minorHAnsi"/>
          <w:szCs w:val="24"/>
        </w:rPr>
        <w:t>rzeżeniem ust. 2 i 3 poniżej.</w:t>
      </w:r>
    </w:p>
    <w:p w14:paraId="783D082A" w14:textId="6EA601C2" w:rsidR="00F7693F" w:rsidRPr="002F54CE" w:rsidRDefault="00F7693F" w:rsidP="00F7693F">
      <w:pPr>
        <w:pStyle w:val="Akapitzlist"/>
        <w:numPr>
          <w:ilvl w:val="0"/>
          <w:numId w:val="7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W przypadku wcześniejszego rozwiązania lub wygaśnięcia (z dowolnej przyczyny) Umowy głównej (warunek) rozwiązaniu ulega również niniejsza Umowa, z</w:t>
      </w:r>
      <w:r w:rsidR="00195D2E" w:rsidRPr="002F54CE">
        <w:rPr>
          <w:rFonts w:asciiTheme="minorHAnsi" w:hAnsiTheme="minorHAnsi" w:cstheme="minorHAnsi"/>
          <w:szCs w:val="24"/>
        </w:rPr>
        <w:t> </w:t>
      </w:r>
      <w:r w:rsidRPr="002F54CE">
        <w:rPr>
          <w:rFonts w:asciiTheme="minorHAnsi" w:hAnsiTheme="minorHAnsi" w:cstheme="minorHAnsi"/>
          <w:szCs w:val="24"/>
        </w:rPr>
        <w:t>zastrzeżeniem ust. 3.</w:t>
      </w:r>
    </w:p>
    <w:p w14:paraId="586F33D5" w14:textId="1D4437E7" w:rsidR="00F7693F" w:rsidRPr="002F54CE" w:rsidRDefault="00F7693F" w:rsidP="00F7693F">
      <w:pPr>
        <w:pStyle w:val="Akapitzlist"/>
        <w:numPr>
          <w:ilvl w:val="0"/>
          <w:numId w:val="7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Termin obowiązywania niniejszej Umowy zostaje wydłużony do dni</w:t>
      </w:r>
      <w:r w:rsidR="0080022E" w:rsidRPr="002F54CE">
        <w:rPr>
          <w:rFonts w:asciiTheme="minorHAnsi" w:hAnsiTheme="minorHAnsi" w:cstheme="minorHAnsi"/>
          <w:szCs w:val="24"/>
        </w:rPr>
        <w:t>a upływu terminu wskazanego w §5 ust. 11</w:t>
      </w:r>
      <w:r w:rsidRPr="002F54CE">
        <w:rPr>
          <w:rFonts w:asciiTheme="minorHAnsi" w:hAnsiTheme="minorHAnsi" w:cstheme="minorHAnsi"/>
          <w:szCs w:val="24"/>
        </w:rPr>
        <w:t xml:space="preserve"> in fine przewidzianego na wykonanie obowiązków w nim wskazanych.</w:t>
      </w:r>
    </w:p>
    <w:p w14:paraId="388C23FA" w14:textId="148AC8C9" w:rsidR="00F7693F" w:rsidRPr="002F54CE" w:rsidRDefault="00F7693F" w:rsidP="00801445">
      <w:pPr>
        <w:pStyle w:val="Akapitzlist"/>
        <w:numPr>
          <w:ilvl w:val="0"/>
          <w:numId w:val="7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Przetwarzanie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 odbywać się będzie w okresie obowiązywania niniejszej Umowy. </w:t>
      </w:r>
    </w:p>
    <w:p w14:paraId="4BBF783F" w14:textId="77777777" w:rsidR="004564B7" w:rsidRPr="002F54CE" w:rsidRDefault="004564B7" w:rsidP="00F7693F">
      <w:pPr>
        <w:tabs>
          <w:tab w:val="left" w:pos="0"/>
        </w:tabs>
        <w:spacing w:before="0"/>
        <w:rPr>
          <w:rFonts w:asciiTheme="minorHAnsi" w:hAnsiTheme="minorHAnsi" w:cstheme="minorHAnsi"/>
          <w:b/>
          <w:bCs/>
          <w:szCs w:val="24"/>
        </w:rPr>
      </w:pPr>
    </w:p>
    <w:p w14:paraId="734CFDEA" w14:textId="77777777" w:rsidR="00F7693F" w:rsidRPr="002F54CE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2F54CE">
        <w:rPr>
          <w:rFonts w:asciiTheme="minorHAnsi" w:hAnsiTheme="minorHAnsi" w:cstheme="minorHAnsi"/>
          <w:b/>
          <w:bCs/>
          <w:szCs w:val="24"/>
        </w:rPr>
        <w:t>§</w:t>
      </w:r>
      <w:r w:rsidR="00D649A8" w:rsidRPr="002F54CE">
        <w:rPr>
          <w:rFonts w:asciiTheme="minorHAnsi" w:hAnsiTheme="minorHAnsi" w:cstheme="minorHAnsi"/>
          <w:b/>
          <w:bCs/>
          <w:szCs w:val="24"/>
        </w:rPr>
        <w:t>5</w:t>
      </w:r>
      <w:r w:rsidRPr="002F54CE">
        <w:rPr>
          <w:rFonts w:asciiTheme="minorHAnsi" w:hAnsiTheme="minorHAnsi" w:cstheme="minorHAnsi"/>
          <w:b/>
          <w:bCs/>
          <w:szCs w:val="24"/>
        </w:rPr>
        <w:t>. Oświadczenia i obowiązki Przetwarzającego</w:t>
      </w:r>
    </w:p>
    <w:p w14:paraId="6BB600E0" w14:textId="48068834" w:rsidR="00F7693F" w:rsidRPr="002F54CE" w:rsidRDefault="00F7693F" w:rsidP="00F7693F">
      <w:pPr>
        <w:numPr>
          <w:ilvl w:val="0"/>
          <w:numId w:val="5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zobowiązuje się wykonać zobowiązania określone w niniejszej Umowie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z należytą starannością. </w:t>
      </w:r>
    </w:p>
    <w:p w14:paraId="404C8FC8" w14:textId="276D2045" w:rsidR="00AD4F4D" w:rsidRPr="002F54CE" w:rsidRDefault="00AD4F4D" w:rsidP="00F7693F">
      <w:pPr>
        <w:numPr>
          <w:ilvl w:val="0"/>
          <w:numId w:val="5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Przetwarzający oświadcza, że wszelkie dane osobowe, które w trakcie trwania umowy pozyska w związku z realizacją Umowy głównej, będzie wykorzystywał tylko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i wyłącznie do celów związanych z jej realizacją i na zasadach określonych w Umowie.</w:t>
      </w:r>
    </w:p>
    <w:p w14:paraId="5434AF9E" w14:textId="2B2D2B9A" w:rsidR="00F7693F" w:rsidRPr="002F54CE" w:rsidRDefault="00F7693F" w:rsidP="00F7693F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będzie przetwarzał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ane osobowe wyłącznie zgodnie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z udokumentowanymi poleceniami lub instrukcjami Powierzającego, przy czym Strony wskazują, iż </w:t>
      </w:r>
      <w:r w:rsidR="00CF1B34" w:rsidRPr="002F54CE">
        <w:rPr>
          <w:rFonts w:asciiTheme="minorHAnsi" w:hAnsiTheme="minorHAnsi" w:cstheme="minorHAnsi"/>
          <w:szCs w:val="24"/>
        </w:rPr>
        <w:t xml:space="preserve">udokumentowane </w:t>
      </w:r>
      <w:r w:rsidRPr="002F54CE">
        <w:rPr>
          <w:rFonts w:asciiTheme="minorHAnsi" w:hAnsiTheme="minorHAnsi" w:cstheme="minorHAnsi"/>
          <w:szCs w:val="24"/>
        </w:rPr>
        <w:t xml:space="preserve">zgłoszenia </w:t>
      </w:r>
      <w:r w:rsidR="00CF1B34" w:rsidRPr="002F54CE">
        <w:rPr>
          <w:rFonts w:asciiTheme="minorHAnsi" w:hAnsiTheme="minorHAnsi" w:cstheme="minorHAnsi"/>
          <w:szCs w:val="24"/>
        </w:rPr>
        <w:t>wykonania czynności, w związku</w:t>
      </w:r>
      <w:r w:rsidR="00572073" w:rsidRPr="002F54CE">
        <w:rPr>
          <w:rFonts w:asciiTheme="minorHAnsi" w:hAnsiTheme="minorHAnsi" w:cstheme="minorHAnsi"/>
          <w:szCs w:val="24"/>
        </w:rPr>
        <w:t xml:space="preserve"> z realizacją Umowy głównej lub Umowy oraz treści tych umów</w:t>
      </w:r>
      <w:r w:rsidR="00CF1B34" w:rsidRPr="002F54CE">
        <w:rPr>
          <w:rFonts w:asciiTheme="minorHAnsi" w:hAnsiTheme="minorHAnsi" w:cstheme="minorHAnsi"/>
          <w:szCs w:val="24"/>
        </w:rPr>
        <w:t xml:space="preserve">, </w:t>
      </w:r>
      <w:r w:rsidRPr="002F54CE">
        <w:rPr>
          <w:rFonts w:asciiTheme="minorHAnsi" w:hAnsiTheme="minorHAnsi" w:cstheme="minorHAnsi"/>
          <w:szCs w:val="24"/>
        </w:rPr>
        <w:t xml:space="preserve">są i będą traktowane jako udokumentowane polecenia Powierzającego. </w:t>
      </w:r>
      <w:r w:rsidR="00CF1B34" w:rsidRPr="002F54CE">
        <w:rPr>
          <w:rFonts w:asciiTheme="minorHAnsi" w:hAnsiTheme="minorHAnsi" w:cstheme="minorHAnsi"/>
          <w:szCs w:val="24"/>
        </w:rPr>
        <w:t xml:space="preserve">Udokumentowane zgłoszenia wykonania czynności, o których mowa w zdaniu poprzedzającym, będą przekazywane drogą elektroniczną </w:t>
      </w:r>
      <w:r w:rsidRPr="002F54CE">
        <w:rPr>
          <w:rFonts w:asciiTheme="minorHAnsi" w:hAnsiTheme="minorHAnsi" w:cstheme="minorHAnsi"/>
          <w:szCs w:val="24"/>
        </w:rPr>
        <w:t>na adres</w:t>
      </w:r>
      <w:r w:rsidR="00CF1B34" w:rsidRPr="002F54CE">
        <w:rPr>
          <w:rFonts w:asciiTheme="minorHAnsi" w:hAnsiTheme="minorHAnsi" w:cstheme="minorHAnsi"/>
          <w:szCs w:val="24"/>
        </w:rPr>
        <w:t>y</w:t>
      </w:r>
      <w:r w:rsidRPr="002F54CE">
        <w:rPr>
          <w:rFonts w:asciiTheme="minorHAnsi" w:hAnsiTheme="minorHAnsi" w:cstheme="minorHAnsi"/>
          <w:szCs w:val="24"/>
        </w:rPr>
        <w:t xml:space="preserve"> e-mail</w:t>
      </w:r>
      <w:r w:rsidR="00CF1B34" w:rsidRPr="002F54CE">
        <w:rPr>
          <w:rFonts w:asciiTheme="minorHAnsi" w:hAnsiTheme="minorHAnsi" w:cstheme="minorHAnsi"/>
          <w:szCs w:val="24"/>
        </w:rPr>
        <w:t xml:space="preserve">, zgodnie z Umową główną lub Umową </w:t>
      </w:r>
      <w:r w:rsidRPr="002F54CE">
        <w:rPr>
          <w:rFonts w:asciiTheme="minorHAnsi" w:hAnsiTheme="minorHAnsi" w:cstheme="minorHAnsi"/>
          <w:szCs w:val="24"/>
        </w:rPr>
        <w:t xml:space="preserve">lub na piśmie </w:t>
      </w:r>
      <w:r w:rsidR="00845BA4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na adres wskazany</w:t>
      </w:r>
      <w:r w:rsidR="00CF1B34" w:rsidRPr="002F54CE">
        <w:rPr>
          <w:rFonts w:asciiTheme="minorHAnsi" w:hAnsiTheme="minorHAnsi" w:cstheme="minorHAnsi"/>
          <w:szCs w:val="24"/>
        </w:rPr>
        <w:t xml:space="preserve"> do doręczeń,</w:t>
      </w:r>
      <w:r w:rsidRPr="002F54CE">
        <w:rPr>
          <w:rFonts w:asciiTheme="minorHAnsi" w:hAnsiTheme="minorHAnsi" w:cstheme="minorHAnsi"/>
          <w:szCs w:val="24"/>
        </w:rPr>
        <w:t xml:space="preserve"> w Umowie </w:t>
      </w:r>
      <w:r w:rsidR="00CF1B34" w:rsidRPr="002F54CE">
        <w:rPr>
          <w:rFonts w:asciiTheme="minorHAnsi" w:hAnsiTheme="minorHAnsi" w:cstheme="minorHAnsi"/>
          <w:szCs w:val="24"/>
        </w:rPr>
        <w:t>głównej lub Umowie</w:t>
      </w:r>
      <w:r w:rsidRPr="002F54CE">
        <w:rPr>
          <w:rFonts w:asciiTheme="minorHAnsi" w:hAnsiTheme="minorHAnsi" w:cstheme="minorHAnsi"/>
          <w:szCs w:val="24"/>
        </w:rPr>
        <w:t xml:space="preserve">. </w:t>
      </w:r>
    </w:p>
    <w:p w14:paraId="04421093" w14:textId="20FD884C" w:rsidR="00F7693F" w:rsidRPr="002F54CE" w:rsidRDefault="00F7693F" w:rsidP="00F7693F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oświadcza, że nie przekazuje </w:t>
      </w:r>
      <w:r w:rsidR="00D93685" w:rsidRPr="002F54CE">
        <w:rPr>
          <w:rFonts w:asciiTheme="minorHAnsi" w:hAnsiTheme="minorHAnsi" w:cstheme="minorHAnsi"/>
          <w:szCs w:val="24"/>
        </w:rPr>
        <w:t xml:space="preserve">i nie planuje przekazywać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="00D93685" w:rsidRPr="002F54CE">
        <w:rPr>
          <w:rFonts w:asciiTheme="minorHAnsi" w:hAnsiTheme="minorHAnsi" w:cstheme="minorHAnsi"/>
          <w:szCs w:val="24"/>
        </w:rPr>
        <w:t>any</w:t>
      </w:r>
      <w:r w:rsidRPr="002F54CE">
        <w:rPr>
          <w:rFonts w:asciiTheme="minorHAnsi" w:hAnsiTheme="minorHAnsi" w:cstheme="minorHAnsi"/>
          <w:szCs w:val="24"/>
        </w:rPr>
        <w:t xml:space="preserve">ch osobowych do państwa </w:t>
      </w:r>
      <w:r w:rsidR="00CF1B34" w:rsidRPr="002F54CE">
        <w:rPr>
          <w:rFonts w:asciiTheme="minorHAnsi" w:hAnsiTheme="minorHAnsi" w:cstheme="minorHAnsi"/>
          <w:szCs w:val="24"/>
        </w:rPr>
        <w:t>poza Unią Europejską</w:t>
      </w:r>
      <w:r w:rsidRPr="002F54CE">
        <w:rPr>
          <w:rFonts w:asciiTheme="minorHAnsi" w:hAnsiTheme="minorHAnsi" w:cstheme="minorHAnsi"/>
          <w:szCs w:val="24"/>
        </w:rPr>
        <w:t xml:space="preserve"> lub organizacji międzynarodowej. </w:t>
      </w:r>
    </w:p>
    <w:p w14:paraId="75829883" w14:textId="6A9EA725" w:rsidR="00F7693F" w:rsidRPr="002F54CE" w:rsidRDefault="00F7693F" w:rsidP="00F7693F">
      <w:pPr>
        <w:numPr>
          <w:ilvl w:val="0"/>
          <w:numId w:val="5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oświadcza, że podejmie po swojej stronie odpowiednie środki zabezpieczające </w:t>
      </w:r>
      <w:r w:rsidR="00D93685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ane osobowe, o których mowa w art. 32 RODO, uwzględniając stan wiedzy technicznej, koszt wdrażania oraz charakter, zakres, kontekst i cele przetwarzania oraz ryzyko naruszenia praw lub wolności osób fizycznych o różnym prawdopodobieństwie wystąpienia i wadze zagrożenia tak, aby zapewnić stopień bezpieczeństwa odpowiadający temu ryzyku.</w:t>
      </w:r>
    </w:p>
    <w:p w14:paraId="2E21D3E0" w14:textId="14A0AA6C" w:rsidR="00F7693F" w:rsidRPr="002F54CE" w:rsidRDefault="00F7693F" w:rsidP="00F7693F">
      <w:pPr>
        <w:numPr>
          <w:ilvl w:val="0"/>
          <w:numId w:val="5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Przetwarzający oświadcza, że do wykonywania zobowiązań wynikających z</w:t>
      </w:r>
      <w:r w:rsidR="00195D2E" w:rsidRPr="002F54CE">
        <w:rPr>
          <w:rFonts w:asciiTheme="minorHAnsi" w:hAnsiTheme="minorHAnsi" w:cstheme="minorHAnsi"/>
          <w:szCs w:val="24"/>
        </w:rPr>
        <w:t> </w:t>
      </w:r>
      <w:r w:rsidRPr="002F54CE">
        <w:rPr>
          <w:rFonts w:asciiTheme="minorHAnsi" w:hAnsiTheme="minorHAnsi" w:cstheme="minorHAnsi"/>
          <w:szCs w:val="24"/>
        </w:rPr>
        <w:t>postanowień Umowy</w:t>
      </w:r>
      <w:r w:rsidR="00CF1B34" w:rsidRPr="002F54CE">
        <w:rPr>
          <w:rFonts w:asciiTheme="minorHAnsi" w:hAnsiTheme="minorHAnsi" w:cstheme="minorHAnsi"/>
          <w:szCs w:val="24"/>
        </w:rPr>
        <w:t xml:space="preserve"> głównej</w:t>
      </w:r>
      <w:r w:rsidRPr="002F54CE">
        <w:rPr>
          <w:rFonts w:asciiTheme="minorHAnsi" w:hAnsiTheme="minorHAnsi" w:cstheme="minorHAnsi"/>
          <w:szCs w:val="24"/>
        </w:rPr>
        <w:t xml:space="preserve"> będą dopuszczone wyłącznie osoby </w:t>
      </w:r>
      <w:r w:rsidR="006D4AAB" w:rsidRPr="002F54CE">
        <w:rPr>
          <w:rFonts w:asciiTheme="minorHAnsi" w:hAnsiTheme="minorHAnsi" w:cstheme="minorHAnsi"/>
          <w:szCs w:val="24"/>
        </w:rPr>
        <w:t>upoważnione</w:t>
      </w:r>
      <w:r w:rsidRPr="002F54CE">
        <w:rPr>
          <w:rFonts w:asciiTheme="minorHAnsi" w:hAnsiTheme="minorHAnsi" w:cstheme="minorHAnsi"/>
          <w:szCs w:val="24"/>
        </w:rPr>
        <w:t xml:space="preserve"> do </w:t>
      </w:r>
      <w:r w:rsidR="006D4AAB" w:rsidRPr="002F54CE">
        <w:rPr>
          <w:rFonts w:asciiTheme="minorHAnsi" w:hAnsiTheme="minorHAnsi" w:cstheme="minorHAnsi"/>
          <w:szCs w:val="24"/>
        </w:rPr>
        <w:t xml:space="preserve">przetwarzania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</w:t>
      </w:r>
      <w:r w:rsidR="00CF1B34" w:rsidRPr="002F54CE">
        <w:rPr>
          <w:rFonts w:asciiTheme="minorHAnsi" w:hAnsiTheme="minorHAnsi" w:cstheme="minorHAnsi"/>
          <w:szCs w:val="24"/>
        </w:rPr>
        <w:t xml:space="preserve">h </w:t>
      </w:r>
      <w:r w:rsidR="006D4AAB" w:rsidRPr="002F54CE">
        <w:rPr>
          <w:rFonts w:asciiTheme="minorHAnsi" w:hAnsiTheme="minorHAnsi" w:cstheme="minorHAnsi"/>
          <w:szCs w:val="24"/>
        </w:rPr>
        <w:t>p</w:t>
      </w:r>
      <w:r w:rsidR="00CF1B34" w:rsidRPr="002F54CE">
        <w:rPr>
          <w:rFonts w:asciiTheme="minorHAnsi" w:hAnsiTheme="minorHAnsi" w:cstheme="minorHAnsi"/>
          <w:szCs w:val="24"/>
        </w:rPr>
        <w:t>rzez Przetwarzającego, w stosunku do których Przetwarzający:</w:t>
      </w:r>
    </w:p>
    <w:p w14:paraId="62C9FCA2" w14:textId="66CAC9E7" w:rsidR="006D4AAB" w:rsidRPr="002F54CE" w:rsidRDefault="00F7693F" w:rsidP="00CF1B34">
      <w:pPr>
        <w:pStyle w:val="Akapitzlist"/>
        <w:numPr>
          <w:ilvl w:val="0"/>
          <w:numId w:val="23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prowadzić będzie ewidencję osób posiadających upoważnienia do przetwarzania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</w:t>
      </w:r>
      <w:r w:rsidR="006D4AAB" w:rsidRPr="002F54CE">
        <w:rPr>
          <w:rFonts w:asciiTheme="minorHAnsi" w:hAnsiTheme="minorHAnsi" w:cstheme="minorHAnsi"/>
          <w:szCs w:val="24"/>
        </w:rPr>
        <w:t>, którą będzie udostępniał Powierzającemu na każde jego żądanie, co najmniej w zakresie imion, nazwiska, stanowisk</w:t>
      </w:r>
      <w:r w:rsidR="008173E0" w:rsidRPr="002F54CE">
        <w:rPr>
          <w:rFonts w:asciiTheme="minorHAnsi" w:hAnsiTheme="minorHAnsi" w:cstheme="minorHAnsi"/>
          <w:szCs w:val="24"/>
        </w:rPr>
        <w:t>a</w:t>
      </w:r>
      <w:r w:rsidR="006D4AAB" w:rsidRPr="002F54CE">
        <w:rPr>
          <w:rFonts w:asciiTheme="minorHAnsi" w:hAnsiTheme="minorHAnsi" w:cstheme="minorHAnsi"/>
          <w:szCs w:val="24"/>
        </w:rPr>
        <w:t xml:space="preserve"> i nazwy działu firmy, w której osoba jest zatrudniona;</w:t>
      </w:r>
    </w:p>
    <w:p w14:paraId="25C201C1" w14:textId="6E88B847" w:rsidR="00644B37" w:rsidRPr="002F54CE" w:rsidRDefault="00644B37" w:rsidP="00C3616F">
      <w:pPr>
        <w:pStyle w:val="Akapitzlist"/>
        <w:numPr>
          <w:ilvl w:val="0"/>
          <w:numId w:val="23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przed dopuszczeniem ich do przetwarzania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 zapoznał, z zasadami ochrony danych osobowych, które wprowadził w związku z RODO i UODO;</w:t>
      </w:r>
    </w:p>
    <w:p w14:paraId="79EDBEE5" w14:textId="73C4930E" w:rsidR="00F7693F" w:rsidRPr="002F54CE" w:rsidRDefault="00C3616F" w:rsidP="00C3616F">
      <w:pPr>
        <w:pStyle w:val="Akapitzlist"/>
        <w:numPr>
          <w:ilvl w:val="0"/>
          <w:numId w:val="23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zapewnia</w:t>
      </w:r>
      <w:r w:rsidR="00F7693F"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, że zostały zobowiązane do zachowania tajemnicy lub że podlegają odpowiedniemu ustawowemu obowiązkowi zachowania tajemnicy. Przetwarzający uzyskuje od tych osób udokumentowane oświadczenia zobowiązujące te osoby </w:t>
      </w:r>
      <w:r w:rsidR="002A2FE6" w:rsidRPr="002F54CE">
        <w:rPr>
          <w:rFonts w:asciiTheme="minorHAnsi" w:eastAsia="Lucida Sans Unicode" w:hAnsiTheme="minorHAnsi" w:cstheme="minorHAnsi"/>
          <w:kern w:val="1"/>
          <w:szCs w:val="24"/>
        </w:rPr>
        <w:br/>
      </w:r>
      <w:r w:rsidR="00F7693F" w:rsidRPr="002F54CE">
        <w:rPr>
          <w:rFonts w:asciiTheme="minorHAnsi" w:eastAsia="Lucida Sans Unicode" w:hAnsiTheme="minorHAnsi" w:cstheme="minorHAnsi"/>
          <w:kern w:val="1"/>
          <w:szCs w:val="24"/>
        </w:rPr>
        <w:t>do zachowania tajemnicy</w:t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045949" w:rsidRPr="002F54CE">
        <w:rPr>
          <w:rFonts w:asciiTheme="minorHAnsi" w:eastAsia="Lucida Sans Unicode" w:hAnsiTheme="minorHAnsi" w:cstheme="minorHAnsi"/>
          <w:kern w:val="1"/>
          <w:szCs w:val="24"/>
        </w:rPr>
        <w:t>d</w:t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>any</w:t>
      </w:r>
      <w:r w:rsidR="00B67BEC" w:rsidRPr="002F54CE">
        <w:rPr>
          <w:rFonts w:asciiTheme="minorHAnsi" w:eastAsia="Lucida Sans Unicode" w:hAnsiTheme="minorHAnsi" w:cstheme="minorHAnsi"/>
          <w:kern w:val="1"/>
          <w:szCs w:val="24"/>
        </w:rPr>
        <w:t>ch</w:t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 osobowych i sposobów ich zabezpieczenia</w:t>
      </w:r>
      <w:r w:rsidR="00F7693F" w:rsidRPr="002F54CE">
        <w:rPr>
          <w:rFonts w:asciiTheme="minorHAnsi" w:eastAsia="Lucida Sans Unicode" w:hAnsiTheme="minorHAnsi" w:cstheme="minorHAnsi"/>
          <w:kern w:val="1"/>
          <w:szCs w:val="24"/>
        </w:rPr>
        <w:t>, w tym także po wygaśnięciu zawartych z tymi osobami umów o pracę, umów cywilnoprawnych lub porozumień, na podstawie których osoby te świadczyły pracę/usługi na rzecz Przetwarzającego lub upewnia się, że te osoby podlegają ustawowemu obowiązkowi zachowania tajemnicy.</w:t>
      </w:r>
    </w:p>
    <w:p w14:paraId="30C1548C" w14:textId="5017C94B" w:rsidR="00F7693F" w:rsidRPr="002F54CE" w:rsidRDefault="00F7693F" w:rsidP="00F7693F">
      <w:pPr>
        <w:numPr>
          <w:ilvl w:val="0"/>
          <w:numId w:val="5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Przetwarzający uwzględniając charakter przetwarzania oraz dostępne mu informacje będzie pomagał Powierzającemu wywiązać się z obowiązków</w:t>
      </w:r>
      <w:r w:rsidR="00D63119" w:rsidRPr="002F54CE">
        <w:rPr>
          <w:rFonts w:asciiTheme="minorHAnsi" w:hAnsiTheme="minorHAnsi" w:cstheme="minorHAnsi"/>
          <w:szCs w:val="24"/>
        </w:rPr>
        <w:t xml:space="preserve"> określonych w art. 32</w:t>
      </w:r>
      <w:r w:rsidR="00AE1682" w:rsidRPr="002F54CE">
        <w:rPr>
          <w:rFonts w:asciiTheme="minorHAnsi" w:hAnsiTheme="minorHAnsi" w:cstheme="minorHAnsi"/>
          <w:szCs w:val="24"/>
        </w:rPr>
        <w:t>-</w:t>
      </w:r>
      <w:r w:rsidR="00D63119" w:rsidRPr="002F54CE">
        <w:rPr>
          <w:rFonts w:asciiTheme="minorHAnsi" w:hAnsiTheme="minorHAnsi" w:cstheme="minorHAnsi"/>
          <w:szCs w:val="24"/>
        </w:rPr>
        <w:t>36 RODO.</w:t>
      </w:r>
    </w:p>
    <w:p w14:paraId="03D5545B" w14:textId="228B34C9" w:rsidR="00F7693F" w:rsidRPr="002F54CE" w:rsidRDefault="00F7693F" w:rsidP="00F7693F">
      <w:pPr>
        <w:numPr>
          <w:ilvl w:val="0"/>
          <w:numId w:val="5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Przetwarzający biorąc pod uwagę charakter przetwarzania, w miarę możliwości będzie pomagał Powierzającemu poprzez odpowiednie środki techniczne i organizacyjne wywiązać się z obowiązku odpowiadania na żądania osoby, której dane dotyczą,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w zakresie wykonywania jej praw określonych w rozdziale III RODO.</w:t>
      </w:r>
    </w:p>
    <w:p w14:paraId="2A11E434" w14:textId="53D5EE59" w:rsidR="00F7693F" w:rsidRPr="002F54CE" w:rsidRDefault="00F7693F" w:rsidP="00F7693F">
      <w:pPr>
        <w:numPr>
          <w:ilvl w:val="0"/>
          <w:numId w:val="5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Przetwarzający zobowiązuje się do niezwłocznego poinformowania Powierzającego, jeżeli jego zdaniem wydane mu polecenie stanowi naruszenie RODO lub innych przepisów Unii lub państwa członkowskiego o ochronie danych.</w:t>
      </w:r>
    </w:p>
    <w:p w14:paraId="0B6C5AC3" w14:textId="330018AB" w:rsidR="00F7693F" w:rsidRPr="002F54CE" w:rsidRDefault="00F7693F" w:rsidP="00F7693F">
      <w:pPr>
        <w:numPr>
          <w:ilvl w:val="0"/>
          <w:numId w:val="5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W przypadku  stwierdzenia  przez Przet</w:t>
      </w:r>
      <w:r w:rsidR="00603AE7" w:rsidRPr="002F54CE">
        <w:rPr>
          <w:rFonts w:asciiTheme="minorHAnsi" w:hAnsiTheme="minorHAnsi" w:cstheme="minorHAnsi"/>
          <w:szCs w:val="24"/>
        </w:rPr>
        <w:t xml:space="preserve">warzającego naruszenia ochrony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osobowych, Przetwarzający zobowiązuje się bez zbędnej zwłoki zgłosić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je</w:t>
      </w:r>
      <w:r w:rsidR="00F006D8" w:rsidRPr="002F54CE">
        <w:rPr>
          <w:rFonts w:asciiTheme="minorHAnsi" w:hAnsiTheme="minorHAnsi" w:cstheme="minorHAnsi"/>
          <w:szCs w:val="24"/>
        </w:rPr>
        <w:t xml:space="preserve"> Powierzającemu na piśmie na adres wskazany do doręczeń oraz inspektorowi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="00F006D8" w:rsidRPr="002F54CE">
        <w:rPr>
          <w:rFonts w:asciiTheme="minorHAnsi" w:hAnsiTheme="minorHAnsi" w:cstheme="minorHAnsi"/>
          <w:szCs w:val="24"/>
        </w:rPr>
        <w:t>anych osobowych Powierzającego na adres e-mail wskazany w § 1</w:t>
      </w:r>
      <w:r w:rsidR="0080022E" w:rsidRPr="002F54CE">
        <w:rPr>
          <w:rFonts w:asciiTheme="minorHAnsi" w:hAnsiTheme="minorHAnsi" w:cstheme="minorHAnsi"/>
          <w:szCs w:val="24"/>
        </w:rPr>
        <w:t>2</w:t>
      </w:r>
      <w:r w:rsidR="00F006D8" w:rsidRPr="002F54CE">
        <w:rPr>
          <w:rFonts w:asciiTheme="minorHAnsi" w:hAnsiTheme="minorHAnsi" w:cstheme="minorHAnsi"/>
          <w:szCs w:val="24"/>
        </w:rPr>
        <w:t xml:space="preserve"> ust. </w:t>
      </w:r>
      <w:r w:rsidR="0080022E" w:rsidRPr="002F54CE">
        <w:rPr>
          <w:rFonts w:asciiTheme="minorHAnsi" w:hAnsiTheme="minorHAnsi" w:cstheme="minorHAnsi"/>
          <w:szCs w:val="24"/>
        </w:rPr>
        <w:t>4</w:t>
      </w:r>
      <w:r w:rsidR="00F006D8" w:rsidRPr="002F54CE">
        <w:rPr>
          <w:rFonts w:asciiTheme="minorHAnsi" w:hAnsiTheme="minorHAnsi" w:cstheme="minorHAnsi"/>
          <w:szCs w:val="24"/>
        </w:rPr>
        <w:t xml:space="preserve"> Umowy</w:t>
      </w:r>
      <w:r w:rsidR="00603AE7" w:rsidRPr="002F54CE">
        <w:rPr>
          <w:rFonts w:asciiTheme="minorHAnsi" w:hAnsiTheme="minorHAnsi" w:cstheme="minorHAnsi"/>
          <w:szCs w:val="24"/>
        </w:rPr>
        <w:t>. Zgłoszenie musi co najmniej:</w:t>
      </w:r>
    </w:p>
    <w:p w14:paraId="40972C96" w14:textId="5FAE575E" w:rsidR="00603AE7" w:rsidRPr="002F54CE" w:rsidRDefault="00603AE7" w:rsidP="00603AE7">
      <w:pPr>
        <w:pStyle w:val="Akapitzlist"/>
        <w:numPr>
          <w:ilvl w:val="0"/>
          <w:numId w:val="27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opisywać charakter naruszenia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osobowych, w tym w miarę możliwości wskazywać kategorie i przybliżoną liczbę osób, których dane dotyczą, oraz kategorie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i przybliżoną liczbę wpisów danych osobowych, których dotyczy naruszenie;</w:t>
      </w:r>
    </w:p>
    <w:p w14:paraId="07A40A45" w14:textId="5575BE8E" w:rsidR="00603AE7" w:rsidRPr="002F54CE" w:rsidRDefault="00603AE7" w:rsidP="00603AE7">
      <w:pPr>
        <w:pStyle w:val="Akapitzlist"/>
        <w:numPr>
          <w:ilvl w:val="0"/>
          <w:numId w:val="27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dane kontaktowe do punktu kontaktowego, od którego można uzyskać więcej informacji;</w:t>
      </w:r>
    </w:p>
    <w:p w14:paraId="211C1E36" w14:textId="547683B1" w:rsidR="00603AE7" w:rsidRPr="002F54CE" w:rsidRDefault="00603AE7" w:rsidP="00603AE7">
      <w:pPr>
        <w:pStyle w:val="Akapitzlist"/>
        <w:numPr>
          <w:ilvl w:val="0"/>
          <w:numId w:val="27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opisywać możliwe konsekwencje naruszenia ochrony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osobowych;</w:t>
      </w:r>
    </w:p>
    <w:p w14:paraId="32349366" w14:textId="3262823F" w:rsidR="00603AE7" w:rsidRPr="002F54CE" w:rsidRDefault="00603AE7" w:rsidP="00603AE7">
      <w:pPr>
        <w:pStyle w:val="Akapitzlist"/>
        <w:numPr>
          <w:ilvl w:val="0"/>
          <w:numId w:val="27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opisywać środki zastosowane lub proponowane przez Przetwarzającego w celu zaradzenia naruszeniu ochrony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osobowych, w tym w stosownych przypadkach środki w celu zminimalizowania jego ewentualnych negatywnych skutków.</w:t>
      </w:r>
    </w:p>
    <w:p w14:paraId="28D24D8C" w14:textId="43C520C2" w:rsidR="00D928A4" w:rsidRPr="002F54CE" w:rsidRDefault="00494E3D" w:rsidP="00F7693F">
      <w:pPr>
        <w:numPr>
          <w:ilvl w:val="0"/>
          <w:numId w:val="5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color w:val="FF0000"/>
          <w:szCs w:val="24"/>
        </w:rPr>
        <w:t>Najpóźniej w</w:t>
      </w:r>
      <w:r w:rsidR="00F7693F" w:rsidRPr="002F54CE">
        <w:rPr>
          <w:rFonts w:asciiTheme="minorHAnsi" w:hAnsiTheme="minorHAnsi" w:cstheme="minorHAnsi"/>
          <w:color w:val="FF0000"/>
          <w:szCs w:val="24"/>
        </w:rPr>
        <w:t xml:space="preserve"> terminie 14 </w:t>
      </w:r>
      <w:r w:rsidR="0059111A" w:rsidRPr="002F54CE">
        <w:rPr>
          <w:rFonts w:asciiTheme="minorHAnsi" w:hAnsiTheme="minorHAnsi" w:cstheme="minorHAnsi"/>
          <w:color w:val="FF0000"/>
          <w:szCs w:val="24"/>
        </w:rPr>
        <w:t>d</w:t>
      </w:r>
      <w:r w:rsidR="00F7693F" w:rsidRPr="002F54CE">
        <w:rPr>
          <w:rFonts w:asciiTheme="minorHAnsi" w:hAnsiTheme="minorHAnsi" w:cstheme="minorHAnsi"/>
          <w:color w:val="FF0000"/>
          <w:szCs w:val="24"/>
        </w:rPr>
        <w:t xml:space="preserve">ni </w:t>
      </w:r>
      <w:r w:rsidR="00F7693F" w:rsidRPr="002F54CE">
        <w:rPr>
          <w:rFonts w:asciiTheme="minorHAnsi" w:hAnsiTheme="minorHAnsi" w:cstheme="minorHAnsi"/>
          <w:szCs w:val="24"/>
        </w:rPr>
        <w:t xml:space="preserve">roboczych po zakończeniu świadczenia usług związanych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="00F7693F" w:rsidRPr="002F54CE">
        <w:rPr>
          <w:rFonts w:asciiTheme="minorHAnsi" w:hAnsiTheme="minorHAnsi" w:cstheme="minorHAnsi"/>
          <w:szCs w:val="24"/>
        </w:rPr>
        <w:t xml:space="preserve">z przetwarzaniem lub w przypadku wcześniejszego rozwiązania lub wygaśnięcia niniejszej Umowy (z dowolnej przyczyny) po jej rozwiązaniu lub wygaśnięciu, Przetwarzający zależnie od decyzji Powierzającego usunie lub zwróci </w:t>
      </w:r>
      <w:r w:rsidR="00576D7B" w:rsidRPr="002F54CE">
        <w:rPr>
          <w:rFonts w:asciiTheme="minorHAnsi" w:hAnsiTheme="minorHAnsi" w:cstheme="minorHAnsi"/>
          <w:szCs w:val="24"/>
        </w:rPr>
        <w:t xml:space="preserve">(przy braku decyzji usunie) </w:t>
      </w:r>
      <w:r w:rsidR="00F7693F" w:rsidRPr="002F54CE">
        <w:rPr>
          <w:rFonts w:asciiTheme="minorHAnsi" w:hAnsiTheme="minorHAnsi" w:cstheme="minorHAnsi"/>
          <w:szCs w:val="24"/>
        </w:rPr>
        <w:t xml:space="preserve">mu </w:t>
      </w:r>
      <w:r w:rsidR="00D928A4" w:rsidRPr="002F54CE">
        <w:rPr>
          <w:rFonts w:asciiTheme="minorHAnsi" w:hAnsiTheme="minorHAnsi" w:cstheme="minorHAnsi"/>
          <w:szCs w:val="24"/>
        </w:rPr>
        <w:t>wszelkie Dane osobowe</w:t>
      </w:r>
      <w:r w:rsidR="00F7693F" w:rsidRPr="002F54CE">
        <w:rPr>
          <w:rFonts w:asciiTheme="minorHAnsi" w:hAnsiTheme="minorHAnsi" w:cstheme="minorHAnsi"/>
          <w:szCs w:val="24"/>
        </w:rPr>
        <w:t xml:space="preserve">, oraz usunie wszelkie ich istniejące kopie, chyba że prawo Unii lub prawo państwa członkowskiego nakazują przechowywanie danych osobowych,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="00F7693F" w:rsidRPr="002F54CE">
        <w:rPr>
          <w:rFonts w:asciiTheme="minorHAnsi" w:hAnsiTheme="minorHAnsi" w:cstheme="minorHAnsi"/>
          <w:szCs w:val="24"/>
        </w:rPr>
        <w:t>z zastrzeżeniem zdania następnego. Zobowiązanie do usunięcia danych,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="00F7693F" w:rsidRPr="002F54CE">
        <w:rPr>
          <w:rFonts w:asciiTheme="minorHAnsi" w:hAnsiTheme="minorHAnsi" w:cstheme="minorHAnsi"/>
          <w:szCs w:val="24"/>
        </w:rPr>
        <w:t>o którym mowa w</w:t>
      </w:r>
      <w:r w:rsidR="00D928A4" w:rsidRPr="002F54CE">
        <w:rPr>
          <w:rFonts w:asciiTheme="minorHAnsi" w:hAnsiTheme="minorHAnsi" w:cstheme="minorHAnsi"/>
          <w:szCs w:val="24"/>
        </w:rPr>
        <w:t xml:space="preserve"> niniejszym ustępie nie dotyczy:</w:t>
      </w:r>
    </w:p>
    <w:p w14:paraId="56E2A356" w14:textId="09645BAD" w:rsidR="00F7693F" w:rsidRPr="002F54CE" w:rsidRDefault="00045949" w:rsidP="00D928A4">
      <w:pPr>
        <w:pStyle w:val="Akapitzlist"/>
        <w:numPr>
          <w:ilvl w:val="0"/>
          <w:numId w:val="26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d</w:t>
      </w:r>
      <w:r w:rsidR="00D928A4" w:rsidRPr="002F54CE">
        <w:rPr>
          <w:rFonts w:asciiTheme="minorHAnsi" w:hAnsiTheme="minorHAnsi" w:cstheme="minorHAnsi"/>
          <w:szCs w:val="24"/>
        </w:rPr>
        <w:t xml:space="preserve">anych osobowych elektronicznych </w:t>
      </w:r>
      <w:r w:rsidR="00F7693F" w:rsidRPr="002F54CE">
        <w:rPr>
          <w:rFonts w:asciiTheme="minorHAnsi" w:hAnsiTheme="minorHAnsi" w:cstheme="minorHAnsi"/>
          <w:szCs w:val="24"/>
        </w:rPr>
        <w:t>zgromadzonych/przetwarzanych</w:t>
      </w:r>
      <w:r w:rsidR="000F4947" w:rsidRPr="002F54CE">
        <w:rPr>
          <w:rFonts w:asciiTheme="minorHAnsi" w:hAnsiTheme="minorHAnsi" w:cstheme="minorHAnsi"/>
          <w:szCs w:val="24"/>
        </w:rPr>
        <w:t xml:space="preserve"> w systemach informatycznych działających na infrastrukturze Powierzającego</w:t>
      </w:r>
      <w:r w:rsidR="00D928A4" w:rsidRPr="002F54CE">
        <w:rPr>
          <w:rFonts w:asciiTheme="minorHAnsi" w:hAnsiTheme="minorHAnsi" w:cstheme="minorHAnsi"/>
          <w:i/>
          <w:szCs w:val="24"/>
        </w:rPr>
        <w:t>;</w:t>
      </w:r>
    </w:p>
    <w:p w14:paraId="10408D83" w14:textId="1015523E" w:rsidR="00D928A4" w:rsidRPr="002F54CE" w:rsidRDefault="00045949" w:rsidP="00D928A4">
      <w:pPr>
        <w:pStyle w:val="Akapitzlist"/>
        <w:numPr>
          <w:ilvl w:val="0"/>
          <w:numId w:val="26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d</w:t>
      </w:r>
      <w:r w:rsidR="00D928A4" w:rsidRPr="002F54CE">
        <w:rPr>
          <w:rFonts w:asciiTheme="minorHAnsi" w:hAnsiTheme="minorHAnsi" w:cstheme="minorHAnsi"/>
          <w:szCs w:val="24"/>
        </w:rPr>
        <w:t>anych osobowych zawartych w dokumentach Powierzającego w rozumieniu przepisów prawa;</w:t>
      </w:r>
    </w:p>
    <w:p w14:paraId="38BDC46D" w14:textId="61113E14" w:rsidR="00D928A4" w:rsidRPr="002F54CE" w:rsidRDefault="00045949" w:rsidP="00D928A4">
      <w:pPr>
        <w:pStyle w:val="Akapitzlist"/>
        <w:numPr>
          <w:ilvl w:val="0"/>
          <w:numId w:val="26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d</w:t>
      </w:r>
      <w:r w:rsidR="00D928A4" w:rsidRPr="002F54CE">
        <w:rPr>
          <w:rFonts w:asciiTheme="minorHAnsi" w:hAnsiTheme="minorHAnsi" w:cstheme="minorHAnsi"/>
          <w:szCs w:val="24"/>
        </w:rPr>
        <w:t>anych osobowych papierowych przechowywanych w siedzibie Przetwarzającego.</w:t>
      </w:r>
    </w:p>
    <w:p w14:paraId="4FA0F26F" w14:textId="4C5B0E38" w:rsidR="00F7693F" w:rsidRPr="002F54CE" w:rsidRDefault="00F7693F" w:rsidP="00F7693F">
      <w:pPr>
        <w:tabs>
          <w:tab w:val="left" w:pos="0"/>
        </w:tabs>
        <w:spacing w:before="0"/>
        <w:rPr>
          <w:rFonts w:asciiTheme="minorHAnsi" w:hAnsiTheme="minorHAnsi" w:cstheme="minorHAnsi"/>
          <w:b/>
          <w:bCs/>
          <w:szCs w:val="24"/>
        </w:rPr>
      </w:pPr>
    </w:p>
    <w:p w14:paraId="6C815E25" w14:textId="77777777" w:rsidR="00F7693F" w:rsidRPr="000D4D84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0D4D84">
        <w:rPr>
          <w:rFonts w:asciiTheme="minorHAnsi" w:hAnsiTheme="minorHAnsi" w:cstheme="minorHAnsi"/>
          <w:b/>
          <w:bCs/>
          <w:szCs w:val="24"/>
        </w:rPr>
        <w:t>§</w:t>
      </w:r>
      <w:r w:rsidR="00D649A8" w:rsidRPr="000D4D84">
        <w:rPr>
          <w:rFonts w:asciiTheme="minorHAnsi" w:hAnsiTheme="minorHAnsi" w:cstheme="minorHAnsi"/>
          <w:b/>
          <w:bCs/>
          <w:szCs w:val="24"/>
        </w:rPr>
        <w:t>6</w:t>
      </w:r>
      <w:r w:rsidRPr="000D4D84">
        <w:rPr>
          <w:rFonts w:asciiTheme="minorHAnsi" w:hAnsiTheme="minorHAnsi" w:cstheme="minorHAnsi"/>
          <w:b/>
          <w:bCs/>
          <w:szCs w:val="24"/>
        </w:rPr>
        <w:t>. Oświadczenia i obowiązki Powierzającego</w:t>
      </w:r>
    </w:p>
    <w:p w14:paraId="3A0598C5" w14:textId="7EFEED77" w:rsidR="00F7693F" w:rsidRPr="002F54CE" w:rsidRDefault="00F7693F" w:rsidP="00F7693F">
      <w:pPr>
        <w:pStyle w:val="Akapitzlist"/>
        <w:numPr>
          <w:ilvl w:val="0"/>
          <w:numId w:val="12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Powierzający oświadcza, że jest administratorem (w rozumieniu art. 4 pkt 7 RODO)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 oraz, że jest uprawniony do ich przetwarzania w zakresie, w jakim powierzył je Przetwarzającemu</w:t>
      </w:r>
      <w:r w:rsidR="00F04BF8" w:rsidRPr="002F54CE">
        <w:rPr>
          <w:rFonts w:asciiTheme="minorHAnsi" w:hAnsiTheme="minorHAnsi" w:cstheme="minorHAnsi"/>
          <w:szCs w:val="24"/>
        </w:rPr>
        <w:t>.</w:t>
      </w:r>
    </w:p>
    <w:p w14:paraId="03C283A1" w14:textId="77777777" w:rsidR="00F7693F" w:rsidRPr="002F54CE" w:rsidRDefault="00F7693F" w:rsidP="00F7693F">
      <w:pPr>
        <w:pStyle w:val="Akapitzlist"/>
        <w:numPr>
          <w:ilvl w:val="0"/>
          <w:numId w:val="12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Powierzający zobowiązany jest współdziałać z Przetwarzającym w wykonaniu Umowy, udzielać Przetwarzającemu wyjaśnień w razie wątpliwości co do legalności poleceń Powierzającego, jak też wywiązywać się terminowo ze swoich szczegółowych obowiązków określonych w niniejszej Umowie lub w innych udokumentowanych ustaleniach Stron.</w:t>
      </w:r>
    </w:p>
    <w:p w14:paraId="39600265" w14:textId="48351CE1" w:rsidR="00F7693F" w:rsidRPr="002F54CE" w:rsidRDefault="00F7693F" w:rsidP="00F7693F">
      <w:pPr>
        <w:numPr>
          <w:ilvl w:val="0"/>
          <w:numId w:val="12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Powierzający zobowiązuje się przez czas obowiązywania Umowy oraz przez czas nieoznaczony po jej rozwiązaniu lub wygaśnięciu (z dowolnej przyczyny) do zachowania </w:t>
      </w:r>
      <w:r w:rsidR="002A2FE6" w:rsidRPr="002F54CE">
        <w:rPr>
          <w:rFonts w:asciiTheme="minorHAnsi" w:eastAsia="Lucida Sans Unicode" w:hAnsiTheme="minorHAnsi" w:cstheme="minorHAnsi"/>
          <w:kern w:val="1"/>
          <w:szCs w:val="24"/>
        </w:rPr>
        <w:br/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w poufności wszelkich informacji związanych z zabezpieczeniami technicznymi, organizacyjnymi lub innymi środkami zabezpieczającymi przetwarzanie </w:t>
      </w:r>
      <w:r w:rsidR="00045949" w:rsidRPr="002F54CE">
        <w:rPr>
          <w:rFonts w:asciiTheme="minorHAnsi" w:eastAsia="Lucida Sans Unicode" w:hAnsiTheme="minorHAnsi" w:cstheme="minorHAnsi"/>
          <w:kern w:val="1"/>
          <w:szCs w:val="24"/>
        </w:rPr>
        <w:t>d</w:t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>anych osobowych stosowanymi po stronie Przetwarzającego w związku z realizacją Umowy</w:t>
      </w:r>
      <w:r w:rsidR="00D63119" w:rsidRPr="002F54CE">
        <w:rPr>
          <w:rFonts w:asciiTheme="minorHAnsi" w:eastAsia="Lucida Sans Unicode" w:hAnsiTheme="minorHAnsi" w:cstheme="minorHAnsi"/>
          <w:kern w:val="1"/>
          <w:szCs w:val="24"/>
        </w:rPr>
        <w:br/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i podjęcia działań aby osoby uzyskujące te informacje z jego strony zachowały </w:t>
      </w:r>
      <w:r w:rsidR="002A2FE6" w:rsidRPr="002F54CE">
        <w:rPr>
          <w:rFonts w:asciiTheme="minorHAnsi" w:eastAsia="Lucida Sans Unicode" w:hAnsiTheme="minorHAnsi" w:cstheme="minorHAnsi"/>
          <w:kern w:val="1"/>
          <w:szCs w:val="24"/>
        </w:rPr>
        <w:br/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>je</w:t>
      </w:r>
      <w:r w:rsidR="002A2FE6"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 xml:space="preserve">w tajemnicy także po wygaśnięciu zawartych z tymi osobami umów o pracę, umów cywilnoprawnych lub porozumień, na podstawie których osoby te świadczyły pracę/usługi na rzecz Powierzającego.  </w:t>
      </w:r>
    </w:p>
    <w:p w14:paraId="3348BB1A" w14:textId="312BFA58" w:rsidR="00F7693F" w:rsidRPr="002F54CE" w:rsidRDefault="00F7693F" w:rsidP="00F7693F">
      <w:pPr>
        <w:pStyle w:val="Akapitzlist"/>
        <w:numPr>
          <w:ilvl w:val="0"/>
          <w:numId w:val="12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eastAsia="Lucida Sans Unicode" w:hAnsiTheme="minorHAnsi" w:cstheme="minorHAnsi"/>
          <w:kern w:val="1"/>
          <w:szCs w:val="24"/>
        </w:rPr>
        <w:t>Powierzający</w:t>
      </w:r>
      <w:r w:rsidRPr="002F54CE">
        <w:rPr>
          <w:rFonts w:asciiTheme="minorHAnsi" w:hAnsiTheme="minorHAnsi" w:cstheme="minorHAnsi"/>
          <w:szCs w:val="24"/>
        </w:rPr>
        <w:t xml:space="preserve"> </w:t>
      </w:r>
      <w:r w:rsidR="00C034E9" w:rsidRPr="002F54CE">
        <w:rPr>
          <w:rFonts w:asciiTheme="minorHAnsi" w:hAnsiTheme="minorHAnsi" w:cstheme="minorHAnsi"/>
          <w:szCs w:val="24"/>
        </w:rPr>
        <w:t xml:space="preserve">najpóźniej po zgłoszeniu przez Przetwarzającego, </w:t>
      </w:r>
      <w:r w:rsidRPr="002F54CE">
        <w:rPr>
          <w:rFonts w:asciiTheme="minorHAnsi" w:hAnsiTheme="minorHAnsi" w:cstheme="minorHAnsi"/>
          <w:szCs w:val="24"/>
        </w:rPr>
        <w:t xml:space="preserve">przekaże Przetwarzającemu wszelkie informacje i warunki niezbędne do uzyskania bezpiecznego dostępu do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 lub też przekaże Przetwarzającemu </w:t>
      </w:r>
      <w:r w:rsidR="00C034E9" w:rsidRPr="002F54CE">
        <w:rPr>
          <w:rFonts w:asciiTheme="minorHAnsi" w:hAnsiTheme="minorHAnsi" w:cstheme="minorHAnsi"/>
          <w:szCs w:val="24"/>
        </w:rPr>
        <w:t>Dane osobowe</w:t>
      </w:r>
      <w:r w:rsidR="00C63314" w:rsidRPr="002F54CE">
        <w:rPr>
          <w:rFonts w:asciiTheme="minorHAnsi" w:hAnsiTheme="minorHAnsi" w:cstheme="minorHAnsi"/>
          <w:szCs w:val="24"/>
        </w:rPr>
        <w:t xml:space="preserve">, chyba że z charakteru Umowy głównej wynika, że </w:t>
      </w:r>
      <w:r w:rsidR="009B3CD8" w:rsidRPr="002F54CE">
        <w:rPr>
          <w:rFonts w:asciiTheme="minorHAnsi" w:hAnsiTheme="minorHAnsi" w:cstheme="minorHAnsi"/>
          <w:szCs w:val="24"/>
        </w:rPr>
        <w:t>Przetwarzający będzie pozyskiwał D</w:t>
      </w:r>
      <w:r w:rsidR="00C63314" w:rsidRPr="002F54CE">
        <w:rPr>
          <w:rFonts w:asciiTheme="minorHAnsi" w:hAnsiTheme="minorHAnsi" w:cstheme="minorHAnsi"/>
          <w:szCs w:val="24"/>
        </w:rPr>
        <w:t>ane osobowe</w:t>
      </w:r>
      <w:r w:rsidR="009B3CD8" w:rsidRPr="002F54CE">
        <w:rPr>
          <w:rFonts w:asciiTheme="minorHAnsi" w:hAnsiTheme="minorHAnsi" w:cstheme="minorHAnsi"/>
          <w:szCs w:val="24"/>
        </w:rPr>
        <w:t xml:space="preserve"> we własnym zakresie.</w:t>
      </w:r>
      <w:r w:rsidR="00C63314" w:rsidRPr="002F54CE">
        <w:rPr>
          <w:rFonts w:asciiTheme="minorHAnsi" w:hAnsiTheme="minorHAnsi" w:cstheme="minorHAnsi"/>
          <w:szCs w:val="24"/>
        </w:rPr>
        <w:t xml:space="preserve"> </w:t>
      </w:r>
    </w:p>
    <w:p w14:paraId="083EA931" w14:textId="458F356B" w:rsidR="00F7693F" w:rsidRPr="002F54CE" w:rsidRDefault="00F7693F" w:rsidP="00F7693F">
      <w:pPr>
        <w:spacing w:before="0"/>
        <w:ind w:left="567" w:hanging="567"/>
        <w:rPr>
          <w:rFonts w:asciiTheme="minorHAnsi" w:hAnsiTheme="minorHAnsi" w:cstheme="minorHAnsi"/>
          <w:szCs w:val="24"/>
        </w:rPr>
      </w:pPr>
    </w:p>
    <w:p w14:paraId="3A1EAF89" w14:textId="201FC219" w:rsidR="00B760C4" w:rsidRPr="000D4D84" w:rsidRDefault="00B760C4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0D4D84">
        <w:rPr>
          <w:rFonts w:asciiTheme="minorHAnsi" w:hAnsiTheme="minorHAnsi" w:cstheme="minorHAnsi"/>
          <w:b/>
          <w:bCs/>
          <w:szCs w:val="24"/>
        </w:rPr>
        <w:t>§7. Zasady szczególne przy przetwarzaniu danych osobowych</w:t>
      </w:r>
    </w:p>
    <w:p w14:paraId="7AC36C6B" w14:textId="3D93260F" w:rsidR="00B760C4" w:rsidRPr="002F54CE" w:rsidRDefault="008173E0" w:rsidP="00D01975">
      <w:pPr>
        <w:pStyle w:val="Akapitzlist"/>
        <w:numPr>
          <w:ilvl w:val="3"/>
          <w:numId w:val="5"/>
        </w:numPr>
        <w:spacing w:before="0" w:after="160" w:line="259" w:lineRule="auto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Dane osobowe przekazywane będą pomiędzy Stronami tylko i wyłącznie osobom</w:t>
      </w:r>
      <w:r w:rsidR="005A119D" w:rsidRPr="002F54CE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>będącym</w:t>
      </w:r>
      <w:r w:rsidR="00106476" w:rsidRPr="002F54CE">
        <w:rPr>
          <w:rFonts w:asciiTheme="minorHAnsi" w:hAnsiTheme="minorHAnsi" w:cstheme="minorHAnsi"/>
          <w:szCs w:val="24"/>
        </w:rPr>
        <w:t xml:space="preserve"> przedstawicielami Stron, wskazanymi</w:t>
      </w:r>
      <w:r w:rsidR="005A119D" w:rsidRPr="002F54CE">
        <w:rPr>
          <w:rFonts w:asciiTheme="minorHAnsi" w:hAnsiTheme="minorHAnsi" w:cstheme="minorHAnsi"/>
          <w:szCs w:val="24"/>
        </w:rPr>
        <w:t xml:space="preserve"> w sposób udo</w:t>
      </w:r>
      <w:r w:rsidR="00106476" w:rsidRPr="002F54CE">
        <w:rPr>
          <w:rFonts w:asciiTheme="minorHAnsi" w:hAnsiTheme="minorHAnsi" w:cstheme="minorHAnsi"/>
          <w:szCs w:val="24"/>
        </w:rPr>
        <w:t>kume</w:t>
      </w:r>
      <w:r w:rsidR="005A119D" w:rsidRPr="002F54CE">
        <w:rPr>
          <w:rFonts w:asciiTheme="minorHAnsi" w:hAnsiTheme="minorHAnsi" w:cstheme="minorHAnsi"/>
          <w:szCs w:val="24"/>
        </w:rPr>
        <w:t>ntowany</w:t>
      </w:r>
      <w:r w:rsidR="006F6FE2" w:rsidRPr="002F54CE">
        <w:rPr>
          <w:rFonts w:asciiTheme="minorHAnsi" w:hAnsiTheme="minorHAnsi" w:cstheme="minorHAnsi"/>
          <w:szCs w:val="24"/>
        </w:rPr>
        <w:t>.</w:t>
      </w:r>
      <w:r w:rsidR="009666D8" w:rsidRPr="002F54CE">
        <w:rPr>
          <w:rFonts w:asciiTheme="minorHAnsi" w:hAnsiTheme="minorHAnsi" w:cstheme="minorHAnsi"/>
          <w:szCs w:val="24"/>
        </w:rPr>
        <w:t xml:space="preserve"> </w:t>
      </w:r>
    </w:p>
    <w:p w14:paraId="3D6DF631" w14:textId="536699C1" w:rsidR="00106476" w:rsidRPr="002F54CE" w:rsidRDefault="00106476" w:rsidP="00D01975">
      <w:pPr>
        <w:pStyle w:val="Akapitzlist"/>
        <w:numPr>
          <w:ilvl w:val="3"/>
          <w:numId w:val="5"/>
        </w:numPr>
        <w:spacing w:before="0" w:after="160" w:line="259" w:lineRule="auto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Zlecenia wykonania czynności lub dokonywanie uzgodnień, w związku z realizacją Umowy głównej lub Umowy, mogą być wykonywane tylko i wyłącznie przez przedstawicieli Stron, wskazany</w:t>
      </w:r>
      <w:r w:rsidR="009666D8" w:rsidRPr="002F54CE">
        <w:rPr>
          <w:rFonts w:asciiTheme="minorHAnsi" w:hAnsiTheme="minorHAnsi" w:cstheme="minorHAnsi"/>
          <w:szCs w:val="24"/>
        </w:rPr>
        <w:t>ch</w:t>
      </w:r>
      <w:r w:rsidRPr="002F54CE">
        <w:rPr>
          <w:rFonts w:asciiTheme="minorHAnsi" w:hAnsiTheme="minorHAnsi" w:cstheme="minorHAnsi"/>
          <w:szCs w:val="24"/>
        </w:rPr>
        <w:t xml:space="preserve"> w sposób udokumentowany.</w:t>
      </w:r>
      <w:r w:rsidR="001B008F" w:rsidRPr="002F54CE">
        <w:rPr>
          <w:rFonts w:asciiTheme="minorHAnsi" w:hAnsiTheme="minorHAnsi" w:cstheme="minorHAnsi"/>
          <w:szCs w:val="24"/>
        </w:rPr>
        <w:t xml:space="preserve"> Niedopełnienie warunków zawartych w zdaniu poprzednim, skutkuje nieważnością przeprowadzonych zleceń wykonania czynności lub uzgodnień.</w:t>
      </w:r>
    </w:p>
    <w:p w14:paraId="1FF41AC5" w14:textId="3008680F" w:rsidR="00910BAB" w:rsidRPr="002F54CE" w:rsidRDefault="00910BAB" w:rsidP="00D01975">
      <w:pPr>
        <w:pStyle w:val="Akapitzlist"/>
        <w:numPr>
          <w:ilvl w:val="3"/>
          <w:numId w:val="5"/>
        </w:numPr>
        <w:spacing w:before="0" w:after="160" w:line="259" w:lineRule="auto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Przez udokumentowane wskazanie przedstawi</w:t>
      </w:r>
      <w:r w:rsidR="004D02FE" w:rsidRPr="002F54CE">
        <w:rPr>
          <w:rFonts w:asciiTheme="minorHAnsi" w:hAnsiTheme="minorHAnsi" w:cstheme="minorHAnsi"/>
          <w:szCs w:val="24"/>
        </w:rPr>
        <w:t>ciela</w:t>
      </w:r>
      <w:r w:rsidRPr="002F54CE">
        <w:rPr>
          <w:rFonts w:asciiTheme="minorHAnsi" w:hAnsiTheme="minorHAnsi" w:cstheme="minorHAnsi"/>
          <w:szCs w:val="24"/>
        </w:rPr>
        <w:t xml:space="preserve"> Stron</w:t>
      </w:r>
      <w:r w:rsidR="004D02FE" w:rsidRPr="002F54CE">
        <w:rPr>
          <w:rFonts w:asciiTheme="minorHAnsi" w:hAnsiTheme="minorHAnsi" w:cstheme="minorHAnsi"/>
          <w:szCs w:val="24"/>
        </w:rPr>
        <w:t>y</w:t>
      </w:r>
      <w:r w:rsidRPr="002F54CE">
        <w:rPr>
          <w:rFonts w:asciiTheme="minorHAnsi" w:hAnsiTheme="minorHAnsi" w:cstheme="minorHAnsi"/>
          <w:szCs w:val="24"/>
        </w:rPr>
        <w:t xml:space="preserve"> rozumie się wskazanie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="004D02FE" w:rsidRPr="002F54CE">
        <w:rPr>
          <w:rFonts w:asciiTheme="minorHAnsi" w:hAnsiTheme="minorHAnsi" w:cstheme="minorHAnsi"/>
          <w:szCs w:val="24"/>
        </w:rPr>
        <w:t>go</w:t>
      </w:r>
      <w:r w:rsidR="002A2FE6" w:rsidRPr="002F54CE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 xml:space="preserve">w Umowie głównej, Umowie lub zgłoszeniu na piśmie przez osobę </w:t>
      </w:r>
      <w:r w:rsidR="004D02FE" w:rsidRPr="002F54CE">
        <w:rPr>
          <w:rFonts w:asciiTheme="minorHAnsi" w:hAnsiTheme="minorHAnsi" w:cstheme="minorHAnsi"/>
          <w:szCs w:val="24"/>
        </w:rPr>
        <w:t>Stronę</w:t>
      </w:r>
      <w:r w:rsidR="00C44B0C" w:rsidRPr="002F54CE">
        <w:rPr>
          <w:rFonts w:asciiTheme="minorHAnsi" w:hAnsiTheme="minorHAnsi" w:cstheme="minorHAnsi"/>
          <w:szCs w:val="24"/>
        </w:rPr>
        <w:t xml:space="preserve"> wraz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="00C44B0C" w:rsidRPr="002F54CE">
        <w:rPr>
          <w:rFonts w:asciiTheme="minorHAnsi" w:hAnsiTheme="minorHAnsi" w:cstheme="minorHAnsi"/>
          <w:szCs w:val="24"/>
        </w:rPr>
        <w:t>z zakresem uprawnień i ewentualnymi terminami, w których te uprawnienia obowiązują.</w:t>
      </w:r>
      <w:r w:rsidR="00D145CF" w:rsidRPr="002F54CE">
        <w:rPr>
          <w:rFonts w:asciiTheme="minorHAnsi" w:hAnsiTheme="minorHAnsi" w:cstheme="minorHAnsi"/>
          <w:szCs w:val="24"/>
        </w:rPr>
        <w:t xml:space="preserve"> Strony zobowiązane są niezwłocznie zawiadamiać siebie o zmianach w zakresie uprawnień.</w:t>
      </w:r>
    </w:p>
    <w:p w14:paraId="4C63CDDA" w14:textId="65A28BAD" w:rsidR="004501D5" w:rsidRPr="002F54CE" w:rsidRDefault="0059293E" w:rsidP="00D01975">
      <w:pPr>
        <w:pStyle w:val="Akapitzlist"/>
        <w:numPr>
          <w:ilvl w:val="3"/>
          <w:numId w:val="5"/>
        </w:numPr>
        <w:spacing w:before="0" w:after="160" w:line="259" w:lineRule="auto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Przedstawiciel </w:t>
      </w:r>
      <w:r w:rsidR="004501D5" w:rsidRPr="002F54CE">
        <w:rPr>
          <w:rFonts w:asciiTheme="minorHAnsi" w:hAnsiTheme="minorHAnsi" w:cstheme="minorHAnsi"/>
          <w:szCs w:val="24"/>
        </w:rPr>
        <w:t>Pr</w:t>
      </w:r>
      <w:r w:rsidR="00E71F13" w:rsidRPr="002F54CE">
        <w:rPr>
          <w:rFonts w:asciiTheme="minorHAnsi" w:hAnsiTheme="minorHAnsi" w:cstheme="minorHAnsi"/>
          <w:szCs w:val="24"/>
        </w:rPr>
        <w:t>zetwarzającego, zobowiązany jest</w:t>
      </w:r>
      <w:r w:rsidRPr="002F54CE">
        <w:rPr>
          <w:rFonts w:asciiTheme="minorHAnsi" w:hAnsiTheme="minorHAnsi" w:cstheme="minorHAnsi"/>
          <w:szCs w:val="24"/>
        </w:rPr>
        <w:t xml:space="preserve"> do przestrzegania zasad bezpieczeństwa, o których Powierzający go poinformował, w</w:t>
      </w:r>
      <w:r w:rsidR="004501D5" w:rsidRPr="002F54CE">
        <w:rPr>
          <w:rFonts w:asciiTheme="minorHAnsi" w:hAnsiTheme="minorHAnsi" w:cstheme="minorHAnsi"/>
          <w:szCs w:val="24"/>
        </w:rPr>
        <w:t xml:space="preserve"> trakcie wykonywania czynności związanych </w:t>
      </w:r>
      <w:r w:rsidR="00B67BEC" w:rsidRPr="002F54CE">
        <w:rPr>
          <w:rFonts w:asciiTheme="minorHAnsi" w:hAnsiTheme="minorHAnsi" w:cstheme="minorHAnsi"/>
          <w:szCs w:val="24"/>
        </w:rPr>
        <w:t xml:space="preserve">z </w:t>
      </w:r>
      <w:r w:rsidR="004501D5" w:rsidRPr="002F54CE">
        <w:rPr>
          <w:rFonts w:asciiTheme="minorHAnsi" w:hAnsiTheme="minorHAnsi" w:cstheme="minorHAnsi"/>
          <w:szCs w:val="24"/>
        </w:rPr>
        <w:t xml:space="preserve">realizacją Umowy głównej w siedzibie Powierzającego, </w:t>
      </w:r>
      <w:r w:rsidRPr="002F54CE">
        <w:rPr>
          <w:rFonts w:asciiTheme="minorHAnsi" w:hAnsiTheme="minorHAnsi" w:cstheme="minorHAnsi"/>
          <w:szCs w:val="24"/>
        </w:rPr>
        <w:t>w </w:t>
      </w:r>
      <w:r w:rsidR="004501D5" w:rsidRPr="002F54CE">
        <w:rPr>
          <w:rFonts w:asciiTheme="minorHAnsi" w:hAnsiTheme="minorHAnsi" w:cstheme="minorHAnsi"/>
          <w:szCs w:val="24"/>
        </w:rPr>
        <w:t xml:space="preserve">systemach informatycznych lub </w:t>
      </w:r>
      <w:r w:rsidRPr="002F54CE">
        <w:rPr>
          <w:rFonts w:asciiTheme="minorHAnsi" w:hAnsiTheme="minorHAnsi" w:cstheme="minorHAnsi"/>
          <w:szCs w:val="24"/>
        </w:rPr>
        <w:t xml:space="preserve">na </w:t>
      </w:r>
      <w:r w:rsidR="004501D5" w:rsidRPr="002F54CE">
        <w:rPr>
          <w:rFonts w:asciiTheme="minorHAnsi" w:hAnsiTheme="minorHAnsi" w:cstheme="minorHAnsi"/>
          <w:szCs w:val="24"/>
        </w:rPr>
        <w:t>infrastrukturze teleinformatycznej zarządzanych przez Powierzającego.</w:t>
      </w:r>
    </w:p>
    <w:p w14:paraId="1BF627DF" w14:textId="777A6119" w:rsidR="00067C27" w:rsidRPr="002F54CE" w:rsidRDefault="00067C27" w:rsidP="00D01975">
      <w:pPr>
        <w:pStyle w:val="Akapitzlist"/>
        <w:numPr>
          <w:ilvl w:val="3"/>
          <w:numId w:val="5"/>
        </w:numPr>
        <w:spacing w:before="0" w:after="160" w:line="259" w:lineRule="auto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Dane osobowe będą przekazywane </w:t>
      </w:r>
      <w:r w:rsidR="00A95EC0" w:rsidRPr="002F54CE">
        <w:rPr>
          <w:rFonts w:asciiTheme="minorHAnsi" w:hAnsiTheme="minorHAnsi" w:cstheme="minorHAnsi"/>
          <w:szCs w:val="24"/>
        </w:rPr>
        <w:t>pomiędzy Stronami w sposób zabezpieczony przed ich udostępnieniem osobom nieupoważnionym, zabraniem przez osobę nieuprawnioną, przetwarzaniem z naruszeniem powszechnie obowiązujących przepisów a także ich zmianą, utratą, uszkodzeniem lub zniszczeniem. W tym celu Strona dokonująca przekazania zastosuje odpowiednie środki techniczne i organizacyjne zapewniające stopień bezpieczeństwa odpowiadający poziomowi ryzyka naruszenia pr</w:t>
      </w:r>
      <w:r w:rsidR="008173E0" w:rsidRPr="002F54CE">
        <w:rPr>
          <w:rFonts w:asciiTheme="minorHAnsi" w:hAnsiTheme="minorHAnsi" w:cstheme="minorHAnsi"/>
          <w:szCs w:val="24"/>
        </w:rPr>
        <w:t>aw lub wolności osób fizycznych, w szczególności, w przypadku danych elektronicznych, Strona przekazująca dane, zastosuje szyfrowanie danych lub nośników danych, a klucz lub hasło do odszyfrowania przekaże innym kanałem komunikacji, niż te dane lub nośnik danych.</w:t>
      </w:r>
    </w:p>
    <w:p w14:paraId="1E27EB60" w14:textId="77777777" w:rsidR="004564B7" w:rsidRPr="002F54CE" w:rsidRDefault="004564B7" w:rsidP="0079765E">
      <w:pPr>
        <w:spacing w:before="0"/>
        <w:rPr>
          <w:rFonts w:asciiTheme="minorHAnsi" w:hAnsiTheme="minorHAnsi" w:cstheme="minorHAnsi"/>
          <w:b/>
          <w:szCs w:val="24"/>
        </w:rPr>
      </w:pPr>
    </w:p>
    <w:p w14:paraId="66ED80FC" w14:textId="0B74E2A8" w:rsidR="00F7693F" w:rsidRPr="000D4D84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0D4D84">
        <w:rPr>
          <w:rFonts w:asciiTheme="minorHAnsi" w:hAnsiTheme="minorHAnsi" w:cstheme="minorHAnsi"/>
          <w:b/>
          <w:bCs/>
          <w:szCs w:val="24"/>
        </w:rPr>
        <w:t>§</w:t>
      </w:r>
      <w:r w:rsidR="00B760C4" w:rsidRPr="000D4D84">
        <w:rPr>
          <w:rFonts w:asciiTheme="minorHAnsi" w:hAnsiTheme="minorHAnsi" w:cstheme="minorHAnsi"/>
          <w:b/>
          <w:bCs/>
          <w:szCs w:val="24"/>
        </w:rPr>
        <w:t>8</w:t>
      </w:r>
      <w:r w:rsidRPr="000D4D84">
        <w:rPr>
          <w:rFonts w:asciiTheme="minorHAnsi" w:hAnsiTheme="minorHAnsi" w:cstheme="minorHAnsi"/>
          <w:b/>
          <w:bCs/>
          <w:szCs w:val="24"/>
        </w:rPr>
        <w:t>.</w:t>
      </w:r>
      <w:r w:rsidR="00C56F8F" w:rsidRPr="000D4D84">
        <w:rPr>
          <w:rFonts w:asciiTheme="minorHAnsi" w:hAnsiTheme="minorHAnsi" w:cstheme="minorHAnsi"/>
          <w:b/>
          <w:bCs/>
          <w:szCs w:val="24"/>
        </w:rPr>
        <w:t xml:space="preserve"> Nadzór i a</w:t>
      </w:r>
      <w:r w:rsidRPr="000D4D84">
        <w:rPr>
          <w:rFonts w:asciiTheme="minorHAnsi" w:hAnsiTheme="minorHAnsi" w:cstheme="minorHAnsi"/>
          <w:b/>
          <w:bCs/>
          <w:szCs w:val="24"/>
        </w:rPr>
        <w:t>udyt</w:t>
      </w:r>
    </w:p>
    <w:p w14:paraId="63E169C9" w14:textId="4D8CC56A" w:rsidR="00C56F8F" w:rsidRPr="002F54CE" w:rsidRDefault="00C56F8F" w:rsidP="00C56F8F">
      <w:pPr>
        <w:numPr>
          <w:ilvl w:val="0"/>
          <w:numId w:val="6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akceptuje, że Powierzający jako administrator </w:t>
      </w:r>
      <w:r w:rsidR="00530B0B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osobowych,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ma prawo w okresie obowiązywania Umowy do:</w:t>
      </w:r>
    </w:p>
    <w:p w14:paraId="59A42F64" w14:textId="77777777" w:rsidR="00C56F8F" w:rsidRPr="002F54CE" w:rsidRDefault="00C56F8F" w:rsidP="00C56F8F">
      <w:pPr>
        <w:pStyle w:val="Akapitzlist"/>
        <w:numPr>
          <w:ilvl w:val="3"/>
          <w:numId w:val="29"/>
        </w:numPr>
        <w:spacing w:before="0"/>
        <w:ind w:left="993" w:hanging="426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żądania wszelkich informacji niezbędnych do wykazania spełnienia obowiązków określonych w art. 28 RODO;</w:t>
      </w:r>
    </w:p>
    <w:p w14:paraId="0ABAF456" w14:textId="2C7E55AA" w:rsidR="00C56F8F" w:rsidRPr="002F54CE" w:rsidRDefault="00C56F8F" w:rsidP="00C56F8F">
      <w:pPr>
        <w:pStyle w:val="Akapitzlist"/>
        <w:numPr>
          <w:ilvl w:val="3"/>
          <w:numId w:val="29"/>
        </w:numPr>
        <w:spacing w:before="0"/>
        <w:ind w:left="993" w:hanging="426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przeprowadzenia audytów w zakresie zgodności operacji przetwarzania z prawem,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w tym do przeprowadzenia inspekcji uprawniających do wstępu do pomieszczeń,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w których są przetwarzane </w:t>
      </w:r>
      <w:r w:rsidR="00A95EC0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ane osobowe.</w:t>
      </w:r>
    </w:p>
    <w:p w14:paraId="335A3DC7" w14:textId="4119C447" w:rsidR="00530B0B" w:rsidRPr="002F54CE" w:rsidRDefault="00530B0B" w:rsidP="00C56F8F">
      <w:pPr>
        <w:numPr>
          <w:ilvl w:val="0"/>
          <w:numId w:val="6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umożliwia </w:t>
      </w:r>
      <w:r w:rsidR="00727A6B" w:rsidRPr="002F54CE">
        <w:rPr>
          <w:rFonts w:asciiTheme="minorHAnsi" w:hAnsiTheme="minorHAnsi" w:cstheme="minorHAnsi"/>
          <w:szCs w:val="24"/>
        </w:rPr>
        <w:t>Powierzającemu</w:t>
      </w:r>
      <w:r w:rsidRPr="002F54CE">
        <w:rPr>
          <w:rFonts w:asciiTheme="minorHAnsi" w:hAnsiTheme="minorHAnsi" w:cstheme="minorHAnsi"/>
          <w:szCs w:val="24"/>
        </w:rPr>
        <w:t xml:space="preserve"> lub audytorowi upoważnionemu przez Powierzającego przeprowadzenie audytów,  w tym inspekcji i przyczynia się do nich,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w szczególności poprzez zapewnienie możliwości przeprowadzenia audytu u innego podmiotu przetwarzającego, jeżeli nastąpiło dalsze powierzenie przetwarzania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osobowych.</w:t>
      </w:r>
    </w:p>
    <w:p w14:paraId="413C3506" w14:textId="05A932A7" w:rsidR="00C56F8F" w:rsidRPr="002F54CE" w:rsidRDefault="00C56F8F" w:rsidP="00C56F8F">
      <w:pPr>
        <w:numPr>
          <w:ilvl w:val="0"/>
          <w:numId w:val="6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Powierzający, o planowanym przeprowadzeniu audytu, zawiadamia Przetwarzającego, nie później niż na 7 dni roboczych przed terminem rozpoczęcia czynności audytowych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u Przetwarzającego</w:t>
      </w:r>
      <w:r w:rsidR="00F81E3E" w:rsidRPr="002F54CE">
        <w:rPr>
          <w:rFonts w:asciiTheme="minorHAnsi" w:hAnsiTheme="minorHAnsi" w:cstheme="minorHAnsi"/>
          <w:szCs w:val="24"/>
        </w:rPr>
        <w:t>, w tym inspekcji</w:t>
      </w:r>
      <w:r w:rsidRPr="002F54CE">
        <w:rPr>
          <w:rFonts w:asciiTheme="minorHAnsi" w:hAnsiTheme="minorHAnsi" w:cstheme="minorHAnsi"/>
          <w:szCs w:val="24"/>
        </w:rPr>
        <w:t xml:space="preserve">. W przypadku, jeżeli audyt w zaproponowanym okresie uniemożliwiałby Przetwarzającemu odpowiednie zaangażowanie, bądź utrudniałby jego bieżącą działalność, na wniosek Przetwarzającego, termin przeprowadzenia audytu jest uzgadniany pomiędzy Stronami, przy czym nie później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niż 30 dni od terminu zawartego w zgłoszeniu chęci przeprowadzenia audytu. </w:t>
      </w:r>
    </w:p>
    <w:p w14:paraId="3DCB0058" w14:textId="4B9BDA77" w:rsidR="00C56F8F" w:rsidRPr="002F54CE" w:rsidRDefault="00C56F8F" w:rsidP="00C56F8F">
      <w:pPr>
        <w:numPr>
          <w:ilvl w:val="0"/>
          <w:numId w:val="6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Realizacja audytu nie może utrudniać bieżącej działalności </w:t>
      </w:r>
      <w:r w:rsidR="00F81E3E" w:rsidRPr="002F54CE">
        <w:rPr>
          <w:rFonts w:asciiTheme="minorHAnsi" w:hAnsiTheme="minorHAnsi" w:cstheme="minorHAnsi"/>
          <w:szCs w:val="24"/>
        </w:rPr>
        <w:t>P</w:t>
      </w:r>
      <w:r w:rsidRPr="002F54CE">
        <w:rPr>
          <w:rFonts w:asciiTheme="minorHAnsi" w:hAnsiTheme="minorHAnsi" w:cstheme="minorHAnsi"/>
          <w:szCs w:val="24"/>
        </w:rPr>
        <w:t xml:space="preserve">rzetwarzającego. </w:t>
      </w:r>
    </w:p>
    <w:p w14:paraId="2FD90FA7" w14:textId="4708E69E" w:rsidR="00C56F8F" w:rsidRPr="002F54CE" w:rsidRDefault="00C56F8F" w:rsidP="00C56F8F">
      <w:pPr>
        <w:numPr>
          <w:ilvl w:val="0"/>
          <w:numId w:val="6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Podczas audytu Powierzający zobowiązany będzie do poszanowania i stosowania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się do polityki i regulaminów obowiązujących u Przetwarzającego w zakresie przetwarzania danych osobowych oraz do zachowania w tajemnicy przez okres wskazany przez Przetwarzającego wszelkich informacji stanowiących tajemnicę przedsiębiorstwa oraz innych informacji poufnych go dotyczących, w których posiadanie wejdzie Powierzający w zw</w:t>
      </w:r>
      <w:r w:rsidR="00F81E3E" w:rsidRPr="002F54CE">
        <w:rPr>
          <w:rFonts w:asciiTheme="minorHAnsi" w:hAnsiTheme="minorHAnsi" w:cstheme="minorHAnsi"/>
          <w:szCs w:val="24"/>
        </w:rPr>
        <w:t xml:space="preserve">iązku z przeprowadzoną kontrolą, w szczególności zapewni, że osoby biorące udział w audycie </w:t>
      </w:r>
      <w:r w:rsidR="00F81E3E" w:rsidRPr="002F54CE">
        <w:rPr>
          <w:rFonts w:asciiTheme="minorHAnsi" w:eastAsia="Lucida Sans Unicode" w:hAnsiTheme="minorHAnsi" w:cstheme="minorHAnsi"/>
          <w:kern w:val="1"/>
          <w:szCs w:val="24"/>
        </w:rPr>
        <w:t>zostały zobowiązane do zachowania tajemnicy lub że podlegają odpowiedniemu ustawowemu obowiązkowi zachowania tajemnicy.</w:t>
      </w:r>
    </w:p>
    <w:p w14:paraId="1D89F2F6" w14:textId="77777777" w:rsidR="00530B0B" w:rsidRPr="002F54CE" w:rsidRDefault="00F81E3E" w:rsidP="00530B0B">
      <w:pPr>
        <w:numPr>
          <w:ilvl w:val="0"/>
          <w:numId w:val="6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Powierzający </w:t>
      </w:r>
      <w:r w:rsidR="00C56F8F" w:rsidRPr="002F54CE">
        <w:rPr>
          <w:rFonts w:asciiTheme="minorHAnsi" w:hAnsiTheme="minorHAnsi" w:cstheme="minorHAnsi"/>
          <w:szCs w:val="24"/>
        </w:rPr>
        <w:t xml:space="preserve">informuje </w:t>
      </w:r>
      <w:r w:rsidRPr="002F54CE">
        <w:rPr>
          <w:rFonts w:asciiTheme="minorHAnsi" w:hAnsiTheme="minorHAnsi" w:cstheme="minorHAnsi"/>
          <w:szCs w:val="24"/>
        </w:rPr>
        <w:t>P</w:t>
      </w:r>
      <w:r w:rsidR="00C56F8F" w:rsidRPr="002F54CE">
        <w:rPr>
          <w:rFonts w:asciiTheme="minorHAnsi" w:hAnsiTheme="minorHAnsi" w:cstheme="minorHAnsi"/>
          <w:szCs w:val="24"/>
        </w:rPr>
        <w:t>rzetwarzając</w:t>
      </w:r>
      <w:r w:rsidRPr="002F54CE">
        <w:rPr>
          <w:rFonts w:asciiTheme="minorHAnsi" w:hAnsiTheme="minorHAnsi" w:cstheme="minorHAnsi"/>
          <w:szCs w:val="24"/>
        </w:rPr>
        <w:t>ego</w:t>
      </w:r>
      <w:r w:rsidR="00C56F8F" w:rsidRPr="002F54CE">
        <w:rPr>
          <w:rFonts w:asciiTheme="minorHAnsi" w:hAnsiTheme="minorHAnsi" w:cstheme="minorHAnsi"/>
          <w:szCs w:val="24"/>
        </w:rPr>
        <w:t xml:space="preserve"> o wynikach audytów, a Przetwarzający informuje </w:t>
      </w:r>
      <w:r w:rsidRPr="002F54CE">
        <w:rPr>
          <w:rFonts w:asciiTheme="minorHAnsi" w:hAnsiTheme="minorHAnsi" w:cstheme="minorHAnsi"/>
          <w:szCs w:val="24"/>
        </w:rPr>
        <w:t>Powierzającego</w:t>
      </w:r>
      <w:r w:rsidR="00C56F8F" w:rsidRPr="002F54CE">
        <w:rPr>
          <w:rFonts w:asciiTheme="minorHAnsi" w:hAnsiTheme="minorHAnsi" w:cstheme="minorHAnsi"/>
          <w:szCs w:val="24"/>
        </w:rPr>
        <w:t xml:space="preserve"> o sposobie wykorzystania zaleceń </w:t>
      </w:r>
      <w:proofErr w:type="spellStart"/>
      <w:r w:rsidR="00C56F8F" w:rsidRPr="002F54CE">
        <w:rPr>
          <w:rFonts w:asciiTheme="minorHAnsi" w:hAnsiTheme="minorHAnsi" w:cstheme="minorHAnsi"/>
          <w:szCs w:val="24"/>
        </w:rPr>
        <w:t>poaudytowych</w:t>
      </w:r>
      <w:proofErr w:type="spellEnd"/>
      <w:r w:rsidR="00C56F8F" w:rsidRPr="002F54CE">
        <w:rPr>
          <w:rFonts w:asciiTheme="minorHAnsi" w:hAnsiTheme="minorHAnsi" w:cstheme="minorHAnsi"/>
          <w:szCs w:val="24"/>
        </w:rPr>
        <w:t>.</w:t>
      </w:r>
      <w:r w:rsidR="00530B0B" w:rsidRPr="002F54CE">
        <w:rPr>
          <w:rFonts w:asciiTheme="minorHAnsi" w:hAnsiTheme="minorHAnsi" w:cstheme="minorHAnsi"/>
          <w:szCs w:val="24"/>
        </w:rPr>
        <w:t xml:space="preserve"> </w:t>
      </w:r>
    </w:p>
    <w:p w14:paraId="1FF19476" w14:textId="6805448D" w:rsidR="00C56F8F" w:rsidRPr="002F54CE" w:rsidRDefault="00530B0B" w:rsidP="00530B0B">
      <w:pPr>
        <w:numPr>
          <w:ilvl w:val="0"/>
          <w:numId w:val="6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zobowiązany jest do umożliwienia przeprowadzenia przez Urząd Ochrony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</w:t>
      </w:r>
      <w:r w:rsidR="00045949" w:rsidRPr="002F54CE">
        <w:rPr>
          <w:rFonts w:asciiTheme="minorHAnsi" w:hAnsiTheme="minorHAnsi" w:cstheme="minorHAnsi"/>
          <w:szCs w:val="24"/>
        </w:rPr>
        <w:t>O</w:t>
      </w:r>
      <w:r w:rsidR="00AD3251" w:rsidRPr="002F54CE">
        <w:rPr>
          <w:rFonts w:asciiTheme="minorHAnsi" w:hAnsiTheme="minorHAnsi" w:cstheme="minorHAnsi"/>
          <w:szCs w:val="24"/>
        </w:rPr>
        <w:t xml:space="preserve">sobowych </w:t>
      </w:r>
      <w:r w:rsidRPr="002F54CE">
        <w:rPr>
          <w:rFonts w:asciiTheme="minorHAnsi" w:hAnsiTheme="minorHAnsi" w:cstheme="minorHAnsi"/>
          <w:szCs w:val="24"/>
        </w:rPr>
        <w:t xml:space="preserve">kontroli zgodności przetwarzania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osobowych.</w:t>
      </w:r>
    </w:p>
    <w:p w14:paraId="443311A0" w14:textId="77777777" w:rsidR="00F7693F" w:rsidRPr="002F54CE" w:rsidRDefault="00F7693F" w:rsidP="00281FD9">
      <w:pPr>
        <w:spacing w:before="0"/>
        <w:jc w:val="left"/>
        <w:rPr>
          <w:rFonts w:asciiTheme="minorHAnsi" w:hAnsiTheme="minorHAnsi" w:cstheme="minorHAnsi"/>
          <w:b/>
          <w:szCs w:val="24"/>
        </w:rPr>
      </w:pPr>
    </w:p>
    <w:p w14:paraId="7637EE14" w14:textId="589E8B77" w:rsidR="00F7693F" w:rsidRPr="000D4D84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bookmarkStart w:id="1" w:name="_Hlk514156925"/>
      <w:r w:rsidRPr="000D4D84">
        <w:rPr>
          <w:rFonts w:asciiTheme="minorHAnsi" w:hAnsiTheme="minorHAnsi" w:cstheme="minorHAnsi"/>
          <w:b/>
          <w:bCs/>
          <w:szCs w:val="24"/>
        </w:rPr>
        <w:t>§</w:t>
      </w:r>
      <w:r w:rsidR="00B760C4" w:rsidRPr="000D4D84">
        <w:rPr>
          <w:rFonts w:asciiTheme="minorHAnsi" w:hAnsiTheme="minorHAnsi" w:cstheme="minorHAnsi"/>
          <w:b/>
          <w:bCs/>
          <w:szCs w:val="24"/>
        </w:rPr>
        <w:t>9</w:t>
      </w:r>
      <w:r w:rsidRPr="000D4D84">
        <w:rPr>
          <w:rFonts w:asciiTheme="minorHAnsi" w:hAnsiTheme="minorHAnsi" w:cstheme="minorHAnsi"/>
          <w:b/>
          <w:bCs/>
          <w:szCs w:val="24"/>
        </w:rPr>
        <w:t>. Dalsze powierzenie przetwarzania danych osobowych</w:t>
      </w:r>
    </w:p>
    <w:p w14:paraId="45094C4B" w14:textId="4F7720F2" w:rsidR="00F7693F" w:rsidRPr="002F54CE" w:rsidRDefault="00F04F45" w:rsidP="006B172A">
      <w:pPr>
        <w:pStyle w:val="Akapitzlist"/>
        <w:numPr>
          <w:ilvl w:val="0"/>
          <w:numId w:val="10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W momencie podpisania Umowy, Przetwarzający nie przewiduje dalszego powierzenia (</w:t>
      </w:r>
      <w:proofErr w:type="spellStart"/>
      <w:r w:rsidRPr="002F54CE">
        <w:rPr>
          <w:rFonts w:asciiTheme="minorHAnsi" w:hAnsiTheme="minorHAnsi" w:cstheme="minorHAnsi"/>
          <w:szCs w:val="24"/>
        </w:rPr>
        <w:t>podpowierzenia</w:t>
      </w:r>
      <w:proofErr w:type="spellEnd"/>
      <w:r w:rsidRPr="002F54CE">
        <w:rPr>
          <w:rFonts w:asciiTheme="minorHAnsi" w:hAnsiTheme="minorHAnsi" w:cstheme="minorHAnsi"/>
          <w:szCs w:val="24"/>
        </w:rPr>
        <w:t xml:space="preserve">)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 innym podmiotom przetwarz</w:t>
      </w:r>
      <w:r w:rsidR="0036226C" w:rsidRPr="002F54CE">
        <w:rPr>
          <w:rFonts w:asciiTheme="minorHAnsi" w:hAnsiTheme="minorHAnsi" w:cstheme="minorHAnsi"/>
          <w:szCs w:val="24"/>
        </w:rPr>
        <w:t>ającym.</w:t>
      </w:r>
      <w:r w:rsidRPr="002F54CE">
        <w:rPr>
          <w:rFonts w:asciiTheme="minorHAnsi" w:hAnsiTheme="minorHAnsi" w:cstheme="minorHAnsi"/>
          <w:szCs w:val="24"/>
        </w:rPr>
        <w:br/>
      </w:r>
      <w:r w:rsidR="00F7693F" w:rsidRPr="002F54CE">
        <w:rPr>
          <w:rFonts w:asciiTheme="minorHAnsi" w:hAnsiTheme="minorHAnsi" w:cstheme="minorHAnsi"/>
          <w:szCs w:val="24"/>
        </w:rPr>
        <w:t xml:space="preserve">Powierzający dopuszcza możliwość dalszego powierzenia przetwarzania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="00F7693F" w:rsidRPr="002F54CE">
        <w:rPr>
          <w:rFonts w:asciiTheme="minorHAnsi" w:hAnsiTheme="minorHAnsi" w:cstheme="minorHAnsi"/>
          <w:szCs w:val="24"/>
        </w:rPr>
        <w:t>anych osobowych</w:t>
      </w:r>
      <w:r w:rsidR="00A95EC0" w:rsidRPr="002F54CE">
        <w:rPr>
          <w:rFonts w:asciiTheme="minorHAnsi" w:hAnsiTheme="minorHAnsi" w:cstheme="minorHAnsi"/>
          <w:szCs w:val="24"/>
        </w:rPr>
        <w:t xml:space="preserve"> przez Przetwarzającego, </w:t>
      </w:r>
      <w:r w:rsidR="00F7693F" w:rsidRPr="002F54CE">
        <w:rPr>
          <w:rFonts w:asciiTheme="minorHAnsi" w:hAnsiTheme="minorHAnsi" w:cstheme="minorHAnsi"/>
          <w:szCs w:val="24"/>
        </w:rPr>
        <w:t xml:space="preserve">innym podmiotom przetwarzającym, w </w:t>
      </w:r>
      <w:r w:rsidRPr="002F54CE">
        <w:rPr>
          <w:rFonts w:asciiTheme="minorHAnsi" w:hAnsiTheme="minorHAnsi" w:cstheme="minorHAnsi"/>
          <w:szCs w:val="24"/>
        </w:rPr>
        <w:t>tym p</w:t>
      </w:r>
      <w:r w:rsidR="00F7693F" w:rsidRPr="002F54CE">
        <w:rPr>
          <w:rFonts w:asciiTheme="minorHAnsi" w:hAnsiTheme="minorHAnsi" w:cstheme="minorHAnsi"/>
          <w:szCs w:val="24"/>
        </w:rPr>
        <w:t xml:space="preserve">odwykonawcom Przetwarzającego niewymienionym w </w:t>
      </w:r>
      <w:r w:rsidRPr="002F54CE">
        <w:rPr>
          <w:rFonts w:asciiTheme="minorHAnsi" w:hAnsiTheme="minorHAnsi" w:cstheme="minorHAnsi"/>
          <w:szCs w:val="24"/>
        </w:rPr>
        <w:t>ust. 1</w:t>
      </w:r>
      <w:r w:rsidR="00F7693F" w:rsidRPr="002F54CE">
        <w:rPr>
          <w:rFonts w:asciiTheme="minorHAnsi" w:hAnsiTheme="minorHAnsi" w:cstheme="minorHAnsi"/>
          <w:szCs w:val="24"/>
        </w:rPr>
        <w:t xml:space="preserve">, przy czym warunkiem dalszego powierzenia przetwarzania </w:t>
      </w:r>
      <w:r w:rsidR="00E01555" w:rsidRPr="002F54CE">
        <w:rPr>
          <w:rFonts w:asciiTheme="minorHAnsi" w:hAnsiTheme="minorHAnsi" w:cstheme="minorHAnsi"/>
          <w:szCs w:val="24"/>
        </w:rPr>
        <w:t>(</w:t>
      </w:r>
      <w:proofErr w:type="spellStart"/>
      <w:r w:rsidR="00E01555" w:rsidRPr="002F54CE">
        <w:rPr>
          <w:rFonts w:asciiTheme="minorHAnsi" w:hAnsiTheme="minorHAnsi" w:cstheme="minorHAnsi"/>
          <w:szCs w:val="24"/>
        </w:rPr>
        <w:t>podpowierzenia</w:t>
      </w:r>
      <w:proofErr w:type="spellEnd"/>
      <w:r w:rsidR="00E01555" w:rsidRPr="002F54CE">
        <w:rPr>
          <w:rFonts w:asciiTheme="minorHAnsi" w:hAnsiTheme="minorHAnsi" w:cstheme="minorHAnsi"/>
          <w:szCs w:val="24"/>
        </w:rPr>
        <w:t xml:space="preserve">) </w:t>
      </w:r>
      <w:r w:rsidR="00F7693F" w:rsidRPr="002F54CE">
        <w:rPr>
          <w:rFonts w:asciiTheme="minorHAnsi" w:hAnsiTheme="minorHAnsi" w:cstheme="minorHAnsi"/>
          <w:szCs w:val="24"/>
        </w:rPr>
        <w:t>jest:</w:t>
      </w:r>
    </w:p>
    <w:p w14:paraId="10C0C166" w14:textId="68810A4B" w:rsidR="00F7693F" w:rsidRPr="002F54CE" w:rsidRDefault="00F7693F" w:rsidP="00F7693F">
      <w:pPr>
        <w:numPr>
          <w:ilvl w:val="0"/>
          <w:numId w:val="8"/>
        </w:numPr>
        <w:spacing w:before="0"/>
        <w:ind w:left="851" w:hanging="284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uprzednie poinformowanie na piśmie </w:t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>Powierzaj</w:t>
      </w:r>
      <w:r w:rsidRPr="002F54CE">
        <w:rPr>
          <w:rFonts w:asciiTheme="minorHAnsi" w:hAnsiTheme="minorHAnsi" w:cstheme="minorHAnsi"/>
          <w:szCs w:val="24"/>
        </w:rPr>
        <w:t>ącego przez Przetwarzającego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o zamiarze dalszego powierzenia przetwarzania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 innym podmiotom przetwarzającym, w tym podwykonawcom Przetwarzającego w zakresie konkretnych czynności przetwarzania lub dokonaniu zmiany w zakresie podmiotu będącego już </w:t>
      </w:r>
      <w:r w:rsidR="00E01555" w:rsidRPr="002F54CE">
        <w:rPr>
          <w:rFonts w:asciiTheme="minorHAnsi" w:hAnsiTheme="minorHAnsi" w:cstheme="minorHAnsi"/>
          <w:szCs w:val="24"/>
        </w:rPr>
        <w:t xml:space="preserve">innym podmiotem </w:t>
      </w:r>
      <w:r w:rsidRPr="002F54CE">
        <w:rPr>
          <w:rFonts w:asciiTheme="minorHAnsi" w:hAnsiTheme="minorHAnsi" w:cstheme="minorHAnsi"/>
          <w:szCs w:val="24"/>
        </w:rPr>
        <w:t>przetwarzającym,</w:t>
      </w:r>
    </w:p>
    <w:p w14:paraId="4DC82BF6" w14:textId="7F06F4CE" w:rsidR="00F7693F" w:rsidRPr="002F54CE" w:rsidRDefault="00F7693F" w:rsidP="00F7693F">
      <w:pPr>
        <w:numPr>
          <w:ilvl w:val="0"/>
          <w:numId w:val="8"/>
        </w:numPr>
        <w:spacing w:before="0"/>
        <w:ind w:left="851" w:hanging="284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brak zgłoszenia przez </w:t>
      </w:r>
      <w:r w:rsidRPr="002F54CE">
        <w:rPr>
          <w:rFonts w:asciiTheme="minorHAnsi" w:eastAsia="Lucida Sans Unicode" w:hAnsiTheme="minorHAnsi" w:cstheme="minorHAnsi"/>
          <w:kern w:val="1"/>
          <w:szCs w:val="24"/>
        </w:rPr>
        <w:t>Powierza</w:t>
      </w:r>
      <w:r w:rsidRPr="002F54CE">
        <w:rPr>
          <w:rFonts w:asciiTheme="minorHAnsi" w:hAnsiTheme="minorHAnsi" w:cstheme="minorHAnsi"/>
          <w:szCs w:val="24"/>
        </w:rPr>
        <w:t>jącego sprzeciwu dla zamierzonego dals</w:t>
      </w:r>
      <w:r w:rsidR="00E01555" w:rsidRPr="002F54CE">
        <w:rPr>
          <w:rFonts w:asciiTheme="minorHAnsi" w:hAnsiTheme="minorHAnsi" w:cstheme="minorHAnsi"/>
          <w:szCs w:val="24"/>
        </w:rPr>
        <w:t xml:space="preserve">zego powierzenia przetwarzania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 </w:t>
      </w:r>
      <w:r w:rsidR="00E01555" w:rsidRPr="002F54CE">
        <w:rPr>
          <w:rFonts w:asciiTheme="minorHAnsi" w:hAnsiTheme="minorHAnsi" w:cstheme="minorHAnsi"/>
          <w:szCs w:val="24"/>
        </w:rPr>
        <w:t>(</w:t>
      </w:r>
      <w:proofErr w:type="spellStart"/>
      <w:r w:rsidR="00E01555" w:rsidRPr="002F54CE">
        <w:rPr>
          <w:rFonts w:asciiTheme="minorHAnsi" w:hAnsiTheme="minorHAnsi" w:cstheme="minorHAnsi"/>
          <w:szCs w:val="24"/>
        </w:rPr>
        <w:t>podpowierzenia</w:t>
      </w:r>
      <w:proofErr w:type="spellEnd"/>
      <w:r w:rsidR="00E01555" w:rsidRPr="002F54CE">
        <w:rPr>
          <w:rFonts w:asciiTheme="minorHAnsi" w:hAnsiTheme="minorHAnsi" w:cstheme="minorHAnsi"/>
          <w:szCs w:val="24"/>
        </w:rPr>
        <w:t xml:space="preserve">) </w:t>
      </w:r>
      <w:r w:rsidRPr="002F54CE">
        <w:rPr>
          <w:rFonts w:asciiTheme="minorHAnsi" w:hAnsiTheme="minorHAnsi" w:cstheme="minorHAnsi"/>
          <w:szCs w:val="24"/>
        </w:rPr>
        <w:t xml:space="preserve">w terminie 7 </w:t>
      </w:r>
      <w:r w:rsidR="006F6FE2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ni roboczych licząc od dnia doręczenia Powierzającemu informacji, o której mowa </w:t>
      </w:r>
      <w:r w:rsidR="0059111A" w:rsidRPr="002F54CE">
        <w:rPr>
          <w:rFonts w:asciiTheme="minorHAnsi" w:hAnsiTheme="minorHAnsi" w:cstheme="minorHAnsi"/>
          <w:szCs w:val="24"/>
        </w:rPr>
        <w:br/>
      </w:r>
      <w:r w:rsidR="00195D2E" w:rsidRPr="002F54CE">
        <w:rPr>
          <w:rFonts w:asciiTheme="minorHAnsi" w:hAnsiTheme="minorHAnsi" w:cstheme="minorHAnsi"/>
          <w:szCs w:val="24"/>
        </w:rPr>
        <w:t>w </w:t>
      </w:r>
      <w:r w:rsidRPr="002F54CE">
        <w:rPr>
          <w:rFonts w:asciiTheme="minorHAnsi" w:hAnsiTheme="minorHAnsi" w:cstheme="minorHAnsi"/>
          <w:szCs w:val="24"/>
        </w:rPr>
        <w:t>pkt</w:t>
      </w:r>
      <w:r w:rsidR="0059111A" w:rsidRPr="002F54CE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>1 powyżej.</w:t>
      </w:r>
    </w:p>
    <w:p w14:paraId="134B6844" w14:textId="5204B0AD" w:rsidR="00F7693F" w:rsidRPr="002F54CE" w:rsidRDefault="00F7693F" w:rsidP="00F7693F">
      <w:pPr>
        <w:pStyle w:val="Akapitzlist"/>
        <w:numPr>
          <w:ilvl w:val="0"/>
          <w:numId w:val="10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W przypadku uprzedniego poinformowania Powierzającego zgodnie z ust. 2 pkt 1 oraz niewyrażeniu sprzeciwu wobec dalszego powierzenia przetwarzania w terminie wskazanym w ust. 2 pkt 2 przez Powierzającego, Przetwarzający uprawniony będzie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do dokonania dalszego powierzenia przetwarzania (w zakresie konkre</w:t>
      </w:r>
      <w:r w:rsidR="00E01555" w:rsidRPr="002F54CE">
        <w:rPr>
          <w:rFonts w:asciiTheme="minorHAnsi" w:hAnsiTheme="minorHAnsi" w:cstheme="minorHAnsi"/>
          <w:szCs w:val="24"/>
        </w:rPr>
        <w:t xml:space="preserve">tnych czynności przetwarzania)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osobowych.</w:t>
      </w:r>
    </w:p>
    <w:p w14:paraId="4EEBC1C2" w14:textId="03EB20F1" w:rsidR="00F7693F" w:rsidRPr="002F54CE" w:rsidRDefault="00F7693F" w:rsidP="00F7693F">
      <w:pPr>
        <w:pStyle w:val="Akapitzlist"/>
        <w:numPr>
          <w:ilvl w:val="0"/>
          <w:numId w:val="10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Dokonując dalszego powierzenia przetwarzania (</w:t>
      </w:r>
      <w:proofErr w:type="spellStart"/>
      <w:r w:rsidRPr="002F54CE">
        <w:rPr>
          <w:rFonts w:asciiTheme="minorHAnsi" w:hAnsiTheme="minorHAnsi" w:cstheme="minorHAnsi"/>
          <w:szCs w:val="24"/>
        </w:rPr>
        <w:t>podpowierzenia</w:t>
      </w:r>
      <w:proofErr w:type="spellEnd"/>
      <w:r w:rsidRPr="002F54CE">
        <w:rPr>
          <w:rFonts w:asciiTheme="minorHAnsi" w:hAnsiTheme="minorHAnsi" w:cstheme="minorHAnsi"/>
          <w:szCs w:val="24"/>
        </w:rPr>
        <w:t>) w zakresie konkretnych czynności przetwarzania, Przetwarzający ma obowiązek zobowiązać dalszego przetwarzającego do realizacji wszystkich obowiązków Przetwarzającego wynikających z niniejszej Umowy, w szczególności obowiązek zapewnienia wystarczających gwarancji wdrożenia odpowiednich środków technicznych i</w:t>
      </w:r>
      <w:r w:rsidR="00195D2E" w:rsidRPr="002F54CE">
        <w:rPr>
          <w:rFonts w:asciiTheme="minorHAnsi" w:hAnsiTheme="minorHAnsi" w:cstheme="minorHAnsi"/>
          <w:szCs w:val="24"/>
        </w:rPr>
        <w:t> </w:t>
      </w:r>
      <w:r w:rsidRPr="002F54CE">
        <w:rPr>
          <w:rFonts w:asciiTheme="minorHAnsi" w:hAnsiTheme="minorHAnsi" w:cstheme="minorHAnsi"/>
          <w:szCs w:val="24"/>
        </w:rPr>
        <w:t xml:space="preserve">organizacyjnych, by przetwarzanie odpowiadało wymogom RODO, z wyjątkiem tych, które nie mają zastosowania ze względu na naturę konkretnego dalszego powierzenia. </w:t>
      </w:r>
    </w:p>
    <w:p w14:paraId="3B436E55" w14:textId="35E0920B" w:rsidR="00E01555" w:rsidRPr="002F54CE" w:rsidRDefault="00F7693F" w:rsidP="00F7693F">
      <w:pPr>
        <w:pStyle w:val="Akapitzlist"/>
        <w:numPr>
          <w:ilvl w:val="0"/>
          <w:numId w:val="10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</w:t>
      </w:r>
      <w:r w:rsidR="00E01555" w:rsidRPr="002F54CE">
        <w:rPr>
          <w:rFonts w:asciiTheme="minorHAnsi" w:hAnsiTheme="minorHAnsi" w:cstheme="minorHAnsi"/>
          <w:szCs w:val="24"/>
        </w:rPr>
        <w:t>zapewnia przestrzeganie:</w:t>
      </w:r>
    </w:p>
    <w:p w14:paraId="39147F2B" w14:textId="553060F4" w:rsidR="00E01555" w:rsidRPr="002F54CE" w:rsidRDefault="00F7693F" w:rsidP="00E01555">
      <w:pPr>
        <w:pStyle w:val="Akapitzlist"/>
        <w:numPr>
          <w:ilvl w:val="0"/>
          <w:numId w:val="28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warunków korzystania z usług innego podmiotu przetwarzającego, o których</w:t>
      </w:r>
      <w:r w:rsidR="00E01555" w:rsidRPr="002F54CE">
        <w:rPr>
          <w:rFonts w:asciiTheme="minorHAnsi" w:hAnsiTheme="minorHAnsi" w:cstheme="minorHAnsi"/>
          <w:szCs w:val="24"/>
        </w:rPr>
        <w:t xml:space="preserve"> mowa w art. 28 ust. 2 i 4 RODO;</w:t>
      </w:r>
    </w:p>
    <w:p w14:paraId="428B6FE2" w14:textId="5462B32E" w:rsidR="00E01555" w:rsidRPr="002F54CE" w:rsidRDefault="00E01555" w:rsidP="00E01555">
      <w:pPr>
        <w:pStyle w:val="Akapitzlist"/>
        <w:numPr>
          <w:ilvl w:val="0"/>
          <w:numId w:val="28"/>
        </w:num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postanowień Umowy oraz Umowy głównej przez inne podmioty przetwarzające, w</w:t>
      </w:r>
      <w:r w:rsidR="00195D2E" w:rsidRPr="002F54CE">
        <w:rPr>
          <w:rFonts w:asciiTheme="minorHAnsi" w:hAnsiTheme="minorHAnsi" w:cstheme="minorHAnsi"/>
          <w:szCs w:val="24"/>
        </w:rPr>
        <w:t> </w:t>
      </w:r>
      <w:r w:rsidRPr="002F54CE">
        <w:rPr>
          <w:rFonts w:asciiTheme="minorHAnsi" w:hAnsiTheme="minorHAnsi" w:cstheme="minorHAnsi"/>
          <w:szCs w:val="24"/>
        </w:rPr>
        <w:t>tym podwykonawców.</w:t>
      </w:r>
    </w:p>
    <w:p w14:paraId="3685D381" w14:textId="53EDA551" w:rsidR="00F7693F" w:rsidRPr="002F54CE" w:rsidRDefault="00F7693F" w:rsidP="00F7693F">
      <w:pPr>
        <w:pStyle w:val="Akapitzlist"/>
        <w:numPr>
          <w:ilvl w:val="0"/>
          <w:numId w:val="10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przyjmuje do wiadomości, że jeżeli inny podmiot przetwarzający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nie wywiąże się ze spoczywających na nim obowiązków ochrony danych wynikających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z Umowy, pełna odpowiedzialność wobec Powierzającego za wypełnienie obowiązków innego podmiotu przetwarzającego spoczywa na Przetwarzającym.</w:t>
      </w:r>
    </w:p>
    <w:bookmarkEnd w:id="1"/>
    <w:p w14:paraId="470FC2E5" w14:textId="77777777" w:rsidR="00F7693F" w:rsidRPr="002F54CE" w:rsidRDefault="00F7693F" w:rsidP="00281FD9">
      <w:pPr>
        <w:spacing w:before="0"/>
        <w:jc w:val="left"/>
        <w:rPr>
          <w:rFonts w:asciiTheme="minorHAnsi" w:hAnsiTheme="minorHAnsi" w:cstheme="minorHAnsi"/>
          <w:szCs w:val="24"/>
        </w:rPr>
      </w:pPr>
    </w:p>
    <w:p w14:paraId="42B4AC86" w14:textId="3C147C27" w:rsidR="00F7693F" w:rsidRPr="000D4D84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0D4D84">
        <w:rPr>
          <w:rFonts w:asciiTheme="minorHAnsi" w:hAnsiTheme="minorHAnsi" w:cstheme="minorHAnsi"/>
          <w:b/>
          <w:bCs/>
          <w:szCs w:val="24"/>
        </w:rPr>
        <w:t>§</w:t>
      </w:r>
      <w:r w:rsidR="00B760C4" w:rsidRPr="000D4D84">
        <w:rPr>
          <w:rFonts w:asciiTheme="minorHAnsi" w:hAnsiTheme="minorHAnsi" w:cstheme="minorHAnsi"/>
          <w:b/>
          <w:bCs/>
          <w:szCs w:val="24"/>
        </w:rPr>
        <w:t>10</w:t>
      </w:r>
      <w:r w:rsidRPr="000D4D84">
        <w:rPr>
          <w:rFonts w:asciiTheme="minorHAnsi" w:hAnsiTheme="minorHAnsi" w:cstheme="minorHAnsi"/>
          <w:b/>
          <w:bCs/>
          <w:szCs w:val="24"/>
        </w:rPr>
        <w:t>. Rozwiązanie Umowy</w:t>
      </w:r>
    </w:p>
    <w:p w14:paraId="284B68A6" w14:textId="77777777" w:rsidR="00F7693F" w:rsidRPr="002F54CE" w:rsidRDefault="00F7693F" w:rsidP="00F7693F">
      <w:pPr>
        <w:spacing w:before="0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Powierzający jest uprawniony do wypowiedzenia niniejszej Umowy ze skutkiem natychmiastowym (tj. bez okresu wypowiedzenia), gdy Przetwarzający:</w:t>
      </w:r>
    </w:p>
    <w:p w14:paraId="6FFA6538" w14:textId="263EFB53" w:rsidR="00F7693F" w:rsidRPr="002F54CE" w:rsidRDefault="00F7693F" w:rsidP="00F7693F">
      <w:pPr>
        <w:pStyle w:val="Akapitzlist"/>
        <w:numPr>
          <w:ilvl w:val="0"/>
          <w:numId w:val="11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pomimo uprzedniego, pisemnego wezwania go do usunięcia uchybień stwierdzonych podczas audytów, w tym inspekcji przeprowadzonych zgodnie z §</w:t>
      </w:r>
      <w:r w:rsidR="0080022E" w:rsidRPr="002F54CE">
        <w:rPr>
          <w:rFonts w:asciiTheme="minorHAnsi" w:hAnsiTheme="minorHAnsi" w:cstheme="minorHAnsi"/>
          <w:szCs w:val="24"/>
        </w:rPr>
        <w:t>8</w:t>
      </w:r>
      <w:r w:rsidRPr="002F54CE">
        <w:rPr>
          <w:rFonts w:asciiTheme="minorHAnsi" w:hAnsiTheme="minorHAnsi" w:cstheme="minorHAnsi"/>
          <w:szCs w:val="24"/>
        </w:rPr>
        <w:t xml:space="preserve"> Umowy nie usunie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ich w wyznaczonym terminie, nie krótszym niż 14 </w:t>
      </w:r>
      <w:r w:rsidR="003674BB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ni roboczych licząc od dnia doręczenia mu wezwania</w:t>
      </w:r>
      <w:r w:rsidR="00A95EC0" w:rsidRPr="002F54CE">
        <w:rPr>
          <w:rFonts w:asciiTheme="minorHAnsi" w:hAnsiTheme="minorHAnsi" w:cstheme="minorHAnsi"/>
          <w:szCs w:val="24"/>
        </w:rPr>
        <w:t>;</w:t>
      </w:r>
    </w:p>
    <w:p w14:paraId="740A0908" w14:textId="1C3D3716" w:rsidR="00F7693F" w:rsidRPr="002F54CE" w:rsidRDefault="00F7693F" w:rsidP="00F7693F">
      <w:pPr>
        <w:pStyle w:val="Akapitzlist"/>
        <w:numPr>
          <w:ilvl w:val="0"/>
          <w:numId w:val="11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 </w:t>
      </w:r>
      <w:r w:rsidR="00A95EC0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ane osobowe w sposób niezgodny z Umową, pomimo uprzedniego, pisemnego wezwania go do zaprzestania niezgodnego z Umową przetwarzania danych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w wyznaczonym terminie, nie krótszym niż 7 </w:t>
      </w:r>
      <w:r w:rsidR="0036226C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ni roboczych licząc</w:t>
      </w:r>
      <w:r w:rsidR="00A95EC0" w:rsidRPr="002F54CE">
        <w:rPr>
          <w:rFonts w:asciiTheme="minorHAnsi" w:hAnsiTheme="minorHAnsi" w:cstheme="minorHAnsi"/>
          <w:szCs w:val="24"/>
        </w:rPr>
        <w:t xml:space="preserve"> od dnia doręczenia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="00A95EC0" w:rsidRPr="002F54CE">
        <w:rPr>
          <w:rFonts w:asciiTheme="minorHAnsi" w:hAnsiTheme="minorHAnsi" w:cstheme="minorHAnsi"/>
          <w:szCs w:val="24"/>
        </w:rPr>
        <w:t>mu wezwania;</w:t>
      </w:r>
    </w:p>
    <w:p w14:paraId="40096321" w14:textId="6514318C" w:rsidR="00F7693F" w:rsidRPr="002F54CE" w:rsidRDefault="00F7693F" w:rsidP="00F7693F">
      <w:pPr>
        <w:pStyle w:val="Akapitzlist"/>
        <w:numPr>
          <w:ilvl w:val="0"/>
          <w:numId w:val="11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powierzył przetwarzanie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 innemu podmiotowi bez uprzedniej zgody Powierzającego lub </w:t>
      </w:r>
      <w:r w:rsidR="000760A8" w:rsidRPr="002F54CE">
        <w:rPr>
          <w:rFonts w:asciiTheme="minorHAnsi" w:hAnsiTheme="minorHAnsi" w:cstheme="minorHAnsi"/>
          <w:szCs w:val="24"/>
        </w:rPr>
        <w:t xml:space="preserve">bez </w:t>
      </w:r>
      <w:r w:rsidRPr="002F54CE">
        <w:rPr>
          <w:rFonts w:asciiTheme="minorHAnsi" w:hAnsiTheme="minorHAnsi" w:cstheme="minorHAnsi"/>
          <w:szCs w:val="24"/>
        </w:rPr>
        <w:t>zachowania warunków dalszego powierzenia przetwarzania (</w:t>
      </w:r>
      <w:proofErr w:type="spellStart"/>
      <w:r w:rsidRPr="002F54CE">
        <w:rPr>
          <w:rFonts w:asciiTheme="minorHAnsi" w:hAnsiTheme="minorHAnsi" w:cstheme="minorHAnsi"/>
          <w:szCs w:val="24"/>
        </w:rPr>
        <w:t>podpowierzenia</w:t>
      </w:r>
      <w:proofErr w:type="spellEnd"/>
      <w:r w:rsidRPr="002F54CE">
        <w:rPr>
          <w:rFonts w:asciiTheme="minorHAnsi" w:hAnsiTheme="minorHAnsi" w:cstheme="minorHAnsi"/>
          <w:szCs w:val="24"/>
        </w:rPr>
        <w:t>) określonych w §</w:t>
      </w:r>
      <w:r w:rsidR="00F2088B" w:rsidRPr="002F54CE">
        <w:rPr>
          <w:rFonts w:asciiTheme="minorHAnsi" w:hAnsiTheme="minorHAnsi" w:cstheme="minorHAnsi"/>
          <w:szCs w:val="24"/>
        </w:rPr>
        <w:t>9</w:t>
      </w:r>
      <w:r w:rsidRPr="002F54CE">
        <w:rPr>
          <w:rFonts w:asciiTheme="minorHAnsi" w:hAnsiTheme="minorHAnsi" w:cstheme="minorHAnsi"/>
          <w:szCs w:val="24"/>
        </w:rPr>
        <w:t xml:space="preserve"> Umowy.</w:t>
      </w:r>
    </w:p>
    <w:p w14:paraId="6E2A4EFC" w14:textId="77777777" w:rsidR="0020214F" w:rsidRPr="002F54CE" w:rsidRDefault="0020214F" w:rsidP="00281FD9">
      <w:pPr>
        <w:spacing w:before="0"/>
        <w:jc w:val="left"/>
        <w:rPr>
          <w:rFonts w:asciiTheme="minorHAnsi" w:hAnsiTheme="minorHAnsi" w:cstheme="minorHAnsi"/>
          <w:b/>
          <w:szCs w:val="24"/>
        </w:rPr>
      </w:pPr>
    </w:p>
    <w:p w14:paraId="26D39558" w14:textId="5BC9D94B" w:rsidR="00F7693F" w:rsidRPr="000D4D84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0D4D84">
        <w:rPr>
          <w:rFonts w:asciiTheme="minorHAnsi" w:hAnsiTheme="minorHAnsi" w:cstheme="minorHAnsi"/>
          <w:b/>
          <w:bCs/>
          <w:szCs w:val="24"/>
        </w:rPr>
        <w:t>§</w:t>
      </w:r>
      <w:r w:rsidR="00D649A8" w:rsidRPr="000D4D84">
        <w:rPr>
          <w:rFonts w:asciiTheme="minorHAnsi" w:hAnsiTheme="minorHAnsi" w:cstheme="minorHAnsi"/>
          <w:b/>
          <w:bCs/>
          <w:szCs w:val="24"/>
        </w:rPr>
        <w:t>1</w:t>
      </w:r>
      <w:r w:rsidR="00B760C4" w:rsidRPr="000D4D84">
        <w:rPr>
          <w:rFonts w:asciiTheme="minorHAnsi" w:hAnsiTheme="minorHAnsi" w:cstheme="minorHAnsi"/>
          <w:b/>
          <w:bCs/>
          <w:szCs w:val="24"/>
        </w:rPr>
        <w:t>1</w:t>
      </w:r>
      <w:r w:rsidRPr="000D4D84">
        <w:rPr>
          <w:rFonts w:asciiTheme="minorHAnsi" w:hAnsiTheme="minorHAnsi" w:cstheme="minorHAnsi"/>
          <w:b/>
          <w:bCs/>
          <w:szCs w:val="24"/>
        </w:rPr>
        <w:t xml:space="preserve">. Odpowiedzialność Przetwarzającego </w:t>
      </w:r>
    </w:p>
    <w:p w14:paraId="1E152544" w14:textId="39426A59" w:rsidR="00F7693F" w:rsidRPr="002F54CE" w:rsidRDefault="00F7693F" w:rsidP="00F7693F">
      <w:pPr>
        <w:pStyle w:val="Akapitzlist"/>
        <w:numPr>
          <w:ilvl w:val="0"/>
          <w:numId w:val="13"/>
        </w:numPr>
        <w:spacing w:before="0" w:after="20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Przetwarzający zobowiązuje się do niezwłocznego poinformowania Powierzającego </w:t>
      </w:r>
      <w:r w:rsidR="009F50BC" w:rsidRPr="002F54CE">
        <w:rPr>
          <w:rFonts w:asciiTheme="minorHAnsi" w:hAnsiTheme="minorHAnsi" w:cstheme="minorHAnsi"/>
          <w:szCs w:val="24"/>
        </w:rPr>
        <w:t>o </w:t>
      </w:r>
      <w:r w:rsidRPr="002F54CE">
        <w:rPr>
          <w:rFonts w:asciiTheme="minorHAnsi" w:hAnsiTheme="minorHAnsi" w:cstheme="minorHAnsi"/>
          <w:szCs w:val="24"/>
        </w:rPr>
        <w:t xml:space="preserve">jakimkolwiek postępowaniu, w szczególności administracyjnym lub sądowym, dotyczącym przetwarzania przez Przetwarzającego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>anych osobowych</w:t>
      </w:r>
      <w:r w:rsidR="009F50BC" w:rsidRPr="002F54CE">
        <w:rPr>
          <w:rFonts w:asciiTheme="minorHAnsi" w:hAnsiTheme="minorHAnsi" w:cstheme="minorHAnsi"/>
          <w:szCs w:val="24"/>
        </w:rPr>
        <w:t>, o</w:t>
      </w:r>
      <w:r w:rsidR="00D63119" w:rsidRPr="002F54CE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>jakiejkolwiek decyzji administracyjnej lub orzeczeniu dotyczącym przetwarzania tych danych, skierowanych do Przetwarzającego, a także o wszelkich planowanych, o ile są wiadome, lub realizowanych kontrolach i inspekcjach dotyczących przetwarzania przez Przetwarzającego tych danych osobowych, w szczególności prowadzonych przez administracyjny organ nadzoru, chyba, że poinformowanie Powierzającego będzie</w:t>
      </w:r>
      <w:r w:rsidRPr="002F54CE">
        <w:rPr>
          <w:rFonts w:asciiTheme="minorHAnsi" w:hAnsiTheme="minorHAnsi" w:cstheme="minorHAnsi"/>
          <w:bCs/>
          <w:szCs w:val="24"/>
        </w:rPr>
        <w:t xml:space="preserve"> zabronione na podstawie obowiązujących przepisów prawa lub decyzji sądu lub administracyjnego organu nadzoru</w:t>
      </w:r>
      <w:r w:rsidRPr="002F54CE">
        <w:rPr>
          <w:rFonts w:asciiTheme="minorHAnsi" w:hAnsiTheme="minorHAnsi" w:cstheme="minorHAnsi"/>
          <w:szCs w:val="24"/>
        </w:rPr>
        <w:t>.</w:t>
      </w:r>
    </w:p>
    <w:p w14:paraId="2C436271" w14:textId="536399FF" w:rsidR="00F7693F" w:rsidRPr="002F54CE" w:rsidRDefault="00F7693F" w:rsidP="00F7693F">
      <w:pPr>
        <w:pStyle w:val="Akapitzlist"/>
        <w:numPr>
          <w:ilvl w:val="0"/>
          <w:numId w:val="13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Przetwarzający ponosi względem Powierzającego odpowiedzialność odszkodowawczą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 xml:space="preserve">z tytułu niewykonania lub nienależytego wykonania Umowy, w tym z tytułu niezgodnego z Umową przetwarzania </w:t>
      </w:r>
      <w:r w:rsidR="00045949" w:rsidRPr="002F54CE">
        <w:rPr>
          <w:rFonts w:asciiTheme="minorHAnsi" w:hAnsiTheme="minorHAnsi" w:cstheme="minorHAnsi"/>
          <w:szCs w:val="24"/>
        </w:rPr>
        <w:t>d</w:t>
      </w:r>
      <w:r w:rsidRPr="002F54CE">
        <w:rPr>
          <w:rFonts w:asciiTheme="minorHAnsi" w:hAnsiTheme="minorHAnsi" w:cstheme="minorHAnsi"/>
          <w:szCs w:val="24"/>
        </w:rPr>
        <w:t xml:space="preserve">anych osobowych, przy czym - w zakresie, w jakim jest </w:t>
      </w:r>
      <w:r w:rsidR="00845BA4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to dopuszczalne w świetle bezwzględnie obowiązujących przepisów prawnych</w:t>
      </w:r>
      <w:r w:rsidR="00D63119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- odpowiedzialność Przetwarzającego ograniczona jest wyłącznie do udokumentowanej szkody rzeczywistej Powierzającego (tj. z wyłączeniem w całości utraconych korzyści Powierzającego), a nadto ograniczona jest do kwoty wynoszącej 100% wartości Umowy głównej netto</w:t>
      </w:r>
      <w:r w:rsidR="009F50BC" w:rsidRPr="002F54CE">
        <w:rPr>
          <w:rFonts w:asciiTheme="minorHAnsi" w:hAnsiTheme="minorHAnsi" w:cstheme="minorHAnsi"/>
          <w:szCs w:val="24"/>
        </w:rPr>
        <w:t>.</w:t>
      </w:r>
    </w:p>
    <w:p w14:paraId="3024607E" w14:textId="7873566A" w:rsidR="00F7693F" w:rsidRPr="002F54CE" w:rsidRDefault="00F7693F" w:rsidP="00F7693F">
      <w:pPr>
        <w:pStyle w:val="Akapitzlist"/>
        <w:numPr>
          <w:ilvl w:val="0"/>
          <w:numId w:val="13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Ograniczenia, o których mowa w ust. 2 powyżej nie odnoszą się do ewentualnych roszczeń regresowych Powierzającego względem Przetwarzającego w sytuacji, gdy Przetwarzający okaże się odpowiedzialny/współodpowiedzialny za szkodę, którą poniosła osoba, której dane dotyczą w wyniku naruszenia RODO, ale wyłącznie </w:t>
      </w:r>
      <w:r w:rsidR="00195D2E" w:rsidRPr="002F54CE">
        <w:rPr>
          <w:rFonts w:asciiTheme="minorHAnsi" w:hAnsiTheme="minorHAnsi" w:cstheme="minorHAnsi"/>
          <w:szCs w:val="24"/>
        </w:rPr>
        <w:t>w </w:t>
      </w:r>
      <w:r w:rsidRPr="002F54CE">
        <w:rPr>
          <w:rFonts w:asciiTheme="minorHAnsi" w:hAnsiTheme="minorHAnsi" w:cstheme="minorHAnsi"/>
          <w:szCs w:val="24"/>
        </w:rPr>
        <w:t>zakresie, w jakim Przetwarzający odpowiada zgodnie z RODO jako podmiot przetwarzający. Powierzający zobowiązany jest każdorazowo do poinformowania Przetwarzającego o każdym zdarzeniu, które mogłoby stanowić podstawę zgłoszenia przez Powierzającego roszczeń regresowych, o których mowa w zdaniu poprzednim</w:t>
      </w:r>
      <w:r w:rsidR="0079765E" w:rsidRPr="002F54CE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>w przypadku, gdy okoliczności zdarzenia wskazują na</w:t>
      </w:r>
      <w:r w:rsidR="00845BA4" w:rsidRPr="002F54CE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 xml:space="preserve">odpowiedzialność/współodpowiedzialność Przetwarzającego </w:t>
      </w:r>
      <w:r w:rsidR="0079765E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w powstaniu szkody oraz umożliwi Przetwarzającemu odniesienie się i wskazanie okoliczności, które wyłączają obowiązek naprawienia ewentualnej szkody przez Przetwarzającego jako podmiotu przetwarzającego.</w:t>
      </w:r>
    </w:p>
    <w:p w14:paraId="7E969AA3" w14:textId="77777777" w:rsidR="00F7693F" w:rsidRPr="002F54CE" w:rsidRDefault="00F7693F" w:rsidP="00281FD9">
      <w:pPr>
        <w:spacing w:before="0"/>
        <w:jc w:val="left"/>
        <w:rPr>
          <w:rFonts w:asciiTheme="minorHAnsi" w:hAnsiTheme="minorHAnsi" w:cstheme="minorHAnsi"/>
          <w:b/>
          <w:szCs w:val="24"/>
        </w:rPr>
      </w:pPr>
    </w:p>
    <w:p w14:paraId="72B74963" w14:textId="42A041A7" w:rsidR="00F7693F" w:rsidRPr="000D4D84" w:rsidRDefault="00F7693F" w:rsidP="000D4D84">
      <w:pPr>
        <w:spacing w:before="0" w:after="12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0D4D84">
        <w:rPr>
          <w:rFonts w:asciiTheme="minorHAnsi" w:hAnsiTheme="minorHAnsi" w:cstheme="minorHAnsi"/>
          <w:b/>
          <w:bCs/>
          <w:szCs w:val="24"/>
        </w:rPr>
        <w:t>§1</w:t>
      </w:r>
      <w:r w:rsidR="00B760C4" w:rsidRPr="000D4D84">
        <w:rPr>
          <w:rFonts w:asciiTheme="minorHAnsi" w:hAnsiTheme="minorHAnsi" w:cstheme="minorHAnsi"/>
          <w:b/>
          <w:bCs/>
          <w:szCs w:val="24"/>
        </w:rPr>
        <w:t>2</w:t>
      </w:r>
      <w:r w:rsidRPr="000D4D84">
        <w:rPr>
          <w:rFonts w:asciiTheme="minorHAnsi" w:hAnsiTheme="minorHAnsi" w:cstheme="minorHAnsi"/>
          <w:b/>
          <w:bCs/>
          <w:szCs w:val="24"/>
        </w:rPr>
        <w:t xml:space="preserve">. Postanowienia końcowe </w:t>
      </w:r>
    </w:p>
    <w:p w14:paraId="61C151DB" w14:textId="7EE99ADD" w:rsidR="007C08DA" w:rsidRDefault="007C08DA" w:rsidP="00ED02E9">
      <w:pPr>
        <w:widowControl w:val="0"/>
        <w:numPr>
          <w:ilvl w:val="0"/>
          <w:numId w:val="4"/>
        </w:numPr>
        <w:suppressAutoHyphens/>
        <w:autoSpaceDE w:val="0"/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Powierzający oświadcza, że funkcję inspektora ochrony danych pełni u niego: </w:t>
      </w:r>
      <w:r w:rsidR="002F54CE" w:rsidRPr="002F54CE">
        <w:rPr>
          <w:rFonts w:asciiTheme="minorHAnsi" w:hAnsiTheme="minorHAnsi" w:cstheme="minorHAnsi"/>
          <w:szCs w:val="24"/>
        </w:rPr>
        <w:t>Mateusz Zarychta</w:t>
      </w:r>
      <w:r w:rsidRPr="002F54CE">
        <w:rPr>
          <w:rFonts w:asciiTheme="minorHAnsi" w:hAnsiTheme="minorHAnsi" w:cstheme="minorHAnsi"/>
          <w:szCs w:val="24"/>
        </w:rPr>
        <w:t xml:space="preserve">, adres do korespondencji: </w:t>
      </w:r>
      <w:r w:rsidR="00ED02E9" w:rsidRPr="00ED02E9">
        <w:rPr>
          <w:rFonts w:asciiTheme="minorHAnsi" w:hAnsiTheme="minorHAnsi" w:cstheme="minorHAnsi"/>
          <w:szCs w:val="24"/>
        </w:rPr>
        <w:t>Pomerania Services Group</w:t>
      </w:r>
      <w:r w:rsidR="00F15902">
        <w:rPr>
          <w:rFonts w:asciiTheme="minorHAnsi" w:hAnsiTheme="minorHAnsi" w:cstheme="minorHAnsi"/>
          <w:szCs w:val="24"/>
        </w:rPr>
        <w:t xml:space="preserve"> Sp. z o.o.</w:t>
      </w:r>
      <w:r w:rsidR="00ED02E9">
        <w:rPr>
          <w:rFonts w:asciiTheme="minorHAnsi" w:hAnsiTheme="minorHAnsi" w:cstheme="minorHAnsi"/>
          <w:szCs w:val="24"/>
        </w:rPr>
        <w:t>,</w:t>
      </w:r>
      <w:r w:rsidR="00F15902">
        <w:rPr>
          <w:rFonts w:asciiTheme="minorHAnsi" w:hAnsiTheme="minorHAnsi" w:cstheme="minorHAnsi"/>
          <w:szCs w:val="24"/>
        </w:rPr>
        <w:br/>
      </w:r>
      <w:r w:rsidR="00ED02E9">
        <w:rPr>
          <w:rFonts w:asciiTheme="minorHAnsi" w:hAnsiTheme="minorHAnsi" w:cstheme="minorHAnsi"/>
          <w:szCs w:val="24"/>
        </w:rPr>
        <w:t xml:space="preserve">ul. </w:t>
      </w:r>
      <w:r w:rsidR="008C783F">
        <w:rPr>
          <w:rFonts w:asciiTheme="minorHAnsi" w:hAnsiTheme="minorHAnsi" w:cstheme="minorHAnsi"/>
          <w:szCs w:val="24"/>
        </w:rPr>
        <w:t>Koszalińska 22</w:t>
      </w:r>
      <w:r w:rsidR="00ED02E9" w:rsidRPr="00ED02E9">
        <w:rPr>
          <w:rFonts w:asciiTheme="minorHAnsi" w:hAnsiTheme="minorHAnsi" w:cstheme="minorHAnsi"/>
          <w:szCs w:val="24"/>
        </w:rPr>
        <w:t>, 77-200 Miastko</w:t>
      </w:r>
      <w:r w:rsidRPr="00ED02E9">
        <w:rPr>
          <w:rFonts w:asciiTheme="minorHAnsi" w:hAnsiTheme="minorHAnsi" w:cstheme="minorHAnsi"/>
          <w:szCs w:val="24"/>
        </w:rPr>
        <w:t xml:space="preserve">, tel.: </w:t>
      </w:r>
      <w:r w:rsidR="00ED02E9" w:rsidRPr="00ED02E9">
        <w:rPr>
          <w:rFonts w:asciiTheme="minorHAnsi" w:hAnsiTheme="minorHAnsi" w:cstheme="minorHAnsi"/>
          <w:szCs w:val="24"/>
        </w:rPr>
        <w:t>505-540-306</w:t>
      </w:r>
      <w:r w:rsidR="00ED02E9">
        <w:rPr>
          <w:rFonts w:asciiTheme="minorHAnsi" w:hAnsiTheme="minorHAnsi" w:cstheme="minorHAnsi"/>
          <w:szCs w:val="24"/>
        </w:rPr>
        <w:t>,</w:t>
      </w:r>
      <w:r w:rsidR="00ED02E9" w:rsidRPr="00ED02E9">
        <w:rPr>
          <w:rFonts w:asciiTheme="minorHAnsi" w:hAnsiTheme="minorHAnsi" w:cstheme="minorHAnsi"/>
          <w:szCs w:val="24"/>
        </w:rPr>
        <w:t xml:space="preserve"> </w:t>
      </w:r>
      <w:r w:rsidRPr="00ED02E9">
        <w:rPr>
          <w:rFonts w:asciiTheme="minorHAnsi" w:hAnsiTheme="minorHAnsi" w:cstheme="minorHAnsi"/>
          <w:szCs w:val="24"/>
        </w:rPr>
        <w:t xml:space="preserve">adres e-mail: </w:t>
      </w:r>
      <w:hyperlink r:id="rId8" w:history="1">
        <w:r w:rsidR="00ED02E9" w:rsidRPr="00ED02E9">
          <w:t>mateusz@epomerania.pl</w:t>
        </w:r>
      </w:hyperlink>
      <w:r w:rsidRPr="00ED02E9">
        <w:rPr>
          <w:rFonts w:asciiTheme="minorHAnsi" w:hAnsiTheme="minorHAnsi" w:cstheme="minorHAnsi"/>
          <w:szCs w:val="24"/>
        </w:rPr>
        <w:t>.</w:t>
      </w:r>
    </w:p>
    <w:p w14:paraId="5FE0DF10" w14:textId="46B370EC" w:rsidR="0095393A" w:rsidRPr="00ED02E9" w:rsidRDefault="00F7693F" w:rsidP="00ED02E9">
      <w:pPr>
        <w:widowControl w:val="0"/>
        <w:numPr>
          <w:ilvl w:val="0"/>
          <w:numId w:val="4"/>
        </w:numPr>
        <w:suppressAutoHyphens/>
        <w:autoSpaceDE w:val="0"/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ED02E9">
        <w:rPr>
          <w:rFonts w:asciiTheme="minorHAnsi" w:hAnsiTheme="minorHAnsi" w:cstheme="minorHAnsi"/>
          <w:szCs w:val="24"/>
        </w:rPr>
        <w:t xml:space="preserve">Przetwarzający oświadcza, że funkcję inspektora ochrony danych pełni u niego: </w:t>
      </w:r>
      <w:r w:rsidR="00B9761F" w:rsidRPr="00ED02E9">
        <w:rPr>
          <w:rFonts w:asciiTheme="minorHAnsi" w:hAnsiTheme="minorHAnsi" w:cstheme="minorHAnsi"/>
          <w:szCs w:val="24"/>
        </w:rPr>
        <w:t>…………………………</w:t>
      </w:r>
      <w:r w:rsidR="00ED02E9">
        <w:rPr>
          <w:rFonts w:asciiTheme="minorHAnsi" w:hAnsiTheme="minorHAnsi" w:cstheme="minorHAnsi"/>
          <w:szCs w:val="24"/>
        </w:rPr>
        <w:t>…………………………………………………..</w:t>
      </w:r>
      <w:r w:rsidR="00893FBA" w:rsidRPr="00ED02E9">
        <w:rPr>
          <w:rFonts w:asciiTheme="minorHAnsi" w:hAnsiTheme="minorHAnsi" w:cstheme="minorHAnsi"/>
          <w:szCs w:val="24"/>
        </w:rPr>
        <w:t xml:space="preserve"> adres do korespondencji: </w:t>
      </w:r>
      <w:r w:rsidR="00B9761F" w:rsidRPr="00ED02E9">
        <w:rPr>
          <w:rFonts w:asciiTheme="minorHAnsi" w:hAnsiTheme="minorHAnsi" w:cstheme="minorHAnsi"/>
          <w:szCs w:val="24"/>
        </w:rPr>
        <w:t>……………………………………………………………………</w:t>
      </w:r>
      <w:r w:rsidR="00AA62A5" w:rsidRPr="00ED02E9">
        <w:rPr>
          <w:rFonts w:asciiTheme="minorHAnsi" w:hAnsiTheme="minorHAnsi" w:cstheme="minorHAnsi"/>
          <w:szCs w:val="24"/>
        </w:rPr>
        <w:t>, tel.:</w:t>
      </w:r>
      <w:bookmarkStart w:id="2" w:name="_Hlk104810127"/>
      <w:r w:rsidR="0079765E" w:rsidRPr="00ED02E9">
        <w:rPr>
          <w:rFonts w:asciiTheme="minorHAnsi" w:hAnsiTheme="minorHAnsi" w:cstheme="minorHAnsi"/>
          <w:szCs w:val="24"/>
        </w:rPr>
        <w:t xml:space="preserve"> </w:t>
      </w:r>
      <w:bookmarkEnd w:id="2"/>
      <w:r w:rsidR="00B9761F" w:rsidRPr="00ED02E9">
        <w:rPr>
          <w:rFonts w:asciiTheme="minorHAnsi" w:hAnsiTheme="minorHAnsi" w:cstheme="minorHAnsi"/>
          <w:szCs w:val="24"/>
        </w:rPr>
        <w:t>………………</w:t>
      </w:r>
      <w:r w:rsidR="00ED02E9">
        <w:rPr>
          <w:rFonts w:asciiTheme="minorHAnsi" w:hAnsiTheme="minorHAnsi" w:cstheme="minorHAnsi"/>
          <w:szCs w:val="24"/>
        </w:rPr>
        <w:t>……………………………..</w:t>
      </w:r>
      <w:r w:rsidR="00B9761F" w:rsidRPr="00ED02E9">
        <w:rPr>
          <w:rFonts w:asciiTheme="minorHAnsi" w:hAnsiTheme="minorHAnsi" w:cstheme="minorHAnsi"/>
          <w:szCs w:val="24"/>
        </w:rPr>
        <w:t>……</w:t>
      </w:r>
      <w:r w:rsidR="00845BA4" w:rsidRPr="00ED02E9">
        <w:rPr>
          <w:rFonts w:asciiTheme="minorHAnsi" w:hAnsiTheme="minorHAnsi" w:cstheme="minorHAnsi"/>
          <w:szCs w:val="24"/>
        </w:rPr>
        <w:t xml:space="preserve"> </w:t>
      </w:r>
      <w:r w:rsidR="00AA62A5" w:rsidRPr="00ED02E9">
        <w:rPr>
          <w:rFonts w:asciiTheme="minorHAnsi" w:hAnsiTheme="minorHAnsi" w:cstheme="minorHAnsi"/>
          <w:szCs w:val="24"/>
        </w:rPr>
        <w:t xml:space="preserve">adres e-mail: </w:t>
      </w:r>
      <w:r w:rsidR="00B9761F" w:rsidRPr="00ED02E9">
        <w:rPr>
          <w:rFonts w:asciiTheme="minorHAnsi" w:hAnsiTheme="minorHAnsi" w:cstheme="minorHAnsi"/>
          <w:szCs w:val="24"/>
        </w:rPr>
        <w:t>………………………………………</w:t>
      </w:r>
    </w:p>
    <w:p w14:paraId="2423DEEA" w14:textId="532F7D25" w:rsidR="00F7693F" w:rsidRPr="002F54CE" w:rsidRDefault="00F7693F" w:rsidP="0095393A">
      <w:pPr>
        <w:pStyle w:val="Akapitzlist"/>
        <w:spacing w:before="0"/>
        <w:ind w:left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Zmiana danych osób wymienionych w ust. 1 i 2 nie stanowi zmiany Umowy. Zmiana taka następuje poprzez pisemne zawiadomienie drugiej Strony o zmianie.</w:t>
      </w:r>
    </w:p>
    <w:p w14:paraId="0F2B859C" w14:textId="5A88924A" w:rsidR="00F7693F" w:rsidRPr="002F54CE" w:rsidRDefault="00F7693F" w:rsidP="00F7693F">
      <w:pPr>
        <w:widowControl w:val="0"/>
        <w:numPr>
          <w:ilvl w:val="0"/>
          <w:numId w:val="4"/>
        </w:numPr>
        <w:suppressAutoHyphens/>
        <w:autoSpaceDE w:val="0"/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Strony wskazują następujące adresy dla doręczeń:</w:t>
      </w:r>
    </w:p>
    <w:p w14:paraId="4460FB19" w14:textId="77777777" w:rsidR="0020214F" w:rsidRPr="002F54CE" w:rsidRDefault="0020214F" w:rsidP="0020214F">
      <w:pPr>
        <w:widowControl w:val="0"/>
        <w:suppressAutoHyphens/>
        <w:autoSpaceDE w:val="0"/>
        <w:spacing w:before="0"/>
        <w:ind w:left="567"/>
        <w:rPr>
          <w:rFonts w:asciiTheme="minorHAnsi" w:hAnsiTheme="minorHAnsi" w:cstheme="minorHAnsi"/>
          <w:szCs w:val="24"/>
        </w:rPr>
      </w:pPr>
    </w:p>
    <w:tbl>
      <w:tblPr>
        <w:tblW w:w="8505" w:type="dxa"/>
        <w:tblInd w:w="567" w:type="dxa"/>
        <w:tblLook w:val="04A0" w:firstRow="1" w:lastRow="0" w:firstColumn="1" w:lastColumn="0" w:noHBand="0" w:noVBand="1"/>
      </w:tblPr>
      <w:tblGrid>
        <w:gridCol w:w="4248"/>
        <w:gridCol w:w="4257"/>
      </w:tblGrid>
      <w:tr w:rsidR="00F61BBC" w:rsidRPr="002F54CE" w14:paraId="44A5F83B" w14:textId="77777777" w:rsidTr="00B67BEC">
        <w:tc>
          <w:tcPr>
            <w:tcW w:w="4248" w:type="dxa"/>
            <w:shd w:val="clear" w:color="auto" w:fill="auto"/>
          </w:tcPr>
          <w:p w14:paraId="6EA40015" w14:textId="713B903A" w:rsidR="0020214F" w:rsidRPr="002F54CE" w:rsidRDefault="0020214F" w:rsidP="0020214F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F54CE">
              <w:rPr>
                <w:rFonts w:asciiTheme="minorHAnsi" w:hAnsiTheme="minorHAnsi" w:cstheme="minorHAnsi"/>
                <w:b/>
                <w:szCs w:val="24"/>
              </w:rPr>
              <w:t>Powierzający:</w:t>
            </w:r>
          </w:p>
        </w:tc>
        <w:tc>
          <w:tcPr>
            <w:tcW w:w="4257" w:type="dxa"/>
            <w:shd w:val="clear" w:color="auto" w:fill="auto"/>
          </w:tcPr>
          <w:p w14:paraId="24A40D7B" w14:textId="775BF9E6" w:rsidR="0020214F" w:rsidRPr="002F54CE" w:rsidRDefault="0020214F" w:rsidP="0020214F">
            <w:pPr>
              <w:widowControl w:val="0"/>
              <w:suppressAutoHyphens/>
              <w:autoSpaceDE w:val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F54CE">
              <w:rPr>
                <w:rFonts w:asciiTheme="minorHAnsi" w:hAnsiTheme="minorHAnsi" w:cstheme="minorHAnsi"/>
                <w:b/>
                <w:szCs w:val="24"/>
              </w:rPr>
              <w:t>Przetwarzający:</w:t>
            </w:r>
          </w:p>
        </w:tc>
      </w:tr>
      <w:tr w:rsidR="00F61BBC" w:rsidRPr="002F54CE" w14:paraId="4F171A13" w14:textId="77777777" w:rsidTr="00B67BEC">
        <w:tc>
          <w:tcPr>
            <w:tcW w:w="4248" w:type="dxa"/>
            <w:shd w:val="clear" w:color="auto" w:fill="auto"/>
          </w:tcPr>
          <w:p w14:paraId="2E30D364" w14:textId="251D52BE" w:rsidR="0020214F" w:rsidRPr="002F54CE" w:rsidRDefault="00ED02E9" w:rsidP="0020214F">
            <w:pPr>
              <w:widowControl w:val="0"/>
              <w:suppressAutoHyphens/>
              <w:autoSpaceDE w:val="0"/>
              <w:spacing w:before="0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Starostwo Powiatowe w Chojnicach</w:t>
            </w:r>
          </w:p>
        </w:tc>
        <w:tc>
          <w:tcPr>
            <w:tcW w:w="4257" w:type="dxa"/>
            <w:shd w:val="clear" w:color="auto" w:fill="auto"/>
          </w:tcPr>
          <w:p w14:paraId="222A62A5" w14:textId="39E2DABF" w:rsidR="0020214F" w:rsidRPr="002F54CE" w:rsidRDefault="00B9761F" w:rsidP="0020214F">
            <w:pPr>
              <w:widowControl w:val="0"/>
              <w:suppressAutoHyphens/>
              <w:autoSpaceDE w:val="0"/>
              <w:spacing w:befor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2F54CE">
              <w:rPr>
                <w:rFonts w:asciiTheme="minorHAnsi" w:hAnsiTheme="minorHAnsi" w:cstheme="minorHAnsi"/>
                <w:szCs w:val="24"/>
              </w:rPr>
              <w:t>…………………………..</w:t>
            </w:r>
          </w:p>
        </w:tc>
      </w:tr>
      <w:tr w:rsidR="00F61BBC" w:rsidRPr="002F54CE" w14:paraId="35D6FB2E" w14:textId="77777777" w:rsidTr="00B67BEC">
        <w:tc>
          <w:tcPr>
            <w:tcW w:w="4248" w:type="dxa"/>
            <w:shd w:val="clear" w:color="auto" w:fill="auto"/>
          </w:tcPr>
          <w:p w14:paraId="44502557" w14:textId="05FE189A" w:rsidR="0020214F" w:rsidRPr="002F54CE" w:rsidRDefault="0020214F" w:rsidP="0020214F">
            <w:pPr>
              <w:widowControl w:val="0"/>
              <w:suppressAutoHyphens/>
              <w:autoSpaceDE w:val="0"/>
              <w:spacing w:befor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2F54CE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ED02E9">
              <w:rPr>
                <w:rFonts w:asciiTheme="minorHAnsi" w:hAnsiTheme="minorHAnsi" w:cstheme="minorHAnsi"/>
                <w:szCs w:val="24"/>
              </w:rPr>
              <w:t>31 Stycznia 56</w:t>
            </w:r>
            <w:r w:rsidRPr="002F54CE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="00ED02E9">
              <w:rPr>
                <w:rFonts w:asciiTheme="minorHAnsi" w:hAnsiTheme="minorHAnsi" w:cstheme="minorHAnsi"/>
                <w:szCs w:val="24"/>
              </w:rPr>
              <w:t>89-600 Chojnice</w:t>
            </w:r>
          </w:p>
        </w:tc>
        <w:tc>
          <w:tcPr>
            <w:tcW w:w="4257" w:type="dxa"/>
            <w:shd w:val="clear" w:color="auto" w:fill="auto"/>
          </w:tcPr>
          <w:p w14:paraId="51B55DA9" w14:textId="375A5C3A" w:rsidR="0020214F" w:rsidRPr="002F54CE" w:rsidRDefault="00B9761F" w:rsidP="0020214F">
            <w:pPr>
              <w:widowControl w:val="0"/>
              <w:suppressAutoHyphens/>
              <w:autoSpaceDE w:val="0"/>
              <w:spacing w:befor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2F54CE">
              <w:rPr>
                <w:rFonts w:asciiTheme="minorHAnsi" w:hAnsiTheme="minorHAnsi" w:cstheme="minorHAnsi"/>
                <w:szCs w:val="24"/>
              </w:rPr>
              <w:t>……………………………</w:t>
            </w:r>
          </w:p>
        </w:tc>
      </w:tr>
    </w:tbl>
    <w:p w14:paraId="51CAA8C4" w14:textId="766ACEE2" w:rsidR="00F7693F" w:rsidRPr="002F54CE" w:rsidRDefault="00F7693F" w:rsidP="00F7693F">
      <w:pPr>
        <w:pStyle w:val="WW-Tekstpodstawowy2"/>
        <w:numPr>
          <w:ilvl w:val="0"/>
          <w:numId w:val="4"/>
        </w:numPr>
        <w:tabs>
          <w:tab w:val="clear" w:pos="1134"/>
          <w:tab w:val="left" w:pos="567"/>
        </w:tabs>
        <w:spacing w:line="276" w:lineRule="auto"/>
        <w:ind w:left="567" w:hanging="567"/>
        <w:rPr>
          <w:rFonts w:asciiTheme="minorHAnsi" w:hAnsiTheme="minorHAnsi" w:cstheme="minorHAnsi"/>
          <w:bCs/>
          <w:color w:val="auto"/>
        </w:rPr>
      </w:pPr>
      <w:r w:rsidRPr="002F54CE">
        <w:rPr>
          <w:rFonts w:asciiTheme="minorHAnsi" w:hAnsiTheme="minorHAnsi" w:cstheme="minorHAnsi"/>
          <w:bCs/>
          <w:color w:val="auto"/>
        </w:rPr>
        <w:t xml:space="preserve">Strony zobowiązują się do niezwłocznego informowania o wszelkich zmianach adresów do doręczeń pod rygorem uznania doręczenia pod ostatni wskazany adres do doręczeń </w:t>
      </w:r>
      <w:r w:rsidR="000200D4" w:rsidRPr="002F54CE">
        <w:rPr>
          <w:rFonts w:asciiTheme="minorHAnsi" w:hAnsiTheme="minorHAnsi" w:cstheme="minorHAnsi"/>
          <w:bCs/>
          <w:color w:val="auto"/>
        </w:rPr>
        <w:br/>
      </w:r>
      <w:r w:rsidRPr="002F54CE">
        <w:rPr>
          <w:rFonts w:asciiTheme="minorHAnsi" w:hAnsiTheme="minorHAnsi" w:cstheme="minorHAnsi"/>
          <w:bCs/>
          <w:color w:val="auto"/>
        </w:rPr>
        <w:t xml:space="preserve">za skuteczne. Zmiana adresu do doręczeń </w:t>
      </w:r>
      <w:r w:rsidRPr="002F54CE">
        <w:rPr>
          <w:rFonts w:asciiTheme="minorHAnsi" w:hAnsiTheme="minorHAnsi" w:cstheme="minorHAnsi"/>
          <w:color w:val="auto"/>
        </w:rPr>
        <w:t>nie stanowi zmiany Umowy. Zmiana taka następuje poprzez pisemne zawiadomienie drugiej Strony o zmianie.</w:t>
      </w:r>
    </w:p>
    <w:p w14:paraId="66B93E58" w14:textId="5F74BF2E" w:rsidR="00F7693F" w:rsidRPr="002F54CE" w:rsidRDefault="00F7693F" w:rsidP="00F7693F">
      <w:pPr>
        <w:pStyle w:val="Akapitzlist"/>
        <w:numPr>
          <w:ilvl w:val="0"/>
          <w:numId w:val="4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Mając na uwadze, iż niniejsza Umowa zawarta została w związku i w celu realizacji Umowy głównej Przetwarzający potwierdza, iż kalkulacja wynagrodzenia należnego Przetwarzającemu na podstawie Umowy głównej została dokonana przy uwzględnieniu zobowiązań Przetwarzającego wynikających z niniejszej Umowy i zobowiązania określone w niniejszej Umow</w:t>
      </w:r>
      <w:r w:rsidR="00B67BEC" w:rsidRPr="002F54CE">
        <w:rPr>
          <w:rFonts w:asciiTheme="minorHAnsi" w:hAnsiTheme="minorHAnsi" w:cstheme="minorHAnsi"/>
          <w:szCs w:val="24"/>
        </w:rPr>
        <w:t>ie</w:t>
      </w:r>
      <w:r w:rsidRPr="002F54CE">
        <w:rPr>
          <w:rFonts w:asciiTheme="minorHAnsi" w:hAnsiTheme="minorHAnsi" w:cstheme="minorHAnsi"/>
          <w:szCs w:val="24"/>
        </w:rPr>
        <w:t xml:space="preserve"> zostaną wykonane przez Przetwarzającego w ramach wynagrodzenia określonego w Umowie głównej.</w:t>
      </w:r>
    </w:p>
    <w:p w14:paraId="6B999952" w14:textId="77777777" w:rsidR="00F7693F" w:rsidRPr="002F54CE" w:rsidRDefault="00F7693F" w:rsidP="00F7693F">
      <w:pPr>
        <w:pStyle w:val="Akapitzlist"/>
        <w:numPr>
          <w:ilvl w:val="0"/>
          <w:numId w:val="4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Strony będą dążyć do polubownego rozstrzygnięcia wszelkich sporów, jakie mogą wyniknąć w związku z interpretacją lub wykonywaniem Umowy (postanowienie to nie stanowi zapisu na sąd polubowny).</w:t>
      </w:r>
    </w:p>
    <w:p w14:paraId="7E9BD971" w14:textId="4B3AF685" w:rsidR="00F7693F" w:rsidRPr="002F54CE" w:rsidRDefault="00F7693F" w:rsidP="00F7693F">
      <w:pPr>
        <w:pStyle w:val="Akapitzlist"/>
        <w:numPr>
          <w:ilvl w:val="0"/>
          <w:numId w:val="4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Jeżeli działanie podjęte w myśl ust. </w:t>
      </w:r>
      <w:r w:rsidR="00464D54">
        <w:rPr>
          <w:rFonts w:asciiTheme="minorHAnsi" w:hAnsiTheme="minorHAnsi" w:cstheme="minorHAnsi"/>
          <w:szCs w:val="24"/>
        </w:rPr>
        <w:t>6</w:t>
      </w:r>
      <w:r w:rsidRPr="002F54CE">
        <w:rPr>
          <w:rFonts w:asciiTheme="minorHAnsi" w:hAnsiTheme="minorHAnsi" w:cstheme="minorHAnsi"/>
          <w:szCs w:val="24"/>
        </w:rPr>
        <w:t xml:space="preserve"> nie przyniosą rezultatu zadowalającego obie Strony, sądem właściwym do rozstrzygania wszelkich sporów wynikających z niniejszej Umowy jest właściwy sąd powszechny dla siedziby </w:t>
      </w:r>
      <w:r w:rsidR="0060085E" w:rsidRPr="002F54CE">
        <w:rPr>
          <w:rFonts w:asciiTheme="minorHAnsi" w:hAnsiTheme="minorHAnsi" w:cstheme="minorHAnsi"/>
          <w:szCs w:val="24"/>
        </w:rPr>
        <w:t>Powierzającego</w:t>
      </w:r>
      <w:r w:rsidRPr="002F54CE">
        <w:rPr>
          <w:rFonts w:asciiTheme="minorHAnsi" w:hAnsiTheme="minorHAnsi" w:cstheme="minorHAnsi"/>
          <w:szCs w:val="24"/>
        </w:rPr>
        <w:t>.</w:t>
      </w:r>
    </w:p>
    <w:p w14:paraId="3BF1D197" w14:textId="6CEBC098" w:rsidR="00F7693F" w:rsidRPr="002F54CE" w:rsidRDefault="00F7693F" w:rsidP="00F7693F">
      <w:pPr>
        <w:pStyle w:val="Akapitzlist"/>
        <w:numPr>
          <w:ilvl w:val="0"/>
          <w:numId w:val="4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Wszelkie zmiany niniejszej Umowy wymagają formy pisemnej pod rygorem nieważności,</w:t>
      </w:r>
      <w:r w:rsidR="00625FC7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>z zastrzeżeniem wyjątków przewidzianych w Umowie. Oświadczenie</w:t>
      </w:r>
      <w:r w:rsidR="00625FC7">
        <w:rPr>
          <w:rFonts w:asciiTheme="minorHAnsi" w:hAnsiTheme="minorHAnsi" w:cstheme="minorHAnsi"/>
          <w:szCs w:val="24"/>
        </w:rPr>
        <w:t xml:space="preserve"> </w:t>
      </w:r>
      <w:r w:rsidR="00195D2E" w:rsidRPr="002F54CE">
        <w:rPr>
          <w:rFonts w:asciiTheme="minorHAnsi" w:hAnsiTheme="minorHAnsi" w:cstheme="minorHAnsi"/>
          <w:szCs w:val="24"/>
        </w:rPr>
        <w:t>o</w:t>
      </w:r>
      <w:r w:rsidR="00625FC7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>wypowiedzeniu/rozwiązaniu niniejszej Umowy lub odstąpieniu od Umowy również</w:t>
      </w:r>
      <w:r w:rsidR="00625FC7">
        <w:rPr>
          <w:rFonts w:asciiTheme="minorHAnsi" w:hAnsiTheme="minorHAnsi" w:cstheme="minorHAnsi"/>
          <w:szCs w:val="24"/>
        </w:rPr>
        <w:t xml:space="preserve"> </w:t>
      </w:r>
      <w:r w:rsidRPr="002F54CE">
        <w:rPr>
          <w:rFonts w:asciiTheme="minorHAnsi" w:hAnsiTheme="minorHAnsi" w:cstheme="minorHAnsi"/>
          <w:szCs w:val="24"/>
        </w:rPr>
        <w:t>wymaga formy pisemnej pod rygorem nieważności.</w:t>
      </w:r>
    </w:p>
    <w:p w14:paraId="47026C57" w14:textId="77777777" w:rsidR="00F7693F" w:rsidRPr="002F54CE" w:rsidRDefault="00F7693F" w:rsidP="00F7693F">
      <w:pPr>
        <w:pStyle w:val="Akapitzlist"/>
        <w:numPr>
          <w:ilvl w:val="0"/>
          <w:numId w:val="4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Integralną częścią Umowy są załączniki wymienione w treści niniejszej Umowy.</w:t>
      </w:r>
    </w:p>
    <w:p w14:paraId="43032151" w14:textId="7376F72B" w:rsidR="00F7693F" w:rsidRDefault="00F7693F" w:rsidP="00F7693F">
      <w:pPr>
        <w:pStyle w:val="Akapitzlist"/>
        <w:numPr>
          <w:ilvl w:val="0"/>
          <w:numId w:val="4"/>
        </w:numPr>
        <w:spacing w:before="0"/>
        <w:ind w:left="567" w:hanging="567"/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 xml:space="preserve">Umowę sporządzono w dwóch jednobrzmiących egzemplarzach, po jednym dla każdej </w:t>
      </w:r>
      <w:r w:rsidR="002A2FE6" w:rsidRPr="002F54CE">
        <w:rPr>
          <w:rFonts w:asciiTheme="minorHAnsi" w:hAnsiTheme="minorHAnsi" w:cstheme="minorHAnsi"/>
          <w:szCs w:val="24"/>
        </w:rPr>
        <w:br/>
      </w:r>
      <w:r w:rsidRPr="002F54CE">
        <w:rPr>
          <w:rFonts w:asciiTheme="minorHAnsi" w:hAnsiTheme="minorHAnsi" w:cstheme="minorHAnsi"/>
          <w:szCs w:val="24"/>
        </w:rPr>
        <w:t>ze Stron.</w:t>
      </w:r>
    </w:p>
    <w:p w14:paraId="3D7277C5" w14:textId="77777777" w:rsidR="00076E9B" w:rsidRDefault="00076E9B" w:rsidP="00076E9B">
      <w:pPr>
        <w:pStyle w:val="Akapitzlist"/>
        <w:spacing w:before="0"/>
        <w:ind w:left="567"/>
        <w:rPr>
          <w:rFonts w:asciiTheme="minorHAnsi" w:hAnsiTheme="minorHAnsi" w:cstheme="minorHAnsi"/>
          <w:szCs w:val="24"/>
        </w:rPr>
      </w:pPr>
    </w:p>
    <w:p w14:paraId="1996C8FA" w14:textId="77777777" w:rsidR="00076E9B" w:rsidRDefault="00076E9B" w:rsidP="00076E9B">
      <w:pPr>
        <w:pStyle w:val="Akapitzlist"/>
        <w:spacing w:before="0"/>
        <w:ind w:left="567"/>
        <w:rPr>
          <w:rFonts w:asciiTheme="minorHAnsi" w:hAnsiTheme="minorHAnsi" w:cstheme="minorHAnsi"/>
          <w:szCs w:val="24"/>
        </w:rPr>
      </w:pPr>
    </w:p>
    <w:p w14:paraId="10FFCF1E" w14:textId="77777777" w:rsidR="00076E9B" w:rsidRDefault="00076E9B" w:rsidP="00076E9B">
      <w:pPr>
        <w:pStyle w:val="Akapitzlist"/>
        <w:spacing w:before="0"/>
        <w:ind w:left="567"/>
        <w:rPr>
          <w:rFonts w:asciiTheme="minorHAnsi" w:hAnsiTheme="minorHAnsi" w:cstheme="minorHAnsi"/>
          <w:szCs w:val="24"/>
        </w:rPr>
      </w:pPr>
    </w:p>
    <w:p w14:paraId="59CB24F9" w14:textId="77777777" w:rsidR="00076E9B" w:rsidRDefault="00076E9B" w:rsidP="00076E9B">
      <w:pPr>
        <w:pStyle w:val="Akapitzlist"/>
        <w:spacing w:before="0"/>
        <w:ind w:left="567"/>
        <w:rPr>
          <w:rFonts w:asciiTheme="minorHAnsi" w:hAnsiTheme="minorHAnsi" w:cstheme="minorHAnsi"/>
          <w:szCs w:val="24"/>
        </w:rPr>
      </w:pPr>
    </w:p>
    <w:p w14:paraId="536010FE" w14:textId="77777777" w:rsidR="00076E9B" w:rsidRPr="002F54CE" w:rsidRDefault="00076E9B" w:rsidP="00076E9B">
      <w:pPr>
        <w:pStyle w:val="Akapitzlist"/>
        <w:spacing w:before="0"/>
        <w:ind w:left="567"/>
        <w:rPr>
          <w:rFonts w:asciiTheme="minorHAnsi" w:hAnsiTheme="minorHAnsi" w:cstheme="minorHAnsi"/>
          <w:szCs w:val="24"/>
        </w:rPr>
      </w:pPr>
    </w:p>
    <w:p w14:paraId="366DBEA6" w14:textId="1438DC2E" w:rsidR="00F7693F" w:rsidRPr="002F54CE" w:rsidRDefault="00B67BEC" w:rsidP="00F7693F">
      <w:pPr>
        <w:spacing w:before="0"/>
        <w:ind w:firstLine="567"/>
        <w:outlineLvl w:val="0"/>
        <w:rPr>
          <w:rFonts w:asciiTheme="minorHAnsi" w:hAnsiTheme="minorHAnsi" w:cstheme="minorHAnsi"/>
          <w:szCs w:val="24"/>
        </w:rPr>
      </w:pPr>
      <w:bookmarkStart w:id="3" w:name="_Hlk139362171"/>
      <w:r w:rsidRPr="002F54CE">
        <w:rPr>
          <w:rFonts w:asciiTheme="minorHAnsi" w:hAnsiTheme="minorHAnsi" w:cstheme="minorHAnsi"/>
          <w:szCs w:val="24"/>
        </w:rPr>
        <w:t>Załączniki:</w:t>
      </w:r>
    </w:p>
    <w:p w14:paraId="2B37BDE6" w14:textId="0F3A6A35" w:rsidR="00F7693F" w:rsidRPr="00076E9B" w:rsidRDefault="00F7693F" w:rsidP="00F7693F">
      <w:pPr>
        <w:widowControl w:val="0"/>
        <w:numPr>
          <w:ilvl w:val="0"/>
          <w:numId w:val="2"/>
        </w:numPr>
        <w:suppressAutoHyphens/>
        <w:spacing w:before="0"/>
        <w:ind w:left="851" w:hanging="284"/>
        <w:outlineLvl w:val="0"/>
        <w:rPr>
          <w:rFonts w:asciiTheme="minorHAnsi" w:hAnsiTheme="minorHAnsi" w:cstheme="minorHAnsi"/>
          <w:szCs w:val="24"/>
        </w:rPr>
      </w:pPr>
      <w:bookmarkStart w:id="4" w:name="_Hlk139362181"/>
      <w:bookmarkEnd w:id="3"/>
      <w:r w:rsidRPr="002F54CE">
        <w:rPr>
          <w:rFonts w:asciiTheme="minorHAnsi" w:hAnsiTheme="minorHAnsi" w:cstheme="minorHAnsi"/>
          <w:i/>
          <w:szCs w:val="24"/>
        </w:rPr>
        <w:t xml:space="preserve">Załącznik nr 1 do Umowy </w:t>
      </w:r>
      <w:bookmarkEnd w:id="4"/>
      <w:r w:rsidRPr="002F54CE">
        <w:rPr>
          <w:rFonts w:asciiTheme="minorHAnsi" w:hAnsiTheme="minorHAnsi" w:cstheme="minorHAnsi"/>
          <w:i/>
          <w:szCs w:val="24"/>
        </w:rPr>
        <w:t xml:space="preserve">– </w:t>
      </w:r>
      <w:bookmarkStart w:id="5" w:name="_Hlk513912036"/>
      <w:bookmarkStart w:id="6" w:name="_Hlk513911940"/>
      <w:r w:rsidRPr="002F54CE">
        <w:rPr>
          <w:rFonts w:asciiTheme="minorHAnsi" w:hAnsiTheme="minorHAnsi" w:cstheme="minorHAnsi"/>
          <w:i/>
          <w:szCs w:val="24"/>
        </w:rPr>
        <w:t>Zakres, rodzaj danych osobowych powierzon</w:t>
      </w:r>
      <w:r w:rsidR="00076E9B">
        <w:rPr>
          <w:rFonts w:asciiTheme="minorHAnsi" w:hAnsiTheme="minorHAnsi" w:cstheme="minorHAnsi"/>
          <w:i/>
          <w:szCs w:val="24"/>
        </w:rPr>
        <w:t>ych</w:t>
      </w:r>
      <w:r w:rsidRPr="002F54CE">
        <w:rPr>
          <w:rFonts w:asciiTheme="minorHAnsi" w:hAnsiTheme="minorHAnsi" w:cstheme="minorHAnsi"/>
          <w:i/>
          <w:szCs w:val="24"/>
        </w:rPr>
        <w:t xml:space="preserve"> do przetwarzania Przetwarzającemu</w:t>
      </w:r>
      <w:bookmarkEnd w:id="5"/>
      <w:r w:rsidRPr="002F54CE">
        <w:rPr>
          <w:rFonts w:asciiTheme="minorHAnsi" w:hAnsiTheme="minorHAnsi" w:cstheme="minorHAnsi"/>
          <w:i/>
          <w:szCs w:val="24"/>
        </w:rPr>
        <w:t>.</w:t>
      </w:r>
      <w:bookmarkEnd w:id="6"/>
    </w:p>
    <w:p w14:paraId="2BEC1372" w14:textId="77777777" w:rsidR="00076E9B" w:rsidRDefault="00076E9B" w:rsidP="00076E9B">
      <w:pPr>
        <w:widowControl w:val="0"/>
        <w:suppressAutoHyphens/>
        <w:spacing w:before="0"/>
        <w:outlineLvl w:val="0"/>
        <w:rPr>
          <w:rFonts w:asciiTheme="minorHAnsi" w:hAnsiTheme="minorHAnsi" w:cstheme="minorHAnsi"/>
          <w:i/>
          <w:szCs w:val="24"/>
        </w:rPr>
      </w:pPr>
    </w:p>
    <w:p w14:paraId="56D88F8E" w14:textId="77777777" w:rsidR="00076E9B" w:rsidRDefault="00076E9B" w:rsidP="00076E9B">
      <w:pPr>
        <w:widowControl w:val="0"/>
        <w:suppressAutoHyphens/>
        <w:spacing w:before="0"/>
        <w:outlineLvl w:val="0"/>
        <w:rPr>
          <w:rFonts w:asciiTheme="minorHAnsi" w:hAnsiTheme="minorHAnsi" w:cstheme="minorHAnsi"/>
          <w:i/>
          <w:szCs w:val="24"/>
        </w:rPr>
      </w:pPr>
    </w:p>
    <w:p w14:paraId="4CA22D23" w14:textId="77777777" w:rsidR="00076E9B" w:rsidRPr="002F54CE" w:rsidRDefault="00076E9B" w:rsidP="00076E9B">
      <w:pPr>
        <w:widowControl w:val="0"/>
        <w:suppressAutoHyphens/>
        <w:spacing w:before="0"/>
        <w:outlineLvl w:val="0"/>
        <w:rPr>
          <w:rFonts w:asciiTheme="minorHAnsi" w:hAnsiTheme="minorHAnsi" w:cstheme="minorHAnsi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F61BBC" w:rsidRPr="002F54CE" w14:paraId="533E2C24" w14:textId="77777777" w:rsidTr="00E210A6">
        <w:trPr>
          <w:trHeight w:val="1134"/>
        </w:trPr>
        <w:tc>
          <w:tcPr>
            <w:tcW w:w="4536" w:type="dxa"/>
          </w:tcPr>
          <w:p w14:paraId="147CE0FF" w14:textId="77777777" w:rsidR="00F7693F" w:rsidRPr="002F54CE" w:rsidRDefault="00F7693F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15D05235" w14:textId="77777777" w:rsidR="00F7693F" w:rsidRPr="002F54CE" w:rsidRDefault="00F7693F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2F54CE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Powierzający</w:t>
            </w:r>
          </w:p>
        </w:tc>
        <w:tc>
          <w:tcPr>
            <w:tcW w:w="4536" w:type="dxa"/>
          </w:tcPr>
          <w:p w14:paraId="73EE7E3D" w14:textId="77777777" w:rsidR="00F7693F" w:rsidRPr="002F54CE" w:rsidRDefault="00F7693F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1F6DD2D6" w14:textId="77777777" w:rsidR="00F7693F" w:rsidRPr="002F54CE" w:rsidRDefault="00F7693F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2F54CE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Przetwarzający</w:t>
            </w:r>
          </w:p>
        </w:tc>
      </w:tr>
      <w:tr w:rsidR="00F61BBC" w:rsidRPr="002F54CE" w14:paraId="168035F7" w14:textId="77777777" w:rsidTr="00E210A6">
        <w:trPr>
          <w:trHeight w:val="208"/>
        </w:trPr>
        <w:tc>
          <w:tcPr>
            <w:tcW w:w="4536" w:type="dxa"/>
          </w:tcPr>
          <w:p w14:paraId="68C42592" w14:textId="77777777" w:rsidR="00B849F3" w:rsidRPr="002F54CE" w:rsidRDefault="00B849F3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4EA27B67" w14:textId="77777777" w:rsidR="00B849F3" w:rsidRPr="002F54CE" w:rsidRDefault="00B849F3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220FE58F" w14:textId="77777777" w:rsidR="00B849F3" w:rsidRPr="002F54CE" w:rsidRDefault="00B849F3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60E8C3BF" w14:textId="77777777" w:rsidR="00B849F3" w:rsidRPr="002F54CE" w:rsidRDefault="00B849F3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13303719" w14:textId="015B1A27" w:rsidR="00F7693F" w:rsidRPr="002F54CE" w:rsidRDefault="00B849F3" w:rsidP="00B849F3">
            <w:pPr>
              <w:spacing w:before="0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2F54CE">
              <w:rPr>
                <w:rFonts w:asciiTheme="minorHAnsi" w:hAnsiTheme="minorHAnsi" w:cstheme="minorHAnsi"/>
                <w:b/>
                <w:bCs/>
                <w:iCs/>
                <w:szCs w:val="24"/>
              </w:rPr>
              <w:t xml:space="preserve">       </w:t>
            </w:r>
            <w:r w:rsidR="00281FD9" w:rsidRPr="002F54CE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______________________________</w:t>
            </w:r>
          </w:p>
        </w:tc>
        <w:tc>
          <w:tcPr>
            <w:tcW w:w="4536" w:type="dxa"/>
          </w:tcPr>
          <w:p w14:paraId="0DD7471B" w14:textId="77777777" w:rsidR="00B849F3" w:rsidRPr="002F54CE" w:rsidRDefault="00B849F3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34D04EFC" w14:textId="77777777" w:rsidR="00B849F3" w:rsidRPr="002F54CE" w:rsidRDefault="00B849F3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6F525847" w14:textId="77777777" w:rsidR="00B849F3" w:rsidRPr="002F54CE" w:rsidRDefault="00B849F3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4D2D7351" w14:textId="77777777" w:rsidR="00B849F3" w:rsidRPr="002F54CE" w:rsidRDefault="00B849F3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  <w:p w14:paraId="3BBE81A4" w14:textId="45118BD0" w:rsidR="00F7693F" w:rsidRPr="002F54CE" w:rsidRDefault="00F7693F" w:rsidP="00E210A6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2F54CE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______________________________</w:t>
            </w:r>
          </w:p>
        </w:tc>
      </w:tr>
      <w:tr w:rsidR="00F7693F" w:rsidRPr="002F54CE" w14:paraId="47475287" w14:textId="77777777" w:rsidTr="00E210A6">
        <w:tc>
          <w:tcPr>
            <w:tcW w:w="4536" w:type="dxa"/>
          </w:tcPr>
          <w:p w14:paraId="4FA2FFD9" w14:textId="77777777" w:rsidR="00F7693F" w:rsidRPr="002F54CE" w:rsidRDefault="00F7693F" w:rsidP="00E210A6">
            <w:pPr>
              <w:spacing w:before="0"/>
              <w:ind w:left="284" w:right="283"/>
              <w:jc w:val="center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2F54CE">
              <w:rPr>
                <w:rFonts w:asciiTheme="minorHAnsi" w:hAnsiTheme="minorHAnsi" w:cstheme="minorHAnsi"/>
                <w:bCs/>
                <w:iCs/>
                <w:szCs w:val="24"/>
              </w:rPr>
              <w:t>Podpis osoby lub osób upoważnionej </w:t>
            </w:r>
          </w:p>
          <w:p w14:paraId="3B3E0DBC" w14:textId="77777777" w:rsidR="00F7693F" w:rsidRPr="002F54CE" w:rsidRDefault="00F7693F" w:rsidP="00E210A6">
            <w:pPr>
              <w:spacing w:before="0"/>
              <w:ind w:left="284" w:right="283"/>
              <w:jc w:val="center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2F54CE">
              <w:rPr>
                <w:rFonts w:asciiTheme="minorHAnsi" w:hAnsiTheme="minorHAnsi" w:cstheme="minorHAnsi"/>
                <w:bCs/>
                <w:iCs/>
                <w:szCs w:val="24"/>
              </w:rPr>
              <w:t>(-</w:t>
            </w:r>
            <w:proofErr w:type="spellStart"/>
            <w:r w:rsidRPr="002F54CE">
              <w:rPr>
                <w:rFonts w:asciiTheme="minorHAnsi" w:hAnsiTheme="minorHAnsi" w:cstheme="minorHAnsi"/>
                <w:bCs/>
                <w:iCs/>
                <w:szCs w:val="24"/>
              </w:rPr>
              <w:t>ych</w:t>
            </w:r>
            <w:proofErr w:type="spellEnd"/>
            <w:r w:rsidRPr="002F54CE">
              <w:rPr>
                <w:rFonts w:asciiTheme="minorHAnsi" w:hAnsiTheme="minorHAnsi" w:cstheme="minorHAnsi"/>
                <w:bCs/>
                <w:iCs/>
                <w:szCs w:val="24"/>
              </w:rPr>
              <w:t>) do reprezentacji</w:t>
            </w:r>
          </w:p>
        </w:tc>
        <w:tc>
          <w:tcPr>
            <w:tcW w:w="4536" w:type="dxa"/>
          </w:tcPr>
          <w:p w14:paraId="56A1C055" w14:textId="77777777" w:rsidR="00F7693F" w:rsidRPr="002F54CE" w:rsidRDefault="00F7693F" w:rsidP="00E210A6">
            <w:pPr>
              <w:spacing w:before="0"/>
              <w:ind w:left="284" w:right="283"/>
              <w:jc w:val="center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2F54CE">
              <w:rPr>
                <w:rFonts w:asciiTheme="minorHAnsi" w:hAnsiTheme="minorHAnsi" w:cstheme="minorHAnsi"/>
                <w:bCs/>
                <w:iCs/>
                <w:szCs w:val="24"/>
              </w:rPr>
              <w:t>Podpis osoby lub osób upoważnionej</w:t>
            </w:r>
          </w:p>
          <w:p w14:paraId="7374149A" w14:textId="3A74C537" w:rsidR="00F7693F" w:rsidRPr="002F54CE" w:rsidRDefault="00F7693F" w:rsidP="00AA62A5">
            <w:pPr>
              <w:spacing w:before="0"/>
              <w:ind w:left="284" w:right="283"/>
              <w:jc w:val="center"/>
              <w:rPr>
                <w:rFonts w:asciiTheme="minorHAnsi" w:hAnsiTheme="minorHAnsi" w:cstheme="minorHAnsi"/>
                <w:bCs/>
                <w:iCs/>
                <w:szCs w:val="24"/>
              </w:rPr>
            </w:pPr>
            <w:r w:rsidRPr="002F54CE">
              <w:rPr>
                <w:rFonts w:asciiTheme="minorHAnsi" w:hAnsiTheme="minorHAnsi" w:cstheme="minorHAnsi"/>
                <w:bCs/>
                <w:iCs/>
                <w:szCs w:val="24"/>
              </w:rPr>
              <w:t> (-</w:t>
            </w:r>
            <w:proofErr w:type="spellStart"/>
            <w:r w:rsidRPr="002F54CE">
              <w:rPr>
                <w:rFonts w:asciiTheme="minorHAnsi" w:hAnsiTheme="minorHAnsi" w:cstheme="minorHAnsi"/>
                <w:bCs/>
                <w:iCs/>
                <w:szCs w:val="24"/>
              </w:rPr>
              <w:t>ych</w:t>
            </w:r>
            <w:proofErr w:type="spellEnd"/>
            <w:r w:rsidRPr="002F54CE">
              <w:rPr>
                <w:rFonts w:asciiTheme="minorHAnsi" w:hAnsiTheme="minorHAnsi" w:cstheme="minorHAnsi"/>
                <w:bCs/>
                <w:iCs/>
                <w:szCs w:val="24"/>
              </w:rPr>
              <w:t>) do reprezentacji</w:t>
            </w:r>
          </w:p>
        </w:tc>
      </w:tr>
    </w:tbl>
    <w:p w14:paraId="408B9A95" w14:textId="35F524F5" w:rsidR="00A64FAD" w:rsidRPr="002F54CE" w:rsidRDefault="00A64FAD" w:rsidP="00281FD9">
      <w:pPr>
        <w:jc w:val="left"/>
        <w:rPr>
          <w:rFonts w:asciiTheme="minorHAnsi" w:hAnsiTheme="minorHAnsi" w:cstheme="minorHAnsi"/>
          <w:b/>
          <w:szCs w:val="24"/>
        </w:rPr>
      </w:pPr>
    </w:p>
    <w:p w14:paraId="4724E236" w14:textId="6D07169E" w:rsidR="002A2FE6" w:rsidRPr="002F54CE" w:rsidRDefault="002A2FE6" w:rsidP="00281FD9">
      <w:pPr>
        <w:jc w:val="left"/>
        <w:rPr>
          <w:rFonts w:asciiTheme="minorHAnsi" w:hAnsiTheme="minorHAnsi" w:cstheme="minorHAnsi"/>
          <w:b/>
          <w:szCs w:val="24"/>
        </w:rPr>
      </w:pPr>
    </w:p>
    <w:p w14:paraId="1FB05D88" w14:textId="77777777" w:rsidR="007967BA" w:rsidRDefault="00076E9B">
      <w:pPr>
        <w:spacing w:before="0" w:after="200"/>
        <w:jc w:val="left"/>
        <w:rPr>
          <w:rFonts w:asciiTheme="minorHAnsi" w:hAnsiTheme="minorHAnsi" w:cstheme="minorHAnsi"/>
          <w:b/>
          <w:szCs w:val="24"/>
        </w:rPr>
        <w:sectPr w:rsidR="007967BA" w:rsidSect="00D043D0"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/>
          <w:szCs w:val="24"/>
        </w:rPr>
        <w:br w:type="page"/>
      </w:r>
    </w:p>
    <w:p w14:paraId="3FB8E2DD" w14:textId="7A39CD23" w:rsidR="00F7693F" w:rsidRPr="004D4B9D" w:rsidRDefault="00B67BEC" w:rsidP="007967BA">
      <w:pPr>
        <w:jc w:val="right"/>
        <w:rPr>
          <w:rFonts w:asciiTheme="minorHAnsi" w:eastAsia="Times New Roman" w:hAnsiTheme="minorHAnsi" w:cstheme="minorHAnsi"/>
          <w:bCs/>
          <w:szCs w:val="24"/>
        </w:rPr>
      </w:pPr>
      <w:r w:rsidRPr="004D4B9D">
        <w:rPr>
          <w:rFonts w:asciiTheme="minorHAnsi" w:hAnsiTheme="minorHAnsi" w:cstheme="minorHAnsi"/>
          <w:bCs/>
          <w:szCs w:val="24"/>
        </w:rPr>
        <w:t>Załącznik nr 1 do Umowy</w:t>
      </w:r>
      <w:r w:rsidR="004D4B9D" w:rsidRPr="004D4B9D">
        <w:rPr>
          <w:rFonts w:asciiTheme="minorHAnsi" w:hAnsiTheme="minorHAnsi" w:cstheme="minorHAnsi"/>
          <w:bCs/>
          <w:szCs w:val="24"/>
        </w:rPr>
        <w:t xml:space="preserve"> powierzenia przetwarzania danych osobowych</w:t>
      </w:r>
    </w:p>
    <w:p w14:paraId="32E419EB" w14:textId="77777777" w:rsidR="00F7693F" w:rsidRPr="002F54CE" w:rsidRDefault="00F7693F" w:rsidP="00F7693F">
      <w:pPr>
        <w:rPr>
          <w:rFonts w:asciiTheme="minorHAnsi" w:hAnsiTheme="minorHAnsi" w:cstheme="minorHAnsi"/>
          <w:szCs w:val="24"/>
        </w:rPr>
      </w:pPr>
    </w:p>
    <w:p w14:paraId="1EC36CA1" w14:textId="674D4F20" w:rsidR="00F7693F" w:rsidRPr="002F54CE" w:rsidRDefault="00F7693F" w:rsidP="00F7693F">
      <w:pPr>
        <w:rPr>
          <w:rFonts w:asciiTheme="minorHAnsi" w:hAnsiTheme="minorHAnsi" w:cstheme="minorHAnsi"/>
          <w:b/>
          <w:szCs w:val="24"/>
        </w:rPr>
      </w:pPr>
      <w:r w:rsidRPr="002F54CE">
        <w:rPr>
          <w:rFonts w:asciiTheme="minorHAnsi" w:hAnsiTheme="minorHAnsi" w:cstheme="minorHAnsi"/>
          <w:b/>
          <w:szCs w:val="24"/>
        </w:rPr>
        <w:t>Zakres, rodzaj danych osobowych oraz kategorie osób, których dane dotyczą powierzone do przetwarzania Przetwarzającemu.</w:t>
      </w:r>
    </w:p>
    <w:p w14:paraId="4A2B2B63" w14:textId="77777777" w:rsidR="00F7693F" w:rsidRPr="002F54CE" w:rsidRDefault="00F7693F" w:rsidP="00F7693F">
      <w:pPr>
        <w:rPr>
          <w:rFonts w:asciiTheme="minorHAnsi" w:hAnsiTheme="minorHAnsi" w:cstheme="minorHAnsi"/>
          <w:szCs w:val="24"/>
        </w:rPr>
      </w:pPr>
      <w:r w:rsidRPr="002F54CE">
        <w:rPr>
          <w:rFonts w:asciiTheme="minorHAnsi" w:hAnsiTheme="minorHAnsi" w:cstheme="minorHAnsi"/>
          <w:szCs w:val="24"/>
        </w:rPr>
        <w:t>Rodzaj danych osobowych: dane zwykłe</w:t>
      </w:r>
    </w:p>
    <w:p w14:paraId="752C5911" w14:textId="77777777" w:rsidR="00F7693F" w:rsidRPr="002F54CE" w:rsidRDefault="00F7693F" w:rsidP="00F7693F">
      <w:pPr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61BBC" w:rsidRPr="00076E9B" w14:paraId="014A501B" w14:textId="77777777" w:rsidTr="00E131E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2DB6" w14:textId="1CB231D0" w:rsidR="00F7693F" w:rsidRPr="00076E9B" w:rsidRDefault="00F7693F" w:rsidP="00076E9B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76E9B">
              <w:rPr>
                <w:rFonts w:asciiTheme="minorHAnsi" w:hAnsiTheme="minorHAnsi" w:cstheme="minorHAnsi"/>
                <w:b/>
                <w:bCs/>
                <w:szCs w:val="24"/>
              </w:rPr>
              <w:t>Kategoria osób których dane dotyczą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3253" w14:textId="7B2DB2DB" w:rsidR="00F7693F" w:rsidRPr="00076E9B" w:rsidRDefault="00F7693F" w:rsidP="00076E9B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76E9B">
              <w:rPr>
                <w:rFonts w:asciiTheme="minorHAnsi" w:hAnsiTheme="minorHAnsi" w:cstheme="minorHAnsi"/>
                <w:b/>
                <w:bCs/>
                <w:szCs w:val="24"/>
              </w:rPr>
              <w:t>Postać (Zakres)</w:t>
            </w:r>
          </w:p>
        </w:tc>
      </w:tr>
      <w:tr w:rsidR="00F7693F" w:rsidRPr="002F54CE" w14:paraId="5DCFE9F0" w14:textId="77777777" w:rsidTr="00E131E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C6E5" w14:textId="3B7783A7" w:rsidR="00F7693F" w:rsidRPr="002F54CE" w:rsidRDefault="00E131E9" w:rsidP="00E210A6">
            <w:pPr>
              <w:rPr>
                <w:rFonts w:asciiTheme="minorHAnsi" w:hAnsiTheme="minorHAnsi" w:cstheme="minorHAnsi"/>
                <w:szCs w:val="24"/>
              </w:rPr>
            </w:pPr>
            <w:r w:rsidRPr="002F54CE">
              <w:rPr>
                <w:rFonts w:asciiTheme="minorHAnsi" w:hAnsiTheme="minorHAnsi" w:cstheme="minorHAnsi"/>
                <w:szCs w:val="24"/>
              </w:rPr>
              <w:t>Osoby fizyczne i prawne (podmioty ujawnione w operacie ewidencji gruntów i budynków, wnioskodawcy, pełnomocnicy, komornicy, rzeczoznawcy, geodeci, projektanci.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03AC" w14:textId="74613407" w:rsidR="00F7693F" w:rsidRPr="002F54CE" w:rsidRDefault="00EA26A1" w:rsidP="006F6FE2">
            <w:pPr>
              <w:rPr>
                <w:rFonts w:asciiTheme="minorHAnsi" w:hAnsiTheme="minorHAnsi" w:cstheme="minorHAnsi"/>
                <w:szCs w:val="24"/>
              </w:rPr>
            </w:pPr>
            <w:r w:rsidRPr="002F54CE">
              <w:rPr>
                <w:rFonts w:asciiTheme="minorHAnsi" w:hAnsiTheme="minorHAnsi" w:cstheme="minorHAnsi"/>
                <w:szCs w:val="24"/>
              </w:rPr>
              <w:t xml:space="preserve">dane identyfikacyjne, dane adresowe, </w:t>
            </w:r>
            <w:r w:rsidR="006F6FE2" w:rsidRPr="002F54CE">
              <w:rPr>
                <w:rFonts w:asciiTheme="minorHAnsi" w:hAnsiTheme="minorHAnsi" w:cstheme="minorHAnsi"/>
                <w:szCs w:val="24"/>
              </w:rPr>
              <w:t xml:space="preserve">dane przedmiotowe </w:t>
            </w:r>
            <w:proofErr w:type="spellStart"/>
            <w:r w:rsidR="006F6FE2" w:rsidRPr="002F54CE">
              <w:rPr>
                <w:rFonts w:asciiTheme="minorHAnsi" w:hAnsiTheme="minorHAnsi" w:cstheme="minorHAnsi"/>
                <w:szCs w:val="24"/>
              </w:rPr>
              <w:t>EGiB</w:t>
            </w:r>
            <w:proofErr w:type="spellEnd"/>
          </w:p>
        </w:tc>
      </w:tr>
    </w:tbl>
    <w:p w14:paraId="67E62085" w14:textId="77777777" w:rsidR="00F7693F" w:rsidRDefault="00F7693F" w:rsidP="00F7693F">
      <w:pPr>
        <w:rPr>
          <w:rFonts w:asciiTheme="minorHAnsi" w:hAnsiTheme="minorHAnsi" w:cstheme="minorHAnsi"/>
          <w:szCs w:val="24"/>
        </w:rPr>
      </w:pPr>
    </w:p>
    <w:p w14:paraId="62CC00B9" w14:textId="77777777" w:rsidR="007967BA" w:rsidRPr="007967BA" w:rsidRDefault="007967BA" w:rsidP="007967BA">
      <w:pPr>
        <w:rPr>
          <w:rFonts w:asciiTheme="minorHAnsi" w:hAnsiTheme="minorHAnsi" w:cstheme="minorHAnsi"/>
          <w:szCs w:val="24"/>
        </w:rPr>
      </w:pPr>
    </w:p>
    <w:p w14:paraId="2CCA0508" w14:textId="77777777" w:rsidR="007967BA" w:rsidRPr="007967BA" w:rsidRDefault="007967BA" w:rsidP="007967BA">
      <w:pPr>
        <w:rPr>
          <w:rFonts w:asciiTheme="minorHAnsi" w:hAnsiTheme="minorHAnsi" w:cstheme="minorHAnsi"/>
          <w:szCs w:val="24"/>
        </w:rPr>
      </w:pPr>
    </w:p>
    <w:p w14:paraId="10497AD6" w14:textId="77777777" w:rsidR="007967BA" w:rsidRPr="007967BA" w:rsidRDefault="007967BA" w:rsidP="007967BA">
      <w:pPr>
        <w:rPr>
          <w:rFonts w:asciiTheme="minorHAnsi" w:hAnsiTheme="minorHAnsi" w:cstheme="minorHAnsi"/>
          <w:szCs w:val="24"/>
        </w:rPr>
      </w:pPr>
    </w:p>
    <w:p w14:paraId="31FCE71D" w14:textId="77777777" w:rsidR="007967BA" w:rsidRPr="007967BA" w:rsidRDefault="007967BA" w:rsidP="007967BA">
      <w:pPr>
        <w:rPr>
          <w:rFonts w:asciiTheme="minorHAnsi" w:hAnsiTheme="minorHAnsi" w:cstheme="minorHAnsi"/>
          <w:szCs w:val="24"/>
        </w:rPr>
      </w:pPr>
    </w:p>
    <w:p w14:paraId="4DF6B122" w14:textId="77777777" w:rsidR="007967BA" w:rsidRPr="007967BA" w:rsidRDefault="007967BA" w:rsidP="007967BA">
      <w:pPr>
        <w:rPr>
          <w:rFonts w:asciiTheme="minorHAnsi" w:hAnsiTheme="minorHAnsi" w:cstheme="minorHAnsi"/>
          <w:szCs w:val="24"/>
        </w:rPr>
      </w:pPr>
    </w:p>
    <w:p w14:paraId="7F05E1F0" w14:textId="77777777" w:rsidR="007967BA" w:rsidRPr="007967BA" w:rsidRDefault="007967BA" w:rsidP="007967BA">
      <w:pPr>
        <w:rPr>
          <w:rFonts w:asciiTheme="minorHAnsi" w:hAnsiTheme="minorHAnsi" w:cstheme="minorHAnsi"/>
          <w:szCs w:val="24"/>
        </w:rPr>
      </w:pPr>
    </w:p>
    <w:p w14:paraId="3141BDF9" w14:textId="77777777" w:rsidR="007967BA" w:rsidRPr="007967BA" w:rsidRDefault="007967BA" w:rsidP="007967BA">
      <w:pPr>
        <w:rPr>
          <w:rFonts w:asciiTheme="minorHAnsi" w:hAnsiTheme="minorHAnsi" w:cstheme="minorHAnsi"/>
          <w:szCs w:val="24"/>
        </w:rPr>
      </w:pPr>
    </w:p>
    <w:p w14:paraId="270178CB" w14:textId="77777777" w:rsidR="007967BA" w:rsidRDefault="007967BA" w:rsidP="007967BA">
      <w:pPr>
        <w:rPr>
          <w:rFonts w:asciiTheme="minorHAnsi" w:hAnsiTheme="minorHAnsi" w:cstheme="minorHAnsi"/>
          <w:szCs w:val="24"/>
        </w:rPr>
      </w:pPr>
    </w:p>
    <w:p w14:paraId="1E9A3190" w14:textId="77777777" w:rsidR="007967BA" w:rsidRPr="007967BA" w:rsidRDefault="007967BA" w:rsidP="007967BA">
      <w:pPr>
        <w:jc w:val="center"/>
        <w:rPr>
          <w:rFonts w:asciiTheme="minorHAnsi" w:hAnsiTheme="minorHAnsi" w:cstheme="minorHAnsi"/>
          <w:szCs w:val="24"/>
        </w:rPr>
      </w:pPr>
    </w:p>
    <w:sectPr w:rsidR="007967BA" w:rsidRPr="007967BA" w:rsidSect="007967BA"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B51C9" w14:textId="77777777" w:rsidR="004E73EE" w:rsidRDefault="004E73EE">
      <w:pPr>
        <w:spacing w:before="0" w:line="240" w:lineRule="auto"/>
      </w:pPr>
      <w:r>
        <w:separator/>
      </w:r>
    </w:p>
  </w:endnote>
  <w:endnote w:type="continuationSeparator" w:id="0">
    <w:p w14:paraId="5BDBE87D" w14:textId="77777777" w:rsidR="004E73EE" w:rsidRDefault="004E73E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2223620"/>
      <w:docPartObj>
        <w:docPartGallery w:val="Page Numbers (Bottom of Page)"/>
        <w:docPartUnique/>
      </w:docPartObj>
    </w:sdtPr>
    <w:sdtContent>
      <w:p w14:paraId="556060A1" w14:textId="4A7DE25E" w:rsidR="007967BA" w:rsidRDefault="007967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4AB1F0" w14:textId="77777777" w:rsidR="00144DB4" w:rsidRDefault="00144D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8283F" w14:textId="77777777" w:rsidR="004E73EE" w:rsidRDefault="004E73EE">
      <w:pPr>
        <w:spacing w:before="0" w:line="240" w:lineRule="auto"/>
      </w:pPr>
      <w:r>
        <w:separator/>
      </w:r>
    </w:p>
  </w:footnote>
  <w:footnote w:type="continuationSeparator" w:id="0">
    <w:p w14:paraId="47CBE160" w14:textId="77777777" w:rsidR="004E73EE" w:rsidRDefault="004E73E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53640"/>
    <w:multiLevelType w:val="hybridMultilevel"/>
    <w:tmpl w:val="78165C38"/>
    <w:lvl w:ilvl="0" w:tplc="93E2C7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63353B"/>
    <w:multiLevelType w:val="hybridMultilevel"/>
    <w:tmpl w:val="C016A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06A92"/>
    <w:multiLevelType w:val="hybridMultilevel"/>
    <w:tmpl w:val="46DA6704"/>
    <w:lvl w:ilvl="0" w:tplc="6F18864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B5657"/>
    <w:multiLevelType w:val="hybridMultilevel"/>
    <w:tmpl w:val="1B2CC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D0F8B"/>
    <w:multiLevelType w:val="hybridMultilevel"/>
    <w:tmpl w:val="1230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78F796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D2AE7"/>
    <w:multiLevelType w:val="hybridMultilevel"/>
    <w:tmpl w:val="058C1B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2041"/>
    <w:multiLevelType w:val="hybridMultilevel"/>
    <w:tmpl w:val="2C4E0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64BAE"/>
    <w:multiLevelType w:val="hybridMultilevel"/>
    <w:tmpl w:val="5374161A"/>
    <w:lvl w:ilvl="0" w:tplc="2D50B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47A50"/>
    <w:multiLevelType w:val="hybridMultilevel"/>
    <w:tmpl w:val="2EA28552"/>
    <w:lvl w:ilvl="0" w:tplc="FD5AEDCC">
      <w:start w:val="1"/>
      <w:numFmt w:val="decimal"/>
      <w:lvlText w:val="%1)"/>
      <w:lvlJc w:val="left"/>
      <w:pPr>
        <w:ind w:left="720" w:hanging="360"/>
      </w:pPr>
      <w:rPr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B4BF1"/>
    <w:multiLevelType w:val="hybridMultilevel"/>
    <w:tmpl w:val="6130F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750EC"/>
    <w:multiLevelType w:val="hybridMultilevel"/>
    <w:tmpl w:val="FA506D06"/>
    <w:lvl w:ilvl="0" w:tplc="B20E4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C292DFF"/>
    <w:multiLevelType w:val="hybridMultilevel"/>
    <w:tmpl w:val="FEEEAF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35CF4"/>
    <w:multiLevelType w:val="hybridMultilevel"/>
    <w:tmpl w:val="8BA84C08"/>
    <w:lvl w:ilvl="0" w:tplc="2D94085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943F3"/>
    <w:multiLevelType w:val="multilevel"/>
    <w:tmpl w:val="0A98C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1CF6E1D"/>
    <w:multiLevelType w:val="hybridMultilevel"/>
    <w:tmpl w:val="1B6EC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A4AAD"/>
    <w:multiLevelType w:val="hybridMultilevel"/>
    <w:tmpl w:val="64102940"/>
    <w:lvl w:ilvl="0" w:tplc="643017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CB511D"/>
    <w:multiLevelType w:val="hybridMultilevel"/>
    <w:tmpl w:val="1A221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6228A"/>
    <w:multiLevelType w:val="hybridMultilevel"/>
    <w:tmpl w:val="B7142BB2"/>
    <w:lvl w:ilvl="0" w:tplc="D2BABD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66923"/>
    <w:multiLevelType w:val="hybridMultilevel"/>
    <w:tmpl w:val="4660550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F3A5E"/>
    <w:multiLevelType w:val="hybridMultilevel"/>
    <w:tmpl w:val="C05AE8DE"/>
    <w:lvl w:ilvl="0" w:tplc="215AC19E">
      <w:start w:val="1"/>
      <w:numFmt w:val="decimal"/>
      <w:lvlText w:val="%1."/>
      <w:lvlJc w:val="left"/>
      <w:pPr>
        <w:ind w:left="720" w:hanging="360"/>
      </w:pPr>
      <w:rPr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1299C"/>
    <w:multiLevelType w:val="hybridMultilevel"/>
    <w:tmpl w:val="B6B60834"/>
    <w:lvl w:ilvl="0" w:tplc="7972718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D74783F"/>
    <w:multiLevelType w:val="hybridMultilevel"/>
    <w:tmpl w:val="8FF8C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1E2FFA"/>
    <w:multiLevelType w:val="hybridMultilevel"/>
    <w:tmpl w:val="59D84494"/>
    <w:lvl w:ilvl="0" w:tplc="42E4B33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137BC"/>
    <w:multiLevelType w:val="hybridMultilevel"/>
    <w:tmpl w:val="FEEEAF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D56EE"/>
    <w:multiLevelType w:val="hybridMultilevel"/>
    <w:tmpl w:val="505422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9134B6"/>
    <w:multiLevelType w:val="hybridMultilevel"/>
    <w:tmpl w:val="7DA46644"/>
    <w:lvl w:ilvl="0" w:tplc="9DC620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E73F4"/>
    <w:multiLevelType w:val="hybridMultilevel"/>
    <w:tmpl w:val="45D8C7A2"/>
    <w:lvl w:ilvl="0" w:tplc="37727B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0E5475"/>
    <w:multiLevelType w:val="hybridMultilevel"/>
    <w:tmpl w:val="9B6CF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56A1D"/>
    <w:multiLevelType w:val="hybridMultilevel"/>
    <w:tmpl w:val="5B60FA2E"/>
    <w:lvl w:ilvl="0" w:tplc="253CEA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A46727"/>
    <w:multiLevelType w:val="hybridMultilevel"/>
    <w:tmpl w:val="2B326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D46265"/>
    <w:multiLevelType w:val="hybridMultilevel"/>
    <w:tmpl w:val="5C12AD08"/>
    <w:lvl w:ilvl="0" w:tplc="D7706D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08186507">
    <w:abstractNumId w:val="25"/>
  </w:num>
  <w:num w:numId="2" w16cid:durableId="337971063">
    <w:abstractNumId w:val="8"/>
  </w:num>
  <w:num w:numId="3" w16cid:durableId="1382679910">
    <w:abstractNumId w:val="6"/>
  </w:num>
  <w:num w:numId="4" w16cid:durableId="17301556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6012805">
    <w:abstractNumId w:val="29"/>
  </w:num>
  <w:num w:numId="6" w16cid:durableId="442648439">
    <w:abstractNumId w:val="4"/>
  </w:num>
  <w:num w:numId="7" w16cid:durableId="1846170356">
    <w:abstractNumId w:val="17"/>
  </w:num>
  <w:num w:numId="8" w16cid:durableId="726536059">
    <w:abstractNumId w:val="14"/>
  </w:num>
  <w:num w:numId="9" w16cid:durableId="1612317014">
    <w:abstractNumId w:val="27"/>
  </w:num>
  <w:num w:numId="10" w16cid:durableId="1424687665">
    <w:abstractNumId w:val="2"/>
  </w:num>
  <w:num w:numId="11" w16cid:durableId="480272103">
    <w:abstractNumId w:val="16"/>
  </w:num>
  <w:num w:numId="12" w16cid:durableId="1172263078">
    <w:abstractNumId w:val="1"/>
  </w:num>
  <w:num w:numId="13" w16cid:durableId="355037536">
    <w:abstractNumId w:val="9"/>
  </w:num>
  <w:num w:numId="14" w16cid:durableId="1632520806">
    <w:abstractNumId w:val="11"/>
  </w:num>
  <w:num w:numId="15" w16cid:durableId="438374620">
    <w:abstractNumId w:val="30"/>
  </w:num>
  <w:num w:numId="16" w16cid:durableId="364907303">
    <w:abstractNumId w:val="24"/>
  </w:num>
  <w:num w:numId="17" w16cid:durableId="1915502851">
    <w:abstractNumId w:val="13"/>
  </w:num>
  <w:num w:numId="18" w16cid:durableId="1555462568">
    <w:abstractNumId w:val="12"/>
  </w:num>
  <w:num w:numId="19" w16cid:durableId="1490321055">
    <w:abstractNumId w:val="21"/>
  </w:num>
  <w:num w:numId="20" w16cid:durableId="192808677">
    <w:abstractNumId w:val="23"/>
  </w:num>
  <w:num w:numId="21" w16cid:durableId="1309477766">
    <w:abstractNumId w:val="0"/>
  </w:num>
  <w:num w:numId="22" w16cid:durableId="328094586">
    <w:abstractNumId w:val="7"/>
  </w:num>
  <w:num w:numId="23" w16cid:durableId="915746722">
    <w:abstractNumId w:val="15"/>
  </w:num>
  <w:num w:numId="24" w16cid:durableId="1239631800">
    <w:abstractNumId w:val="20"/>
  </w:num>
  <w:num w:numId="25" w16cid:durableId="1780028409">
    <w:abstractNumId w:val="5"/>
  </w:num>
  <w:num w:numId="26" w16cid:durableId="1531840870">
    <w:abstractNumId w:val="26"/>
  </w:num>
  <w:num w:numId="27" w16cid:durableId="1155340902">
    <w:abstractNumId w:val="28"/>
  </w:num>
  <w:num w:numId="28" w16cid:durableId="920649964">
    <w:abstractNumId w:val="10"/>
  </w:num>
  <w:num w:numId="29" w16cid:durableId="1380516230">
    <w:abstractNumId w:val="3"/>
  </w:num>
  <w:num w:numId="30" w16cid:durableId="700057285">
    <w:abstractNumId w:val="22"/>
  </w:num>
  <w:num w:numId="31" w16cid:durableId="14659309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6D1"/>
    <w:rsid w:val="000141A2"/>
    <w:rsid w:val="0001693C"/>
    <w:rsid w:val="000200D4"/>
    <w:rsid w:val="00030B12"/>
    <w:rsid w:val="00042A03"/>
    <w:rsid w:val="00045949"/>
    <w:rsid w:val="00062DB2"/>
    <w:rsid w:val="00064B6E"/>
    <w:rsid w:val="00067C27"/>
    <w:rsid w:val="0007442C"/>
    <w:rsid w:val="000760A8"/>
    <w:rsid w:val="00076E9B"/>
    <w:rsid w:val="00082820"/>
    <w:rsid w:val="000A01A8"/>
    <w:rsid w:val="000B4A5A"/>
    <w:rsid w:val="000C5252"/>
    <w:rsid w:val="000D034B"/>
    <w:rsid w:val="000D1466"/>
    <w:rsid w:val="000D2789"/>
    <w:rsid w:val="000D4D84"/>
    <w:rsid w:val="000E1B9A"/>
    <w:rsid w:val="000E6E9A"/>
    <w:rsid w:val="000F4947"/>
    <w:rsid w:val="00101CE1"/>
    <w:rsid w:val="00102123"/>
    <w:rsid w:val="00106476"/>
    <w:rsid w:val="00144DB4"/>
    <w:rsid w:val="00167069"/>
    <w:rsid w:val="00170550"/>
    <w:rsid w:val="00195D2E"/>
    <w:rsid w:val="001A5167"/>
    <w:rsid w:val="001B008F"/>
    <w:rsid w:val="001B0ED1"/>
    <w:rsid w:val="001D3EF2"/>
    <w:rsid w:val="001E7F5A"/>
    <w:rsid w:val="0020214F"/>
    <w:rsid w:val="00230A40"/>
    <w:rsid w:val="00281FD9"/>
    <w:rsid w:val="00287AAA"/>
    <w:rsid w:val="002A26C0"/>
    <w:rsid w:val="002A2FE6"/>
    <w:rsid w:val="002C57D2"/>
    <w:rsid w:val="002E7CD6"/>
    <w:rsid w:val="002F0142"/>
    <w:rsid w:val="002F54CE"/>
    <w:rsid w:val="002F6D5C"/>
    <w:rsid w:val="00302283"/>
    <w:rsid w:val="00307DD1"/>
    <w:rsid w:val="00310B6E"/>
    <w:rsid w:val="00324FD4"/>
    <w:rsid w:val="00331A4C"/>
    <w:rsid w:val="00332F00"/>
    <w:rsid w:val="00335B30"/>
    <w:rsid w:val="00342C3D"/>
    <w:rsid w:val="00353DA2"/>
    <w:rsid w:val="00356462"/>
    <w:rsid w:val="00356485"/>
    <w:rsid w:val="00361FD6"/>
    <w:rsid w:val="0036226C"/>
    <w:rsid w:val="003674BB"/>
    <w:rsid w:val="00376F26"/>
    <w:rsid w:val="0038161A"/>
    <w:rsid w:val="00384888"/>
    <w:rsid w:val="00390191"/>
    <w:rsid w:val="003B584F"/>
    <w:rsid w:val="003E16D1"/>
    <w:rsid w:val="003F7059"/>
    <w:rsid w:val="00410F3A"/>
    <w:rsid w:val="0042175C"/>
    <w:rsid w:val="004256EF"/>
    <w:rsid w:val="00430D49"/>
    <w:rsid w:val="00446543"/>
    <w:rsid w:val="0044744B"/>
    <w:rsid w:val="004501D5"/>
    <w:rsid w:val="00454C9E"/>
    <w:rsid w:val="004564B7"/>
    <w:rsid w:val="00464D54"/>
    <w:rsid w:val="00464E4D"/>
    <w:rsid w:val="00482CDC"/>
    <w:rsid w:val="0048545C"/>
    <w:rsid w:val="0048710F"/>
    <w:rsid w:val="00491816"/>
    <w:rsid w:val="00494E3D"/>
    <w:rsid w:val="00495D6A"/>
    <w:rsid w:val="004D02FE"/>
    <w:rsid w:val="004D2DFF"/>
    <w:rsid w:val="004D4B9D"/>
    <w:rsid w:val="004D76C9"/>
    <w:rsid w:val="004E2233"/>
    <w:rsid w:val="004E38E5"/>
    <w:rsid w:val="004E73EE"/>
    <w:rsid w:val="004F06E8"/>
    <w:rsid w:val="00505DFD"/>
    <w:rsid w:val="00507C0C"/>
    <w:rsid w:val="00530B0B"/>
    <w:rsid w:val="00543F0C"/>
    <w:rsid w:val="005676E4"/>
    <w:rsid w:val="00572073"/>
    <w:rsid w:val="00576D7B"/>
    <w:rsid w:val="00583BAD"/>
    <w:rsid w:val="0059111A"/>
    <w:rsid w:val="0059293E"/>
    <w:rsid w:val="005938E7"/>
    <w:rsid w:val="005A119D"/>
    <w:rsid w:val="005B32EB"/>
    <w:rsid w:val="005B5F82"/>
    <w:rsid w:val="005B7928"/>
    <w:rsid w:val="00600822"/>
    <w:rsid w:val="0060085E"/>
    <w:rsid w:val="00603AE7"/>
    <w:rsid w:val="00607BB2"/>
    <w:rsid w:val="00612B02"/>
    <w:rsid w:val="00624621"/>
    <w:rsid w:val="00625FC7"/>
    <w:rsid w:val="006373C1"/>
    <w:rsid w:val="00643CA7"/>
    <w:rsid w:val="00644B37"/>
    <w:rsid w:val="00650340"/>
    <w:rsid w:val="00651BED"/>
    <w:rsid w:val="00662CD3"/>
    <w:rsid w:val="00662DEA"/>
    <w:rsid w:val="006A15B3"/>
    <w:rsid w:val="006A7F86"/>
    <w:rsid w:val="006B31C2"/>
    <w:rsid w:val="006D4AAB"/>
    <w:rsid w:val="006E3A18"/>
    <w:rsid w:val="006E64CD"/>
    <w:rsid w:val="006E715A"/>
    <w:rsid w:val="006F6FE2"/>
    <w:rsid w:val="00710E78"/>
    <w:rsid w:val="00727A6B"/>
    <w:rsid w:val="00761B06"/>
    <w:rsid w:val="00792542"/>
    <w:rsid w:val="007967BA"/>
    <w:rsid w:val="0079765E"/>
    <w:rsid w:val="007A2417"/>
    <w:rsid w:val="007A37E8"/>
    <w:rsid w:val="007A3CDE"/>
    <w:rsid w:val="007B273B"/>
    <w:rsid w:val="007C08DA"/>
    <w:rsid w:val="007C6B21"/>
    <w:rsid w:val="007F06E5"/>
    <w:rsid w:val="007F1B13"/>
    <w:rsid w:val="007F5693"/>
    <w:rsid w:val="0080022E"/>
    <w:rsid w:val="00800231"/>
    <w:rsid w:val="00801445"/>
    <w:rsid w:val="008173E0"/>
    <w:rsid w:val="00821847"/>
    <w:rsid w:val="008406AC"/>
    <w:rsid w:val="00845BA4"/>
    <w:rsid w:val="00847834"/>
    <w:rsid w:val="00863FE6"/>
    <w:rsid w:val="00893FBA"/>
    <w:rsid w:val="00897CC5"/>
    <w:rsid w:val="008B7C60"/>
    <w:rsid w:val="008C783F"/>
    <w:rsid w:val="008D25BC"/>
    <w:rsid w:val="008D3A0D"/>
    <w:rsid w:val="00910BAB"/>
    <w:rsid w:val="0091127C"/>
    <w:rsid w:val="0093764B"/>
    <w:rsid w:val="0095393A"/>
    <w:rsid w:val="009666D8"/>
    <w:rsid w:val="00994E40"/>
    <w:rsid w:val="009A7713"/>
    <w:rsid w:val="009B3CD8"/>
    <w:rsid w:val="009B48E5"/>
    <w:rsid w:val="009D5118"/>
    <w:rsid w:val="009F50BC"/>
    <w:rsid w:val="009F66C2"/>
    <w:rsid w:val="00A07E83"/>
    <w:rsid w:val="00A11096"/>
    <w:rsid w:val="00A64FAD"/>
    <w:rsid w:val="00A76987"/>
    <w:rsid w:val="00A9521F"/>
    <w:rsid w:val="00A95EC0"/>
    <w:rsid w:val="00AA0995"/>
    <w:rsid w:val="00AA62A5"/>
    <w:rsid w:val="00AB3B2F"/>
    <w:rsid w:val="00AB7D2C"/>
    <w:rsid w:val="00AC075A"/>
    <w:rsid w:val="00AD3251"/>
    <w:rsid w:val="00AD4467"/>
    <w:rsid w:val="00AD4F4D"/>
    <w:rsid w:val="00AE1682"/>
    <w:rsid w:val="00AF201D"/>
    <w:rsid w:val="00B05FC0"/>
    <w:rsid w:val="00B24190"/>
    <w:rsid w:val="00B447DC"/>
    <w:rsid w:val="00B4485A"/>
    <w:rsid w:val="00B67BEC"/>
    <w:rsid w:val="00B760C4"/>
    <w:rsid w:val="00B849F3"/>
    <w:rsid w:val="00B9761F"/>
    <w:rsid w:val="00BC1F60"/>
    <w:rsid w:val="00C034E9"/>
    <w:rsid w:val="00C1640D"/>
    <w:rsid w:val="00C3616F"/>
    <w:rsid w:val="00C44B0C"/>
    <w:rsid w:val="00C55444"/>
    <w:rsid w:val="00C56F8F"/>
    <w:rsid w:val="00C57213"/>
    <w:rsid w:val="00C63314"/>
    <w:rsid w:val="00C66D2A"/>
    <w:rsid w:val="00C7469C"/>
    <w:rsid w:val="00C7542A"/>
    <w:rsid w:val="00C8558E"/>
    <w:rsid w:val="00C91846"/>
    <w:rsid w:val="00C96F86"/>
    <w:rsid w:val="00CA79BD"/>
    <w:rsid w:val="00CC153A"/>
    <w:rsid w:val="00CD1796"/>
    <w:rsid w:val="00CE7360"/>
    <w:rsid w:val="00CF1B34"/>
    <w:rsid w:val="00D01975"/>
    <w:rsid w:val="00D043D0"/>
    <w:rsid w:val="00D11D77"/>
    <w:rsid w:val="00D12BD9"/>
    <w:rsid w:val="00D145CF"/>
    <w:rsid w:val="00D265B9"/>
    <w:rsid w:val="00D63119"/>
    <w:rsid w:val="00D649A8"/>
    <w:rsid w:val="00D65AA1"/>
    <w:rsid w:val="00D702A6"/>
    <w:rsid w:val="00D9042C"/>
    <w:rsid w:val="00D90845"/>
    <w:rsid w:val="00D928A4"/>
    <w:rsid w:val="00D93685"/>
    <w:rsid w:val="00DA0C54"/>
    <w:rsid w:val="00DA10DC"/>
    <w:rsid w:val="00DA6A54"/>
    <w:rsid w:val="00DA76B3"/>
    <w:rsid w:val="00DB76CE"/>
    <w:rsid w:val="00DF03B6"/>
    <w:rsid w:val="00E01555"/>
    <w:rsid w:val="00E04C77"/>
    <w:rsid w:val="00E131E9"/>
    <w:rsid w:val="00E71F13"/>
    <w:rsid w:val="00E865B3"/>
    <w:rsid w:val="00E90F5E"/>
    <w:rsid w:val="00EA26A1"/>
    <w:rsid w:val="00EA719E"/>
    <w:rsid w:val="00EB3287"/>
    <w:rsid w:val="00EC397D"/>
    <w:rsid w:val="00ED02E9"/>
    <w:rsid w:val="00ED7EC2"/>
    <w:rsid w:val="00F006D8"/>
    <w:rsid w:val="00F0326E"/>
    <w:rsid w:val="00F04BF8"/>
    <w:rsid w:val="00F04F45"/>
    <w:rsid w:val="00F15902"/>
    <w:rsid w:val="00F2088B"/>
    <w:rsid w:val="00F26DE1"/>
    <w:rsid w:val="00F35E7F"/>
    <w:rsid w:val="00F46F94"/>
    <w:rsid w:val="00F53090"/>
    <w:rsid w:val="00F61BBC"/>
    <w:rsid w:val="00F62676"/>
    <w:rsid w:val="00F677A5"/>
    <w:rsid w:val="00F74124"/>
    <w:rsid w:val="00F7693F"/>
    <w:rsid w:val="00F81E3E"/>
    <w:rsid w:val="00F96447"/>
    <w:rsid w:val="00F96573"/>
    <w:rsid w:val="00FA63B2"/>
    <w:rsid w:val="00FB331D"/>
    <w:rsid w:val="00FC5FB0"/>
    <w:rsid w:val="00FD4659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8308A"/>
  <w15:docId w15:val="{014EEB65-BA44-41A5-B668-C9D50EA1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93F"/>
    <w:pPr>
      <w:spacing w:before="120" w:after="0"/>
      <w:jc w:val="both"/>
    </w:pPr>
    <w:rPr>
      <w:rFonts w:ascii="Calibri" w:eastAsia="Calibri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7693F"/>
    <w:pPr>
      <w:widowControl w:val="0"/>
      <w:suppressAutoHyphens/>
      <w:spacing w:before="0" w:after="120" w:line="480" w:lineRule="auto"/>
      <w:jc w:val="left"/>
    </w:pPr>
    <w:rPr>
      <w:rFonts w:ascii="Times New Roman" w:eastAsia="Lucida Sans Unicode" w:hAnsi="Times New Roman"/>
      <w:kern w:val="1"/>
      <w:szCs w:val="24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F7693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7693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7693F"/>
    <w:rPr>
      <w:rFonts w:ascii="Calibri" w:eastAsia="Calibri" w:hAnsi="Calibri" w:cs="Times New Roman"/>
      <w:sz w:val="24"/>
      <w:szCs w:val="20"/>
    </w:rPr>
  </w:style>
  <w:style w:type="character" w:styleId="Odwoaniedokomentarza">
    <w:name w:val="annotation reference"/>
    <w:uiPriority w:val="99"/>
    <w:semiHidden/>
    <w:unhideWhenUsed/>
    <w:rsid w:val="00F76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6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693F"/>
    <w:rPr>
      <w:rFonts w:ascii="Calibri" w:eastAsia="Calibri" w:hAnsi="Calibri" w:cs="Times New Roman"/>
      <w:sz w:val="20"/>
      <w:szCs w:val="20"/>
    </w:rPr>
  </w:style>
  <w:style w:type="paragraph" w:customStyle="1" w:styleId="WW-Tekstpodstawowy2">
    <w:name w:val="WW-Tekst podstawowy 2"/>
    <w:basedOn w:val="Normalny"/>
    <w:rsid w:val="00F7693F"/>
    <w:pPr>
      <w:widowControl w:val="0"/>
      <w:tabs>
        <w:tab w:val="left" w:pos="1134"/>
      </w:tabs>
      <w:suppressAutoHyphens/>
      <w:spacing w:before="0" w:line="360" w:lineRule="atLeast"/>
    </w:pPr>
    <w:rPr>
      <w:rFonts w:ascii="Times New Roman" w:eastAsia="HG Mincho Light J" w:hAnsi="Times New Roman"/>
      <w:color w:val="000000"/>
      <w:szCs w:val="24"/>
    </w:rPr>
  </w:style>
  <w:style w:type="character" w:styleId="Hipercze">
    <w:name w:val="Hyperlink"/>
    <w:uiPriority w:val="99"/>
    <w:unhideWhenUsed/>
    <w:rsid w:val="00F7693F"/>
    <w:rPr>
      <w:color w:val="0563C1"/>
      <w:u w:val="single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F7693F"/>
    <w:rPr>
      <w:rFonts w:ascii="Calibri" w:eastAsia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693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93F"/>
    <w:rPr>
      <w:rFonts w:ascii="Tahoma" w:eastAsia="Calibri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E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E40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87AAA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66D2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2A"/>
    <w:rPr>
      <w:rFonts w:ascii="Calibri" w:eastAsia="Calibri" w:hAnsi="Calibri" w:cs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0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5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usz@epomeran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9B02C-CB2B-426E-995E-97C25BFD0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3871</Words>
  <Characters>23231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Zarychta</dc:creator>
  <cp:lastModifiedBy>arleta.matusik@gmail.com</cp:lastModifiedBy>
  <cp:revision>4</cp:revision>
  <cp:lastPrinted>2023-08-02T11:50:00Z</cp:lastPrinted>
  <dcterms:created xsi:type="dcterms:W3CDTF">2024-09-11T13:02:00Z</dcterms:created>
  <dcterms:modified xsi:type="dcterms:W3CDTF">2024-09-11T18:35:00Z</dcterms:modified>
</cp:coreProperties>
</file>