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DB8FC3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5179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5179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5B253A5D" w:rsidR="000932D4" w:rsidRPr="000932D4" w:rsidRDefault="00517982" w:rsidP="006B577C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517982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2021-02-24T10:24:00Z</cp:lastPrinted>
  <dcterms:created xsi:type="dcterms:W3CDTF">2021-05-21T05:38:00Z</dcterms:created>
  <dcterms:modified xsi:type="dcterms:W3CDTF">2022-03-22T13:04:00Z</dcterms:modified>
</cp:coreProperties>
</file>