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ACD1E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59F2856F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3DCAFB12" w14:textId="3B1C1E6A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B9736B">
        <w:rPr>
          <w:rFonts w:cs="Arial"/>
          <w:sz w:val="20"/>
          <w:szCs w:val="20"/>
        </w:rPr>
        <w:t>2</w:t>
      </w:r>
      <w:r w:rsidR="005D575B">
        <w:rPr>
          <w:rFonts w:cs="Arial"/>
          <w:sz w:val="20"/>
          <w:szCs w:val="20"/>
        </w:rPr>
        <w:t>8</w:t>
      </w:r>
      <w:r w:rsidR="00313244" w:rsidRPr="008E30F8">
        <w:rPr>
          <w:rFonts w:cs="Arial"/>
          <w:sz w:val="20"/>
          <w:szCs w:val="20"/>
        </w:rPr>
        <w:t>.202</w:t>
      </w:r>
      <w:r w:rsidR="004C5F8E">
        <w:rPr>
          <w:rFonts w:cs="Arial"/>
          <w:sz w:val="20"/>
          <w:szCs w:val="20"/>
        </w:rPr>
        <w:t>4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763D418B" w14:textId="20AF6688" w:rsidR="001C76F2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23046A1F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</w:t>
      </w:r>
      <w:r w:rsidR="005C7D33">
        <w:rPr>
          <w:rFonts w:cs="Arial"/>
          <w:sz w:val="20"/>
          <w:szCs w:val="20"/>
        </w:rPr>
        <w:t>efon: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FA6A100" w14:textId="5F2C0246" w:rsidR="00B9736B" w:rsidRPr="00B9736B" w:rsidRDefault="007425EB" w:rsidP="00B9736B">
      <w:pPr>
        <w:pStyle w:val="Nagwek4"/>
        <w:jc w:val="both"/>
        <w:rPr>
          <w:rFonts w:ascii="Arial" w:hAnsi="Arial" w:cs="Arial"/>
          <w:sz w:val="20"/>
          <w:szCs w:val="20"/>
        </w:rPr>
      </w:pPr>
      <w:r w:rsidRPr="00B9736B">
        <w:rPr>
          <w:rFonts w:ascii="Arial" w:hAnsi="Arial" w:cs="Arial"/>
          <w:b w:val="0"/>
          <w:bCs w:val="0"/>
          <w:sz w:val="20"/>
          <w:szCs w:val="20"/>
        </w:rPr>
        <w:t>Po zapoznaniu się z warunkami prowadzonego postępowania w trybie podstawowym bez</w:t>
      </w:r>
      <w:r w:rsidR="00B9736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9736B">
        <w:rPr>
          <w:rFonts w:ascii="Arial" w:hAnsi="Arial" w:cs="Arial"/>
          <w:b w:val="0"/>
          <w:bCs w:val="0"/>
          <w:sz w:val="20"/>
          <w:szCs w:val="20"/>
        </w:rPr>
        <w:t xml:space="preserve">przeprowadzenia negocjacji składamy ofertę na </w:t>
      </w:r>
      <w:r w:rsidR="001E5697" w:rsidRPr="00B9736B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F40744" w:rsidRPr="00B9736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bookmarkStart w:id="0" w:name="_Hlk66370529"/>
      <w:r w:rsidR="00B9736B" w:rsidRPr="00B9736B">
        <w:rPr>
          <w:rFonts w:ascii="Arial" w:hAnsi="Arial" w:cs="Arial"/>
          <w:sz w:val="20"/>
          <w:szCs w:val="20"/>
        </w:rPr>
        <w:t xml:space="preserve">Modernizacja boiska „Orlik” przy Centrum Nauk Technicznych w Chojnicach. </w:t>
      </w:r>
    </w:p>
    <w:p w14:paraId="3A320618" w14:textId="567B302D" w:rsidR="004C5019" w:rsidRPr="00B9736B" w:rsidRDefault="004C5019" w:rsidP="00B9736B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B9736B">
        <w:rPr>
          <w:rFonts w:ascii="Arial" w:hAnsi="Arial" w:cs="Arial"/>
          <w:sz w:val="20"/>
          <w:szCs w:val="20"/>
        </w:rPr>
        <w:t xml:space="preserve">Oferujemy wykonanie w/w przedmiotu zamówienia za cenę </w:t>
      </w:r>
      <w:r w:rsidR="00B603D7" w:rsidRPr="00B9736B">
        <w:rPr>
          <w:rFonts w:ascii="Arial" w:hAnsi="Arial" w:cs="Arial"/>
          <w:sz w:val="20"/>
          <w:szCs w:val="20"/>
        </w:rPr>
        <w:t>ryczałtową</w:t>
      </w:r>
      <w:r w:rsidRPr="00B9736B">
        <w:rPr>
          <w:rFonts w:ascii="Arial" w:hAnsi="Arial" w:cs="Arial"/>
          <w:sz w:val="20"/>
          <w:szCs w:val="20"/>
        </w:rPr>
        <w:t xml:space="preserve"> brutto: </w:t>
      </w:r>
    </w:p>
    <w:p w14:paraId="5CD5D8B6" w14:textId="77777777" w:rsidR="001C1E4A" w:rsidRPr="00B9736B" w:rsidRDefault="001C1E4A" w:rsidP="001C1E4A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B9736B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Pr="00B9736B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B9736B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 w:rsidRPr="00B9736B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B9736B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 w:rsidRPr="00B9736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B9736B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B9736B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Pr="00B9736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B9736B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 w:rsidRPr="00B9736B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 w:rsidRPr="00B9736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B9736B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1FF88EF5" w14:textId="5F73F5B9" w:rsidR="00641AAA" w:rsidRPr="0088402C" w:rsidRDefault="00927B48" w:rsidP="0088402C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66BE0FB1" w14:textId="77777777" w:rsidR="00D40C5E" w:rsidRDefault="00D40C5E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2107AAE7" w14:textId="77777777" w:rsidR="001C1E4A" w:rsidRPr="001C1E4A" w:rsidRDefault="001C1E4A" w:rsidP="00AD0651">
      <w:pPr>
        <w:spacing w:line="360" w:lineRule="auto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AD0651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FD3CE5A" w14:textId="77777777" w:rsidR="00AD0651" w:rsidRDefault="00AD0651" w:rsidP="00AD0651">
      <w:pPr>
        <w:suppressAutoHyphens/>
        <w:jc w:val="both"/>
        <w:rPr>
          <w:rFonts w:cs="Arial"/>
          <w:b/>
          <w:sz w:val="20"/>
          <w:szCs w:val="20"/>
        </w:rPr>
      </w:pPr>
    </w:p>
    <w:bookmarkEnd w:id="1"/>
    <w:p w14:paraId="56D092CC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024E3B75" w14:textId="77777777" w:rsidR="00AD0651" w:rsidRDefault="00AD0651" w:rsidP="000C2176">
      <w:pPr>
        <w:suppressAutoHyphens/>
        <w:jc w:val="both"/>
        <w:rPr>
          <w:rFonts w:cs="Arial"/>
          <w:sz w:val="20"/>
          <w:szCs w:val="20"/>
        </w:rPr>
      </w:pPr>
    </w:p>
    <w:p w14:paraId="1D03B4CB" w14:textId="70AAB7CE" w:rsidR="00B603D7" w:rsidRPr="001C1E4A" w:rsidRDefault="000C2176" w:rsidP="001C1E4A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330D99A9" w14:textId="48450A21" w:rsidR="001D2083" w:rsidRDefault="001D2083" w:rsidP="00640066">
      <w:pPr>
        <w:jc w:val="both"/>
        <w:rPr>
          <w:rFonts w:cs="Arial"/>
          <w:sz w:val="20"/>
          <w:szCs w:val="20"/>
        </w:rPr>
      </w:pPr>
    </w:p>
    <w:p w14:paraId="6559169A" w14:textId="77777777" w:rsidR="001D2083" w:rsidRPr="00061553" w:rsidRDefault="001D2083" w:rsidP="00640066">
      <w:pPr>
        <w:jc w:val="both"/>
        <w:rPr>
          <w:rFonts w:cs="Arial"/>
          <w:sz w:val="20"/>
          <w:szCs w:val="20"/>
        </w:rPr>
      </w:pP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6C07256B" w:rsidR="001E5697" w:rsidRPr="003E0E15" w:rsidRDefault="00B9736B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="00402C83">
              <w:rPr>
                <w:rFonts w:cs="Arial"/>
                <w:b/>
                <w:sz w:val="20"/>
                <w:szCs w:val="20"/>
              </w:rPr>
              <w:t xml:space="preserve"> 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235B0A0E" w14:textId="769D924D" w:rsidR="001D2083" w:rsidRDefault="001D2083" w:rsidP="000C2176">
      <w:pPr>
        <w:rPr>
          <w:rFonts w:cs="Arial"/>
          <w:i/>
          <w:sz w:val="16"/>
          <w:szCs w:val="16"/>
        </w:rPr>
      </w:pPr>
    </w:p>
    <w:p w14:paraId="16027E4C" w14:textId="78B3F9DB" w:rsidR="001D2083" w:rsidRDefault="001D2083" w:rsidP="000C2176">
      <w:pPr>
        <w:rPr>
          <w:rFonts w:cs="Arial"/>
          <w:i/>
          <w:sz w:val="16"/>
          <w:szCs w:val="16"/>
        </w:rPr>
      </w:pPr>
    </w:p>
    <w:p w14:paraId="2B853501" w14:textId="304F3750" w:rsidR="001D2083" w:rsidRDefault="001D2083" w:rsidP="000C2176">
      <w:pPr>
        <w:rPr>
          <w:rFonts w:cs="Arial"/>
          <w:i/>
          <w:sz w:val="16"/>
          <w:szCs w:val="16"/>
        </w:rPr>
      </w:pPr>
    </w:p>
    <w:p w14:paraId="6A09CAA2" w14:textId="77777777" w:rsidR="001D2083" w:rsidRPr="003D2F96" w:rsidRDefault="001D2083" w:rsidP="000C2176">
      <w:pPr>
        <w:rPr>
          <w:rFonts w:cs="Arial"/>
          <w:i/>
          <w:sz w:val="16"/>
          <w:szCs w:val="16"/>
        </w:rPr>
      </w:pPr>
    </w:p>
    <w:p w14:paraId="2E78B58B" w14:textId="77777777" w:rsidR="00AD0651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</w:t>
      </w:r>
    </w:p>
    <w:p w14:paraId="19E104E4" w14:textId="77E124DE" w:rsidR="008E30F8" w:rsidRPr="00E94C8F" w:rsidRDefault="008E30F8" w:rsidP="00AD065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B11714C" w14:textId="30ADCCD7" w:rsidR="000C2176" w:rsidRPr="00D40C5E" w:rsidRDefault="000C2176" w:rsidP="000C2176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5B95BCFD" w:rsidR="000C2176" w:rsidRPr="00D40C5E" w:rsidRDefault="000C2176" w:rsidP="00D40C5E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4442B5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26337" w14:textId="77777777" w:rsidR="004816E8" w:rsidRDefault="004816E8">
      <w:r>
        <w:separator/>
      </w:r>
    </w:p>
  </w:endnote>
  <w:endnote w:type="continuationSeparator" w:id="0">
    <w:p w14:paraId="6F664F68" w14:textId="77777777" w:rsidR="004816E8" w:rsidRDefault="0048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A3866" w14:textId="77777777" w:rsidR="004816E8" w:rsidRDefault="004816E8">
      <w:r>
        <w:separator/>
      </w:r>
    </w:p>
  </w:footnote>
  <w:footnote w:type="continuationSeparator" w:id="0">
    <w:p w14:paraId="29E5E4D4" w14:textId="77777777" w:rsidR="004816E8" w:rsidRDefault="00481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1041" w14:textId="3D00AD50" w:rsidR="0088402C" w:rsidRDefault="0088402C" w:rsidP="0088402C">
    <w:pPr>
      <w:pStyle w:val="Nagwek"/>
      <w:tabs>
        <w:tab w:val="left" w:pos="142"/>
        <w:tab w:val="right" w:pos="9390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139D96B3" w14:textId="2C201645" w:rsidR="00572705" w:rsidRDefault="00572705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340A76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F7EBD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11"/>
  </w:num>
  <w:num w:numId="8" w16cid:durableId="383258145">
    <w:abstractNumId w:val="5"/>
  </w:num>
  <w:num w:numId="9" w16cid:durableId="533150750">
    <w:abstractNumId w:val="12"/>
  </w:num>
  <w:num w:numId="10" w16cid:durableId="1612400583">
    <w:abstractNumId w:val="9"/>
  </w:num>
  <w:num w:numId="11" w16cid:durableId="981272748">
    <w:abstractNumId w:val="10"/>
  </w:num>
  <w:num w:numId="12" w16cid:durableId="223687434">
    <w:abstractNumId w:val="7"/>
  </w:num>
  <w:num w:numId="13" w16cid:durableId="1577399549">
    <w:abstractNumId w:val="13"/>
  </w:num>
  <w:num w:numId="14" w16cid:durableId="4922949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1873"/>
    <w:rsid w:val="000C2176"/>
    <w:rsid w:val="000D283E"/>
    <w:rsid w:val="000E668B"/>
    <w:rsid w:val="00100DBB"/>
    <w:rsid w:val="001046C2"/>
    <w:rsid w:val="001078C5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D2083"/>
    <w:rsid w:val="001E5697"/>
    <w:rsid w:val="00241C1F"/>
    <w:rsid w:val="002425AE"/>
    <w:rsid w:val="002A20EA"/>
    <w:rsid w:val="002A5DC7"/>
    <w:rsid w:val="002A6B66"/>
    <w:rsid w:val="002C6347"/>
    <w:rsid w:val="002E5E0B"/>
    <w:rsid w:val="002E60E0"/>
    <w:rsid w:val="00313244"/>
    <w:rsid w:val="00320AAC"/>
    <w:rsid w:val="00325198"/>
    <w:rsid w:val="00343075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02C83"/>
    <w:rsid w:val="00414478"/>
    <w:rsid w:val="004442B5"/>
    <w:rsid w:val="004816E8"/>
    <w:rsid w:val="004861BD"/>
    <w:rsid w:val="00492BD3"/>
    <w:rsid w:val="004B70BD"/>
    <w:rsid w:val="004C5019"/>
    <w:rsid w:val="004C5F8E"/>
    <w:rsid w:val="00500143"/>
    <w:rsid w:val="0052111D"/>
    <w:rsid w:val="00531810"/>
    <w:rsid w:val="00537F26"/>
    <w:rsid w:val="00552AB8"/>
    <w:rsid w:val="005643F6"/>
    <w:rsid w:val="00572705"/>
    <w:rsid w:val="005760A9"/>
    <w:rsid w:val="005836D9"/>
    <w:rsid w:val="00592B13"/>
    <w:rsid w:val="00594464"/>
    <w:rsid w:val="005A0BC7"/>
    <w:rsid w:val="005A7E1F"/>
    <w:rsid w:val="005C6D87"/>
    <w:rsid w:val="005C7D33"/>
    <w:rsid w:val="005D575B"/>
    <w:rsid w:val="00622781"/>
    <w:rsid w:val="006379C4"/>
    <w:rsid w:val="00640066"/>
    <w:rsid w:val="00640BFF"/>
    <w:rsid w:val="00641AAA"/>
    <w:rsid w:val="00661E85"/>
    <w:rsid w:val="0069621B"/>
    <w:rsid w:val="006E73BA"/>
    <w:rsid w:val="006F209E"/>
    <w:rsid w:val="00706BD0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8402C"/>
    <w:rsid w:val="00890754"/>
    <w:rsid w:val="008945D9"/>
    <w:rsid w:val="008A2728"/>
    <w:rsid w:val="008C0260"/>
    <w:rsid w:val="008E30F8"/>
    <w:rsid w:val="00921E6B"/>
    <w:rsid w:val="00927B48"/>
    <w:rsid w:val="009523F9"/>
    <w:rsid w:val="00954997"/>
    <w:rsid w:val="00964610"/>
    <w:rsid w:val="009A0E68"/>
    <w:rsid w:val="009C1FFF"/>
    <w:rsid w:val="009C70C7"/>
    <w:rsid w:val="009D71C1"/>
    <w:rsid w:val="009F2CF0"/>
    <w:rsid w:val="00A04690"/>
    <w:rsid w:val="00A15BED"/>
    <w:rsid w:val="00A17A3D"/>
    <w:rsid w:val="00A20177"/>
    <w:rsid w:val="00A40DD3"/>
    <w:rsid w:val="00A63522"/>
    <w:rsid w:val="00A736A5"/>
    <w:rsid w:val="00A74DC1"/>
    <w:rsid w:val="00A8311B"/>
    <w:rsid w:val="00AB7051"/>
    <w:rsid w:val="00AD0651"/>
    <w:rsid w:val="00AE1CA3"/>
    <w:rsid w:val="00AE7571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9736B"/>
    <w:rsid w:val="00BB76D0"/>
    <w:rsid w:val="00BC363C"/>
    <w:rsid w:val="00BF1314"/>
    <w:rsid w:val="00C62C24"/>
    <w:rsid w:val="00C635B6"/>
    <w:rsid w:val="00C660A0"/>
    <w:rsid w:val="00C67DA9"/>
    <w:rsid w:val="00C74595"/>
    <w:rsid w:val="00C909B9"/>
    <w:rsid w:val="00CA20F9"/>
    <w:rsid w:val="00CB4DA6"/>
    <w:rsid w:val="00CB7F6F"/>
    <w:rsid w:val="00CC263D"/>
    <w:rsid w:val="00CD1CEA"/>
    <w:rsid w:val="00CE005B"/>
    <w:rsid w:val="00CE0898"/>
    <w:rsid w:val="00CF1528"/>
    <w:rsid w:val="00CF1A4A"/>
    <w:rsid w:val="00D00EA1"/>
    <w:rsid w:val="00D0361A"/>
    <w:rsid w:val="00D30ADD"/>
    <w:rsid w:val="00D33AB2"/>
    <w:rsid w:val="00D40C5E"/>
    <w:rsid w:val="00D43A0D"/>
    <w:rsid w:val="00D46867"/>
    <w:rsid w:val="00D526F3"/>
    <w:rsid w:val="00D55866"/>
    <w:rsid w:val="00D576FC"/>
    <w:rsid w:val="00D9465E"/>
    <w:rsid w:val="00DA01A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FontStyle45">
    <w:name w:val="Font Style45"/>
    <w:uiPriority w:val="99"/>
    <w:rsid w:val="001D208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gwekZnak">
    <w:name w:val="Nagłówek Znak"/>
    <w:link w:val="Nagwek"/>
    <w:uiPriority w:val="99"/>
    <w:rsid w:val="0088402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28</TotalTime>
  <Pages>1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16</cp:revision>
  <cp:lastPrinted>2012-08-24T11:01:00Z</cp:lastPrinted>
  <dcterms:created xsi:type="dcterms:W3CDTF">2023-03-06T22:14:00Z</dcterms:created>
  <dcterms:modified xsi:type="dcterms:W3CDTF">2024-06-14T09:41:00Z</dcterms:modified>
</cp:coreProperties>
</file>