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CD40E" w14:textId="3651B5D8" w:rsidR="00007281" w:rsidRDefault="00007281" w:rsidP="00007281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3a</w:t>
      </w:r>
    </w:p>
    <w:p w14:paraId="4FDD3688" w14:textId="71CED034" w:rsidR="00007281" w:rsidRDefault="00007281" w:rsidP="00007281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postępowania:</w:t>
      </w:r>
      <w:r w:rsidRPr="00B105B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eastAsia="ar-SA"/>
        </w:rPr>
        <w:t>ZP/</w:t>
      </w:r>
      <w:r w:rsidR="00007A7E">
        <w:rPr>
          <w:rFonts w:ascii="Arial" w:hAnsi="Arial" w:cs="Arial"/>
          <w:b/>
          <w:lang w:eastAsia="ar-SA"/>
        </w:rPr>
        <w:t>15</w:t>
      </w:r>
      <w:r>
        <w:rPr>
          <w:rFonts w:ascii="Arial" w:hAnsi="Arial" w:cs="Arial"/>
          <w:b/>
          <w:lang w:eastAsia="ar-SA"/>
        </w:rPr>
        <w:t>/24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          </w:t>
      </w:r>
    </w:p>
    <w:p w14:paraId="7481DCB0" w14:textId="77777777" w:rsidR="00007281" w:rsidRPr="00B105BC" w:rsidRDefault="00007281" w:rsidP="00007281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Zamawiający:</w:t>
      </w:r>
    </w:p>
    <w:p w14:paraId="34FC519C" w14:textId="77777777" w:rsidR="00007281" w:rsidRDefault="00007281" w:rsidP="00007281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4ED3A94F" w14:textId="77777777" w:rsidR="00007281" w:rsidRDefault="00007281" w:rsidP="00007281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29131B29" w14:textId="77777777" w:rsidR="00007281" w:rsidRDefault="00007281" w:rsidP="00007281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5D05B71B" w14:textId="77777777" w:rsidR="00007281" w:rsidRDefault="00007281" w:rsidP="00007281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3F4E5E07" w14:textId="77777777" w:rsidR="00007281" w:rsidRPr="00B105BC" w:rsidRDefault="00007281" w:rsidP="00007281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Wykonawca:</w:t>
      </w:r>
    </w:p>
    <w:p w14:paraId="3C79F681" w14:textId="77777777" w:rsidR="00007281" w:rsidRPr="00B105BC" w:rsidRDefault="00007281" w:rsidP="00007281">
      <w:pPr>
        <w:spacing w:after="0" w:line="276" w:lineRule="auto"/>
        <w:jc w:val="both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………………………………………………………….………………………………………………</w:t>
      </w:r>
      <w:r w:rsidRPr="00B105BC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Pr="00B105BC">
        <w:rPr>
          <w:rFonts w:ascii="Arial" w:hAnsi="Arial" w:cs="Arial"/>
        </w:rPr>
        <w:t>.…..</w:t>
      </w:r>
    </w:p>
    <w:p w14:paraId="2DF2830A" w14:textId="77777777" w:rsidR="00007281" w:rsidRPr="00B105BC" w:rsidRDefault="00007281" w:rsidP="00007281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(pełna nazwa/firma, adres, w zależności od podmiotu: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B105BC">
        <w:rPr>
          <w:rFonts w:ascii="Arial" w:hAnsi="Arial" w:cs="Arial"/>
          <w:i/>
          <w:sz w:val="16"/>
          <w:szCs w:val="16"/>
        </w:rPr>
        <w:t>NIP/PESEL,KRS/</w:t>
      </w:r>
      <w:proofErr w:type="spellStart"/>
      <w:r w:rsidRPr="00B105B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105BC">
        <w:rPr>
          <w:rFonts w:ascii="Arial" w:hAnsi="Arial" w:cs="Arial"/>
          <w:i/>
          <w:sz w:val="16"/>
          <w:szCs w:val="16"/>
        </w:rPr>
        <w:t>)</w:t>
      </w:r>
    </w:p>
    <w:p w14:paraId="4B99D7BF" w14:textId="77777777" w:rsidR="00007281" w:rsidRPr="00B105BC" w:rsidRDefault="00007281" w:rsidP="00007281">
      <w:pPr>
        <w:spacing w:after="0" w:line="276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67F68E4E" w14:textId="77777777" w:rsidR="00007281" w:rsidRPr="00B105BC" w:rsidRDefault="00007281" w:rsidP="00007281">
      <w:pPr>
        <w:spacing w:after="0" w:line="276" w:lineRule="auto"/>
        <w:rPr>
          <w:rFonts w:ascii="Arial" w:hAnsi="Arial" w:cs="Arial"/>
        </w:rPr>
      </w:pPr>
      <w:r w:rsidRPr="00B105BC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………………………….</w:t>
      </w:r>
      <w:r w:rsidRPr="00B105BC">
        <w:rPr>
          <w:rFonts w:ascii="Arial" w:hAnsi="Arial" w:cs="Arial"/>
        </w:rPr>
        <w:t>…………</w:t>
      </w:r>
      <w:r>
        <w:rPr>
          <w:rFonts w:ascii="Arial" w:hAnsi="Arial" w:cs="Arial"/>
        </w:rPr>
        <w:t>……………………………………………………..</w:t>
      </w:r>
      <w:r w:rsidRPr="00B105BC">
        <w:rPr>
          <w:rFonts w:ascii="Arial" w:hAnsi="Arial" w:cs="Arial"/>
        </w:rPr>
        <w:t>……………</w:t>
      </w:r>
    </w:p>
    <w:p w14:paraId="78BE30F5" w14:textId="77777777" w:rsidR="00007281" w:rsidRPr="00B105BC" w:rsidRDefault="00007281" w:rsidP="00007281">
      <w:pPr>
        <w:spacing w:after="0" w:line="276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(imię, nazwisko, stanowisko/podstawa do reprezentacji)</w:t>
      </w:r>
    </w:p>
    <w:p w14:paraId="3369130D" w14:textId="77777777" w:rsidR="00007281" w:rsidRPr="006676AE" w:rsidRDefault="00007281" w:rsidP="00007281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07281" w:rsidRPr="00110593" w14:paraId="70A9F61C" w14:textId="77777777" w:rsidTr="00EF7268">
        <w:tc>
          <w:tcPr>
            <w:tcW w:w="10343" w:type="dxa"/>
            <w:shd w:val="clear" w:color="auto" w:fill="D9D9D9"/>
          </w:tcPr>
          <w:p w14:paraId="610CB0DD" w14:textId="77777777" w:rsidR="00007281" w:rsidRPr="00FA1775" w:rsidRDefault="00007281" w:rsidP="00EF726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3EE9F1A4" w14:textId="77777777" w:rsidR="00007281" w:rsidRPr="00CF0D12" w:rsidRDefault="00007281" w:rsidP="00EF7268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</w:t>
            </w:r>
            <w:r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.1</w:t>
            </w:r>
            <w:r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605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 xml:space="preserve">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.08.1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4 ze zm.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) (dalej jako: ustawa Pzp), dotyczące:</w:t>
            </w:r>
          </w:p>
          <w:p w14:paraId="2FE7F4E0" w14:textId="77777777" w:rsidR="00007281" w:rsidRPr="00577C01" w:rsidRDefault="00007281" w:rsidP="00EF7268">
            <w:pPr>
              <w:spacing w:before="120" w:line="360" w:lineRule="auto"/>
              <w:jc w:val="center"/>
              <w:rPr>
                <w:rFonts w:ascii="Arial" w:hAnsi="Arial" w:cs="Arial"/>
                <w:b/>
                <w:caps/>
                <w:u w:val="single"/>
              </w:rPr>
            </w:pPr>
            <w:r w:rsidRPr="00B10970">
              <w:rPr>
                <w:rFonts w:ascii="Arial" w:hAnsi="Arial" w:cs="Arial"/>
                <w:b/>
                <w:u w:val="single"/>
              </w:rPr>
              <w:t xml:space="preserve">PRZESŁANEK WYKLUCZENIA Z ART. 5K ROZPORZĄDZENIA 833/2014 ORAZ ART. 7 UST. 1 USTAWY </w:t>
            </w:r>
            <w:r w:rsidRPr="00B10970">
              <w:rPr>
                <w:rFonts w:ascii="Arial" w:hAnsi="Arial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43538DFA" w14:textId="77777777" w:rsidR="00007281" w:rsidRDefault="00007281" w:rsidP="00007281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77A88C2" w14:textId="65940B7B" w:rsidR="00007281" w:rsidRPr="002C10C4" w:rsidRDefault="00007281" w:rsidP="00007281">
      <w:pPr>
        <w:spacing w:line="276" w:lineRule="auto"/>
        <w:jc w:val="both"/>
        <w:rPr>
          <w:rFonts w:ascii="Arial" w:hAnsi="Arial" w:cs="Arial"/>
          <w:b/>
        </w:rPr>
      </w:pPr>
      <w:r w:rsidRPr="00CA15D4">
        <w:rPr>
          <w:rFonts w:ascii="Arial" w:hAnsi="Arial" w:cs="Arial"/>
        </w:rPr>
        <w:t xml:space="preserve">Na potrzeby postępowania o udzielenie zamówienia publicznego prowadzonego przez </w:t>
      </w:r>
      <w:r w:rsidRPr="00CA15D4">
        <w:rPr>
          <w:rFonts w:ascii="Arial" w:hAnsi="Arial" w:cs="Arial"/>
          <w:b/>
        </w:rPr>
        <w:t>„Kutnowski Szpital Samorządowy” Sp. z o.o.</w:t>
      </w:r>
      <w:r w:rsidRPr="00CA15D4">
        <w:rPr>
          <w:rFonts w:ascii="Arial" w:hAnsi="Arial" w:cs="Arial"/>
        </w:rPr>
        <w:t xml:space="preserve"> pn.: </w:t>
      </w:r>
      <w:r w:rsidR="00007A7E">
        <w:rPr>
          <w:rFonts w:ascii="Arial" w:hAnsi="Arial" w:cs="Arial"/>
          <w:b/>
        </w:rPr>
        <w:t>Transport sanitarny pacjentów</w:t>
      </w:r>
    </w:p>
    <w:p w14:paraId="32DD6B9F" w14:textId="77777777" w:rsidR="00007281" w:rsidRPr="00882417" w:rsidRDefault="00007281" w:rsidP="00007281">
      <w:pPr>
        <w:spacing w:after="120" w:line="276" w:lineRule="auto"/>
        <w:jc w:val="both"/>
        <w:rPr>
          <w:rFonts w:ascii="Times New Roman" w:hAnsi="Times New Roman"/>
          <w:u w:val="single"/>
        </w:rPr>
      </w:pPr>
      <w:r w:rsidRPr="00882417">
        <w:rPr>
          <w:rFonts w:ascii="Arial" w:hAnsi="Arial" w:cs="Arial"/>
          <w:u w:val="single"/>
        </w:rPr>
        <w:t>Oświadczam/(-my), co następuje:</w:t>
      </w:r>
    </w:p>
    <w:p w14:paraId="73767106" w14:textId="77777777" w:rsidR="00007281" w:rsidRPr="00C77EA4" w:rsidRDefault="00007281" w:rsidP="00007281">
      <w:pPr>
        <w:shd w:val="clear" w:color="auto" w:fill="BFBFBF"/>
        <w:spacing w:before="360" w:line="360" w:lineRule="auto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1DAF136" w14:textId="77777777" w:rsidR="00007281" w:rsidRPr="00C77EA4" w:rsidRDefault="00007281" w:rsidP="00007281">
      <w:pPr>
        <w:pStyle w:val="Akapitzlist"/>
        <w:numPr>
          <w:ilvl w:val="0"/>
          <w:numId w:val="17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C77EA4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7646C2C" w14:textId="77777777" w:rsidR="00007281" w:rsidRPr="00C77EA4" w:rsidRDefault="00007281" w:rsidP="00007281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77EA4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C77EA4">
        <w:rPr>
          <w:rFonts w:ascii="Arial" w:hAnsi="Arial" w:cs="Arial"/>
          <w:sz w:val="21"/>
          <w:szCs w:val="21"/>
        </w:rPr>
        <w:t>z dnia 13 kwietnia 2022 r.</w:t>
      </w:r>
      <w:r w:rsidRPr="00C77EA4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77EA4">
        <w:rPr>
          <w:rFonts w:ascii="Arial" w:hAnsi="Arial" w:cs="Arial"/>
          <w:sz w:val="21"/>
          <w:szCs w:val="21"/>
        </w:rPr>
        <w:t>(Dz. U. poz. 835)</w:t>
      </w:r>
      <w:r w:rsidRPr="00C77EA4">
        <w:rPr>
          <w:rFonts w:ascii="Arial" w:hAnsi="Arial" w:cs="Arial"/>
          <w:i/>
          <w:iCs/>
          <w:sz w:val="21"/>
          <w:szCs w:val="21"/>
        </w:rPr>
        <w:t>.</w:t>
      </w:r>
      <w:r w:rsidRPr="00C77EA4"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1296BFBC" w14:textId="77777777" w:rsidR="00007281" w:rsidRPr="00C77EA4" w:rsidRDefault="00007281" w:rsidP="00007281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C77EA4">
        <w:rPr>
          <w:rFonts w:ascii="Arial" w:hAnsi="Arial" w:cs="Arial"/>
          <w:b/>
          <w:bCs/>
          <w:sz w:val="21"/>
          <w:szCs w:val="21"/>
        </w:rPr>
        <w:t>:</w:t>
      </w:r>
    </w:p>
    <w:p w14:paraId="3C464A6A" w14:textId="77777777" w:rsidR="00007281" w:rsidRPr="00C77EA4" w:rsidRDefault="00007281" w:rsidP="0000728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C77EA4">
        <w:rPr>
          <w:rFonts w:ascii="Arial" w:hAnsi="Arial" w:cs="Arial"/>
          <w:sz w:val="16"/>
          <w:szCs w:val="16"/>
        </w:rPr>
        <w:t>[UWAGA</w:t>
      </w:r>
      <w:r w:rsidRPr="00C77EA4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  <w:bookmarkEnd w:id="1"/>
    </w:p>
    <w:p w14:paraId="6FA1AA68" w14:textId="77777777" w:rsidR="00007281" w:rsidRPr="00C77EA4" w:rsidRDefault="00007281" w:rsidP="0000728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C77EA4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C77E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C77EA4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C77EA4"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C77EA4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C77E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C77EA4">
        <w:rPr>
          <w:rFonts w:ascii="Arial" w:hAnsi="Arial" w:cs="Arial"/>
          <w:iCs/>
          <w:sz w:val="16"/>
          <w:szCs w:val="16"/>
        </w:rPr>
        <w:t>,</w:t>
      </w:r>
      <w:r w:rsidRPr="00C77EA4">
        <w:rPr>
          <w:rFonts w:ascii="Arial" w:hAnsi="Arial" w:cs="Arial"/>
          <w:i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14:paraId="2813592F" w14:textId="77777777" w:rsidR="00007281" w:rsidRPr="00C77EA4" w:rsidRDefault="00007281" w:rsidP="00007281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09512E3A" w14:textId="77777777" w:rsidR="00007281" w:rsidRPr="00C77EA4" w:rsidRDefault="00007281" w:rsidP="0000728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77EA4">
        <w:rPr>
          <w:rFonts w:ascii="Arial" w:hAnsi="Arial" w:cs="Arial"/>
          <w:sz w:val="16"/>
          <w:szCs w:val="16"/>
        </w:rPr>
        <w:t>[UWAGA</w:t>
      </w:r>
      <w:r w:rsidRPr="00C77EA4">
        <w:rPr>
          <w:rFonts w:ascii="Arial" w:hAnsi="Arial" w:cs="Arial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</w:t>
      </w:r>
      <w:r w:rsidRPr="00C77EA4">
        <w:rPr>
          <w:rFonts w:ascii="Arial" w:hAnsi="Arial" w:cs="Arial"/>
          <w:i/>
          <w:sz w:val="16"/>
          <w:szCs w:val="16"/>
        </w:rPr>
        <w:lastRenderedPageBreak/>
        <w:t>sytuacji wykonawca nie polega, a na którego przypada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</w:p>
    <w:p w14:paraId="0A672BDC" w14:textId="77777777" w:rsidR="00007281" w:rsidRPr="00C77EA4" w:rsidRDefault="00007281" w:rsidP="000072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C77EA4">
        <w:rPr>
          <w:rFonts w:ascii="Arial" w:hAnsi="Arial" w:cs="Arial"/>
          <w:sz w:val="20"/>
          <w:szCs w:val="20"/>
        </w:rPr>
        <w:t xml:space="preserve"> </w:t>
      </w:r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>nie</w:t>
      </w:r>
      <w:r w:rsidRPr="00C77EA4">
        <w:rPr>
          <w:rFonts w:ascii="Arial" w:hAnsi="Arial" w:cs="Arial"/>
          <w:sz w:val="16"/>
          <w:szCs w:val="16"/>
        </w:rPr>
        <w:t xml:space="preserve"> </w:t>
      </w:r>
      <w:r w:rsidRPr="00C77EA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30A40A8" w14:textId="77777777" w:rsidR="00007281" w:rsidRPr="00C77EA4" w:rsidRDefault="00007281" w:rsidP="00007281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2B5F4D8A" w14:textId="77777777" w:rsidR="00007281" w:rsidRPr="00C77EA4" w:rsidRDefault="00007281" w:rsidP="0000728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77EA4">
        <w:rPr>
          <w:rFonts w:ascii="Arial" w:hAnsi="Arial" w:cs="Arial"/>
          <w:sz w:val="16"/>
          <w:szCs w:val="16"/>
        </w:rPr>
        <w:t>[UWAGA</w:t>
      </w:r>
      <w:r w:rsidRPr="00C77EA4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77EA4">
        <w:rPr>
          <w:rFonts w:ascii="Arial" w:hAnsi="Arial" w:cs="Arial"/>
          <w:sz w:val="16"/>
          <w:szCs w:val="16"/>
        </w:rPr>
        <w:t>]</w:t>
      </w:r>
    </w:p>
    <w:p w14:paraId="022E7F2D" w14:textId="77777777" w:rsidR="00007281" w:rsidRPr="00C77EA4" w:rsidRDefault="00007281" w:rsidP="000072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C77EA4">
        <w:rPr>
          <w:rFonts w:ascii="Arial" w:hAnsi="Arial" w:cs="Arial"/>
          <w:sz w:val="20"/>
          <w:szCs w:val="20"/>
        </w:rPr>
        <w:t xml:space="preserve"> </w:t>
      </w:r>
      <w:r w:rsidRPr="00C77E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77E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77EA4">
        <w:rPr>
          <w:rFonts w:ascii="Arial" w:hAnsi="Arial" w:cs="Arial"/>
          <w:i/>
          <w:sz w:val="16"/>
          <w:szCs w:val="16"/>
        </w:rPr>
        <w:t>)</w:t>
      </w:r>
      <w:r w:rsidRPr="00C77EA4">
        <w:rPr>
          <w:rFonts w:ascii="Arial" w:hAnsi="Arial" w:cs="Arial"/>
          <w:sz w:val="16"/>
          <w:szCs w:val="16"/>
        </w:rPr>
        <w:t>,</w:t>
      </w:r>
      <w:r w:rsidRPr="00C77EA4">
        <w:rPr>
          <w:rFonts w:ascii="Arial" w:hAnsi="Arial" w:cs="Arial"/>
          <w:sz w:val="16"/>
          <w:szCs w:val="16"/>
        </w:rPr>
        <w:br/>
      </w:r>
      <w:r w:rsidRPr="00C77EA4">
        <w:rPr>
          <w:rFonts w:ascii="Arial" w:hAnsi="Arial" w:cs="Arial"/>
          <w:sz w:val="21"/>
          <w:szCs w:val="21"/>
        </w:rPr>
        <w:t>nie</w:t>
      </w:r>
      <w:r w:rsidRPr="00C77EA4">
        <w:rPr>
          <w:rFonts w:ascii="Arial" w:hAnsi="Arial" w:cs="Arial"/>
          <w:sz w:val="16"/>
          <w:szCs w:val="16"/>
        </w:rPr>
        <w:t xml:space="preserve"> </w:t>
      </w:r>
      <w:r w:rsidRPr="00C77EA4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1BCB802" w14:textId="77777777" w:rsidR="00007281" w:rsidRPr="00C77EA4" w:rsidRDefault="00007281" w:rsidP="00007281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62E106C" w14:textId="77777777" w:rsidR="00007281" w:rsidRPr="00C77EA4" w:rsidRDefault="00007281" w:rsidP="000072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C77EA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3171B2F" w14:textId="77777777" w:rsidR="00007281" w:rsidRPr="00C77EA4" w:rsidRDefault="00007281" w:rsidP="00007281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77EA4"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287A88D5" w14:textId="77777777" w:rsidR="00007281" w:rsidRPr="00C77EA4" w:rsidRDefault="00007281" w:rsidP="0000728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77EA4">
        <w:t xml:space="preserve"> </w:t>
      </w:r>
      <w:r w:rsidRPr="00C77EA4">
        <w:rPr>
          <w:rFonts w:ascii="Arial" w:hAnsi="Arial" w:cs="Arial"/>
          <w:sz w:val="21"/>
          <w:szCs w:val="21"/>
        </w:rPr>
        <w:t>dane umożliwiające dostęp do tych środków:</w:t>
      </w:r>
      <w:r w:rsidRPr="00C77EA4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7FE0140A" w14:textId="77777777" w:rsidR="00007281" w:rsidRPr="00C77EA4" w:rsidRDefault="00007281" w:rsidP="000072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6DD179" w14:textId="77777777" w:rsidR="00007281" w:rsidRPr="00C77EA4" w:rsidRDefault="00007281" w:rsidP="0000728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77E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A09E2F3" w14:textId="77777777" w:rsidR="00007281" w:rsidRPr="00C77EA4" w:rsidRDefault="00007281" w:rsidP="0000728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85475DE" w14:textId="77777777" w:rsidR="00007281" w:rsidRPr="00C77EA4" w:rsidRDefault="00007281" w:rsidP="0000728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521B7C5" w14:textId="7ECD1EBC" w:rsidR="00007281" w:rsidRPr="0098528D" w:rsidRDefault="00007281" w:rsidP="00117C3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r w:rsidRPr="00C77EA4">
        <w:rPr>
          <w:rFonts w:ascii="Arial" w:hAnsi="Arial" w:cs="Arial"/>
          <w:sz w:val="21"/>
          <w:szCs w:val="21"/>
        </w:rPr>
        <w:tab/>
      </w:r>
      <w:bookmarkStart w:id="4" w:name="_Hlk102639179"/>
      <w:bookmarkStart w:id="5" w:name="_GoBack"/>
      <w:bookmarkEnd w:id="5"/>
      <w:r w:rsidRPr="00C77EA4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footerReference w:type="default" r:id="rId8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2AC89" w14:textId="77777777" w:rsidR="00BB7748" w:rsidRDefault="00BB7748" w:rsidP="0038231F">
      <w:pPr>
        <w:spacing w:after="0" w:line="240" w:lineRule="auto"/>
      </w:pPr>
      <w:r>
        <w:separator/>
      </w:r>
    </w:p>
  </w:endnote>
  <w:endnote w:type="continuationSeparator" w:id="0">
    <w:p w14:paraId="1AE23C02" w14:textId="77777777" w:rsidR="00BB7748" w:rsidRDefault="00BB77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32182" w14:textId="77777777" w:rsidR="00BB7748" w:rsidRDefault="00BB7748" w:rsidP="0038231F">
      <w:pPr>
        <w:spacing w:after="0" w:line="240" w:lineRule="auto"/>
      </w:pPr>
      <w:r>
        <w:separator/>
      </w:r>
    </w:p>
  </w:footnote>
  <w:footnote w:type="continuationSeparator" w:id="0">
    <w:p w14:paraId="17BD1E8A" w14:textId="77777777" w:rsidR="00BB7748" w:rsidRDefault="00BB7748" w:rsidP="0038231F">
      <w:pPr>
        <w:spacing w:after="0" w:line="240" w:lineRule="auto"/>
      </w:pPr>
      <w:r>
        <w:continuationSeparator/>
      </w:r>
    </w:p>
  </w:footnote>
  <w:footnote w:id="1">
    <w:p w14:paraId="3993D29D" w14:textId="77777777" w:rsidR="00007281" w:rsidRPr="00B929A1" w:rsidRDefault="00007281" w:rsidP="000072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703A6E6" w14:textId="77777777" w:rsidR="00007281" w:rsidRDefault="00007281" w:rsidP="0000728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26CBE6" w14:textId="77777777" w:rsidR="00007281" w:rsidRDefault="00007281" w:rsidP="0000728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5692A9F" w14:textId="77777777" w:rsidR="00007281" w:rsidRPr="00B929A1" w:rsidRDefault="00007281" w:rsidP="00007281">
      <w:pPr>
        <w:pStyle w:val="Tekstprzypisudolnego"/>
        <w:numPr>
          <w:ilvl w:val="0"/>
          <w:numId w:val="16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E94D71A" w14:textId="77777777" w:rsidR="00007281" w:rsidRPr="004E3F67" w:rsidRDefault="00007281" w:rsidP="0000728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0CC2E9" w14:textId="77777777" w:rsidR="00007281" w:rsidRPr="00A82964" w:rsidRDefault="00007281" w:rsidP="0000728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79E1C8A" w14:textId="77777777" w:rsidR="00007281" w:rsidRPr="00A82964" w:rsidRDefault="00007281" w:rsidP="0000728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B9C74E" w14:textId="77777777" w:rsidR="00007281" w:rsidRPr="00A82964" w:rsidRDefault="00007281" w:rsidP="0000728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1FC7C3" w14:textId="77777777" w:rsidR="00007281" w:rsidRPr="00896587" w:rsidRDefault="00007281" w:rsidP="00007281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3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59F"/>
    <w:rsid w:val="00007281"/>
    <w:rsid w:val="00007A7E"/>
    <w:rsid w:val="00023477"/>
    <w:rsid w:val="000247FF"/>
    <w:rsid w:val="00025C8D"/>
    <w:rsid w:val="000303EE"/>
    <w:rsid w:val="000404FC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0F3D3D"/>
    <w:rsid w:val="000F3EC0"/>
    <w:rsid w:val="00106EC3"/>
    <w:rsid w:val="0010759F"/>
    <w:rsid w:val="00110593"/>
    <w:rsid w:val="00117C36"/>
    <w:rsid w:val="00160A7A"/>
    <w:rsid w:val="001902D2"/>
    <w:rsid w:val="001A05C8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E641A"/>
    <w:rsid w:val="00304116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F024C"/>
    <w:rsid w:val="003F21CF"/>
    <w:rsid w:val="00431097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24BCB"/>
    <w:rsid w:val="00634311"/>
    <w:rsid w:val="006354AD"/>
    <w:rsid w:val="00641874"/>
    <w:rsid w:val="00665F39"/>
    <w:rsid w:val="006676AE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62DD5"/>
    <w:rsid w:val="00B8005E"/>
    <w:rsid w:val="00B8342E"/>
    <w:rsid w:val="00B90C3E"/>
    <w:rsid w:val="00B90E42"/>
    <w:rsid w:val="00BB0C3C"/>
    <w:rsid w:val="00BB6768"/>
    <w:rsid w:val="00BB7748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D0851"/>
    <w:rsid w:val="00D0451D"/>
    <w:rsid w:val="00D23F3D"/>
    <w:rsid w:val="00D2702A"/>
    <w:rsid w:val="00D34D9A"/>
    <w:rsid w:val="00D409DE"/>
    <w:rsid w:val="00D42C9B"/>
    <w:rsid w:val="00D531D5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007281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07281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A614A-4721-47D9-846F-4A6C6C5B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80</TotalTime>
  <Pages>3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Agnieszka Tomalak</cp:lastModifiedBy>
  <cp:revision>72</cp:revision>
  <cp:lastPrinted>2023-05-30T07:41:00Z</cp:lastPrinted>
  <dcterms:created xsi:type="dcterms:W3CDTF">2021-01-28T12:17:00Z</dcterms:created>
  <dcterms:modified xsi:type="dcterms:W3CDTF">2024-06-05T10:09:00Z</dcterms:modified>
</cp:coreProperties>
</file>