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</w:t>
      </w:r>
      <w:proofErr w:type="spellStart"/>
      <w:r w:rsidRPr="00F1044D">
        <w:rPr>
          <w:rFonts w:cs="Arial"/>
          <w:i/>
          <w:color w:val="FF0000"/>
          <w:sz w:val="20"/>
          <w:szCs w:val="20"/>
        </w:rPr>
        <w:t>Pzp</w:t>
      </w:r>
      <w:proofErr w:type="spellEnd"/>
      <w:r w:rsidRPr="00F1044D">
        <w:rPr>
          <w:rFonts w:cs="Arial"/>
          <w:i/>
          <w:color w:val="FF0000"/>
          <w:sz w:val="20"/>
          <w:szCs w:val="20"/>
        </w:rPr>
        <w:t>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21FD4AB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0556F1">
        <w:rPr>
          <w:rFonts w:cs="Arial"/>
          <w:bCs/>
          <w:sz w:val="20"/>
          <w:szCs w:val="20"/>
        </w:rPr>
        <w:t>11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4883F23D" w:rsidR="00617C8B" w:rsidRDefault="004B35B2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RI.271.2.</w:t>
      </w:r>
      <w:r w:rsidR="008C17BB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>.202</w:t>
      </w:r>
      <w:r w:rsidR="008E18DB">
        <w:rPr>
          <w:rFonts w:cs="Arial"/>
          <w:sz w:val="20"/>
          <w:szCs w:val="20"/>
        </w:rPr>
        <w:t>4</w:t>
      </w:r>
    </w:p>
    <w:p w14:paraId="591E0B73" w14:textId="70AA0EFE" w:rsidR="00554037" w:rsidRDefault="00554037" w:rsidP="00617C8B">
      <w:pPr>
        <w:rPr>
          <w:rFonts w:cs="Arial"/>
          <w:sz w:val="20"/>
          <w:szCs w:val="20"/>
        </w:rPr>
      </w:pPr>
    </w:p>
    <w:p w14:paraId="470E2CC5" w14:textId="05D85D35" w:rsidR="00554037" w:rsidRDefault="00554037" w:rsidP="00617C8B">
      <w:pPr>
        <w:rPr>
          <w:rFonts w:cs="Arial"/>
          <w:sz w:val="20"/>
          <w:szCs w:val="20"/>
        </w:rPr>
      </w:pPr>
    </w:p>
    <w:p w14:paraId="22E79B8B" w14:textId="77777777" w:rsidR="00554037" w:rsidRPr="00554037" w:rsidRDefault="00554037" w:rsidP="00554037">
      <w:pPr>
        <w:jc w:val="center"/>
        <w:rPr>
          <w:rFonts w:cs="Arial"/>
          <w:sz w:val="20"/>
          <w:szCs w:val="20"/>
        </w:rPr>
      </w:pPr>
    </w:p>
    <w:p w14:paraId="00AFC981" w14:textId="77777777" w:rsidR="00554037" w:rsidRDefault="00554037" w:rsidP="00617C8B">
      <w:pPr>
        <w:rPr>
          <w:rFonts w:cs="Arial"/>
          <w:sz w:val="20"/>
          <w:szCs w:val="20"/>
        </w:rPr>
      </w:pP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13100CF6" w:rsidR="00617C8B" w:rsidRPr="001412AC" w:rsidRDefault="00617C8B" w:rsidP="000F1720">
      <w:pPr>
        <w:pStyle w:val="Nagwek2"/>
        <w:numPr>
          <w:ilvl w:val="0"/>
          <w:numId w:val="2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134BD4A8" w14:textId="37B4A095" w:rsidR="00617C8B" w:rsidRDefault="00617C8B" w:rsidP="000556F1">
      <w:pPr>
        <w:jc w:val="both"/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62906715"/>
      <w:r w:rsidR="008E18DB" w:rsidRPr="008E18DB">
        <w:rPr>
          <w:rFonts w:cs="Arial"/>
          <w:b/>
          <w:bCs/>
          <w:sz w:val="20"/>
          <w:szCs w:val="20"/>
        </w:rPr>
        <w:t>Przebudowa drogi w Debrznie oraz budowa i modernizacja dróg gminnych w Słupi</w:t>
      </w:r>
      <w:r w:rsidR="000556F1">
        <w:rPr>
          <w:rFonts w:cs="Arial"/>
          <w:b/>
          <w:bCs/>
          <w:sz w:val="20"/>
          <w:szCs w:val="20"/>
        </w:rPr>
        <w:t>,</w:t>
      </w:r>
      <w:bookmarkEnd w:id="0"/>
    </w:p>
    <w:p w14:paraId="2A5B2850" w14:textId="77777777" w:rsidR="000556F1" w:rsidRP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7777777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77CF404E" w14:textId="77777777" w:rsidR="00FD3DFD" w:rsidRDefault="00FD3DFD" w:rsidP="00FD3DFD"/>
    <w:p w14:paraId="64E2E0BA" w14:textId="77777777" w:rsidR="00FD3DFD" w:rsidRPr="00313244" w:rsidRDefault="00FD3DFD" w:rsidP="00FD3DFD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01952962" w14:textId="52614800" w:rsidR="000F1720" w:rsidRDefault="000F1720" w:rsidP="00CA20F9"/>
    <w:sectPr w:rsidR="000F1720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41FB3" w14:textId="77777777" w:rsidR="001E3E06" w:rsidRDefault="001E3E06">
      <w:r>
        <w:separator/>
      </w:r>
    </w:p>
  </w:endnote>
  <w:endnote w:type="continuationSeparator" w:id="0">
    <w:p w14:paraId="46A3C0DC" w14:textId="77777777" w:rsidR="001E3E06" w:rsidRDefault="001E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D8722" w14:textId="77777777" w:rsidR="001E3E06" w:rsidRDefault="001E3E06">
      <w:r>
        <w:separator/>
      </w:r>
    </w:p>
  </w:footnote>
  <w:footnote w:type="continuationSeparator" w:id="0">
    <w:p w14:paraId="026ECC03" w14:textId="77777777" w:rsidR="001E3E06" w:rsidRDefault="001E3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C3483"/>
    <w:multiLevelType w:val="hybridMultilevel"/>
    <w:tmpl w:val="839C57FA"/>
    <w:lvl w:ilvl="0" w:tplc="D48455AE">
      <w:start w:val="1"/>
      <w:numFmt w:val="upperLetter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752824988">
    <w:abstractNumId w:val="1"/>
  </w:num>
  <w:num w:numId="2" w16cid:durableId="1662080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0F1720"/>
    <w:rsid w:val="00100DBB"/>
    <w:rsid w:val="00124A98"/>
    <w:rsid w:val="00124D4A"/>
    <w:rsid w:val="00130B23"/>
    <w:rsid w:val="001A3F87"/>
    <w:rsid w:val="001B210F"/>
    <w:rsid w:val="001C12F9"/>
    <w:rsid w:val="001D1977"/>
    <w:rsid w:val="001E3E06"/>
    <w:rsid w:val="00241C1F"/>
    <w:rsid w:val="002425AE"/>
    <w:rsid w:val="0025799D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35B2"/>
    <w:rsid w:val="004B70BD"/>
    <w:rsid w:val="0052111D"/>
    <w:rsid w:val="00537F26"/>
    <w:rsid w:val="00554037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17BB"/>
    <w:rsid w:val="008C7D25"/>
    <w:rsid w:val="008E18DB"/>
    <w:rsid w:val="008F3CFF"/>
    <w:rsid w:val="009B3234"/>
    <w:rsid w:val="009D71C1"/>
    <w:rsid w:val="009F2CF0"/>
    <w:rsid w:val="00A04690"/>
    <w:rsid w:val="00A40DD3"/>
    <w:rsid w:val="00A4356E"/>
    <w:rsid w:val="00A8311B"/>
    <w:rsid w:val="00B01F08"/>
    <w:rsid w:val="00B16E8F"/>
    <w:rsid w:val="00B20C3E"/>
    <w:rsid w:val="00B30401"/>
    <w:rsid w:val="00B6637D"/>
    <w:rsid w:val="00BA69D6"/>
    <w:rsid w:val="00BB76D0"/>
    <w:rsid w:val="00BC363C"/>
    <w:rsid w:val="00C16840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B24D0"/>
    <w:rsid w:val="00ED042A"/>
    <w:rsid w:val="00EF000D"/>
    <w:rsid w:val="00F1044D"/>
    <w:rsid w:val="00F24231"/>
    <w:rsid w:val="00F545A3"/>
    <w:rsid w:val="00FB1B98"/>
    <w:rsid w:val="00FB5706"/>
    <w:rsid w:val="00FD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F1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31</TotalTime>
  <Pages>1</Pages>
  <Words>226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14</cp:revision>
  <cp:lastPrinted>2020-11-10T13:52:00Z</cp:lastPrinted>
  <dcterms:created xsi:type="dcterms:W3CDTF">2021-05-02T20:19:00Z</dcterms:created>
  <dcterms:modified xsi:type="dcterms:W3CDTF">2024-03-25T09:45:00Z</dcterms:modified>
</cp:coreProperties>
</file>