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CF512" w14:textId="77777777" w:rsidR="000D40DA" w:rsidRDefault="000D40DA" w:rsidP="000323A5">
      <w:pPr>
        <w:jc w:val="right"/>
        <w:rPr>
          <w:color w:val="000000"/>
          <w:sz w:val="24"/>
          <w:szCs w:val="24"/>
        </w:rPr>
      </w:pPr>
    </w:p>
    <w:p w14:paraId="007A4AFD" w14:textId="54650C99" w:rsidR="00077509" w:rsidRPr="00E93D4E" w:rsidRDefault="000323A5" w:rsidP="000323A5">
      <w:pPr>
        <w:jc w:val="right"/>
        <w:rPr>
          <w:color w:val="000000"/>
          <w:sz w:val="24"/>
          <w:szCs w:val="24"/>
        </w:rPr>
      </w:pPr>
      <w:r w:rsidRPr="00E93D4E">
        <w:rPr>
          <w:color w:val="000000"/>
          <w:sz w:val="24"/>
          <w:szCs w:val="24"/>
        </w:rPr>
        <w:t xml:space="preserve">Kraków, </w:t>
      </w:r>
      <w:r w:rsidR="00247EDF">
        <w:rPr>
          <w:color w:val="000000"/>
          <w:sz w:val="24"/>
          <w:szCs w:val="24"/>
        </w:rPr>
        <w:t>12</w:t>
      </w:r>
      <w:r w:rsidR="00E340C2" w:rsidRPr="00E93D4E">
        <w:rPr>
          <w:color w:val="000000"/>
          <w:sz w:val="24"/>
          <w:szCs w:val="24"/>
        </w:rPr>
        <w:t>.0</w:t>
      </w:r>
      <w:r w:rsidR="00D05933">
        <w:rPr>
          <w:color w:val="000000"/>
          <w:sz w:val="24"/>
          <w:szCs w:val="24"/>
        </w:rPr>
        <w:t>9</w:t>
      </w:r>
      <w:r w:rsidR="00E340C2" w:rsidRPr="00E93D4E">
        <w:rPr>
          <w:color w:val="000000"/>
          <w:sz w:val="24"/>
          <w:szCs w:val="24"/>
        </w:rPr>
        <w:t>.2024</w:t>
      </w:r>
    </w:p>
    <w:p w14:paraId="3C6EE28E" w14:textId="0061BE34" w:rsidR="00205BF0" w:rsidRPr="00E93D4E" w:rsidRDefault="00205BF0" w:rsidP="000323A5">
      <w:pPr>
        <w:jc w:val="right"/>
        <w:rPr>
          <w:color w:val="000000"/>
          <w:sz w:val="24"/>
          <w:szCs w:val="24"/>
        </w:rPr>
      </w:pPr>
    </w:p>
    <w:p w14:paraId="40CA9227" w14:textId="3655C407" w:rsidR="00E340C2" w:rsidRPr="00E93D4E" w:rsidRDefault="00E340C2" w:rsidP="000323A5">
      <w:pPr>
        <w:jc w:val="right"/>
        <w:rPr>
          <w:color w:val="000000"/>
          <w:sz w:val="24"/>
          <w:szCs w:val="24"/>
        </w:rPr>
      </w:pPr>
    </w:p>
    <w:p w14:paraId="06F27BA0" w14:textId="77777777" w:rsidR="000D40DA" w:rsidRDefault="000D40DA" w:rsidP="00E340C2">
      <w:pPr>
        <w:rPr>
          <w:rFonts w:eastAsia="Calibri"/>
          <w:sz w:val="24"/>
          <w:szCs w:val="24"/>
        </w:rPr>
      </w:pPr>
    </w:p>
    <w:p w14:paraId="0A8766E4" w14:textId="132CBE40" w:rsidR="00E340C2" w:rsidRPr="00E93D4E" w:rsidRDefault="00E340C2" w:rsidP="00E340C2">
      <w:pPr>
        <w:rPr>
          <w:rFonts w:eastAsia="Calibri"/>
          <w:sz w:val="24"/>
          <w:szCs w:val="24"/>
        </w:rPr>
      </w:pPr>
      <w:r w:rsidRPr="00E93D4E">
        <w:rPr>
          <w:rFonts w:eastAsia="Calibri"/>
          <w:sz w:val="24"/>
          <w:szCs w:val="24"/>
        </w:rPr>
        <w:t>DZ.271.</w:t>
      </w:r>
      <w:r w:rsidR="00D05933">
        <w:rPr>
          <w:rFonts w:eastAsia="Calibri"/>
          <w:sz w:val="24"/>
          <w:szCs w:val="24"/>
        </w:rPr>
        <w:t>84</w:t>
      </w:r>
      <w:r w:rsidR="00247EDF">
        <w:rPr>
          <w:rFonts w:eastAsia="Calibri"/>
          <w:sz w:val="24"/>
          <w:szCs w:val="24"/>
        </w:rPr>
        <w:t>.980</w:t>
      </w:r>
      <w:r w:rsidR="00DF7DE5">
        <w:rPr>
          <w:rFonts w:eastAsia="Calibri"/>
          <w:sz w:val="24"/>
          <w:szCs w:val="24"/>
        </w:rPr>
        <w:t>.</w:t>
      </w:r>
      <w:r w:rsidRPr="00E93D4E">
        <w:rPr>
          <w:rFonts w:eastAsia="Calibri"/>
          <w:sz w:val="24"/>
          <w:szCs w:val="24"/>
        </w:rPr>
        <w:t>2024</w:t>
      </w:r>
    </w:p>
    <w:p w14:paraId="0782F633" w14:textId="77777777" w:rsidR="00E340C2" w:rsidRPr="00E93D4E" w:rsidRDefault="00E340C2" w:rsidP="00E340C2">
      <w:pPr>
        <w:rPr>
          <w:rFonts w:eastAsia="Calibri"/>
          <w:sz w:val="24"/>
          <w:szCs w:val="24"/>
        </w:rPr>
      </w:pPr>
    </w:p>
    <w:p w14:paraId="462BACF0" w14:textId="77777777" w:rsidR="00E340C2" w:rsidRPr="00E93D4E" w:rsidRDefault="00E340C2" w:rsidP="00E340C2">
      <w:pPr>
        <w:rPr>
          <w:rFonts w:eastAsia="Calibri"/>
          <w:sz w:val="24"/>
          <w:szCs w:val="24"/>
        </w:rPr>
      </w:pPr>
      <w:r w:rsidRPr="00E93D4E">
        <w:rPr>
          <w:rFonts w:eastAsia="Calibri"/>
          <w:sz w:val="24"/>
          <w:szCs w:val="24"/>
        </w:rPr>
        <w:t>Dział Zamówień Publicznych</w:t>
      </w:r>
    </w:p>
    <w:p w14:paraId="149645B0" w14:textId="77777777" w:rsidR="00E340C2" w:rsidRPr="00E93D4E" w:rsidRDefault="00E340C2" w:rsidP="00E340C2">
      <w:pPr>
        <w:rPr>
          <w:rFonts w:eastAsia="Calibri"/>
          <w:sz w:val="24"/>
          <w:szCs w:val="24"/>
        </w:rPr>
      </w:pPr>
      <w:r w:rsidRPr="00E93D4E">
        <w:rPr>
          <w:rFonts w:eastAsia="Calibri"/>
          <w:sz w:val="24"/>
          <w:szCs w:val="24"/>
        </w:rPr>
        <w:t>tel. 0-12 614 22 61</w:t>
      </w:r>
    </w:p>
    <w:p w14:paraId="63FC23E3" w14:textId="77777777" w:rsidR="00E340C2" w:rsidRPr="00E93D4E" w:rsidRDefault="00E340C2" w:rsidP="00E340C2">
      <w:pPr>
        <w:spacing w:after="200" w:line="276" w:lineRule="auto"/>
        <w:rPr>
          <w:rFonts w:eastAsia="Calibri"/>
          <w:sz w:val="24"/>
          <w:szCs w:val="24"/>
        </w:rPr>
      </w:pPr>
      <w:r w:rsidRPr="00E93D4E">
        <w:rPr>
          <w:rFonts w:eastAsia="Calibri"/>
          <w:sz w:val="24"/>
          <w:szCs w:val="24"/>
        </w:rPr>
        <w:t xml:space="preserve">e-mail: </w:t>
      </w:r>
      <w:hyperlink r:id="rId9" w:history="1">
        <w:r w:rsidRPr="00E93D4E">
          <w:rPr>
            <w:rFonts w:eastAsia="Calibri"/>
            <w:color w:val="0000FF"/>
            <w:sz w:val="24"/>
            <w:szCs w:val="24"/>
            <w:u w:val="single"/>
          </w:rPr>
          <w:t>przetargi@szpitaljp2.krakow.pl</w:t>
        </w:r>
      </w:hyperlink>
    </w:p>
    <w:p w14:paraId="5B24FD7D" w14:textId="09000BF6" w:rsidR="00D05933" w:rsidRPr="00D05933" w:rsidRDefault="00E340C2" w:rsidP="00D05933">
      <w:pPr>
        <w:rPr>
          <w:color w:val="000000"/>
          <w:sz w:val="24"/>
          <w:szCs w:val="24"/>
        </w:rPr>
      </w:pPr>
      <w:r w:rsidRPr="00E93D4E">
        <w:rPr>
          <w:color w:val="000000"/>
          <w:sz w:val="24"/>
          <w:szCs w:val="24"/>
        </w:rPr>
        <w:t>dotyczy: DZ.271.</w:t>
      </w:r>
      <w:r w:rsidR="00D05933">
        <w:rPr>
          <w:color w:val="000000"/>
          <w:sz w:val="24"/>
          <w:szCs w:val="24"/>
        </w:rPr>
        <w:t>84</w:t>
      </w:r>
      <w:r w:rsidRPr="00E93D4E">
        <w:rPr>
          <w:color w:val="000000"/>
          <w:sz w:val="24"/>
          <w:szCs w:val="24"/>
        </w:rPr>
        <w:t xml:space="preserve">.2024 pn. </w:t>
      </w:r>
      <w:r w:rsidR="00D05933" w:rsidRPr="00D05933">
        <w:rPr>
          <w:color w:val="000000"/>
          <w:sz w:val="24"/>
          <w:szCs w:val="24"/>
        </w:rPr>
        <w:t xml:space="preserve">„Wykonanie remontu balkonów od strony północnej Pawilonu M-II Krakowskiego Szpitala Specjalistycznego im. Jana Pawła II w Krakowie dz. nr 50/18,obr.44, jedn. </w:t>
      </w:r>
      <w:proofErr w:type="spellStart"/>
      <w:r w:rsidR="00D05933" w:rsidRPr="00D05933">
        <w:rPr>
          <w:color w:val="000000"/>
          <w:sz w:val="24"/>
          <w:szCs w:val="24"/>
        </w:rPr>
        <w:t>ewid</w:t>
      </w:r>
      <w:proofErr w:type="spellEnd"/>
      <w:r w:rsidR="00D05933" w:rsidRPr="00D05933">
        <w:rPr>
          <w:color w:val="000000"/>
          <w:sz w:val="24"/>
          <w:szCs w:val="24"/>
        </w:rPr>
        <w:t xml:space="preserve">. </w:t>
      </w:r>
      <w:proofErr w:type="spellStart"/>
      <w:r w:rsidR="00D05933" w:rsidRPr="00D05933">
        <w:rPr>
          <w:color w:val="000000"/>
          <w:sz w:val="24"/>
          <w:szCs w:val="24"/>
        </w:rPr>
        <w:t>Krowodrza</w:t>
      </w:r>
      <w:proofErr w:type="spellEnd"/>
      <w:r w:rsidR="00D05933" w:rsidRPr="00D05933">
        <w:rPr>
          <w:color w:val="000000"/>
          <w:sz w:val="24"/>
          <w:szCs w:val="24"/>
        </w:rPr>
        <w:t>”</w:t>
      </w:r>
    </w:p>
    <w:p w14:paraId="134E0AF3" w14:textId="7EE610F2" w:rsidR="00E340C2" w:rsidRPr="00E93D4E" w:rsidRDefault="00E340C2" w:rsidP="00E340C2">
      <w:pPr>
        <w:rPr>
          <w:color w:val="000000"/>
          <w:sz w:val="24"/>
          <w:szCs w:val="24"/>
        </w:rPr>
      </w:pPr>
    </w:p>
    <w:p w14:paraId="0E67EADD" w14:textId="77777777" w:rsidR="00E340C2" w:rsidRPr="00E93D4E" w:rsidRDefault="00E340C2" w:rsidP="00E340C2">
      <w:pPr>
        <w:rPr>
          <w:color w:val="000000"/>
          <w:sz w:val="24"/>
          <w:szCs w:val="24"/>
        </w:rPr>
      </w:pPr>
    </w:p>
    <w:p w14:paraId="027FEA38" w14:textId="0E077DEE" w:rsidR="00E340C2" w:rsidRPr="00D05933" w:rsidRDefault="00E340C2" w:rsidP="00E340C2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  <w:r w:rsidRPr="00D05933">
        <w:rPr>
          <w:rFonts w:eastAsia="Calibri"/>
          <w:sz w:val="24"/>
          <w:szCs w:val="24"/>
          <w:lang w:eastAsia="en-US"/>
        </w:rPr>
        <w:t>Krakowski Szpital Specjalistyczny im. św. Jana Pawła II, ul. Prądnicka 80 w Krakowie, powiadamia zainteresowane strony, że w związku z ww. postępowaniem, zostały zadane pytania:</w:t>
      </w:r>
    </w:p>
    <w:p w14:paraId="6F2AE633" w14:textId="77777777" w:rsidR="00DF7DE5" w:rsidRPr="00D05933" w:rsidRDefault="00DF7DE5" w:rsidP="00E340C2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</w:p>
    <w:p w14:paraId="677C4930" w14:textId="77777777" w:rsidR="00E93D4E" w:rsidRPr="00D05933" w:rsidRDefault="00E93D4E" w:rsidP="00E93D4E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</w:p>
    <w:p w14:paraId="73E12D51" w14:textId="77777777" w:rsidR="00D05933" w:rsidRPr="005217B1" w:rsidRDefault="00D05933" w:rsidP="00D05933">
      <w:pPr>
        <w:tabs>
          <w:tab w:val="right" w:pos="9072"/>
        </w:tabs>
        <w:jc w:val="both"/>
        <w:rPr>
          <w:rFonts w:eastAsiaTheme="minorHAnsi"/>
          <w:sz w:val="24"/>
          <w:szCs w:val="24"/>
          <w:lang w:eastAsia="en-US"/>
        </w:rPr>
      </w:pPr>
      <w:r w:rsidRPr="005217B1">
        <w:rPr>
          <w:rFonts w:eastAsiaTheme="minorHAnsi"/>
          <w:sz w:val="24"/>
          <w:szCs w:val="24"/>
          <w:lang w:eastAsia="en-US"/>
        </w:rPr>
        <w:t>Pytanie</w:t>
      </w:r>
    </w:p>
    <w:p w14:paraId="05A8D265" w14:textId="20946388" w:rsidR="00E340C2" w:rsidRPr="005217B1" w:rsidRDefault="00D05933" w:rsidP="00D05933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  <w:r w:rsidRPr="005217B1">
        <w:rPr>
          <w:rFonts w:eastAsiaTheme="minorHAnsi"/>
          <w:sz w:val="24"/>
          <w:szCs w:val="24"/>
          <w:lang w:eastAsia="en-US"/>
        </w:rPr>
        <w:t>Czy istnieje możliwość otrzymania fotografii aktualnego stanu podłoża balkonów ?</w:t>
      </w:r>
    </w:p>
    <w:p w14:paraId="56FE3524" w14:textId="714978B9" w:rsidR="00E340C2" w:rsidRPr="00D05933" w:rsidRDefault="00E340C2" w:rsidP="00E340C2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</w:p>
    <w:p w14:paraId="35517EF4" w14:textId="1280161C" w:rsidR="00E340C2" w:rsidRPr="00D05933" w:rsidRDefault="00E340C2" w:rsidP="00E340C2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</w:p>
    <w:p w14:paraId="56DCDDE1" w14:textId="4782D854" w:rsidR="00E340C2" w:rsidRPr="00D05933" w:rsidRDefault="00D05933" w:rsidP="00E340C2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  <w:r w:rsidRPr="00D05933">
        <w:rPr>
          <w:rFonts w:eastAsia="Calibri"/>
          <w:sz w:val="24"/>
          <w:szCs w:val="24"/>
          <w:lang w:eastAsia="en-US"/>
        </w:rPr>
        <w:t>Odpowiedź</w:t>
      </w:r>
    </w:p>
    <w:p w14:paraId="01B1F060" w14:textId="77777777" w:rsidR="00D05933" w:rsidRPr="00D05933" w:rsidRDefault="00D05933" w:rsidP="00E340C2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</w:p>
    <w:p w14:paraId="4E682315" w14:textId="77E8AB67" w:rsidR="00D05933" w:rsidRPr="00D05933" w:rsidRDefault="00D05933" w:rsidP="00D05933">
      <w:pPr>
        <w:tabs>
          <w:tab w:val="left" w:pos="2918"/>
          <w:tab w:val="right" w:pos="9072"/>
        </w:tabs>
        <w:spacing w:line="280" w:lineRule="exact"/>
        <w:rPr>
          <w:bCs/>
          <w:sz w:val="24"/>
          <w:szCs w:val="24"/>
        </w:rPr>
      </w:pPr>
      <w:r w:rsidRPr="00D05933">
        <w:rPr>
          <w:bCs/>
          <w:sz w:val="24"/>
          <w:szCs w:val="24"/>
        </w:rPr>
        <w:t>Zamawiający udostępnia dokumentację fotograficzną balkonów z dnia 11.09.2024</w:t>
      </w:r>
      <w:r w:rsidR="005217B1">
        <w:rPr>
          <w:bCs/>
          <w:sz w:val="24"/>
          <w:szCs w:val="24"/>
        </w:rPr>
        <w:t xml:space="preserve"> (w załączeniu)</w:t>
      </w:r>
      <w:r w:rsidRPr="00D0593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D05933">
        <w:rPr>
          <w:bCs/>
          <w:sz w:val="24"/>
          <w:szCs w:val="24"/>
        </w:rPr>
        <w:t>Ponadto Zamawiający informuje o możliwości przeprowadzenia wizji lokalnej balkonów W Pawilonie M-2.</w:t>
      </w:r>
    </w:p>
    <w:p w14:paraId="5FE13A10" w14:textId="77777777" w:rsidR="00D05933" w:rsidRPr="00D05933" w:rsidRDefault="00D05933" w:rsidP="00D05933">
      <w:pPr>
        <w:tabs>
          <w:tab w:val="left" w:pos="2918"/>
          <w:tab w:val="right" w:pos="9072"/>
        </w:tabs>
        <w:spacing w:line="280" w:lineRule="exact"/>
        <w:rPr>
          <w:bCs/>
          <w:sz w:val="24"/>
          <w:szCs w:val="24"/>
        </w:rPr>
      </w:pPr>
    </w:p>
    <w:p w14:paraId="1F7D5290" w14:textId="77777777" w:rsidR="000D40DA" w:rsidRDefault="000D40DA" w:rsidP="00D05933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4"/>
          <w:szCs w:val="24"/>
        </w:rPr>
      </w:pPr>
    </w:p>
    <w:p w14:paraId="06353E3C" w14:textId="0C16C070" w:rsidR="00E340C2" w:rsidRDefault="00E340C2" w:rsidP="00D05933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4"/>
          <w:szCs w:val="24"/>
        </w:rPr>
      </w:pPr>
      <w:r w:rsidRPr="00D05933">
        <w:rPr>
          <w:rFonts w:eastAsia="Calibri"/>
          <w:sz w:val="24"/>
          <w:szCs w:val="24"/>
        </w:rPr>
        <w:t>Z poważaniem</w:t>
      </w:r>
    </w:p>
    <w:p w14:paraId="43A11CC1" w14:textId="2367CD51" w:rsidR="00247EDF" w:rsidRDefault="00247EDF" w:rsidP="00D05933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Dyrektor Szpitala </w:t>
      </w:r>
    </w:p>
    <w:p w14:paraId="21B7CE08" w14:textId="5D88084A" w:rsidR="00247EDF" w:rsidRPr="00D05933" w:rsidRDefault="00247EDF" w:rsidP="00D05933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l</w:t>
      </w:r>
      <w:bookmarkStart w:id="0" w:name="_GoBack"/>
      <w:bookmarkEnd w:id="0"/>
      <w:r>
        <w:rPr>
          <w:rFonts w:eastAsia="Calibri"/>
          <w:sz w:val="24"/>
          <w:szCs w:val="24"/>
        </w:rPr>
        <w:t xml:space="preserve">ek. Grzegorz Fitas </w:t>
      </w:r>
    </w:p>
    <w:p w14:paraId="0900FEA2" w14:textId="77777777" w:rsidR="00E340C2" w:rsidRPr="00D05933" w:rsidRDefault="00E340C2" w:rsidP="00E340C2">
      <w:pPr>
        <w:tabs>
          <w:tab w:val="right" w:pos="9072"/>
        </w:tabs>
        <w:jc w:val="both"/>
        <w:rPr>
          <w:rFonts w:eastAsia="Calibri"/>
          <w:sz w:val="24"/>
          <w:szCs w:val="24"/>
          <w:lang w:eastAsia="en-US"/>
        </w:rPr>
      </w:pPr>
    </w:p>
    <w:p w14:paraId="306A8BBF" w14:textId="77777777" w:rsidR="00E340C2" w:rsidRPr="00E93D4E" w:rsidRDefault="00E340C2" w:rsidP="00E340C2">
      <w:pPr>
        <w:rPr>
          <w:color w:val="000000"/>
          <w:sz w:val="24"/>
          <w:szCs w:val="24"/>
        </w:rPr>
      </w:pPr>
    </w:p>
    <w:sectPr w:rsidR="00E340C2" w:rsidRPr="00E93D4E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08AE4" w14:textId="77777777" w:rsidR="00CB3B86" w:rsidRDefault="00CB3B86" w:rsidP="00205BF0">
      <w:r>
        <w:separator/>
      </w:r>
    </w:p>
  </w:endnote>
  <w:endnote w:type="continuationSeparator" w:id="0">
    <w:p w14:paraId="7F965BE5" w14:textId="77777777" w:rsidR="00CB3B86" w:rsidRDefault="00CB3B86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D9FF8" w14:textId="77777777" w:rsidR="00CB3B86" w:rsidRDefault="00CB3B86" w:rsidP="00205BF0">
      <w:r>
        <w:separator/>
      </w:r>
    </w:p>
  </w:footnote>
  <w:footnote w:type="continuationSeparator" w:id="0">
    <w:p w14:paraId="505E81F4" w14:textId="77777777" w:rsidR="00CB3B86" w:rsidRDefault="00CB3B86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15538468" w:rsidR="00205BF0" w:rsidRDefault="00CB3B86">
    <w:pPr>
      <w:pStyle w:val="Nagwek"/>
    </w:pPr>
    <w:sdt>
      <w:sdtPr>
        <w:id w:val="-2146036115"/>
        <w:docPartObj>
          <w:docPartGallery w:val="Page Numbers (Margins)"/>
          <w:docPartUnique/>
        </w:docPartObj>
      </w:sdtPr>
      <w:sdtEndPr/>
      <w:sdtContent>
        <w:r w:rsidR="00F2266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E2DB43F" wp14:editId="4A68BA0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14:paraId="1214473C" w14:textId="77777777" w:rsidR="00F22664" w:rsidRDefault="00F2266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F22664">
                                    <w:rPr>
                                      <w:rFonts w:asciiTheme="minorHAnsi" w:eastAsiaTheme="minorEastAsia" w:hAnsiTheme="minorHAnsi" w:cstheme="minorBidi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22664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22664">
                                    <w:rPr>
                                      <w:rFonts w:asciiTheme="minorHAnsi" w:eastAsiaTheme="minorEastAsia" w:hAnsiTheme="minorHAnsi" w:cstheme="minorBidi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47EDF" w:rsidRPr="00247EDF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F22664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14:paraId="1214473C" w14:textId="77777777" w:rsidR="00F22664" w:rsidRDefault="00F2266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F22664">
                              <w:rPr>
                                <w:rFonts w:asciiTheme="minorHAnsi" w:eastAsiaTheme="minorEastAsia" w:hAnsiTheme="minorHAnsi" w:cstheme="minorBidi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22664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22664">
                              <w:rPr>
                                <w:rFonts w:asciiTheme="minorHAnsi" w:eastAsiaTheme="minorEastAsia" w:hAnsiTheme="minorHAnsi" w:cstheme="minorBidi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47EDF" w:rsidRPr="00247EDF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8"/>
                                <w:szCs w:val="28"/>
                              </w:rPr>
                              <w:t>1</w:t>
                            </w:r>
                            <w:r w:rsidRPr="00F22664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3A6A"/>
    <w:multiLevelType w:val="hybridMultilevel"/>
    <w:tmpl w:val="2682A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61940"/>
    <w:multiLevelType w:val="hybridMultilevel"/>
    <w:tmpl w:val="9D24E778"/>
    <w:lvl w:ilvl="0" w:tplc="6AFE13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05991"/>
    <w:rsid w:val="00022C42"/>
    <w:rsid w:val="000323A5"/>
    <w:rsid w:val="000532E8"/>
    <w:rsid w:val="00077509"/>
    <w:rsid w:val="000B4F84"/>
    <w:rsid w:val="000D40DA"/>
    <w:rsid w:val="001006B6"/>
    <w:rsid w:val="001B45C3"/>
    <w:rsid w:val="001C4D4D"/>
    <w:rsid w:val="001C5230"/>
    <w:rsid w:val="001E7C61"/>
    <w:rsid w:val="00205BF0"/>
    <w:rsid w:val="00247EDF"/>
    <w:rsid w:val="00297AED"/>
    <w:rsid w:val="002C0A79"/>
    <w:rsid w:val="003275F8"/>
    <w:rsid w:val="00384088"/>
    <w:rsid w:val="004021BD"/>
    <w:rsid w:val="00484AE1"/>
    <w:rsid w:val="00495FE4"/>
    <w:rsid w:val="004E3506"/>
    <w:rsid w:val="004F64D8"/>
    <w:rsid w:val="00505F85"/>
    <w:rsid w:val="00506359"/>
    <w:rsid w:val="005217B1"/>
    <w:rsid w:val="005471CB"/>
    <w:rsid w:val="00576EAC"/>
    <w:rsid w:val="00591096"/>
    <w:rsid w:val="005C2E25"/>
    <w:rsid w:val="005D0D70"/>
    <w:rsid w:val="00604E67"/>
    <w:rsid w:val="006258DE"/>
    <w:rsid w:val="00693C68"/>
    <w:rsid w:val="006F7665"/>
    <w:rsid w:val="00730761"/>
    <w:rsid w:val="0073519A"/>
    <w:rsid w:val="007E4040"/>
    <w:rsid w:val="007F3B1D"/>
    <w:rsid w:val="00807CAE"/>
    <w:rsid w:val="008561AB"/>
    <w:rsid w:val="008A75E0"/>
    <w:rsid w:val="00901D73"/>
    <w:rsid w:val="00943E23"/>
    <w:rsid w:val="00945F71"/>
    <w:rsid w:val="00965DFF"/>
    <w:rsid w:val="009E6FDE"/>
    <w:rsid w:val="00A00A7D"/>
    <w:rsid w:val="00A00FED"/>
    <w:rsid w:val="00A301F4"/>
    <w:rsid w:val="00A335AF"/>
    <w:rsid w:val="00A40DBC"/>
    <w:rsid w:val="00A641F9"/>
    <w:rsid w:val="00A71F00"/>
    <w:rsid w:val="00B961A3"/>
    <w:rsid w:val="00C03696"/>
    <w:rsid w:val="00C5496E"/>
    <w:rsid w:val="00C604E0"/>
    <w:rsid w:val="00C843C9"/>
    <w:rsid w:val="00C96B89"/>
    <w:rsid w:val="00CB3B86"/>
    <w:rsid w:val="00CE5F30"/>
    <w:rsid w:val="00CF077F"/>
    <w:rsid w:val="00CF125E"/>
    <w:rsid w:val="00D04F90"/>
    <w:rsid w:val="00D05933"/>
    <w:rsid w:val="00D747B2"/>
    <w:rsid w:val="00D843BF"/>
    <w:rsid w:val="00D9373E"/>
    <w:rsid w:val="00DB778C"/>
    <w:rsid w:val="00DF7DE5"/>
    <w:rsid w:val="00E239E5"/>
    <w:rsid w:val="00E24E57"/>
    <w:rsid w:val="00E340C2"/>
    <w:rsid w:val="00E6509D"/>
    <w:rsid w:val="00E93D4E"/>
    <w:rsid w:val="00EC3999"/>
    <w:rsid w:val="00F008B8"/>
    <w:rsid w:val="00F22664"/>
    <w:rsid w:val="00F26962"/>
    <w:rsid w:val="00F612CD"/>
    <w:rsid w:val="00F62558"/>
    <w:rsid w:val="00F802A2"/>
    <w:rsid w:val="00FB6693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84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84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FBB2A-391B-49C5-B11E-33FBB6F0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782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Jolanta Ciepiela</cp:lastModifiedBy>
  <cp:revision>26</cp:revision>
  <cp:lastPrinted>2024-08-06T07:32:00Z</cp:lastPrinted>
  <dcterms:created xsi:type="dcterms:W3CDTF">2024-07-31T05:59:00Z</dcterms:created>
  <dcterms:modified xsi:type="dcterms:W3CDTF">2024-09-12T12:03:00Z</dcterms:modified>
</cp:coreProperties>
</file>