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57" w:after="57"/>
        <w:ind w:hanging="425" w:left="425" w:right="0"/>
        <w:jc w:val="center"/>
        <w:rPr>
          <w:highlight w:val="none"/>
          <w:shd w:fill="auto" w:val="clear"/>
        </w:rPr>
      </w:pPr>
      <w:r>
        <w:rPr>
          <w:b/>
          <w:bCs/>
          <w:shd w:fill="auto" w:val="clear"/>
        </w:rPr>
        <w:t>FORMULARZ O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FERTOWY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1. </w:t>
      </w:r>
      <w:r>
        <w:rPr>
          <w:rFonts w:cs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425" w:right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hanging="425" w:left="425" w:righ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</w:tabs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3. </w:t>
        <w:tab/>
      </w:r>
      <w:r>
        <w:rPr>
          <w:rFonts w:eastAsia="Times New Roman"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eastAsia="Times New Roman"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eastAsia="Times New Roman" w:cs="Arial" w:cstheme="minorHAnsi"/>
          <w:bCs/>
          <w:sz w:val="21"/>
          <w:szCs w:val="21"/>
          <w:lang w:eastAsia="pl-PL"/>
        </w:rPr>
        <w:t xml:space="preserve"> </w:t>
      </w:r>
      <w:r>
        <w:rPr>
          <w:rFonts w:eastAsia="Times New Roman"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eastAsia="Times New Roman"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>wartości towaru lub usługi objętego obowiązkiem podatkowym Zamawiającego, bez kwoty podatku;  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hanging="0" w:left="425"/>
        <w:contextualSpacing/>
        <w:jc w:val="both"/>
        <w:rPr/>
      </w:pPr>
      <w:r>
        <w:rPr>
          <w:rFonts w:eastAsia="Calibri" w:cs="Arial" w:cstheme="minorHAnsi"/>
          <w:b/>
          <w:bCs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hanging="425" w:left="709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5.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</w:t>
      </w:r>
      <w:r>
        <w:rPr>
          <w:rFonts w:cs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>nazwa podwykonawcy (o ile jest znany)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6. </w:t>
      </w:r>
      <w:r>
        <w:rPr>
          <w:rFonts w:cs="Times New Roman"/>
          <w:sz w:val="22"/>
          <w:szCs w:val="22"/>
        </w:rPr>
        <w:tab/>
        <w:t>*</w:t>
      </w:r>
      <w:r>
        <w:rPr>
          <w:rFonts w:cs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7. </w:t>
        <w:tab/>
      </w:r>
      <w:r>
        <w:rPr>
          <w:rFonts w:cs="Times New Roman"/>
          <w:sz w:val="22"/>
          <w:szCs w:val="22"/>
        </w:rPr>
        <w:t>*</w:t>
      </w:r>
      <w:r>
        <w:rPr>
          <w:rFonts w:cs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hanging="425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/>
          <w:i/>
          <w:sz w:val="22"/>
          <w:szCs w:val="22"/>
        </w:rPr>
        <w:t>(</w:t>
      </w:r>
      <w:r>
        <w:rPr>
          <w:rFonts w:eastAsia="TimesNewRomanPSMT;Times New Roman" w:cs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/>
          <w:i/>
          <w:sz w:val="22"/>
          <w:szCs w:val="22"/>
        </w:rPr>
        <w:t>)</w:t>
      </w:r>
      <w:r>
        <w:rPr>
          <w:rFonts w:eastAsia="TimesNewRomanPSMT;Times New Roman" w:cs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0" w:left="425" w:right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/>
          <w:sz w:val="22"/>
          <w:szCs w:val="22"/>
        </w:rPr>
        <w:tab/>
      </w:r>
      <w:r>
        <w:rPr>
          <w:rFonts w:eastAsia="Wingdings" w:cs="Times New Roman"/>
          <w:sz w:val="22"/>
          <w:szCs w:val="22"/>
        </w:rPr>
        <w:t></w:t>
      </w:r>
      <w:r>
        <w:rPr>
          <w:rFonts w:eastAsia="TimesNewRomanPSMT;Times New Roman" w:cs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b/>
        <w:bCs/>
        <w:i/>
        <w:i/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1 do SWZ</w:t>
    </w:r>
  </w:p>
  <w:p>
    <w:pPr>
      <w:pStyle w:val="Header"/>
      <w:spacing w:before="170" w:after="170"/>
      <w:ind w:hanging="0" w:left="0" w:right="0"/>
      <w:jc w:val="left"/>
      <w:rPr/>
    </w:pPr>
    <w:r>
      <w:rPr/>
      <w:t>BR.271.2.2.2024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</w:rPr>
    </w:pPr>
    <w:r>
      <w:rPr>
        <w:rFonts w:eastAsia="Calibri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hi-IN" w:bidi="hi-IN"/>
      </w:rPr>
      <w:t>Pe</w:t>
    </w:r>
    <w:r>
      <w:rPr>
        <w:rFonts w:eastAsia="Calibri" w:cs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 xml:space="preserve">łnienie czynności inwestora zastępczego dla zadania: Budowa i przebudowa infrastruktury dróg w Gminie Mieroszów w ramach Rządowego Funduszu Polski Ład – </w:t>
      <w:br/>
      <w:t>II Postępowanie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360" w:right="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hanging="0" w:left="360" w:right="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PageNumber">
    <w:name w:val="Page Number"/>
    <w:basedOn w:val="Domylnaczcionkaakapitu1"/>
    <w:rPr/>
  </w:style>
  <w:style w:type="character" w:styleId="Txt-new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odyTextIndent">
    <w:name w:val="Body Text Indent"/>
    <w:basedOn w:val="Normal"/>
    <w:pPr>
      <w:ind w:hanging="0" w:left="360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hanging="0" w:left="708" w:right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257</TotalTime>
  <Application>LibreOffice/7.6.2.1$Windows_X86_64 LibreOffice_project/56f7684011345957bbf33a7ee678afaf4d2ba333</Application>
  <AppVersion>15.0000</AppVersion>
  <Pages>2</Pages>
  <Words>778</Words>
  <Characters>5451</Characters>
  <CharactersWithSpaces>6262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2024-03-22T09:53:54Z</cp:lastPrinted>
  <dcterms:modified xsi:type="dcterms:W3CDTF">2024-04-11T08:29:43Z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