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44" w:rsidRDefault="009A7444" w:rsidP="00446BD8">
      <w:pPr>
        <w:tabs>
          <w:tab w:val="left" w:pos="3885"/>
        </w:tabs>
        <w:rPr>
          <w:rFonts w:ascii="Arial Narrow" w:hAnsi="Arial Narrow" w:cs="Arial Narrow"/>
        </w:rPr>
      </w:pPr>
    </w:p>
    <w:p w:rsidR="009A7444" w:rsidRDefault="009A7444" w:rsidP="007B31DF">
      <w:pPr>
        <w:spacing w:after="0" w:line="240" w:lineRule="auto"/>
        <w:rPr>
          <w:rFonts w:ascii="BankGothic Md BT" w:hAnsi="BankGothic Md BT" w:cs="BankGothic Md BT"/>
          <w:color w:val="000000"/>
          <w:sz w:val="28"/>
          <w:szCs w:val="28"/>
          <w:u w:val="single"/>
        </w:rPr>
      </w:pPr>
      <w:r w:rsidRPr="00180429">
        <w:rPr>
          <w:rFonts w:ascii="BankGothic Md BT" w:hAnsi="BankGothic Md BT" w:cs="BankGothic Md BT"/>
          <w:noProof/>
          <w:color w:val="000000"/>
          <w:sz w:val="28"/>
          <w:szCs w:val="28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" o:spid="_x0000_i1025" type="#_x0000_t75" style="width:482.25pt;height:98.25pt;visibility:visible">
            <v:imagedata r:id="rId7" o:title=""/>
          </v:shape>
        </w:pict>
      </w:r>
    </w:p>
    <w:p w:rsidR="009A7444" w:rsidRPr="00D62653" w:rsidRDefault="009A7444" w:rsidP="007B31DF">
      <w:pPr>
        <w:spacing w:after="0" w:line="240" w:lineRule="auto"/>
        <w:rPr>
          <w:rFonts w:ascii="BankGothic Md BT" w:hAnsi="BankGothic Md BT" w:cs="BankGothic Md BT"/>
          <w:color w:val="000000"/>
          <w:sz w:val="28"/>
          <w:szCs w:val="28"/>
          <w:u w:val="single"/>
        </w:rPr>
      </w:pPr>
      <w:r w:rsidRPr="00C53C4F">
        <w:rPr>
          <w:rFonts w:ascii="BankGothic Md BT" w:hAnsi="BankGothic Md BT" w:cs="BankGothic Md BT"/>
          <w:color w:val="000000"/>
          <w:sz w:val="28"/>
          <w:szCs w:val="28"/>
          <w:u w:val="single"/>
        </w:rPr>
        <w:t xml:space="preserve">Pracownia </w:t>
      </w:r>
      <w:r>
        <w:rPr>
          <w:rFonts w:ascii="BankGothic Md BT" w:hAnsi="BankGothic Md BT" w:cs="BankGothic Md BT"/>
          <w:color w:val="000000"/>
          <w:sz w:val="28"/>
          <w:szCs w:val="28"/>
          <w:u w:val="single"/>
        </w:rPr>
        <w:t>Projektów Architektoniczno - Budowlanych</w:t>
      </w:r>
    </w:p>
    <w:tbl>
      <w:tblPr>
        <w:tblW w:w="10031" w:type="dxa"/>
        <w:tblInd w:w="-106" w:type="dxa"/>
        <w:tblLook w:val="00A0"/>
      </w:tblPr>
      <w:tblGrid>
        <w:gridCol w:w="3302"/>
        <w:gridCol w:w="3303"/>
        <w:gridCol w:w="3426"/>
      </w:tblGrid>
      <w:tr w:rsidR="009A7444">
        <w:tc>
          <w:tcPr>
            <w:tcW w:w="3302" w:type="dxa"/>
          </w:tcPr>
          <w:p w:rsidR="009A7444" w:rsidRPr="008F095E" w:rsidRDefault="009A7444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</w:rPr>
              <w:t>80-452 Gdańsk</w:t>
            </w:r>
          </w:p>
        </w:tc>
        <w:tc>
          <w:tcPr>
            <w:tcW w:w="3303" w:type="dxa"/>
          </w:tcPr>
          <w:p w:rsidR="009A7444" w:rsidRPr="008F095E" w:rsidRDefault="009A7444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</w:rPr>
              <w:t>ul. Jana Kilińskiego 3d/6</w:t>
            </w:r>
          </w:p>
        </w:tc>
        <w:tc>
          <w:tcPr>
            <w:tcW w:w="3426" w:type="dxa"/>
          </w:tcPr>
          <w:p w:rsidR="009A7444" w:rsidRPr="008F095E" w:rsidRDefault="009A7444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</w:rPr>
              <w:t>kom. 691 057 515 / fax. 58 732 25 78</w:t>
            </w:r>
          </w:p>
        </w:tc>
      </w:tr>
      <w:tr w:rsidR="009A7444" w:rsidRPr="004E3846">
        <w:tc>
          <w:tcPr>
            <w:tcW w:w="3302" w:type="dxa"/>
          </w:tcPr>
          <w:p w:rsidR="009A7444" w:rsidRPr="008F095E" w:rsidRDefault="009A7444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NIP  957-08-87-358</w:t>
            </w:r>
          </w:p>
        </w:tc>
        <w:tc>
          <w:tcPr>
            <w:tcW w:w="3303" w:type="dxa"/>
          </w:tcPr>
          <w:p w:rsidR="009A7444" w:rsidRPr="008F095E" w:rsidRDefault="009A7444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95E">
              <w:rPr>
                <w:rFonts w:ascii="Times New Roman" w:hAnsi="Times New Roman" w:cs="Times New Roman"/>
                <w:sz w:val="20"/>
                <w:szCs w:val="20"/>
              </w:rPr>
              <w:t>Regon 221589250</w:t>
            </w:r>
          </w:p>
        </w:tc>
        <w:tc>
          <w:tcPr>
            <w:tcW w:w="3426" w:type="dxa"/>
          </w:tcPr>
          <w:p w:rsidR="009A7444" w:rsidRPr="009208FD" w:rsidRDefault="009A7444" w:rsidP="006D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9208F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e-mail: </w:t>
            </w:r>
            <w:hyperlink r:id="rId8" w:history="1">
              <w:r w:rsidRPr="009208FD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de-DE"/>
                </w:rPr>
                <w:t>nevora.projekt@gmail.com</w:t>
              </w:r>
            </w:hyperlink>
          </w:p>
        </w:tc>
      </w:tr>
    </w:tbl>
    <w:p w:rsidR="009A7444" w:rsidRPr="009208FD" w:rsidRDefault="009A7444" w:rsidP="007B31DF">
      <w:pPr>
        <w:pStyle w:val="Header"/>
        <w:rPr>
          <w:lang w:val="de-DE"/>
        </w:rPr>
      </w:pPr>
    </w:p>
    <w:p w:rsidR="009A7444" w:rsidRPr="007B31DF" w:rsidRDefault="009A7444" w:rsidP="00446BD8">
      <w:pPr>
        <w:tabs>
          <w:tab w:val="left" w:pos="3885"/>
        </w:tabs>
        <w:rPr>
          <w:rFonts w:ascii="Arial Narrow" w:hAnsi="Arial Narrow" w:cs="Arial Narrow"/>
          <w:lang w:val="de-DE"/>
        </w:rPr>
      </w:pPr>
      <w:r w:rsidRPr="007B31DF">
        <w:rPr>
          <w:rFonts w:ascii="Arial Narrow" w:hAnsi="Arial Narrow" w:cs="Arial Narrow"/>
          <w:lang w:val="de-DE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69"/>
        <w:gridCol w:w="7476"/>
      </w:tblGrid>
      <w:tr w:rsidR="009A7444" w:rsidRPr="007C5F27">
        <w:tc>
          <w:tcPr>
            <w:tcW w:w="1869" w:type="dxa"/>
            <w:tcBorders>
              <w:top w:val="nil"/>
              <w:lef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Stadium:</w:t>
            </w:r>
          </w:p>
        </w:tc>
        <w:tc>
          <w:tcPr>
            <w:tcW w:w="7476" w:type="dxa"/>
            <w:tcBorders>
              <w:top w:val="nil"/>
              <w:righ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b/>
                <w:bCs/>
                <w:sz w:val="36"/>
                <w:szCs w:val="36"/>
              </w:rPr>
            </w:pPr>
          </w:p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  <w:sz w:val="36"/>
                <w:szCs w:val="36"/>
              </w:rPr>
              <w:t>SPECYFIKACJA TECHNICZNA</w:t>
            </w:r>
          </w:p>
        </w:tc>
      </w:tr>
      <w:tr w:rsidR="009A7444" w:rsidRPr="007C5F27">
        <w:trPr>
          <w:trHeight w:val="462"/>
        </w:trPr>
        <w:tc>
          <w:tcPr>
            <w:tcW w:w="9345" w:type="dxa"/>
            <w:gridSpan w:val="2"/>
            <w:tcBorders>
              <w:left w:val="nil"/>
              <w:bottom w:val="nil"/>
              <w:right w:val="nil"/>
            </w:tcBorders>
          </w:tcPr>
          <w:p w:rsidR="009A7444" w:rsidRPr="006D2996" w:rsidRDefault="009A7444" w:rsidP="006D2996">
            <w:pPr>
              <w:spacing w:before="120" w:after="0" w:line="240" w:lineRule="auto"/>
              <w:ind w:right="-284"/>
              <w:rPr>
                <w:rFonts w:ascii="Arial Narrow" w:hAnsi="Arial Narrow" w:cs="Arial Narrow"/>
                <w:i/>
                <w:i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Nazwa zamierzenia budowlanego:</w:t>
            </w:r>
          </w:p>
        </w:tc>
      </w:tr>
      <w:tr w:rsidR="009A7444" w:rsidRPr="00AF2229">
        <w:tc>
          <w:tcPr>
            <w:tcW w:w="1869" w:type="dxa"/>
            <w:tcBorders>
              <w:top w:val="nil"/>
              <w:lef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7476" w:type="dxa"/>
            <w:tcBorders>
              <w:top w:val="nil"/>
              <w:right w:val="nil"/>
            </w:tcBorders>
          </w:tcPr>
          <w:p w:rsidR="009A7444" w:rsidRDefault="009A7444" w:rsidP="00AF2229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 Narrow" w:hAnsi="Arial Narrow" w:cs="Arial Narrow"/>
                <w:sz w:val="32"/>
                <w:szCs w:val="32"/>
                <w:lang w:eastAsia="pl-PL"/>
              </w:rPr>
            </w:pPr>
            <w:r w:rsidRPr="00AF2229">
              <w:rPr>
                <w:rFonts w:ascii="Arial Narrow" w:hAnsi="Arial Narrow" w:cs="Arial Narrow"/>
                <w:sz w:val="32"/>
                <w:szCs w:val="32"/>
                <w:lang w:eastAsia="pl-PL"/>
              </w:rPr>
              <w:t xml:space="preserve">" Budowa ulic Kasztanowej i Skośnej w Starogardzie </w:t>
            </w:r>
          </w:p>
          <w:p w:rsidR="009A7444" w:rsidRPr="00AF2229" w:rsidRDefault="009A7444" w:rsidP="00AF2229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 Narrow" w:hAnsi="Arial Narrow" w:cs="Arial Narrow"/>
                <w:sz w:val="32"/>
                <w:szCs w:val="32"/>
                <w:lang w:eastAsia="pl-PL"/>
              </w:rPr>
            </w:pPr>
            <w:r w:rsidRPr="00AF2229">
              <w:rPr>
                <w:rFonts w:ascii="Arial Narrow" w:hAnsi="Arial Narrow" w:cs="Arial Narrow"/>
                <w:sz w:val="32"/>
                <w:szCs w:val="32"/>
                <w:lang w:eastAsia="pl-PL"/>
              </w:rPr>
              <w:t>Gdańskim</w:t>
            </w:r>
            <w:r>
              <w:rPr>
                <w:rFonts w:ascii="Arial Narrow" w:hAnsi="Arial Narrow" w:cs="Arial Narrow"/>
                <w:sz w:val="32"/>
                <w:szCs w:val="32"/>
                <w:lang w:eastAsia="pl-PL"/>
              </w:rPr>
              <w:t xml:space="preserve"> </w:t>
            </w:r>
            <w:r w:rsidRPr="00AF2229">
              <w:rPr>
                <w:rFonts w:ascii="Arial Narrow" w:hAnsi="Arial Narrow" w:cs="Arial Narrow"/>
                <w:sz w:val="32"/>
                <w:szCs w:val="32"/>
                <w:lang w:eastAsia="pl-PL"/>
              </w:rPr>
              <w:t>wraz z budową sieci kanalizacji deszczowej,</w:t>
            </w:r>
          </w:p>
          <w:p w:rsidR="009A7444" w:rsidRPr="00AF2229" w:rsidRDefault="009A7444" w:rsidP="00AF2229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 Narrow" w:hAnsi="Arial Narrow" w:cs="Arial Narrow"/>
                <w:sz w:val="32"/>
                <w:szCs w:val="32"/>
                <w:lang w:eastAsia="pl-PL"/>
              </w:rPr>
            </w:pPr>
            <w:r w:rsidRPr="00AF2229">
              <w:rPr>
                <w:rFonts w:ascii="Arial Narrow" w:hAnsi="Arial Narrow" w:cs="Arial Narrow"/>
                <w:sz w:val="32"/>
                <w:szCs w:val="32"/>
                <w:lang w:eastAsia="pl-PL"/>
              </w:rPr>
              <w:t>przebudową hydrantów oraz budową oświetlenia – ETAP II”</w:t>
            </w:r>
          </w:p>
        </w:tc>
      </w:tr>
      <w:tr w:rsidR="009A7444" w:rsidRPr="007C5F27">
        <w:trPr>
          <w:trHeight w:val="503"/>
        </w:trPr>
        <w:tc>
          <w:tcPr>
            <w:tcW w:w="1869" w:type="dxa"/>
            <w:tcBorders>
              <w:left w:val="nil"/>
            </w:tcBorders>
          </w:tcPr>
          <w:p w:rsidR="009A7444" w:rsidRPr="006D2996" w:rsidRDefault="009A7444" w:rsidP="006D2996">
            <w:pPr>
              <w:spacing w:after="0" w:line="240" w:lineRule="auto"/>
              <w:ind w:right="-284"/>
              <w:rPr>
                <w:rFonts w:ascii="Arial Narrow" w:hAnsi="Arial Narrow" w:cs="Arial Narrow"/>
                <w:i/>
                <w:i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Lokalizacja:</w:t>
            </w:r>
          </w:p>
          <w:p w:rsidR="009A7444" w:rsidRPr="006D2996" w:rsidRDefault="009A7444" w:rsidP="006D2996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7476" w:type="dxa"/>
            <w:tcBorders>
              <w:right w:val="nil"/>
            </w:tcBorders>
          </w:tcPr>
          <w:p w:rsidR="009A7444" w:rsidRPr="00241108" w:rsidRDefault="009A7444" w:rsidP="00AF2229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hAnsi="Arial Narrow" w:cs="Arial Narrow"/>
                <w:sz w:val="24"/>
                <w:szCs w:val="24"/>
              </w:rPr>
            </w:pPr>
            <w:r w:rsidRPr="00241108">
              <w:rPr>
                <w:rFonts w:ascii="Arial Narrow" w:hAnsi="Arial Narrow" w:cs="Arial Narrow"/>
                <w:sz w:val="24"/>
                <w:szCs w:val="24"/>
              </w:rPr>
              <w:t xml:space="preserve">Jednostka ewidencyjna: </w:t>
            </w:r>
            <w:r w:rsidRPr="00241108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221303_1</w:t>
            </w:r>
            <w:r w:rsidRPr="00241108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  <w:p w:rsidR="009A7444" w:rsidRPr="00241108" w:rsidRDefault="009A7444" w:rsidP="00AF2229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hAnsi="Arial Narrow" w:cs="Arial Narrow"/>
                <w:sz w:val="24"/>
                <w:szCs w:val="24"/>
              </w:rPr>
            </w:pPr>
            <w:r w:rsidRPr="00241108">
              <w:rPr>
                <w:rFonts w:ascii="Arial Narrow" w:hAnsi="Arial Narrow" w:cs="Arial Narrow"/>
                <w:sz w:val="24"/>
                <w:szCs w:val="24"/>
              </w:rPr>
              <w:t xml:space="preserve">Obręb ewidencyjny: </w:t>
            </w:r>
            <w:r w:rsidRPr="00241108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0032</w:t>
            </w:r>
          </w:p>
          <w:p w:rsidR="009A7444" w:rsidRPr="006D2996" w:rsidRDefault="009A7444" w:rsidP="00AF2229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hAnsi="Arial Narrow" w:cs="Arial Narrow"/>
                <w:sz w:val="24"/>
                <w:szCs w:val="24"/>
              </w:rPr>
            </w:pPr>
            <w:r w:rsidRPr="00241108">
              <w:rPr>
                <w:rFonts w:ascii="Arial Narrow" w:hAnsi="Arial Narrow" w:cs="Arial Narrow"/>
                <w:sz w:val="24"/>
                <w:szCs w:val="24"/>
              </w:rPr>
              <w:t xml:space="preserve">Nr </w:t>
            </w:r>
            <w:r w:rsidRPr="00241108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51/74, 51/7, 51/10, 51/4, 51/8, 51/9</w:t>
            </w:r>
          </w:p>
        </w:tc>
      </w:tr>
      <w:tr w:rsidR="009A7444" w:rsidRPr="007C5F27">
        <w:trPr>
          <w:trHeight w:val="502"/>
        </w:trPr>
        <w:tc>
          <w:tcPr>
            <w:tcW w:w="1869" w:type="dxa"/>
            <w:tcBorders>
              <w:left w:val="nil"/>
            </w:tcBorders>
          </w:tcPr>
          <w:p w:rsidR="009A7444" w:rsidRPr="006D2996" w:rsidRDefault="009A7444" w:rsidP="006D2996">
            <w:pPr>
              <w:spacing w:after="0" w:line="240" w:lineRule="auto"/>
              <w:ind w:right="-284"/>
              <w:rPr>
                <w:rFonts w:ascii="Arial Narrow" w:hAnsi="Arial Narrow" w:cs="Arial Narrow"/>
                <w:i/>
                <w:i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Kategoria obiektu budowlanego:</w:t>
            </w:r>
          </w:p>
        </w:tc>
        <w:tc>
          <w:tcPr>
            <w:tcW w:w="7476" w:type="dxa"/>
            <w:tcBorders>
              <w:righ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KATEGORIA XXVI</w:t>
            </w:r>
          </w:p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b/>
                <w:bCs/>
                <w:i/>
                <w:i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i/>
                <w:iCs/>
                <w:sz w:val="24"/>
                <w:szCs w:val="24"/>
              </w:rPr>
              <w:t>Współczynnik wielkości obiektu 1,0</w:t>
            </w:r>
          </w:p>
        </w:tc>
      </w:tr>
      <w:tr w:rsidR="009A7444" w:rsidRPr="007C5F27">
        <w:tc>
          <w:tcPr>
            <w:tcW w:w="1869" w:type="dxa"/>
            <w:tcBorders>
              <w:lef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Branża:</w:t>
            </w:r>
          </w:p>
        </w:tc>
        <w:tc>
          <w:tcPr>
            <w:tcW w:w="7476" w:type="dxa"/>
            <w:tcBorders>
              <w:righ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ELEKTRYCZNA</w:t>
            </w:r>
          </w:p>
        </w:tc>
      </w:tr>
      <w:tr w:rsidR="009A7444" w:rsidRPr="007C5F27">
        <w:tc>
          <w:tcPr>
            <w:tcW w:w="1869" w:type="dxa"/>
            <w:tcBorders>
              <w:lef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Inwestor:</w:t>
            </w:r>
          </w:p>
        </w:tc>
        <w:tc>
          <w:tcPr>
            <w:tcW w:w="7476" w:type="dxa"/>
            <w:tcBorders>
              <w:right w:val="nil"/>
            </w:tcBorders>
          </w:tcPr>
          <w:p w:rsidR="009A7444" w:rsidRPr="006D2996" w:rsidRDefault="009A7444" w:rsidP="006D299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Gmina Miejska Starogard Gdański</w:t>
            </w:r>
          </w:p>
          <w:p w:rsidR="009A7444" w:rsidRPr="006D2996" w:rsidRDefault="009A7444" w:rsidP="006D299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ul. Gdańska 6</w:t>
            </w:r>
          </w:p>
          <w:p w:rsidR="009A7444" w:rsidRPr="006D2996" w:rsidRDefault="009A7444" w:rsidP="006D299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83-200 Starogard Gdański</w:t>
            </w:r>
          </w:p>
        </w:tc>
      </w:tr>
      <w:tr w:rsidR="009A7444" w:rsidRPr="007C5F27">
        <w:tc>
          <w:tcPr>
            <w:tcW w:w="1869" w:type="dxa"/>
            <w:tcBorders>
              <w:lef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  <w:sz w:val="24"/>
                <w:szCs w:val="24"/>
              </w:rPr>
              <w:t>Umowa:</w:t>
            </w:r>
          </w:p>
        </w:tc>
        <w:tc>
          <w:tcPr>
            <w:tcW w:w="7476" w:type="dxa"/>
            <w:tcBorders>
              <w:righ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WTI-ID.7013.6/3.2016</w:t>
            </w:r>
          </w:p>
        </w:tc>
      </w:tr>
    </w:tbl>
    <w:p w:rsidR="009A7444" w:rsidRPr="007C5F27" w:rsidRDefault="009A7444" w:rsidP="007C5F27">
      <w:pPr>
        <w:tabs>
          <w:tab w:val="left" w:pos="3885"/>
        </w:tabs>
        <w:rPr>
          <w:rFonts w:ascii="Arial Narrow" w:hAnsi="Arial Narrow" w:cs="Arial Narrow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06"/>
        <w:gridCol w:w="630"/>
        <w:gridCol w:w="630"/>
        <w:gridCol w:w="630"/>
        <w:gridCol w:w="630"/>
        <w:gridCol w:w="630"/>
        <w:gridCol w:w="332"/>
        <w:gridCol w:w="298"/>
        <w:gridCol w:w="631"/>
        <w:gridCol w:w="379"/>
        <w:gridCol w:w="251"/>
        <w:gridCol w:w="630"/>
        <w:gridCol w:w="630"/>
        <w:gridCol w:w="473"/>
        <w:gridCol w:w="157"/>
        <w:gridCol w:w="630"/>
        <w:gridCol w:w="596"/>
        <w:gridCol w:w="35"/>
      </w:tblGrid>
      <w:tr w:rsidR="009A7444" w:rsidRPr="007C5F27" w:rsidTr="004E3846">
        <w:trPr>
          <w:gridAfter w:val="1"/>
          <w:wAfter w:w="35" w:type="dxa"/>
          <w:trHeight w:val="295"/>
        </w:trPr>
        <w:tc>
          <w:tcPr>
            <w:tcW w:w="4788" w:type="dxa"/>
            <w:gridSpan w:val="7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Zespół Projektowy:</w:t>
            </w:r>
          </w:p>
        </w:tc>
        <w:tc>
          <w:tcPr>
            <w:tcW w:w="1308" w:type="dxa"/>
            <w:gridSpan w:val="3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Specjalność:</w:t>
            </w:r>
          </w:p>
        </w:tc>
        <w:tc>
          <w:tcPr>
            <w:tcW w:w="1984" w:type="dxa"/>
            <w:gridSpan w:val="4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Nr uprawnień:</w:t>
            </w:r>
          </w:p>
        </w:tc>
        <w:tc>
          <w:tcPr>
            <w:tcW w:w="1383" w:type="dxa"/>
            <w:gridSpan w:val="3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Podpis:</w:t>
            </w:r>
          </w:p>
        </w:tc>
      </w:tr>
      <w:tr w:rsidR="009A7444" w:rsidRPr="007C5F27" w:rsidTr="004E3846">
        <w:trPr>
          <w:gridAfter w:val="1"/>
          <w:wAfter w:w="35" w:type="dxa"/>
          <w:trHeight w:val="255"/>
        </w:trPr>
        <w:tc>
          <w:tcPr>
            <w:tcW w:w="1936" w:type="dxa"/>
            <w:gridSpan w:val="2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  <w:i/>
                <w:iCs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 xml:space="preserve">Branża </w:t>
            </w:r>
            <w:r>
              <w:rPr>
                <w:rFonts w:ascii="Arial Narrow" w:hAnsi="Arial Narrow" w:cs="Arial Narrow"/>
                <w:i/>
                <w:iCs/>
              </w:rPr>
              <w:t xml:space="preserve"> </w:t>
            </w:r>
            <w:r w:rsidRPr="006D2996">
              <w:rPr>
                <w:rFonts w:ascii="Arial Narrow" w:hAnsi="Arial Narrow" w:cs="Arial Narrow"/>
                <w:i/>
                <w:iCs/>
              </w:rPr>
              <w:t>elektryczna:</w:t>
            </w:r>
          </w:p>
        </w:tc>
        <w:tc>
          <w:tcPr>
            <w:tcW w:w="2852" w:type="dxa"/>
            <w:gridSpan w:val="5"/>
            <w:tcBorders>
              <w:lef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proj. - mgr</w:t>
            </w:r>
            <w:r w:rsidRPr="006D2996">
              <w:rPr>
                <w:rFonts w:ascii="Arial Narrow" w:hAnsi="Arial Narrow" w:cs="Arial Narrow"/>
              </w:rPr>
              <w:t xml:space="preserve"> inż. Łukasz Darmach</w:t>
            </w:r>
          </w:p>
        </w:tc>
        <w:tc>
          <w:tcPr>
            <w:tcW w:w="1308" w:type="dxa"/>
            <w:gridSpan w:val="3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elektryczna</w:t>
            </w:r>
          </w:p>
        </w:tc>
        <w:tc>
          <w:tcPr>
            <w:tcW w:w="1984" w:type="dxa"/>
            <w:gridSpan w:val="4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POM/0011/POOE/11</w:t>
            </w:r>
          </w:p>
        </w:tc>
        <w:tc>
          <w:tcPr>
            <w:tcW w:w="1383" w:type="dxa"/>
            <w:gridSpan w:val="3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9A7444" w:rsidRPr="007C5F27">
        <w:trPr>
          <w:gridAfter w:val="1"/>
          <w:wAfter w:w="35" w:type="dxa"/>
        </w:trPr>
        <w:tc>
          <w:tcPr>
            <w:tcW w:w="9463" w:type="dxa"/>
            <w:gridSpan w:val="17"/>
            <w:tcBorders>
              <w:top w:val="nil"/>
              <w:left w:val="nil"/>
              <w:right w:val="nil"/>
            </w:tcBorders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MAJ </w:t>
            </w:r>
            <w:r w:rsidRPr="006D299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2017</w:t>
            </w:r>
          </w:p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</w:tr>
      <w:tr w:rsidR="009A7444" w:rsidRPr="007C5F27">
        <w:trPr>
          <w:trHeight w:val="408"/>
        </w:trPr>
        <w:tc>
          <w:tcPr>
            <w:tcW w:w="1306" w:type="dxa"/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Egzemplarz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2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3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4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1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631" w:type="dxa"/>
            <w:gridSpan w:val="2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</w:p>
        </w:tc>
      </w:tr>
      <w:tr w:rsidR="009A7444" w:rsidRPr="007C5F27">
        <w:trPr>
          <w:trHeight w:val="408"/>
        </w:trPr>
        <w:tc>
          <w:tcPr>
            <w:tcW w:w="1306" w:type="dxa"/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  <w:i/>
                <w:iCs/>
              </w:rPr>
              <w:t>Załącznik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2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3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4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5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6</w:t>
            </w:r>
          </w:p>
        </w:tc>
        <w:tc>
          <w:tcPr>
            <w:tcW w:w="631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7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8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9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10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11</w:t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12</w:t>
            </w:r>
          </w:p>
        </w:tc>
        <w:tc>
          <w:tcPr>
            <w:tcW w:w="631" w:type="dxa"/>
            <w:gridSpan w:val="2"/>
            <w:tcBorders>
              <w:left w:val="nil"/>
            </w:tcBorders>
            <w:vAlign w:val="center"/>
          </w:tcPr>
          <w:p w:rsidR="009A7444" w:rsidRPr="006D2996" w:rsidRDefault="009A7444" w:rsidP="006D2996">
            <w:pPr>
              <w:tabs>
                <w:tab w:val="left" w:pos="3885"/>
              </w:tabs>
              <w:spacing w:after="0" w:line="240" w:lineRule="auto"/>
              <w:jc w:val="center"/>
              <w:rPr>
                <w:rFonts w:ascii="Arial Narrow" w:hAnsi="Arial Narrow" w:cs="Arial Narrow"/>
              </w:rPr>
            </w:pPr>
            <w:r w:rsidRPr="006D2996">
              <w:rPr>
                <w:rFonts w:ascii="Arial Narrow" w:hAnsi="Arial Narrow" w:cs="Arial Narrow"/>
              </w:rPr>
              <w:t>13</w:t>
            </w:r>
          </w:p>
        </w:tc>
      </w:tr>
    </w:tbl>
    <w:p w:rsidR="009A7444" w:rsidRPr="007C5F27" w:rsidRDefault="009A7444" w:rsidP="007C5F27">
      <w:pPr>
        <w:tabs>
          <w:tab w:val="left" w:pos="3885"/>
        </w:tabs>
        <w:rPr>
          <w:rFonts w:ascii="Arial Narrow" w:hAnsi="Arial Narrow" w:cs="Arial Narrow"/>
        </w:rPr>
      </w:pPr>
    </w:p>
    <w:p w:rsidR="009A7444" w:rsidRPr="007C5F27" w:rsidRDefault="009A7444" w:rsidP="00446BD8">
      <w:pPr>
        <w:tabs>
          <w:tab w:val="left" w:pos="3885"/>
        </w:tabs>
        <w:rPr>
          <w:rFonts w:ascii="Arial Narrow" w:hAnsi="Arial Narrow" w:cs="Arial Narrow"/>
        </w:rPr>
      </w:pPr>
    </w:p>
    <w:sectPr w:rsidR="009A7444" w:rsidRPr="007C5F27" w:rsidSect="00EA49B7">
      <w:pgSz w:w="11906" w:h="16838"/>
      <w:pgMar w:top="720" w:right="1134" w:bottom="720" w:left="1418" w:header="709" w:footer="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444" w:rsidRDefault="009A7444">
      <w:pPr>
        <w:spacing w:after="0" w:line="240" w:lineRule="auto"/>
      </w:pPr>
      <w:r>
        <w:separator/>
      </w:r>
    </w:p>
  </w:endnote>
  <w:endnote w:type="continuationSeparator" w:id="0">
    <w:p w:rsidR="009A7444" w:rsidRDefault="009A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444" w:rsidRDefault="009A744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A7444" w:rsidRDefault="009A7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2EE41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E042F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1392090"/>
    <w:multiLevelType w:val="hybridMultilevel"/>
    <w:tmpl w:val="A9D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F7EFE"/>
    <w:multiLevelType w:val="hybridMultilevel"/>
    <w:tmpl w:val="4D648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7CB3A7B"/>
    <w:multiLevelType w:val="hybridMultilevel"/>
    <w:tmpl w:val="B4909B76"/>
    <w:lvl w:ilvl="0" w:tplc="40C42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2C3621"/>
    <w:multiLevelType w:val="hybridMultilevel"/>
    <w:tmpl w:val="E474FCFC"/>
    <w:lvl w:ilvl="0" w:tplc="E30A82D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A162224"/>
    <w:multiLevelType w:val="hybridMultilevel"/>
    <w:tmpl w:val="A9D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D42AA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04836"/>
    <w:multiLevelType w:val="hybridMultilevel"/>
    <w:tmpl w:val="59EE75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15242D40"/>
    <w:multiLevelType w:val="hybridMultilevel"/>
    <w:tmpl w:val="42006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B7F0669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E41342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14F72"/>
    <w:multiLevelType w:val="hybridMultilevel"/>
    <w:tmpl w:val="94B42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40A9"/>
    <w:multiLevelType w:val="hybridMultilevel"/>
    <w:tmpl w:val="D8AE4B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22C63102"/>
    <w:multiLevelType w:val="hybridMultilevel"/>
    <w:tmpl w:val="9EF0D892"/>
    <w:lvl w:ilvl="0" w:tplc="0000003D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527031D"/>
    <w:multiLevelType w:val="hybridMultilevel"/>
    <w:tmpl w:val="3EC46A56"/>
    <w:lvl w:ilvl="0" w:tplc="0000004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3516631"/>
    <w:multiLevelType w:val="hybridMultilevel"/>
    <w:tmpl w:val="8AE261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34B836E6"/>
    <w:multiLevelType w:val="hybridMultilevel"/>
    <w:tmpl w:val="A9D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43615"/>
    <w:multiLevelType w:val="hybridMultilevel"/>
    <w:tmpl w:val="0D106B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7980C81"/>
    <w:multiLevelType w:val="hybridMultilevel"/>
    <w:tmpl w:val="BB949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93903CB"/>
    <w:multiLevelType w:val="hybridMultilevel"/>
    <w:tmpl w:val="579E9D4E"/>
    <w:lvl w:ilvl="0" w:tplc="00000003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2338E1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103B7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D77EE8"/>
    <w:multiLevelType w:val="hybridMultilevel"/>
    <w:tmpl w:val="B49EA6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>
    <w:nsid w:val="4996370B"/>
    <w:multiLevelType w:val="hybridMultilevel"/>
    <w:tmpl w:val="119CDAA2"/>
    <w:lvl w:ilvl="0" w:tplc="68FE44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1F2636"/>
    <w:multiLevelType w:val="hybridMultilevel"/>
    <w:tmpl w:val="2CB4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0FE611D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774E94"/>
    <w:multiLevelType w:val="hybridMultilevel"/>
    <w:tmpl w:val="A7E8D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93F67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4C192C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AD3338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CB31F2"/>
    <w:multiLevelType w:val="hybridMultilevel"/>
    <w:tmpl w:val="B852C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631710"/>
    <w:multiLevelType w:val="hybridMultilevel"/>
    <w:tmpl w:val="A2EE0CBA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</w:rPr>
    </w:lvl>
  </w:abstractNum>
  <w:abstractNum w:abstractNumId="33">
    <w:nsid w:val="6D2611A0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870726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9F771D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F777E3"/>
    <w:multiLevelType w:val="hybridMultilevel"/>
    <w:tmpl w:val="2572E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5575E48"/>
    <w:multiLevelType w:val="hybridMultilevel"/>
    <w:tmpl w:val="CFC0A24E"/>
    <w:lvl w:ilvl="0" w:tplc="2E200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27"/>
  </w:num>
  <w:num w:numId="14">
    <w:abstractNumId w:val="35"/>
  </w:num>
  <w:num w:numId="15">
    <w:abstractNumId w:val="8"/>
  </w:num>
  <w:num w:numId="16">
    <w:abstractNumId w:val="17"/>
  </w:num>
  <w:num w:numId="17">
    <w:abstractNumId w:val="4"/>
  </w:num>
  <w:num w:numId="18">
    <w:abstractNumId w:val="2"/>
  </w:num>
  <w:num w:numId="19">
    <w:abstractNumId w:val="6"/>
  </w:num>
  <w:num w:numId="20">
    <w:abstractNumId w:val="5"/>
  </w:num>
  <w:num w:numId="21">
    <w:abstractNumId w:val="25"/>
  </w:num>
  <w:num w:numId="22">
    <w:abstractNumId w:val="32"/>
  </w:num>
  <w:num w:numId="23">
    <w:abstractNumId w:val="28"/>
  </w:num>
  <w:num w:numId="24">
    <w:abstractNumId w:val="13"/>
  </w:num>
  <w:num w:numId="25">
    <w:abstractNumId w:val="3"/>
  </w:num>
  <w:num w:numId="26">
    <w:abstractNumId w:val="31"/>
  </w:num>
  <w:num w:numId="27">
    <w:abstractNumId w:val="15"/>
  </w:num>
  <w:num w:numId="28">
    <w:abstractNumId w:val="14"/>
  </w:num>
  <w:num w:numId="29">
    <w:abstractNumId w:val="20"/>
  </w:num>
  <w:num w:numId="30">
    <w:abstractNumId w:val="23"/>
  </w:num>
  <w:num w:numId="31">
    <w:abstractNumId w:val="36"/>
  </w:num>
  <w:num w:numId="32">
    <w:abstractNumId w:val="16"/>
  </w:num>
  <w:num w:numId="33">
    <w:abstractNumId w:val="9"/>
  </w:num>
  <w:num w:numId="34">
    <w:abstractNumId w:val="30"/>
  </w:num>
  <w:num w:numId="35">
    <w:abstractNumId w:val="29"/>
  </w:num>
  <w:num w:numId="36">
    <w:abstractNumId w:val="21"/>
  </w:num>
  <w:num w:numId="37">
    <w:abstractNumId w:val="37"/>
  </w:num>
  <w:num w:numId="38">
    <w:abstractNumId w:val="33"/>
  </w:num>
  <w:num w:numId="39">
    <w:abstractNumId w:val="18"/>
  </w:num>
  <w:num w:numId="40">
    <w:abstractNumId w:val="22"/>
  </w:num>
  <w:num w:numId="41">
    <w:abstractNumId w:val="34"/>
  </w:num>
  <w:num w:numId="42">
    <w:abstractNumId w:val="11"/>
  </w:num>
  <w:num w:numId="43">
    <w:abstractNumId w:val="26"/>
  </w:num>
  <w:num w:numId="44">
    <w:abstractNumId w:val="10"/>
  </w:num>
  <w:num w:numId="45">
    <w:abstractNumId w:val="7"/>
  </w:num>
  <w:num w:numId="46">
    <w:abstractNumId w:val="12"/>
  </w:num>
  <w:num w:numId="47">
    <w:abstractNumId w:val="1"/>
  </w:num>
  <w:num w:numId="48">
    <w:abstractNumId w:val="0"/>
  </w:num>
  <w:num w:numId="49">
    <w:abstractNumId w:val="19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337"/>
    <w:rsid w:val="00001088"/>
    <w:rsid w:val="00001838"/>
    <w:rsid w:val="000029A1"/>
    <w:rsid w:val="00002D04"/>
    <w:rsid w:val="00004144"/>
    <w:rsid w:val="00006D1A"/>
    <w:rsid w:val="00006F91"/>
    <w:rsid w:val="000070FE"/>
    <w:rsid w:val="00007307"/>
    <w:rsid w:val="00010591"/>
    <w:rsid w:val="00010F62"/>
    <w:rsid w:val="0001139B"/>
    <w:rsid w:val="00013C9F"/>
    <w:rsid w:val="0001678C"/>
    <w:rsid w:val="00016D54"/>
    <w:rsid w:val="000215B3"/>
    <w:rsid w:val="000229CC"/>
    <w:rsid w:val="00023370"/>
    <w:rsid w:val="00023AA5"/>
    <w:rsid w:val="00030785"/>
    <w:rsid w:val="000321AC"/>
    <w:rsid w:val="00032725"/>
    <w:rsid w:val="00033612"/>
    <w:rsid w:val="00033BCD"/>
    <w:rsid w:val="0003473E"/>
    <w:rsid w:val="0003519A"/>
    <w:rsid w:val="00040AC0"/>
    <w:rsid w:val="00043733"/>
    <w:rsid w:val="000447A5"/>
    <w:rsid w:val="00044ABB"/>
    <w:rsid w:val="00046E00"/>
    <w:rsid w:val="00047BCB"/>
    <w:rsid w:val="00052E69"/>
    <w:rsid w:val="00053815"/>
    <w:rsid w:val="00053A42"/>
    <w:rsid w:val="000547C0"/>
    <w:rsid w:val="00056BBC"/>
    <w:rsid w:val="00057A90"/>
    <w:rsid w:val="000606CC"/>
    <w:rsid w:val="00060DA3"/>
    <w:rsid w:val="000610D7"/>
    <w:rsid w:val="00061A64"/>
    <w:rsid w:val="00062653"/>
    <w:rsid w:val="00066254"/>
    <w:rsid w:val="000665B5"/>
    <w:rsid w:val="0006667F"/>
    <w:rsid w:val="00066A0D"/>
    <w:rsid w:val="00067C94"/>
    <w:rsid w:val="000713A6"/>
    <w:rsid w:val="00071907"/>
    <w:rsid w:val="000736E2"/>
    <w:rsid w:val="000752B7"/>
    <w:rsid w:val="00084C98"/>
    <w:rsid w:val="000858AF"/>
    <w:rsid w:val="00085FD8"/>
    <w:rsid w:val="0008674B"/>
    <w:rsid w:val="000872E3"/>
    <w:rsid w:val="00091733"/>
    <w:rsid w:val="00093BDE"/>
    <w:rsid w:val="00093D71"/>
    <w:rsid w:val="00095B5B"/>
    <w:rsid w:val="00096FCF"/>
    <w:rsid w:val="000A03A6"/>
    <w:rsid w:val="000A048F"/>
    <w:rsid w:val="000A0998"/>
    <w:rsid w:val="000A1404"/>
    <w:rsid w:val="000A1E50"/>
    <w:rsid w:val="000A34B5"/>
    <w:rsid w:val="000A4A25"/>
    <w:rsid w:val="000A51A6"/>
    <w:rsid w:val="000B0230"/>
    <w:rsid w:val="000B25CF"/>
    <w:rsid w:val="000B35EA"/>
    <w:rsid w:val="000B3BA9"/>
    <w:rsid w:val="000B5B84"/>
    <w:rsid w:val="000B5C18"/>
    <w:rsid w:val="000B7CFF"/>
    <w:rsid w:val="000B7E02"/>
    <w:rsid w:val="000C116E"/>
    <w:rsid w:val="000C1EA7"/>
    <w:rsid w:val="000C413B"/>
    <w:rsid w:val="000C42D5"/>
    <w:rsid w:val="000C494E"/>
    <w:rsid w:val="000C4D40"/>
    <w:rsid w:val="000C51DE"/>
    <w:rsid w:val="000C5341"/>
    <w:rsid w:val="000C66DB"/>
    <w:rsid w:val="000D34C5"/>
    <w:rsid w:val="000D5D26"/>
    <w:rsid w:val="000D5D8B"/>
    <w:rsid w:val="000D6C42"/>
    <w:rsid w:val="000D6F57"/>
    <w:rsid w:val="000E0A02"/>
    <w:rsid w:val="000E2687"/>
    <w:rsid w:val="000E5972"/>
    <w:rsid w:val="000E6B25"/>
    <w:rsid w:val="000F0B94"/>
    <w:rsid w:val="000F1DDB"/>
    <w:rsid w:val="000F51A8"/>
    <w:rsid w:val="000F6AD6"/>
    <w:rsid w:val="001016F7"/>
    <w:rsid w:val="001029A3"/>
    <w:rsid w:val="0010614A"/>
    <w:rsid w:val="00110743"/>
    <w:rsid w:val="00114E0A"/>
    <w:rsid w:val="00116F9F"/>
    <w:rsid w:val="00120E49"/>
    <w:rsid w:val="00120FC0"/>
    <w:rsid w:val="0012355D"/>
    <w:rsid w:val="00124BFF"/>
    <w:rsid w:val="00125FBA"/>
    <w:rsid w:val="001265DE"/>
    <w:rsid w:val="00126975"/>
    <w:rsid w:val="001327C7"/>
    <w:rsid w:val="0013563B"/>
    <w:rsid w:val="00135D28"/>
    <w:rsid w:val="001400E1"/>
    <w:rsid w:val="00140D51"/>
    <w:rsid w:val="001425F8"/>
    <w:rsid w:val="00142D1E"/>
    <w:rsid w:val="001434F0"/>
    <w:rsid w:val="00146230"/>
    <w:rsid w:val="00147FB6"/>
    <w:rsid w:val="00152E69"/>
    <w:rsid w:val="00153881"/>
    <w:rsid w:val="00154918"/>
    <w:rsid w:val="00155073"/>
    <w:rsid w:val="001570EE"/>
    <w:rsid w:val="001571DF"/>
    <w:rsid w:val="001572B6"/>
    <w:rsid w:val="0015764B"/>
    <w:rsid w:val="00157FEE"/>
    <w:rsid w:val="001611C0"/>
    <w:rsid w:val="00164977"/>
    <w:rsid w:val="00166C08"/>
    <w:rsid w:val="00170811"/>
    <w:rsid w:val="00170D70"/>
    <w:rsid w:val="001737A8"/>
    <w:rsid w:val="00175193"/>
    <w:rsid w:val="00176CEB"/>
    <w:rsid w:val="00180429"/>
    <w:rsid w:val="001804BC"/>
    <w:rsid w:val="00180855"/>
    <w:rsid w:val="00181412"/>
    <w:rsid w:val="00185818"/>
    <w:rsid w:val="00186569"/>
    <w:rsid w:val="00192B62"/>
    <w:rsid w:val="00195036"/>
    <w:rsid w:val="001953EF"/>
    <w:rsid w:val="00195824"/>
    <w:rsid w:val="00195A03"/>
    <w:rsid w:val="00195F5C"/>
    <w:rsid w:val="001A1064"/>
    <w:rsid w:val="001A2193"/>
    <w:rsid w:val="001A3BB9"/>
    <w:rsid w:val="001A5D7A"/>
    <w:rsid w:val="001A5EA5"/>
    <w:rsid w:val="001A633C"/>
    <w:rsid w:val="001A6626"/>
    <w:rsid w:val="001B0194"/>
    <w:rsid w:val="001B4905"/>
    <w:rsid w:val="001B5163"/>
    <w:rsid w:val="001B61CE"/>
    <w:rsid w:val="001C0541"/>
    <w:rsid w:val="001C2DBC"/>
    <w:rsid w:val="001C4E4F"/>
    <w:rsid w:val="001C717B"/>
    <w:rsid w:val="001D18DC"/>
    <w:rsid w:val="001D2356"/>
    <w:rsid w:val="001D4215"/>
    <w:rsid w:val="001D4807"/>
    <w:rsid w:val="001D4C3A"/>
    <w:rsid w:val="001E22C5"/>
    <w:rsid w:val="001E363F"/>
    <w:rsid w:val="001E4800"/>
    <w:rsid w:val="001E575F"/>
    <w:rsid w:val="001F103C"/>
    <w:rsid w:val="001F6907"/>
    <w:rsid w:val="00200B6A"/>
    <w:rsid w:val="00203816"/>
    <w:rsid w:val="00203E40"/>
    <w:rsid w:val="00206240"/>
    <w:rsid w:val="00206728"/>
    <w:rsid w:val="00207BC0"/>
    <w:rsid w:val="002151EA"/>
    <w:rsid w:val="0021536B"/>
    <w:rsid w:val="002153F3"/>
    <w:rsid w:val="00220973"/>
    <w:rsid w:val="0022118B"/>
    <w:rsid w:val="0022537B"/>
    <w:rsid w:val="00225FFE"/>
    <w:rsid w:val="00226E90"/>
    <w:rsid w:val="00230F19"/>
    <w:rsid w:val="00231F1A"/>
    <w:rsid w:val="0023279B"/>
    <w:rsid w:val="00233D08"/>
    <w:rsid w:val="00235D3F"/>
    <w:rsid w:val="00241108"/>
    <w:rsid w:val="002416FA"/>
    <w:rsid w:val="00246329"/>
    <w:rsid w:val="0025098B"/>
    <w:rsid w:val="00250A89"/>
    <w:rsid w:val="00253AB6"/>
    <w:rsid w:val="00260D3B"/>
    <w:rsid w:val="00260EA8"/>
    <w:rsid w:val="00260EFF"/>
    <w:rsid w:val="00262E00"/>
    <w:rsid w:val="00266503"/>
    <w:rsid w:val="00266A68"/>
    <w:rsid w:val="002703FB"/>
    <w:rsid w:val="00271D82"/>
    <w:rsid w:val="002739B8"/>
    <w:rsid w:val="00276EB8"/>
    <w:rsid w:val="00277153"/>
    <w:rsid w:val="002773BC"/>
    <w:rsid w:val="00280844"/>
    <w:rsid w:val="002836AA"/>
    <w:rsid w:val="002853DA"/>
    <w:rsid w:val="00285B42"/>
    <w:rsid w:val="00285E13"/>
    <w:rsid w:val="002876D1"/>
    <w:rsid w:val="002877DE"/>
    <w:rsid w:val="00290D30"/>
    <w:rsid w:val="002916AD"/>
    <w:rsid w:val="00291F90"/>
    <w:rsid w:val="00297D26"/>
    <w:rsid w:val="00297ECF"/>
    <w:rsid w:val="002A0C8C"/>
    <w:rsid w:val="002A4C29"/>
    <w:rsid w:val="002A778B"/>
    <w:rsid w:val="002C361E"/>
    <w:rsid w:val="002C3960"/>
    <w:rsid w:val="002C468A"/>
    <w:rsid w:val="002C4740"/>
    <w:rsid w:val="002C57AB"/>
    <w:rsid w:val="002C6337"/>
    <w:rsid w:val="002C79C2"/>
    <w:rsid w:val="002D5AA8"/>
    <w:rsid w:val="002D77C0"/>
    <w:rsid w:val="002E0158"/>
    <w:rsid w:val="002E0B71"/>
    <w:rsid w:val="002E116C"/>
    <w:rsid w:val="002E2B68"/>
    <w:rsid w:val="002E3072"/>
    <w:rsid w:val="002E39B6"/>
    <w:rsid w:val="002F3034"/>
    <w:rsid w:val="002F3F20"/>
    <w:rsid w:val="002F5159"/>
    <w:rsid w:val="002F5BFB"/>
    <w:rsid w:val="002F6D3E"/>
    <w:rsid w:val="002F7A53"/>
    <w:rsid w:val="003037A7"/>
    <w:rsid w:val="0030482B"/>
    <w:rsid w:val="003063A4"/>
    <w:rsid w:val="003069DD"/>
    <w:rsid w:val="00307700"/>
    <w:rsid w:val="00310838"/>
    <w:rsid w:val="003128B0"/>
    <w:rsid w:val="0031360A"/>
    <w:rsid w:val="003152C1"/>
    <w:rsid w:val="00322992"/>
    <w:rsid w:val="00322FD6"/>
    <w:rsid w:val="0032422E"/>
    <w:rsid w:val="003247E9"/>
    <w:rsid w:val="00324CFB"/>
    <w:rsid w:val="00330BCD"/>
    <w:rsid w:val="00331AAC"/>
    <w:rsid w:val="003322AE"/>
    <w:rsid w:val="00332980"/>
    <w:rsid w:val="00332BB7"/>
    <w:rsid w:val="00333B6E"/>
    <w:rsid w:val="00334252"/>
    <w:rsid w:val="00334FA8"/>
    <w:rsid w:val="00341A60"/>
    <w:rsid w:val="00341DDA"/>
    <w:rsid w:val="003442A1"/>
    <w:rsid w:val="00344AAF"/>
    <w:rsid w:val="00346165"/>
    <w:rsid w:val="00351BAD"/>
    <w:rsid w:val="0035278A"/>
    <w:rsid w:val="0035323F"/>
    <w:rsid w:val="003536AF"/>
    <w:rsid w:val="00370147"/>
    <w:rsid w:val="003727CF"/>
    <w:rsid w:val="00375EFE"/>
    <w:rsid w:val="003772B9"/>
    <w:rsid w:val="0037797E"/>
    <w:rsid w:val="003833BD"/>
    <w:rsid w:val="00394133"/>
    <w:rsid w:val="00394A15"/>
    <w:rsid w:val="00395B92"/>
    <w:rsid w:val="003963C4"/>
    <w:rsid w:val="00396C9F"/>
    <w:rsid w:val="003A1648"/>
    <w:rsid w:val="003A2E02"/>
    <w:rsid w:val="003A50E6"/>
    <w:rsid w:val="003A53DE"/>
    <w:rsid w:val="003A738E"/>
    <w:rsid w:val="003A73DE"/>
    <w:rsid w:val="003A75C6"/>
    <w:rsid w:val="003B0465"/>
    <w:rsid w:val="003B0975"/>
    <w:rsid w:val="003B1EC4"/>
    <w:rsid w:val="003B248C"/>
    <w:rsid w:val="003B36D9"/>
    <w:rsid w:val="003B7932"/>
    <w:rsid w:val="003C426D"/>
    <w:rsid w:val="003C58D7"/>
    <w:rsid w:val="003C5CD3"/>
    <w:rsid w:val="003D129D"/>
    <w:rsid w:val="003D2A67"/>
    <w:rsid w:val="003D3B5B"/>
    <w:rsid w:val="003D677D"/>
    <w:rsid w:val="003D6EE3"/>
    <w:rsid w:val="003E1BC2"/>
    <w:rsid w:val="003E3A1B"/>
    <w:rsid w:val="003E4578"/>
    <w:rsid w:val="003E6F98"/>
    <w:rsid w:val="003E7C39"/>
    <w:rsid w:val="003F295C"/>
    <w:rsid w:val="003F2FD1"/>
    <w:rsid w:val="003F41CA"/>
    <w:rsid w:val="003F69AF"/>
    <w:rsid w:val="003F7BE3"/>
    <w:rsid w:val="00401F43"/>
    <w:rsid w:val="00403B50"/>
    <w:rsid w:val="004061A7"/>
    <w:rsid w:val="00407207"/>
    <w:rsid w:val="00411BF7"/>
    <w:rsid w:val="00411CAA"/>
    <w:rsid w:val="004123E4"/>
    <w:rsid w:val="00412D64"/>
    <w:rsid w:val="00415F64"/>
    <w:rsid w:val="00421928"/>
    <w:rsid w:val="00427774"/>
    <w:rsid w:val="00427801"/>
    <w:rsid w:val="00434015"/>
    <w:rsid w:val="004345B4"/>
    <w:rsid w:val="00435760"/>
    <w:rsid w:val="00436386"/>
    <w:rsid w:val="0043769A"/>
    <w:rsid w:val="00437E91"/>
    <w:rsid w:val="00437FEA"/>
    <w:rsid w:val="0044237F"/>
    <w:rsid w:val="0044419C"/>
    <w:rsid w:val="00446BD8"/>
    <w:rsid w:val="00446D71"/>
    <w:rsid w:val="00447EE0"/>
    <w:rsid w:val="00450104"/>
    <w:rsid w:val="00450BBB"/>
    <w:rsid w:val="00452BD9"/>
    <w:rsid w:val="00453795"/>
    <w:rsid w:val="004537C9"/>
    <w:rsid w:val="004551C7"/>
    <w:rsid w:val="004565E6"/>
    <w:rsid w:val="00457A7C"/>
    <w:rsid w:val="00464D9F"/>
    <w:rsid w:val="00467280"/>
    <w:rsid w:val="00467822"/>
    <w:rsid w:val="00467A27"/>
    <w:rsid w:val="004708E3"/>
    <w:rsid w:val="00473B8E"/>
    <w:rsid w:val="00475CF7"/>
    <w:rsid w:val="00476717"/>
    <w:rsid w:val="00480EF2"/>
    <w:rsid w:val="004812F7"/>
    <w:rsid w:val="00483CFE"/>
    <w:rsid w:val="00485523"/>
    <w:rsid w:val="0048601E"/>
    <w:rsid w:val="004903AE"/>
    <w:rsid w:val="004912E9"/>
    <w:rsid w:val="00491336"/>
    <w:rsid w:val="00491612"/>
    <w:rsid w:val="0049359D"/>
    <w:rsid w:val="004A01C1"/>
    <w:rsid w:val="004A0C90"/>
    <w:rsid w:val="004A3302"/>
    <w:rsid w:val="004A415F"/>
    <w:rsid w:val="004A4814"/>
    <w:rsid w:val="004A6981"/>
    <w:rsid w:val="004A7030"/>
    <w:rsid w:val="004B0868"/>
    <w:rsid w:val="004B118F"/>
    <w:rsid w:val="004B43E7"/>
    <w:rsid w:val="004C0A12"/>
    <w:rsid w:val="004C12FC"/>
    <w:rsid w:val="004C1914"/>
    <w:rsid w:val="004C3737"/>
    <w:rsid w:val="004C5C0D"/>
    <w:rsid w:val="004C6D6A"/>
    <w:rsid w:val="004C6F76"/>
    <w:rsid w:val="004C735D"/>
    <w:rsid w:val="004D1072"/>
    <w:rsid w:val="004D35B3"/>
    <w:rsid w:val="004D41EB"/>
    <w:rsid w:val="004D4B70"/>
    <w:rsid w:val="004D5D9B"/>
    <w:rsid w:val="004E1F77"/>
    <w:rsid w:val="004E2BDF"/>
    <w:rsid w:val="004E3832"/>
    <w:rsid w:val="004E3846"/>
    <w:rsid w:val="004E495F"/>
    <w:rsid w:val="004E6A72"/>
    <w:rsid w:val="004F23DF"/>
    <w:rsid w:val="004F3793"/>
    <w:rsid w:val="004F6883"/>
    <w:rsid w:val="00502DFF"/>
    <w:rsid w:val="005031AA"/>
    <w:rsid w:val="00510B7D"/>
    <w:rsid w:val="00513D09"/>
    <w:rsid w:val="0051546F"/>
    <w:rsid w:val="0052037E"/>
    <w:rsid w:val="00520FF6"/>
    <w:rsid w:val="00521D27"/>
    <w:rsid w:val="00524533"/>
    <w:rsid w:val="00524890"/>
    <w:rsid w:val="0052521A"/>
    <w:rsid w:val="00526370"/>
    <w:rsid w:val="005270B5"/>
    <w:rsid w:val="005406B7"/>
    <w:rsid w:val="00540EE6"/>
    <w:rsid w:val="00540FE3"/>
    <w:rsid w:val="00541774"/>
    <w:rsid w:val="00542885"/>
    <w:rsid w:val="00542C9F"/>
    <w:rsid w:val="005506D9"/>
    <w:rsid w:val="005506EF"/>
    <w:rsid w:val="0055076F"/>
    <w:rsid w:val="005518C6"/>
    <w:rsid w:val="005529D4"/>
    <w:rsid w:val="00552A40"/>
    <w:rsid w:val="0055419A"/>
    <w:rsid w:val="0055429A"/>
    <w:rsid w:val="0055461B"/>
    <w:rsid w:val="00555049"/>
    <w:rsid w:val="005550A1"/>
    <w:rsid w:val="005555B4"/>
    <w:rsid w:val="00556BAA"/>
    <w:rsid w:val="00560456"/>
    <w:rsid w:val="0056090E"/>
    <w:rsid w:val="00562123"/>
    <w:rsid w:val="0056335A"/>
    <w:rsid w:val="00563B8F"/>
    <w:rsid w:val="00563E26"/>
    <w:rsid w:val="00565569"/>
    <w:rsid w:val="00565C84"/>
    <w:rsid w:val="005703AA"/>
    <w:rsid w:val="00570C64"/>
    <w:rsid w:val="0057291D"/>
    <w:rsid w:val="005742F4"/>
    <w:rsid w:val="005762E6"/>
    <w:rsid w:val="00577531"/>
    <w:rsid w:val="00580BDC"/>
    <w:rsid w:val="0058139D"/>
    <w:rsid w:val="00590AB9"/>
    <w:rsid w:val="0059676A"/>
    <w:rsid w:val="00597211"/>
    <w:rsid w:val="00597C7D"/>
    <w:rsid w:val="005A2967"/>
    <w:rsid w:val="005A2D84"/>
    <w:rsid w:val="005A32BF"/>
    <w:rsid w:val="005B042F"/>
    <w:rsid w:val="005B437B"/>
    <w:rsid w:val="005B79A1"/>
    <w:rsid w:val="005B7CD8"/>
    <w:rsid w:val="005C16EF"/>
    <w:rsid w:val="005C31B2"/>
    <w:rsid w:val="005C3FA9"/>
    <w:rsid w:val="005C4F97"/>
    <w:rsid w:val="005C5CB6"/>
    <w:rsid w:val="005C661C"/>
    <w:rsid w:val="005C6E4A"/>
    <w:rsid w:val="005D182D"/>
    <w:rsid w:val="005D2776"/>
    <w:rsid w:val="005D5FFA"/>
    <w:rsid w:val="005D6508"/>
    <w:rsid w:val="005D72D8"/>
    <w:rsid w:val="005E025C"/>
    <w:rsid w:val="005E3437"/>
    <w:rsid w:val="005E3DE8"/>
    <w:rsid w:val="005E451D"/>
    <w:rsid w:val="005E47A9"/>
    <w:rsid w:val="005E650E"/>
    <w:rsid w:val="005F0C7E"/>
    <w:rsid w:val="005F1149"/>
    <w:rsid w:val="005F127F"/>
    <w:rsid w:val="005F16A3"/>
    <w:rsid w:val="005F18C3"/>
    <w:rsid w:val="005F1FBD"/>
    <w:rsid w:val="005F363E"/>
    <w:rsid w:val="005F5D3E"/>
    <w:rsid w:val="005F61AA"/>
    <w:rsid w:val="005F7074"/>
    <w:rsid w:val="005F79D1"/>
    <w:rsid w:val="00601132"/>
    <w:rsid w:val="00611F4F"/>
    <w:rsid w:val="00614A62"/>
    <w:rsid w:val="00615EEB"/>
    <w:rsid w:val="00617824"/>
    <w:rsid w:val="00620533"/>
    <w:rsid w:val="0062063A"/>
    <w:rsid w:val="0062071E"/>
    <w:rsid w:val="006211DC"/>
    <w:rsid w:val="00622840"/>
    <w:rsid w:val="00622B14"/>
    <w:rsid w:val="006231AD"/>
    <w:rsid w:val="006236F6"/>
    <w:rsid w:val="0062414B"/>
    <w:rsid w:val="00625C8D"/>
    <w:rsid w:val="0063031D"/>
    <w:rsid w:val="00630408"/>
    <w:rsid w:val="00633701"/>
    <w:rsid w:val="00641A6D"/>
    <w:rsid w:val="00642593"/>
    <w:rsid w:val="00642848"/>
    <w:rsid w:val="00646307"/>
    <w:rsid w:val="00646B32"/>
    <w:rsid w:val="00647673"/>
    <w:rsid w:val="00650047"/>
    <w:rsid w:val="00650E1E"/>
    <w:rsid w:val="00653598"/>
    <w:rsid w:val="00653FB3"/>
    <w:rsid w:val="006541EA"/>
    <w:rsid w:val="006612B3"/>
    <w:rsid w:val="00666FFA"/>
    <w:rsid w:val="006670CE"/>
    <w:rsid w:val="006705A7"/>
    <w:rsid w:val="00671CC0"/>
    <w:rsid w:val="00672D8C"/>
    <w:rsid w:val="006747B0"/>
    <w:rsid w:val="006748B6"/>
    <w:rsid w:val="0067731C"/>
    <w:rsid w:val="006805EA"/>
    <w:rsid w:val="006832CB"/>
    <w:rsid w:val="00686CDC"/>
    <w:rsid w:val="00686EC4"/>
    <w:rsid w:val="00690EE7"/>
    <w:rsid w:val="00691A3F"/>
    <w:rsid w:val="006958F6"/>
    <w:rsid w:val="006A180F"/>
    <w:rsid w:val="006A4014"/>
    <w:rsid w:val="006A7A65"/>
    <w:rsid w:val="006B1712"/>
    <w:rsid w:val="006B208A"/>
    <w:rsid w:val="006B4C73"/>
    <w:rsid w:val="006B61C7"/>
    <w:rsid w:val="006B6903"/>
    <w:rsid w:val="006B78A1"/>
    <w:rsid w:val="006C11AD"/>
    <w:rsid w:val="006C2A30"/>
    <w:rsid w:val="006C3ED7"/>
    <w:rsid w:val="006C6E5C"/>
    <w:rsid w:val="006C7CC9"/>
    <w:rsid w:val="006D2996"/>
    <w:rsid w:val="006D2E7B"/>
    <w:rsid w:val="006D66D4"/>
    <w:rsid w:val="006D7D47"/>
    <w:rsid w:val="006E2412"/>
    <w:rsid w:val="006E3A7A"/>
    <w:rsid w:val="006E3F28"/>
    <w:rsid w:val="006E4188"/>
    <w:rsid w:val="006E491E"/>
    <w:rsid w:val="006F50E5"/>
    <w:rsid w:val="006F7193"/>
    <w:rsid w:val="007019AB"/>
    <w:rsid w:val="00703A74"/>
    <w:rsid w:val="00704246"/>
    <w:rsid w:val="00704262"/>
    <w:rsid w:val="00707210"/>
    <w:rsid w:val="0070768F"/>
    <w:rsid w:val="00707B2B"/>
    <w:rsid w:val="00707C22"/>
    <w:rsid w:val="007112A5"/>
    <w:rsid w:val="00716061"/>
    <w:rsid w:val="00716564"/>
    <w:rsid w:val="00716CF1"/>
    <w:rsid w:val="0071766F"/>
    <w:rsid w:val="00720C97"/>
    <w:rsid w:val="007344E3"/>
    <w:rsid w:val="007369F5"/>
    <w:rsid w:val="00737143"/>
    <w:rsid w:val="007412F1"/>
    <w:rsid w:val="00742422"/>
    <w:rsid w:val="00743B15"/>
    <w:rsid w:val="00744C54"/>
    <w:rsid w:val="00744DA1"/>
    <w:rsid w:val="00745609"/>
    <w:rsid w:val="00745931"/>
    <w:rsid w:val="00746A19"/>
    <w:rsid w:val="00753636"/>
    <w:rsid w:val="00754F44"/>
    <w:rsid w:val="00761D3C"/>
    <w:rsid w:val="00762B39"/>
    <w:rsid w:val="00763457"/>
    <w:rsid w:val="0076441C"/>
    <w:rsid w:val="00764CA5"/>
    <w:rsid w:val="0076522A"/>
    <w:rsid w:val="007655D6"/>
    <w:rsid w:val="00766334"/>
    <w:rsid w:val="00767922"/>
    <w:rsid w:val="0077006F"/>
    <w:rsid w:val="00771C5C"/>
    <w:rsid w:val="00772777"/>
    <w:rsid w:val="007742D3"/>
    <w:rsid w:val="007774F4"/>
    <w:rsid w:val="00781F80"/>
    <w:rsid w:val="00782F53"/>
    <w:rsid w:val="00787D1E"/>
    <w:rsid w:val="007922E8"/>
    <w:rsid w:val="00793755"/>
    <w:rsid w:val="00794E55"/>
    <w:rsid w:val="0079708F"/>
    <w:rsid w:val="0079796F"/>
    <w:rsid w:val="00797FE6"/>
    <w:rsid w:val="007A42AC"/>
    <w:rsid w:val="007A7EF3"/>
    <w:rsid w:val="007B0DDA"/>
    <w:rsid w:val="007B19F2"/>
    <w:rsid w:val="007B31DF"/>
    <w:rsid w:val="007B4F7A"/>
    <w:rsid w:val="007B757E"/>
    <w:rsid w:val="007C1FDD"/>
    <w:rsid w:val="007C385E"/>
    <w:rsid w:val="007C5F27"/>
    <w:rsid w:val="007D021A"/>
    <w:rsid w:val="007D0706"/>
    <w:rsid w:val="007D29A6"/>
    <w:rsid w:val="007D3AF4"/>
    <w:rsid w:val="007D6C76"/>
    <w:rsid w:val="007D7A69"/>
    <w:rsid w:val="007E1046"/>
    <w:rsid w:val="007E45CC"/>
    <w:rsid w:val="007E630D"/>
    <w:rsid w:val="007E6FFB"/>
    <w:rsid w:val="007E7553"/>
    <w:rsid w:val="007E77ED"/>
    <w:rsid w:val="007F7929"/>
    <w:rsid w:val="0080169F"/>
    <w:rsid w:val="00801E52"/>
    <w:rsid w:val="00802683"/>
    <w:rsid w:val="00802DD5"/>
    <w:rsid w:val="0080341F"/>
    <w:rsid w:val="0080495B"/>
    <w:rsid w:val="00805251"/>
    <w:rsid w:val="00805460"/>
    <w:rsid w:val="0080639C"/>
    <w:rsid w:val="00807AE6"/>
    <w:rsid w:val="0081075C"/>
    <w:rsid w:val="00813A63"/>
    <w:rsid w:val="00815681"/>
    <w:rsid w:val="00815C6C"/>
    <w:rsid w:val="00816463"/>
    <w:rsid w:val="00816A7B"/>
    <w:rsid w:val="0082049F"/>
    <w:rsid w:val="00820C3F"/>
    <w:rsid w:val="008231FF"/>
    <w:rsid w:val="00823799"/>
    <w:rsid w:val="00823A66"/>
    <w:rsid w:val="00823D0D"/>
    <w:rsid w:val="00824B94"/>
    <w:rsid w:val="00824E80"/>
    <w:rsid w:val="008255E1"/>
    <w:rsid w:val="00826062"/>
    <w:rsid w:val="00827BA0"/>
    <w:rsid w:val="00827C3B"/>
    <w:rsid w:val="00830118"/>
    <w:rsid w:val="00832335"/>
    <w:rsid w:val="00835D0E"/>
    <w:rsid w:val="008365D3"/>
    <w:rsid w:val="00842229"/>
    <w:rsid w:val="008434C9"/>
    <w:rsid w:val="008441FA"/>
    <w:rsid w:val="008445CE"/>
    <w:rsid w:val="008464AC"/>
    <w:rsid w:val="008465CE"/>
    <w:rsid w:val="00846FDC"/>
    <w:rsid w:val="00847269"/>
    <w:rsid w:val="008519F1"/>
    <w:rsid w:val="008543A6"/>
    <w:rsid w:val="008569C9"/>
    <w:rsid w:val="00861146"/>
    <w:rsid w:val="00861B63"/>
    <w:rsid w:val="00862B74"/>
    <w:rsid w:val="00865FC6"/>
    <w:rsid w:val="008663EC"/>
    <w:rsid w:val="008705ED"/>
    <w:rsid w:val="00872147"/>
    <w:rsid w:val="00872B1B"/>
    <w:rsid w:val="0087388A"/>
    <w:rsid w:val="00875226"/>
    <w:rsid w:val="00875ECB"/>
    <w:rsid w:val="008765E4"/>
    <w:rsid w:val="00877253"/>
    <w:rsid w:val="008772C4"/>
    <w:rsid w:val="00877E40"/>
    <w:rsid w:val="008828DC"/>
    <w:rsid w:val="008829D0"/>
    <w:rsid w:val="0088555C"/>
    <w:rsid w:val="00894350"/>
    <w:rsid w:val="008970D8"/>
    <w:rsid w:val="008A0559"/>
    <w:rsid w:val="008A09AF"/>
    <w:rsid w:val="008A2A98"/>
    <w:rsid w:val="008A4BF7"/>
    <w:rsid w:val="008A57A0"/>
    <w:rsid w:val="008B0A92"/>
    <w:rsid w:val="008B0DE3"/>
    <w:rsid w:val="008B111B"/>
    <w:rsid w:val="008B2559"/>
    <w:rsid w:val="008B349A"/>
    <w:rsid w:val="008B34E8"/>
    <w:rsid w:val="008B54E0"/>
    <w:rsid w:val="008B573A"/>
    <w:rsid w:val="008B6173"/>
    <w:rsid w:val="008B7036"/>
    <w:rsid w:val="008C01A1"/>
    <w:rsid w:val="008C05A8"/>
    <w:rsid w:val="008C23E7"/>
    <w:rsid w:val="008C2499"/>
    <w:rsid w:val="008C29C2"/>
    <w:rsid w:val="008C33DA"/>
    <w:rsid w:val="008C738B"/>
    <w:rsid w:val="008C7B28"/>
    <w:rsid w:val="008D0044"/>
    <w:rsid w:val="008D099F"/>
    <w:rsid w:val="008D1BB2"/>
    <w:rsid w:val="008D6BBB"/>
    <w:rsid w:val="008D707F"/>
    <w:rsid w:val="008E3489"/>
    <w:rsid w:val="008E3DF8"/>
    <w:rsid w:val="008E5062"/>
    <w:rsid w:val="008E59C1"/>
    <w:rsid w:val="008E7989"/>
    <w:rsid w:val="008F095E"/>
    <w:rsid w:val="008F0C10"/>
    <w:rsid w:val="008F2BAF"/>
    <w:rsid w:val="008F3B9A"/>
    <w:rsid w:val="008F3FAC"/>
    <w:rsid w:val="008F420F"/>
    <w:rsid w:val="008F42DA"/>
    <w:rsid w:val="0090291C"/>
    <w:rsid w:val="009132A0"/>
    <w:rsid w:val="00914A02"/>
    <w:rsid w:val="00914FF1"/>
    <w:rsid w:val="0091795D"/>
    <w:rsid w:val="009208FD"/>
    <w:rsid w:val="009221E3"/>
    <w:rsid w:val="00923949"/>
    <w:rsid w:val="00923FE2"/>
    <w:rsid w:val="00924668"/>
    <w:rsid w:val="009262A1"/>
    <w:rsid w:val="00926369"/>
    <w:rsid w:val="009315E1"/>
    <w:rsid w:val="00932E00"/>
    <w:rsid w:val="00933C01"/>
    <w:rsid w:val="00941C73"/>
    <w:rsid w:val="00944A92"/>
    <w:rsid w:val="00945E8A"/>
    <w:rsid w:val="009477FB"/>
    <w:rsid w:val="00951271"/>
    <w:rsid w:val="0095229E"/>
    <w:rsid w:val="00952C09"/>
    <w:rsid w:val="00954684"/>
    <w:rsid w:val="00956D8A"/>
    <w:rsid w:val="009602B9"/>
    <w:rsid w:val="00960ACF"/>
    <w:rsid w:val="00960D89"/>
    <w:rsid w:val="009643D5"/>
    <w:rsid w:val="0096549E"/>
    <w:rsid w:val="009669D5"/>
    <w:rsid w:val="00966A28"/>
    <w:rsid w:val="00966B9E"/>
    <w:rsid w:val="0097099E"/>
    <w:rsid w:val="00972538"/>
    <w:rsid w:val="00976FD9"/>
    <w:rsid w:val="00977740"/>
    <w:rsid w:val="009802D3"/>
    <w:rsid w:val="0098416A"/>
    <w:rsid w:val="00984B53"/>
    <w:rsid w:val="00990713"/>
    <w:rsid w:val="00995410"/>
    <w:rsid w:val="009A0C7A"/>
    <w:rsid w:val="009A28CB"/>
    <w:rsid w:val="009A4A5A"/>
    <w:rsid w:val="009A6733"/>
    <w:rsid w:val="009A6A16"/>
    <w:rsid w:val="009A7444"/>
    <w:rsid w:val="009A77C7"/>
    <w:rsid w:val="009B00EE"/>
    <w:rsid w:val="009B09F3"/>
    <w:rsid w:val="009B1412"/>
    <w:rsid w:val="009B296B"/>
    <w:rsid w:val="009B37B4"/>
    <w:rsid w:val="009B6491"/>
    <w:rsid w:val="009B70AD"/>
    <w:rsid w:val="009C0580"/>
    <w:rsid w:val="009C3DD7"/>
    <w:rsid w:val="009C44D5"/>
    <w:rsid w:val="009C616D"/>
    <w:rsid w:val="009D331E"/>
    <w:rsid w:val="009D36B7"/>
    <w:rsid w:val="009D3A34"/>
    <w:rsid w:val="009E18A7"/>
    <w:rsid w:val="009E4089"/>
    <w:rsid w:val="009E4360"/>
    <w:rsid w:val="009F760E"/>
    <w:rsid w:val="00A0279D"/>
    <w:rsid w:val="00A07EA9"/>
    <w:rsid w:val="00A10690"/>
    <w:rsid w:val="00A10D97"/>
    <w:rsid w:val="00A11956"/>
    <w:rsid w:val="00A121D7"/>
    <w:rsid w:val="00A13E3D"/>
    <w:rsid w:val="00A144D5"/>
    <w:rsid w:val="00A15041"/>
    <w:rsid w:val="00A21ADC"/>
    <w:rsid w:val="00A223CA"/>
    <w:rsid w:val="00A2281F"/>
    <w:rsid w:val="00A24C9E"/>
    <w:rsid w:val="00A2620E"/>
    <w:rsid w:val="00A26E78"/>
    <w:rsid w:val="00A26FDF"/>
    <w:rsid w:val="00A27D2F"/>
    <w:rsid w:val="00A35D8B"/>
    <w:rsid w:val="00A362DC"/>
    <w:rsid w:val="00A37242"/>
    <w:rsid w:val="00A37C4D"/>
    <w:rsid w:val="00A40695"/>
    <w:rsid w:val="00A41DC3"/>
    <w:rsid w:val="00A432BA"/>
    <w:rsid w:val="00A434EE"/>
    <w:rsid w:val="00A43D55"/>
    <w:rsid w:val="00A51346"/>
    <w:rsid w:val="00A51D42"/>
    <w:rsid w:val="00A52A1F"/>
    <w:rsid w:val="00A54859"/>
    <w:rsid w:val="00A55E39"/>
    <w:rsid w:val="00A5797A"/>
    <w:rsid w:val="00A664F8"/>
    <w:rsid w:val="00A71201"/>
    <w:rsid w:val="00A720AD"/>
    <w:rsid w:val="00A72877"/>
    <w:rsid w:val="00A73220"/>
    <w:rsid w:val="00A73EFE"/>
    <w:rsid w:val="00A747A8"/>
    <w:rsid w:val="00A762FB"/>
    <w:rsid w:val="00A804CA"/>
    <w:rsid w:val="00A80618"/>
    <w:rsid w:val="00A8177A"/>
    <w:rsid w:val="00A8580E"/>
    <w:rsid w:val="00A863CF"/>
    <w:rsid w:val="00A86498"/>
    <w:rsid w:val="00A87DEA"/>
    <w:rsid w:val="00A90F61"/>
    <w:rsid w:val="00A93853"/>
    <w:rsid w:val="00A94009"/>
    <w:rsid w:val="00A9712B"/>
    <w:rsid w:val="00AA1447"/>
    <w:rsid w:val="00AA15B9"/>
    <w:rsid w:val="00AA1CAB"/>
    <w:rsid w:val="00AA3409"/>
    <w:rsid w:val="00AA3AEE"/>
    <w:rsid w:val="00AA6961"/>
    <w:rsid w:val="00AB0580"/>
    <w:rsid w:val="00AB53C1"/>
    <w:rsid w:val="00AB59A3"/>
    <w:rsid w:val="00AB5C2C"/>
    <w:rsid w:val="00AB6939"/>
    <w:rsid w:val="00AC2545"/>
    <w:rsid w:val="00AC7E71"/>
    <w:rsid w:val="00AD0509"/>
    <w:rsid w:val="00AD0FDE"/>
    <w:rsid w:val="00AD21AD"/>
    <w:rsid w:val="00AD4716"/>
    <w:rsid w:val="00AD5C29"/>
    <w:rsid w:val="00AE0EFE"/>
    <w:rsid w:val="00AE0F07"/>
    <w:rsid w:val="00AE1007"/>
    <w:rsid w:val="00AE6EFB"/>
    <w:rsid w:val="00AE76AC"/>
    <w:rsid w:val="00AE7A53"/>
    <w:rsid w:val="00AF11A9"/>
    <w:rsid w:val="00AF2229"/>
    <w:rsid w:val="00AF4450"/>
    <w:rsid w:val="00AF4A7D"/>
    <w:rsid w:val="00AF7B24"/>
    <w:rsid w:val="00B018CC"/>
    <w:rsid w:val="00B03AFD"/>
    <w:rsid w:val="00B052BF"/>
    <w:rsid w:val="00B1060D"/>
    <w:rsid w:val="00B16066"/>
    <w:rsid w:val="00B213D6"/>
    <w:rsid w:val="00B213FC"/>
    <w:rsid w:val="00B22458"/>
    <w:rsid w:val="00B23148"/>
    <w:rsid w:val="00B24347"/>
    <w:rsid w:val="00B268A8"/>
    <w:rsid w:val="00B26D4F"/>
    <w:rsid w:val="00B35279"/>
    <w:rsid w:val="00B3592C"/>
    <w:rsid w:val="00B3730C"/>
    <w:rsid w:val="00B37619"/>
    <w:rsid w:val="00B40D80"/>
    <w:rsid w:val="00B46468"/>
    <w:rsid w:val="00B4770E"/>
    <w:rsid w:val="00B57034"/>
    <w:rsid w:val="00B5779E"/>
    <w:rsid w:val="00B62146"/>
    <w:rsid w:val="00B62AB5"/>
    <w:rsid w:val="00B634A7"/>
    <w:rsid w:val="00B65E16"/>
    <w:rsid w:val="00B65EB6"/>
    <w:rsid w:val="00B66572"/>
    <w:rsid w:val="00B67A25"/>
    <w:rsid w:val="00B67A28"/>
    <w:rsid w:val="00B7273B"/>
    <w:rsid w:val="00B7484C"/>
    <w:rsid w:val="00B76276"/>
    <w:rsid w:val="00B767D2"/>
    <w:rsid w:val="00B85BBB"/>
    <w:rsid w:val="00B94376"/>
    <w:rsid w:val="00B9559B"/>
    <w:rsid w:val="00B965C5"/>
    <w:rsid w:val="00B9677F"/>
    <w:rsid w:val="00B96B83"/>
    <w:rsid w:val="00BA08EE"/>
    <w:rsid w:val="00BA1BC6"/>
    <w:rsid w:val="00BA5307"/>
    <w:rsid w:val="00BA5EB4"/>
    <w:rsid w:val="00BA6854"/>
    <w:rsid w:val="00BA761E"/>
    <w:rsid w:val="00BA7868"/>
    <w:rsid w:val="00BC44B4"/>
    <w:rsid w:val="00BC4626"/>
    <w:rsid w:val="00BC6FBB"/>
    <w:rsid w:val="00BC782D"/>
    <w:rsid w:val="00BC7830"/>
    <w:rsid w:val="00BD0473"/>
    <w:rsid w:val="00BD0BFB"/>
    <w:rsid w:val="00BD106F"/>
    <w:rsid w:val="00BD147F"/>
    <w:rsid w:val="00BD217B"/>
    <w:rsid w:val="00BD43B3"/>
    <w:rsid w:val="00BD6230"/>
    <w:rsid w:val="00BE295B"/>
    <w:rsid w:val="00BE5BE4"/>
    <w:rsid w:val="00BF08A0"/>
    <w:rsid w:val="00BF2485"/>
    <w:rsid w:val="00BF2717"/>
    <w:rsid w:val="00BF3C17"/>
    <w:rsid w:val="00BF43F5"/>
    <w:rsid w:val="00BF57BD"/>
    <w:rsid w:val="00BF585D"/>
    <w:rsid w:val="00BF615E"/>
    <w:rsid w:val="00BF6C09"/>
    <w:rsid w:val="00C00E76"/>
    <w:rsid w:val="00C01299"/>
    <w:rsid w:val="00C036BB"/>
    <w:rsid w:val="00C044D2"/>
    <w:rsid w:val="00C046DF"/>
    <w:rsid w:val="00C04A61"/>
    <w:rsid w:val="00C053F3"/>
    <w:rsid w:val="00C10CE6"/>
    <w:rsid w:val="00C131C3"/>
    <w:rsid w:val="00C159B8"/>
    <w:rsid w:val="00C20A2B"/>
    <w:rsid w:val="00C2198F"/>
    <w:rsid w:val="00C230E6"/>
    <w:rsid w:val="00C2329C"/>
    <w:rsid w:val="00C244E9"/>
    <w:rsid w:val="00C258DD"/>
    <w:rsid w:val="00C25F52"/>
    <w:rsid w:val="00C27F60"/>
    <w:rsid w:val="00C31989"/>
    <w:rsid w:val="00C34D2F"/>
    <w:rsid w:val="00C360C1"/>
    <w:rsid w:val="00C36824"/>
    <w:rsid w:val="00C41C07"/>
    <w:rsid w:val="00C433EE"/>
    <w:rsid w:val="00C46DA0"/>
    <w:rsid w:val="00C50539"/>
    <w:rsid w:val="00C51C7D"/>
    <w:rsid w:val="00C51E86"/>
    <w:rsid w:val="00C531B9"/>
    <w:rsid w:val="00C53C4F"/>
    <w:rsid w:val="00C548CD"/>
    <w:rsid w:val="00C550B3"/>
    <w:rsid w:val="00C57F00"/>
    <w:rsid w:val="00C64E09"/>
    <w:rsid w:val="00C72D51"/>
    <w:rsid w:val="00C75800"/>
    <w:rsid w:val="00C75AF2"/>
    <w:rsid w:val="00C761C8"/>
    <w:rsid w:val="00C762CF"/>
    <w:rsid w:val="00C813B9"/>
    <w:rsid w:val="00C814C3"/>
    <w:rsid w:val="00C84836"/>
    <w:rsid w:val="00C87861"/>
    <w:rsid w:val="00C904F0"/>
    <w:rsid w:val="00C907EC"/>
    <w:rsid w:val="00C909DD"/>
    <w:rsid w:val="00C94097"/>
    <w:rsid w:val="00CA0F79"/>
    <w:rsid w:val="00CA33B5"/>
    <w:rsid w:val="00CA4DC5"/>
    <w:rsid w:val="00CB2A56"/>
    <w:rsid w:val="00CB4B51"/>
    <w:rsid w:val="00CB5778"/>
    <w:rsid w:val="00CB59A4"/>
    <w:rsid w:val="00CB6DC4"/>
    <w:rsid w:val="00CB7C7F"/>
    <w:rsid w:val="00CC3CF9"/>
    <w:rsid w:val="00CC6D79"/>
    <w:rsid w:val="00CC7E4E"/>
    <w:rsid w:val="00CD02F1"/>
    <w:rsid w:val="00CD1D37"/>
    <w:rsid w:val="00CD1D3A"/>
    <w:rsid w:val="00CD358A"/>
    <w:rsid w:val="00CD3CF8"/>
    <w:rsid w:val="00CD5965"/>
    <w:rsid w:val="00CD596B"/>
    <w:rsid w:val="00CD77A1"/>
    <w:rsid w:val="00CD79A3"/>
    <w:rsid w:val="00CD7FDF"/>
    <w:rsid w:val="00CE0200"/>
    <w:rsid w:val="00CE2A25"/>
    <w:rsid w:val="00CE3ADE"/>
    <w:rsid w:val="00CE3D4A"/>
    <w:rsid w:val="00CE7B6E"/>
    <w:rsid w:val="00CF14C7"/>
    <w:rsid w:val="00CF187D"/>
    <w:rsid w:val="00CF27CE"/>
    <w:rsid w:val="00D01468"/>
    <w:rsid w:val="00D02FD9"/>
    <w:rsid w:val="00D03B9D"/>
    <w:rsid w:val="00D05F03"/>
    <w:rsid w:val="00D115EF"/>
    <w:rsid w:val="00D1241E"/>
    <w:rsid w:val="00D14EA1"/>
    <w:rsid w:val="00D2245F"/>
    <w:rsid w:val="00D25BCF"/>
    <w:rsid w:val="00D30920"/>
    <w:rsid w:val="00D311F2"/>
    <w:rsid w:val="00D33D6C"/>
    <w:rsid w:val="00D35273"/>
    <w:rsid w:val="00D35893"/>
    <w:rsid w:val="00D42C62"/>
    <w:rsid w:val="00D43574"/>
    <w:rsid w:val="00D45E23"/>
    <w:rsid w:val="00D4608E"/>
    <w:rsid w:val="00D474C8"/>
    <w:rsid w:val="00D53573"/>
    <w:rsid w:val="00D53680"/>
    <w:rsid w:val="00D53CF1"/>
    <w:rsid w:val="00D62653"/>
    <w:rsid w:val="00D6287A"/>
    <w:rsid w:val="00D74973"/>
    <w:rsid w:val="00D749E6"/>
    <w:rsid w:val="00D76C8A"/>
    <w:rsid w:val="00D80D8B"/>
    <w:rsid w:val="00D8139C"/>
    <w:rsid w:val="00D84718"/>
    <w:rsid w:val="00D85E58"/>
    <w:rsid w:val="00D85F1F"/>
    <w:rsid w:val="00D94C39"/>
    <w:rsid w:val="00D94EFD"/>
    <w:rsid w:val="00DA0693"/>
    <w:rsid w:val="00DA0CD1"/>
    <w:rsid w:val="00DA2427"/>
    <w:rsid w:val="00DA3A5E"/>
    <w:rsid w:val="00DA466F"/>
    <w:rsid w:val="00DA6DB6"/>
    <w:rsid w:val="00DA778D"/>
    <w:rsid w:val="00DB0953"/>
    <w:rsid w:val="00DB102C"/>
    <w:rsid w:val="00DB2B34"/>
    <w:rsid w:val="00DB3DC9"/>
    <w:rsid w:val="00DB61C8"/>
    <w:rsid w:val="00DC0E4C"/>
    <w:rsid w:val="00DC1912"/>
    <w:rsid w:val="00DD3194"/>
    <w:rsid w:val="00DD710D"/>
    <w:rsid w:val="00DD72AB"/>
    <w:rsid w:val="00DE201D"/>
    <w:rsid w:val="00DE2050"/>
    <w:rsid w:val="00DE4022"/>
    <w:rsid w:val="00DE4C20"/>
    <w:rsid w:val="00DE4E3F"/>
    <w:rsid w:val="00DE62AB"/>
    <w:rsid w:val="00DE7912"/>
    <w:rsid w:val="00DF0226"/>
    <w:rsid w:val="00DF08CF"/>
    <w:rsid w:val="00DF0A9F"/>
    <w:rsid w:val="00DF0D96"/>
    <w:rsid w:val="00DF0DF8"/>
    <w:rsid w:val="00DF6968"/>
    <w:rsid w:val="00DF6C65"/>
    <w:rsid w:val="00DF6E4F"/>
    <w:rsid w:val="00DF7B76"/>
    <w:rsid w:val="00DF7E0C"/>
    <w:rsid w:val="00E00855"/>
    <w:rsid w:val="00E01162"/>
    <w:rsid w:val="00E03025"/>
    <w:rsid w:val="00E03B1E"/>
    <w:rsid w:val="00E102B5"/>
    <w:rsid w:val="00E109DD"/>
    <w:rsid w:val="00E119D8"/>
    <w:rsid w:val="00E1449D"/>
    <w:rsid w:val="00E15BA5"/>
    <w:rsid w:val="00E23E68"/>
    <w:rsid w:val="00E2480A"/>
    <w:rsid w:val="00E2543C"/>
    <w:rsid w:val="00E31140"/>
    <w:rsid w:val="00E31153"/>
    <w:rsid w:val="00E32254"/>
    <w:rsid w:val="00E32CAE"/>
    <w:rsid w:val="00E37106"/>
    <w:rsid w:val="00E37463"/>
    <w:rsid w:val="00E40405"/>
    <w:rsid w:val="00E42FDC"/>
    <w:rsid w:val="00E478AF"/>
    <w:rsid w:val="00E51E8B"/>
    <w:rsid w:val="00E53EF7"/>
    <w:rsid w:val="00E558D2"/>
    <w:rsid w:val="00E55D0B"/>
    <w:rsid w:val="00E56171"/>
    <w:rsid w:val="00E56E41"/>
    <w:rsid w:val="00E614D6"/>
    <w:rsid w:val="00E61F73"/>
    <w:rsid w:val="00E63D98"/>
    <w:rsid w:val="00E658AE"/>
    <w:rsid w:val="00E672CC"/>
    <w:rsid w:val="00E704CD"/>
    <w:rsid w:val="00E710DF"/>
    <w:rsid w:val="00E71877"/>
    <w:rsid w:val="00E71B40"/>
    <w:rsid w:val="00E726B9"/>
    <w:rsid w:val="00E73731"/>
    <w:rsid w:val="00E7764E"/>
    <w:rsid w:val="00E82235"/>
    <w:rsid w:val="00E830CD"/>
    <w:rsid w:val="00E931E4"/>
    <w:rsid w:val="00E9629F"/>
    <w:rsid w:val="00E968B8"/>
    <w:rsid w:val="00EA015C"/>
    <w:rsid w:val="00EA2A0D"/>
    <w:rsid w:val="00EA49B7"/>
    <w:rsid w:val="00EA7F07"/>
    <w:rsid w:val="00EB0705"/>
    <w:rsid w:val="00EB2604"/>
    <w:rsid w:val="00EB2DEB"/>
    <w:rsid w:val="00EB42D1"/>
    <w:rsid w:val="00EB64B2"/>
    <w:rsid w:val="00EB6D97"/>
    <w:rsid w:val="00EC19C3"/>
    <w:rsid w:val="00EC408B"/>
    <w:rsid w:val="00ED1548"/>
    <w:rsid w:val="00ED2754"/>
    <w:rsid w:val="00ED3663"/>
    <w:rsid w:val="00ED3BDA"/>
    <w:rsid w:val="00EE0CF1"/>
    <w:rsid w:val="00EE4E6F"/>
    <w:rsid w:val="00EE6FC3"/>
    <w:rsid w:val="00EE7B7A"/>
    <w:rsid w:val="00EE7E5A"/>
    <w:rsid w:val="00EF0B7A"/>
    <w:rsid w:val="00EF273D"/>
    <w:rsid w:val="00EF45EF"/>
    <w:rsid w:val="00F0164D"/>
    <w:rsid w:val="00F03CE1"/>
    <w:rsid w:val="00F0557E"/>
    <w:rsid w:val="00F05F57"/>
    <w:rsid w:val="00F06417"/>
    <w:rsid w:val="00F103D4"/>
    <w:rsid w:val="00F10950"/>
    <w:rsid w:val="00F12471"/>
    <w:rsid w:val="00F127E3"/>
    <w:rsid w:val="00F16D7F"/>
    <w:rsid w:val="00F20E09"/>
    <w:rsid w:val="00F22A83"/>
    <w:rsid w:val="00F2342A"/>
    <w:rsid w:val="00F266FA"/>
    <w:rsid w:val="00F26A21"/>
    <w:rsid w:val="00F30125"/>
    <w:rsid w:val="00F327E3"/>
    <w:rsid w:val="00F3402D"/>
    <w:rsid w:val="00F348A4"/>
    <w:rsid w:val="00F37431"/>
    <w:rsid w:val="00F40F2F"/>
    <w:rsid w:val="00F43AFF"/>
    <w:rsid w:val="00F447BB"/>
    <w:rsid w:val="00F45547"/>
    <w:rsid w:val="00F46B4A"/>
    <w:rsid w:val="00F4774A"/>
    <w:rsid w:val="00F52203"/>
    <w:rsid w:val="00F528DA"/>
    <w:rsid w:val="00F53AC3"/>
    <w:rsid w:val="00F57029"/>
    <w:rsid w:val="00F573A3"/>
    <w:rsid w:val="00F60AA2"/>
    <w:rsid w:val="00F64C9E"/>
    <w:rsid w:val="00F71C47"/>
    <w:rsid w:val="00F72060"/>
    <w:rsid w:val="00F7206B"/>
    <w:rsid w:val="00F72B83"/>
    <w:rsid w:val="00F72DFF"/>
    <w:rsid w:val="00F7554C"/>
    <w:rsid w:val="00F75739"/>
    <w:rsid w:val="00F77225"/>
    <w:rsid w:val="00F7739E"/>
    <w:rsid w:val="00F80287"/>
    <w:rsid w:val="00F827CB"/>
    <w:rsid w:val="00F83BF1"/>
    <w:rsid w:val="00F85A65"/>
    <w:rsid w:val="00F86291"/>
    <w:rsid w:val="00F8690F"/>
    <w:rsid w:val="00F90DDC"/>
    <w:rsid w:val="00F923A5"/>
    <w:rsid w:val="00F9592D"/>
    <w:rsid w:val="00F97870"/>
    <w:rsid w:val="00FA2BB4"/>
    <w:rsid w:val="00FA3331"/>
    <w:rsid w:val="00FA3B15"/>
    <w:rsid w:val="00FA3D48"/>
    <w:rsid w:val="00FA4C89"/>
    <w:rsid w:val="00FA60CA"/>
    <w:rsid w:val="00FA683B"/>
    <w:rsid w:val="00FB0D54"/>
    <w:rsid w:val="00FB2340"/>
    <w:rsid w:val="00FB2C45"/>
    <w:rsid w:val="00FB2FC1"/>
    <w:rsid w:val="00FB601F"/>
    <w:rsid w:val="00FB62E5"/>
    <w:rsid w:val="00FB674F"/>
    <w:rsid w:val="00FB6B54"/>
    <w:rsid w:val="00FB6DAA"/>
    <w:rsid w:val="00FC16F9"/>
    <w:rsid w:val="00FC1E3A"/>
    <w:rsid w:val="00FC4E84"/>
    <w:rsid w:val="00FC5CDC"/>
    <w:rsid w:val="00FC6DB9"/>
    <w:rsid w:val="00FD357D"/>
    <w:rsid w:val="00FD6022"/>
    <w:rsid w:val="00FD6352"/>
    <w:rsid w:val="00FD7729"/>
    <w:rsid w:val="00FE0D43"/>
    <w:rsid w:val="00FE17CA"/>
    <w:rsid w:val="00FF3D8A"/>
    <w:rsid w:val="00FF3F5F"/>
    <w:rsid w:val="00FF43D5"/>
    <w:rsid w:val="00FF4C78"/>
    <w:rsid w:val="00FF5721"/>
    <w:rsid w:val="00FF6BD1"/>
    <w:rsid w:val="00FF6D5E"/>
    <w:rsid w:val="00FF7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toa heading" w:unhideWhenUsed="1"/>
    <w:lsdException w:name="List Number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Date" w:unhideWhenUsed="1"/>
    <w:lsdException w:name="Note Heading" w:unhideWhenUsed="1"/>
    <w:lsdException w:name="Body Text 3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029A1"/>
    <w:pPr>
      <w:suppressAutoHyphens/>
      <w:autoSpaceDN w:val="0"/>
      <w:spacing w:after="200" w:line="276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F4A7D"/>
    <w:pPr>
      <w:suppressAutoHyphens w:val="0"/>
      <w:autoSpaceDN/>
      <w:spacing w:before="100" w:beforeAutospacing="1" w:after="100" w:afterAutospacing="1" w:line="240" w:lineRule="auto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0B94"/>
    <w:pPr>
      <w:keepNext/>
      <w:suppressAutoHyphens w:val="0"/>
      <w:autoSpaceDN/>
      <w:spacing w:before="240" w:after="60" w:line="240" w:lineRule="auto"/>
      <w:textAlignment w:val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F4A7D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rsid w:val="000F0B94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02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429"/>
    <w:rPr>
      <w:rFonts w:ascii="Times New Roman" w:hAnsi="Times New Roman" w:cs="Times New Roman"/>
      <w:sz w:val="2"/>
      <w:szCs w:val="2"/>
      <w:lang w:eastAsia="en-US"/>
    </w:rPr>
  </w:style>
  <w:style w:type="character" w:customStyle="1" w:styleId="TekstdymkaZnak">
    <w:name w:val="Tekst dymka Znak"/>
    <w:basedOn w:val="DefaultParagraphFont"/>
    <w:uiPriority w:val="99"/>
    <w:rsid w:val="000029A1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029A1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eastAsia="pl-PL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180429"/>
    <w:rPr>
      <w:b/>
      <w:bCs/>
      <w:i/>
      <w:iCs/>
      <w:color w:val="4F81BD"/>
      <w:lang w:eastAsia="en-US"/>
    </w:rPr>
  </w:style>
  <w:style w:type="character" w:customStyle="1" w:styleId="CytatintensywnyZnak">
    <w:name w:val="Cytat intensywny Znak"/>
    <w:basedOn w:val="DefaultParagraphFont"/>
    <w:uiPriority w:val="99"/>
    <w:rsid w:val="000029A1"/>
    <w:rPr>
      <w:rFonts w:eastAsia="Times New Roman"/>
      <w:b/>
      <w:bCs/>
      <w:i/>
      <w:iCs/>
      <w:color w:val="4F81BD"/>
      <w:lang w:eastAsia="pl-PL"/>
    </w:rPr>
  </w:style>
  <w:style w:type="paragraph" w:styleId="Quote">
    <w:name w:val="Quote"/>
    <w:basedOn w:val="Normal"/>
    <w:next w:val="Normal"/>
    <w:link w:val="QuoteChar"/>
    <w:uiPriority w:val="99"/>
    <w:qFormat/>
    <w:rsid w:val="000029A1"/>
    <w:rPr>
      <w:rFonts w:eastAsia="Times New Roman"/>
      <w:i/>
      <w:iCs/>
      <w:color w:val="000000"/>
      <w:lang w:eastAsia="pl-PL"/>
    </w:rPr>
  </w:style>
  <w:style w:type="character" w:customStyle="1" w:styleId="QuoteChar">
    <w:name w:val="Quote Char"/>
    <w:basedOn w:val="DefaultParagraphFont"/>
    <w:link w:val="Quote"/>
    <w:uiPriority w:val="99"/>
    <w:rsid w:val="00180429"/>
    <w:rPr>
      <w:i/>
      <w:iCs/>
      <w:color w:val="000000"/>
      <w:lang w:eastAsia="en-US"/>
    </w:rPr>
  </w:style>
  <w:style w:type="character" w:customStyle="1" w:styleId="CytatZnak">
    <w:name w:val="Cytat Znak"/>
    <w:basedOn w:val="DefaultParagraphFont"/>
    <w:uiPriority w:val="99"/>
    <w:rsid w:val="000029A1"/>
    <w:rPr>
      <w:rFonts w:eastAsia="Times New Roman"/>
      <w:i/>
      <w:iCs/>
      <w:color w:val="000000"/>
      <w:lang w:eastAsia="pl-PL"/>
    </w:rPr>
  </w:style>
  <w:style w:type="character" w:styleId="Hyperlink">
    <w:name w:val="Hyperlink"/>
    <w:basedOn w:val="DefaultParagraphFont"/>
    <w:uiPriority w:val="99"/>
    <w:rsid w:val="005506D9"/>
    <w:rPr>
      <w:color w:val="0000FF"/>
      <w:u w:val="single"/>
    </w:rPr>
  </w:style>
  <w:style w:type="table" w:styleId="TableGrid">
    <w:name w:val="Table Grid"/>
    <w:basedOn w:val="TableNormal"/>
    <w:uiPriority w:val="99"/>
    <w:rsid w:val="00085FD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62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653"/>
  </w:style>
  <w:style w:type="paragraph" w:styleId="Footer">
    <w:name w:val="footer"/>
    <w:basedOn w:val="Normal"/>
    <w:link w:val="FooterChar"/>
    <w:uiPriority w:val="99"/>
    <w:rsid w:val="00D62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653"/>
  </w:style>
  <w:style w:type="paragraph" w:styleId="ListParagraph">
    <w:name w:val="List Paragraph"/>
    <w:basedOn w:val="Normal"/>
    <w:uiPriority w:val="99"/>
    <w:qFormat/>
    <w:rsid w:val="00FA3331"/>
    <w:pPr>
      <w:autoSpaceDN/>
      <w:spacing w:after="0" w:line="240" w:lineRule="auto"/>
      <w:ind w:left="720"/>
      <w:textAlignment w:val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FA3331"/>
    <w:pPr>
      <w:autoSpaceDN/>
      <w:spacing w:before="100" w:after="100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rsid w:val="002E3072"/>
    <w:pPr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2E307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odstawowyZnak">
    <w:name w:val="Tekst podstawowy Znak"/>
    <w:basedOn w:val="DefaultParagraphFont"/>
    <w:uiPriority w:val="99"/>
    <w:semiHidden/>
    <w:rsid w:val="002E3072"/>
  </w:style>
  <w:style w:type="character" w:styleId="Strong">
    <w:name w:val="Strong"/>
    <w:basedOn w:val="DefaultParagraphFont"/>
    <w:uiPriority w:val="99"/>
    <w:qFormat/>
    <w:rsid w:val="002E3072"/>
    <w:rPr>
      <w:b/>
      <w:bCs/>
    </w:rPr>
  </w:style>
  <w:style w:type="paragraph" w:customStyle="1" w:styleId="Tekstpodstawowyzwciciem1">
    <w:name w:val="Tekst podstawowy z wcięciem1"/>
    <w:basedOn w:val="BodyText"/>
    <w:uiPriority w:val="99"/>
    <w:rsid w:val="00061A64"/>
    <w:pPr>
      <w:ind w:firstLine="210"/>
    </w:pPr>
    <w:rPr>
      <w:lang w:val="en-US"/>
    </w:rPr>
  </w:style>
  <w:style w:type="paragraph" w:styleId="PlainText">
    <w:name w:val="Plain Text"/>
    <w:basedOn w:val="Normal"/>
    <w:link w:val="PlainTextChar"/>
    <w:uiPriority w:val="99"/>
    <w:rsid w:val="00D53680"/>
    <w:pPr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rsid w:val="00D53680"/>
    <w:rPr>
      <w:rFonts w:ascii="Courier New" w:hAnsi="Courier New" w:cs="Courier New"/>
      <w:sz w:val="20"/>
      <w:szCs w:val="20"/>
      <w:lang w:eastAsia="pl-PL"/>
    </w:rPr>
  </w:style>
  <w:style w:type="paragraph" w:customStyle="1" w:styleId="Tekstpodstawowy31">
    <w:name w:val="Tekst podstawowy 31"/>
    <w:basedOn w:val="Normal"/>
    <w:uiPriority w:val="99"/>
    <w:rsid w:val="00CB4B51"/>
    <w:pPr>
      <w:autoSpaceDN/>
      <w:spacing w:after="0" w:line="360" w:lineRule="auto"/>
      <w:jc w:val="both"/>
      <w:textAlignment w:val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5506E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506EF"/>
  </w:style>
  <w:style w:type="paragraph" w:styleId="BodyTextIndent2">
    <w:name w:val="Body Text Indent 2"/>
    <w:basedOn w:val="Normal"/>
    <w:link w:val="BodyTextIndent2Char"/>
    <w:uiPriority w:val="99"/>
    <w:rsid w:val="006E3A7A"/>
    <w:pPr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E3A7A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F978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787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97870"/>
    <w:rPr>
      <w:vertAlign w:val="superscript"/>
    </w:rPr>
  </w:style>
  <w:style w:type="paragraph" w:customStyle="1" w:styleId="NormalnyWeb1">
    <w:name w:val="Normalny (Web)1"/>
    <w:uiPriority w:val="99"/>
    <w:rsid w:val="0055419A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Bezodstpw1">
    <w:name w:val="Bez odstępów1"/>
    <w:uiPriority w:val="99"/>
    <w:rsid w:val="004C3737"/>
    <w:pPr>
      <w:suppressAutoHyphens/>
      <w:spacing w:line="100" w:lineRule="atLeast"/>
    </w:pPr>
    <w:rPr>
      <w:rFonts w:cs="Calibri"/>
      <w:kern w:val="1"/>
      <w:lang w:eastAsia="ar-SA"/>
    </w:rPr>
  </w:style>
  <w:style w:type="paragraph" w:customStyle="1" w:styleId="Default">
    <w:name w:val="Default"/>
    <w:uiPriority w:val="99"/>
    <w:rsid w:val="004C3737"/>
    <w:pPr>
      <w:suppressAutoHyphens/>
      <w:spacing w:line="100" w:lineRule="atLeast"/>
    </w:pPr>
    <w:rPr>
      <w:rFonts w:cs="Calibri"/>
      <w:color w:val="000000"/>
      <w:kern w:val="1"/>
      <w:sz w:val="24"/>
      <w:szCs w:val="24"/>
      <w:lang w:eastAsia="ar-SA"/>
    </w:rPr>
  </w:style>
  <w:style w:type="paragraph" w:styleId="EndnoteText">
    <w:name w:val="endnote text"/>
    <w:basedOn w:val="Normal"/>
    <w:link w:val="EndnoteTextChar"/>
    <w:uiPriority w:val="99"/>
    <w:semiHidden/>
    <w:rsid w:val="00BF271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271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BF2717"/>
    <w:rPr>
      <w:vertAlign w:val="superscript"/>
    </w:rPr>
  </w:style>
  <w:style w:type="paragraph" w:styleId="List">
    <w:name w:val="List"/>
    <w:basedOn w:val="Normal"/>
    <w:uiPriority w:val="99"/>
    <w:rsid w:val="00A41DC3"/>
    <w:pPr>
      <w:ind w:left="283" w:hanging="283"/>
    </w:pPr>
  </w:style>
  <w:style w:type="paragraph" w:styleId="List2">
    <w:name w:val="List 2"/>
    <w:basedOn w:val="Normal"/>
    <w:uiPriority w:val="99"/>
    <w:rsid w:val="00A41DC3"/>
    <w:pPr>
      <w:ind w:left="566" w:hanging="283"/>
    </w:pPr>
  </w:style>
  <w:style w:type="paragraph" w:styleId="Salutation">
    <w:name w:val="Salutation"/>
    <w:basedOn w:val="Normal"/>
    <w:next w:val="Normal"/>
    <w:link w:val="SalutationChar"/>
    <w:uiPriority w:val="99"/>
    <w:rsid w:val="00A41DC3"/>
  </w:style>
  <w:style w:type="character" w:customStyle="1" w:styleId="SalutationChar">
    <w:name w:val="Salutation Char"/>
    <w:basedOn w:val="DefaultParagraphFont"/>
    <w:link w:val="Salutation"/>
    <w:uiPriority w:val="99"/>
    <w:rsid w:val="00A41DC3"/>
  </w:style>
  <w:style w:type="paragraph" w:styleId="Closing">
    <w:name w:val="Closing"/>
    <w:basedOn w:val="Normal"/>
    <w:link w:val="ClosingChar"/>
    <w:uiPriority w:val="99"/>
    <w:rsid w:val="00A41DC3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rsid w:val="00A41DC3"/>
  </w:style>
  <w:style w:type="paragraph" w:styleId="ListBullet">
    <w:name w:val="List Bullet"/>
    <w:basedOn w:val="Normal"/>
    <w:autoRedefine/>
    <w:uiPriority w:val="99"/>
    <w:rsid w:val="00A41DC3"/>
    <w:pPr>
      <w:numPr>
        <w:numId w:val="37"/>
      </w:numPr>
      <w:tabs>
        <w:tab w:val="num" w:pos="360"/>
      </w:tabs>
      <w:ind w:left="360"/>
    </w:pPr>
  </w:style>
  <w:style w:type="paragraph" w:styleId="ListBullet2">
    <w:name w:val="List Bullet 2"/>
    <w:basedOn w:val="Normal"/>
    <w:autoRedefine/>
    <w:uiPriority w:val="99"/>
    <w:rsid w:val="00A41DC3"/>
    <w:pPr>
      <w:numPr>
        <w:numId w:val="38"/>
      </w:numPr>
      <w:tabs>
        <w:tab w:val="num" w:pos="643"/>
      </w:tabs>
      <w:ind w:left="643"/>
    </w:pPr>
  </w:style>
  <w:style w:type="paragraph" w:styleId="ListContinue">
    <w:name w:val="List Continue"/>
    <w:basedOn w:val="Normal"/>
    <w:uiPriority w:val="99"/>
    <w:rsid w:val="00A41DC3"/>
    <w:pPr>
      <w:spacing w:after="120"/>
      <w:ind w:left="283"/>
    </w:pPr>
  </w:style>
  <w:style w:type="paragraph" w:styleId="Signature">
    <w:name w:val="Signature"/>
    <w:basedOn w:val="Normal"/>
    <w:link w:val="SignatureChar"/>
    <w:uiPriority w:val="99"/>
    <w:rsid w:val="00A41DC3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A41DC3"/>
  </w:style>
  <w:style w:type="paragraph" w:customStyle="1" w:styleId="Podpis-Stanowisko">
    <w:name w:val="Podpis - Stanowisko"/>
    <w:basedOn w:val="Signature"/>
    <w:uiPriority w:val="99"/>
    <w:rsid w:val="00A41DC3"/>
  </w:style>
  <w:style w:type="paragraph" w:customStyle="1" w:styleId="Podpis-Firma">
    <w:name w:val="Podpis - Firma"/>
    <w:basedOn w:val="Signature"/>
    <w:uiPriority w:val="99"/>
    <w:rsid w:val="00A41DC3"/>
  </w:style>
  <w:style w:type="paragraph" w:styleId="NormalIndent">
    <w:name w:val="Normal Indent"/>
    <w:basedOn w:val="Normal"/>
    <w:uiPriority w:val="99"/>
    <w:rsid w:val="00A41DC3"/>
    <w:pPr>
      <w:ind w:left="708"/>
    </w:pPr>
  </w:style>
  <w:style w:type="paragraph" w:styleId="BodyTextFirstIndent">
    <w:name w:val="Body Text First Indent"/>
    <w:basedOn w:val="BodyText"/>
    <w:link w:val="BodyTextFirstIndentChar"/>
    <w:uiPriority w:val="99"/>
    <w:rsid w:val="00A41DC3"/>
    <w:pPr>
      <w:autoSpaceDN w:val="0"/>
      <w:spacing w:after="200" w:line="276" w:lineRule="auto"/>
      <w:ind w:firstLine="360"/>
      <w:textAlignment w:val="baseline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A41DC3"/>
  </w:style>
  <w:style w:type="paragraph" w:styleId="BodyText2">
    <w:name w:val="Body Text 2"/>
    <w:basedOn w:val="Normal"/>
    <w:link w:val="BodyText2Char"/>
    <w:uiPriority w:val="99"/>
    <w:rsid w:val="00200B6A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0429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A41DC3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A41DC3"/>
  </w:style>
  <w:style w:type="table" w:customStyle="1" w:styleId="Tabela-Siatka1">
    <w:name w:val="Tabela - Siatka1"/>
    <w:uiPriority w:val="99"/>
    <w:rsid w:val="007C5F2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C5F2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05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vora.projekt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147</Words>
  <Characters>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NEVORA Projekt</dc:creator>
  <cp:keywords/>
  <dc:description/>
  <cp:lastModifiedBy>dogi</cp:lastModifiedBy>
  <cp:revision>6</cp:revision>
  <cp:lastPrinted>2017-07-04T20:16:00Z</cp:lastPrinted>
  <dcterms:created xsi:type="dcterms:W3CDTF">2017-07-04T20:04:00Z</dcterms:created>
  <dcterms:modified xsi:type="dcterms:W3CDTF">2017-07-08T10:46:00Z</dcterms:modified>
</cp:coreProperties>
</file>