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64C9A0" w14:textId="77777777" w:rsidR="00A2540E" w:rsidRPr="00A2540E" w:rsidRDefault="00A2540E" w:rsidP="00A2540E">
      <w:pPr>
        <w:keepNext/>
        <w:spacing w:after="480" w:line="360" w:lineRule="auto"/>
        <w:jc w:val="right"/>
        <w:outlineLvl w:val="2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A2540E">
        <w:rPr>
          <w:rFonts w:ascii="Arial" w:eastAsia="Times New Roman" w:hAnsi="Arial" w:cs="Arial"/>
          <w:bCs/>
          <w:sz w:val="24"/>
          <w:szCs w:val="20"/>
          <w:lang w:eastAsia="pl-PL"/>
        </w:rPr>
        <w:t xml:space="preserve">Załącznik nr </w:t>
      </w:r>
      <w:r w:rsidR="0013622C" w:rsidRPr="0013622C">
        <w:rPr>
          <w:rFonts w:ascii="Arial" w:eastAsia="Times New Roman" w:hAnsi="Arial" w:cs="Arial"/>
          <w:bCs/>
          <w:sz w:val="24"/>
          <w:szCs w:val="20"/>
          <w:lang w:eastAsia="pl-PL"/>
        </w:rPr>
        <w:t>2</w:t>
      </w:r>
      <w:r w:rsidRPr="00A2540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do SWZ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A2540E" w:rsidRPr="00A2540E" w14:paraId="27417C22" w14:textId="77777777" w:rsidTr="009B1625">
        <w:tc>
          <w:tcPr>
            <w:tcW w:w="2800" w:type="dxa"/>
            <w:shd w:val="clear" w:color="auto" w:fill="auto"/>
          </w:tcPr>
          <w:p w14:paraId="0397D3DF" w14:textId="77777777" w:rsidR="00A2540E" w:rsidRPr="00A2540E" w:rsidRDefault="00A2540E" w:rsidP="00A2540E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b/>
                <w:sz w:val="24"/>
                <w:szCs w:val="24"/>
              </w:rPr>
              <w:t>Wykonawca</w:t>
            </w:r>
            <w:r w:rsidRPr="00A2540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  <w:shd w:val="clear" w:color="auto" w:fill="auto"/>
          </w:tcPr>
          <w:p w14:paraId="72A7D632" w14:textId="77777777" w:rsidR="00A2540E" w:rsidRPr="00A2540E" w:rsidRDefault="00A2540E" w:rsidP="00A2540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2BD1213E" w14:textId="77777777" w:rsidR="00A2540E" w:rsidRPr="00A2540E" w:rsidRDefault="00A2540E" w:rsidP="00A2540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10F522B7" w14:textId="77777777" w:rsidR="00A2540E" w:rsidRPr="00A2540E" w:rsidRDefault="00A2540E" w:rsidP="00A2540E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A2540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</w:t>
            </w:r>
            <w:proofErr w:type="spellStart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CEiDG</w:t>
            </w:r>
            <w:proofErr w:type="spellEnd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  <w:tr w:rsidR="00A2540E" w:rsidRPr="00A2540E" w14:paraId="17A55D1C" w14:textId="77777777" w:rsidTr="009B1625">
        <w:tc>
          <w:tcPr>
            <w:tcW w:w="2800" w:type="dxa"/>
            <w:shd w:val="clear" w:color="auto" w:fill="auto"/>
          </w:tcPr>
          <w:p w14:paraId="1643D9EE" w14:textId="77777777" w:rsidR="00A2540E" w:rsidRPr="00A2540E" w:rsidRDefault="00A2540E" w:rsidP="00A2540E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  <w:shd w:val="clear" w:color="auto" w:fill="auto"/>
          </w:tcPr>
          <w:p w14:paraId="440C2E11" w14:textId="77777777" w:rsidR="00A2540E" w:rsidRPr="00A2540E" w:rsidRDefault="00A2540E" w:rsidP="00A2540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22501B45" w14:textId="77777777" w:rsidR="00A2540E" w:rsidRPr="00A2540E" w:rsidRDefault="00A2540E" w:rsidP="00A2540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7632D86A" w14:textId="77777777" w:rsidR="00A2540E" w:rsidRPr="00A2540E" w:rsidRDefault="00A2540E" w:rsidP="00A2540E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Arial" w:hAnsi="Arial" w:cs="Arial"/>
                <w:iCs/>
                <w:sz w:val="18"/>
                <w:szCs w:val="18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imię, nazwisko, stanowisko/podstawa do reprezentacji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3DF1C5BA" w14:textId="77777777" w:rsidR="0057252E" w:rsidRPr="008B745A" w:rsidRDefault="0057252E" w:rsidP="008B745A">
      <w:pPr>
        <w:tabs>
          <w:tab w:val="center" w:pos="4536"/>
          <w:tab w:val="right" w:pos="9072"/>
        </w:tabs>
        <w:spacing w:before="240"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57252E" w:rsidRPr="005657EB" w14:paraId="212EABBF" w14:textId="77777777" w:rsidTr="0036631E">
        <w:tc>
          <w:tcPr>
            <w:tcW w:w="9104" w:type="dxa"/>
            <w:shd w:val="clear" w:color="auto" w:fill="F2F2F2"/>
          </w:tcPr>
          <w:p w14:paraId="7F3B4024" w14:textId="77777777" w:rsidR="00A2540E" w:rsidRDefault="0057252E" w:rsidP="0036631E">
            <w:pPr>
              <w:autoSpaceDE w:val="0"/>
              <w:autoSpaceDN w:val="0"/>
              <w:adjustRightInd w:val="0"/>
              <w:spacing w:before="120" w:after="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657EB">
              <w:rPr>
                <w:rFonts w:ascii="Arial" w:hAnsi="Arial" w:cs="Arial"/>
                <w:b/>
                <w:sz w:val="24"/>
                <w:szCs w:val="24"/>
              </w:rPr>
              <w:t>WYKAZ CZ</w:t>
            </w:r>
            <w:r w:rsidRPr="005657EB">
              <w:rPr>
                <w:rFonts w:ascii="Arial" w:eastAsia="TimesNewRoman" w:hAnsi="Arial" w:cs="Arial"/>
                <w:b/>
                <w:sz w:val="24"/>
                <w:szCs w:val="24"/>
              </w:rPr>
              <w:t>ĘŚ</w:t>
            </w:r>
            <w:r w:rsidRPr="005657EB">
              <w:rPr>
                <w:rFonts w:ascii="Arial" w:hAnsi="Arial" w:cs="Arial"/>
                <w:b/>
                <w:sz w:val="24"/>
                <w:szCs w:val="24"/>
              </w:rPr>
              <w:t xml:space="preserve">CI ZAMÓWIENIA, KTÓRYCH WYKONANIE </w:t>
            </w:r>
          </w:p>
          <w:p w14:paraId="1F18A189" w14:textId="77777777" w:rsidR="0057252E" w:rsidRDefault="0057252E" w:rsidP="00A2540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657EB">
              <w:rPr>
                <w:rFonts w:ascii="Arial" w:hAnsi="Arial" w:cs="Arial"/>
                <w:b/>
                <w:sz w:val="24"/>
                <w:szCs w:val="24"/>
              </w:rPr>
              <w:t>WYKONAWCA ZAMIERZA POWIERZY</w:t>
            </w:r>
            <w:r w:rsidRPr="005657EB">
              <w:rPr>
                <w:rFonts w:ascii="Arial" w:eastAsia="TimesNewRoman" w:hAnsi="Arial" w:cs="Arial"/>
                <w:b/>
                <w:sz w:val="24"/>
                <w:szCs w:val="24"/>
              </w:rPr>
              <w:t xml:space="preserve">Ć </w:t>
            </w:r>
            <w:r w:rsidRPr="005657EB">
              <w:rPr>
                <w:rFonts w:ascii="Arial" w:hAnsi="Arial" w:cs="Arial"/>
                <w:b/>
                <w:sz w:val="24"/>
                <w:szCs w:val="24"/>
              </w:rPr>
              <w:t>PODWYKONAWCOM</w:t>
            </w:r>
          </w:p>
          <w:p w14:paraId="0EF9D35F" w14:textId="77777777" w:rsidR="00A2540E" w:rsidRPr="00A2540E" w:rsidRDefault="00A2540E" w:rsidP="00A2540E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hAnsi="Arial" w:cs="Arial"/>
                <w:b/>
                <w:i/>
                <w:iCs/>
                <w:color w:val="0070C0"/>
                <w:sz w:val="20"/>
                <w:szCs w:val="20"/>
              </w:rPr>
            </w:pPr>
            <w:r w:rsidRPr="00A2540E">
              <w:rPr>
                <w:rFonts w:ascii="Arial" w:hAnsi="Arial" w:cs="Arial"/>
                <w:b/>
                <w:bCs/>
                <w:i/>
                <w:iCs/>
                <w:color w:val="0070C0"/>
                <w:sz w:val="20"/>
                <w:szCs w:val="20"/>
              </w:rPr>
              <w:t>UWAGA!</w:t>
            </w:r>
            <w:r w:rsidR="008B745A">
              <w:rPr>
                <w:rFonts w:ascii="Arial" w:hAnsi="Arial" w:cs="Arial"/>
                <w:b/>
                <w:bCs/>
                <w:i/>
                <w:iCs/>
                <w:color w:val="0070C0"/>
                <w:sz w:val="20"/>
                <w:szCs w:val="20"/>
              </w:rPr>
              <w:t xml:space="preserve"> </w:t>
            </w:r>
            <w:r w:rsidRPr="00A2540E">
              <w:rPr>
                <w:rFonts w:ascii="Arial" w:hAnsi="Arial" w:cs="Arial"/>
                <w:i/>
                <w:iCs/>
                <w:color w:val="0070C0"/>
                <w:sz w:val="20"/>
                <w:szCs w:val="20"/>
              </w:rPr>
              <w:t xml:space="preserve">Wykonawca jest zobowiązany do wypełnienia i dołączenia niniejszego </w:t>
            </w:r>
            <w:r w:rsidR="008B745A">
              <w:rPr>
                <w:rFonts w:ascii="Arial" w:hAnsi="Arial" w:cs="Arial"/>
                <w:i/>
                <w:iCs/>
                <w:color w:val="0070C0"/>
                <w:sz w:val="20"/>
                <w:szCs w:val="20"/>
              </w:rPr>
              <w:t>dokumentu</w:t>
            </w:r>
            <w:r w:rsidRPr="00A2540E">
              <w:rPr>
                <w:rFonts w:ascii="Arial" w:hAnsi="Arial" w:cs="Arial"/>
                <w:i/>
                <w:iCs/>
                <w:color w:val="0070C0"/>
                <w:sz w:val="20"/>
                <w:szCs w:val="20"/>
              </w:rPr>
              <w:t xml:space="preserve"> do składanej oferty tylko w przypadku, gdy powierzy wykonanie części zamówienia Podwykonawcom</w:t>
            </w:r>
          </w:p>
        </w:tc>
      </w:tr>
    </w:tbl>
    <w:p w14:paraId="167F75C3" w14:textId="77777777" w:rsidR="00A2540E" w:rsidRPr="00A2540E" w:rsidRDefault="00A2540E" w:rsidP="00A2540E">
      <w:pPr>
        <w:spacing w:before="600"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540E">
        <w:rPr>
          <w:rFonts w:ascii="Arial" w:eastAsia="Times New Roman" w:hAnsi="Arial" w:cs="Arial"/>
          <w:sz w:val="24"/>
          <w:szCs w:val="24"/>
          <w:lang w:eastAsia="pl-PL"/>
        </w:rPr>
        <w:t>Na potrzeby postępowania o udzielenie zamówienia publicznego: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A2540E" w:rsidRPr="00A2540E" w14:paraId="38466776" w14:textId="77777777" w:rsidTr="009B1625">
        <w:tc>
          <w:tcPr>
            <w:tcW w:w="2269" w:type="dxa"/>
            <w:shd w:val="clear" w:color="auto" w:fill="auto"/>
          </w:tcPr>
          <w:p w14:paraId="32D5763C" w14:textId="77777777" w:rsidR="00A2540E" w:rsidRPr="00A2540E" w:rsidRDefault="00A2540E" w:rsidP="00A2540E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14:paraId="42259EB5" w14:textId="77777777" w:rsidR="00A2540E" w:rsidRPr="00A2540E" w:rsidRDefault="0013622C" w:rsidP="00A2540E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13622C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"Dostawa elementów do budowy dwóch modułowych pomostów pływających"</w:t>
            </w:r>
            <w:r w:rsidR="00A2540E" w:rsidRPr="00A2540E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.</w:t>
            </w:r>
          </w:p>
        </w:tc>
      </w:tr>
      <w:tr w:rsidR="0013622C" w:rsidRPr="00A2540E" w14:paraId="2ED0BF03" w14:textId="77777777" w:rsidTr="00204E9E">
        <w:tc>
          <w:tcPr>
            <w:tcW w:w="2269" w:type="dxa"/>
            <w:shd w:val="clear" w:color="auto" w:fill="auto"/>
          </w:tcPr>
          <w:p w14:paraId="7FFBEE4F" w14:textId="77777777" w:rsidR="0013622C" w:rsidRPr="00A2540E" w:rsidRDefault="0013622C" w:rsidP="00204E9E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  <w:shd w:val="clear" w:color="auto" w:fill="auto"/>
          </w:tcPr>
          <w:p w14:paraId="7EF241BC" w14:textId="77777777" w:rsidR="0013622C" w:rsidRPr="00A2540E" w:rsidRDefault="0013622C" w:rsidP="00204E9E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13622C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S.270.2.4.2024</w:t>
            </w:r>
          </w:p>
        </w:tc>
      </w:tr>
    </w:tbl>
    <w:p w14:paraId="193C975B" w14:textId="77777777" w:rsidR="008F2498" w:rsidRDefault="0013622C" w:rsidP="00A2540E">
      <w:pPr>
        <w:spacing w:before="240" w:after="120" w:line="360" w:lineRule="auto"/>
        <w:jc w:val="both"/>
        <w:rPr>
          <w:rFonts w:ascii="Arial" w:hAnsi="Arial" w:cs="Arial"/>
          <w:sz w:val="24"/>
          <w:szCs w:val="24"/>
        </w:rPr>
      </w:pPr>
      <w:r w:rsidRPr="00A2540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A2540E" w:rsidRPr="00A2540E">
        <w:rPr>
          <w:rFonts w:ascii="Arial" w:eastAsia="Times New Roman" w:hAnsi="Arial" w:cs="Arial"/>
          <w:sz w:val="24"/>
          <w:szCs w:val="24"/>
          <w:lang w:eastAsia="pl-PL"/>
        </w:rPr>
        <w:t xml:space="preserve">prowadzonego przez </w:t>
      </w:r>
      <w:r w:rsidRPr="0013622C">
        <w:rPr>
          <w:rFonts w:ascii="Arial" w:eastAsia="Times New Roman" w:hAnsi="Arial" w:cs="Arial"/>
          <w:b/>
          <w:sz w:val="24"/>
          <w:szCs w:val="24"/>
          <w:lang w:eastAsia="pl-PL"/>
        </w:rPr>
        <w:t>Nadleśnictwo Ełk</w:t>
      </w:r>
      <w:r w:rsidR="00A2540E" w:rsidRPr="00A2540E">
        <w:rPr>
          <w:rFonts w:ascii="Arial" w:eastAsia="Times New Roman" w:hAnsi="Arial" w:cs="Arial"/>
          <w:b/>
          <w:sz w:val="24"/>
          <w:szCs w:val="24"/>
          <w:lang w:eastAsia="pl-PL"/>
        </w:rPr>
        <w:t>,</w:t>
      </w:r>
      <w:r w:rsidR="00A2540E" w:rsidRPr="00A2540E">
        <w:rPr>
          <w:rFonts w:ascii="Arial" w:eastAsia="Times New Roman" w:hAnsi="Arial" w:cs="Arial"/>
          <w:sz w:val="24"/>
          <w:szCs w:val="24"/>
          <w:lang w:eastAsia="pl-PL"/>
        </w:rPr>
        <w:t xml:space="preserve"> oświadczam</w:t>
      </w:r>
      <w:r w:rsidR="00A2540E">
        <w:rPr>
          <w:rFonts w:ascii="Arial" w:eastAsia="Times New Roman" w:hAnsi="Arial" w:cs="Arial"/>
          <w:sz w:val="24"/>
          <w:szCs w:val="24"/>
          <w:lang w:eastAsia="pl-PL"/>
        </w:rPr>
        <w:t>(y)</w:t>
      </w:r>
      <w:r w:rsidR="00A2540E" w:rsidRPr="00A2540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</w:t>
      </w:r>
      <w:r w:rsidR="00A2540E">
        <w:rPr>
          <w:rFonts w:ascii="Arial" w:eastAsia="Times New Roman" w:hAnsi="Arial" w:cs="Arial"/>
          <w:bCs/>
          <w:sz w:val="24"/>
          <w:szCs w:val="24"/>
          <w:lang w:eastAsia="pl-PL"/>
        </w:rPr>
        <w:t>i</w:t>
      </w:r>
      <w:r w:rsidR="00A2540E" w:rsidRPr="00A2540E">
        <w:rPr>
          <w:rFonts w:ascii="Arial" w:eastAsia="Times New Roman" w:hAnsi="Arial" w:cs="Arial"/>
          <w:bCs/>
          <w:sz w:val="24"/>
          <w:szCs w:val="24"/>
          <w:lang w:eastAsia="pl-PL"/>
        </w:rPr>
        <w:t>ż</w:t>
      </w:r>
      <w:r w:rsidR="00A2540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A56A6F" w:rsidRPr="005657EB">
        <w:rPr>
          <w:rFonts w:ascii="Arial" w:hAnsi="Arial" w:cs="Arial"/>
          <w:sz w:val="24"/>
          <w:szCs w:val="24"/>
        </w:rPr>
        <w:t>w przedmiot</w:t>
      </w:r>
      <w:r w:rsidR="00E631B6" w:rsidRPr="005657EB">
        <w:rPr>
          <w:rFonts w:ascii="Arial" w:hAnsi="Arial" w:cs="Arial"/>
          <w:sz w:val="24"/>
          <w:szCs w:val="24"/>
        </w:rPr>
        <w:t xml:space="preserve">owym postępowaniu </w:t>
      </w:r>
      <w:r w:rsidR="005A0158" w:rsidRPr="005657EB">
        <w:rPr>
          <w:rFonts w:ascii="Arial" w:hAnsi="Arial" w:cs="Arial"/>
          <w:sz w:val="24"/>
          <w:szCs w:val="24"/>
        </w:rPr>
        <w:t>zamierzamy powierzyć Podwykonawcom wykonanie następujących</w:t>
      </w:r>
      <w:r w:rsidR="00A56A6F" w:rsidRPr="005657EB">
        <w:rPr>
          <w:rFonts w:ascii="Arial" w:hAnsi="Arial" w:cs="Arial"/>
          <w:sz w:val="24"/>
          <w:szCs w:val="24"/>
        </w:rPr>
        <w:t xml:space="preserve"> części zamówienia:</w:t>
      </w:r>
    </w:p>
    <w:tbl>
      <w:tblPr>
        <w:tblW w:w="9072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3260"/>
      </w:tblGrid>
      <w:tr w:rsidR="00A2540E" w:rsidRPr="00A2540E" w14:paraId="6C54C0F8" w14:textId="77777777" w:rsidTr="00A2540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4487398D" w14:textId="77777777" w:rsidR="00A2540E" w:rsidRPr="00A2540E" w:rsidRDefault="00A2540E" w:rsidP="00A2540E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12B7B89B" w14:textId="77777777" w:rsidR="00A2540E" w:rsidRPr="00A2540E" w:rsidRDefault="00A2540E" w:rsidP="00A2540E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Opis części zamówienia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2D31D8BE" w14:textId="77777777" w:rsidR="00A2540E" w:rsidRPr="00A2540E" w:rsidRDefault="00A2540E" w:rsidP="00A2540E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Podwykonawcy</w:t>
            </w:r>
          </w:p>
        </w:tc>
      </w:tr>
      <w:tr w:rsidR="00A2540E" w:rsidRPr="00A2540E" w14:paraId="22EA9F33" w14:textId="77777777" w:rsidTr="00137E6F">
        <w:trPr>
          <w:trHeight w:val="130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7BE308" w14:textId="77777777" w:rsidR="00A2540E" w:rsidRPr="00A2540E" w:rsidRDefault="00A2540E" w:rsidP="00A2540E">
            <w:pPr>
              <w:autoSpaceDE w:val="0"/>
              <w:autoSpaceDN w:val="0"/>
              <w:adjustRightInd w:val="0"/>
              <w:spacing w:before="40" w:after="4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C163FA" w14:textId="77777777" w:rsidR="00A2540E" w:rsidRPr="00A2540E" w:rsidRDefault="00A2540E" w:rsidP="00A2540E">
            <w:pPr>
              <w:autoSpaceDE w:val="0"/>
              <w:autoSpaceDN w:val="0"/>
              <w:adjustRightInd w:val="0"/>
              <w:spacing w:before="40" w:after="4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53EE5" w14:textId="77777777" w:rsidR="00A2540E" w:rsidRPr="00A2540E" w:rsidRDefault="00A2540E" w:rsidP="00A2540E">
            <w:pPr>
              <w:autoSpaceDE w:val="0"/>
              <w:autoSpaceDN w:val="0"/>
              <w:adjustRightInd w:val="0"/>
              <w:spacing w:before="40" w:after="4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2540E" w:rsidRPr="00A2540E" w14:paraId="4AA0D468" w14:textId="77777777" w:rsidTr="00137E6F">
        <w:trPr>
          <w:trHeight w:val="1551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EA305C" w14:textId="77777777" w:rsidR="00A2540E" w:rsidRPr="00A2540E" w:rsidRDefault="00A2540E" w:rsidP="00A2540E">
            <w:pPr>
              <w:autoSpaceDE w:val="0"/>
              <w:autoSpaceDN w:val="0"/>
              <w:adjustRightInd w:val="0"/>
              <w:spacing w:before="40" w:after="4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4E022E" w14:textId="77777777" w:rsidR="00A2540E" w:rsidRPr="00A2540E" w:rsidRDefault="00A2540E" w:rsidP="00A2540E">
            <w:pPr>
              <w:autoSpaceDE w:val="0"/>
              <w:autoSpaceDN w:val="0"/>
              <w:adjustRightInd w:val="0"/>
              <w:spacing w:before="40" w:after="4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B66080" w14:textId="77777777" w:rsidR="00A2540E" w:rsidRPr="00A2540E" w:rsidRDefault="00A2540E" w:rsidP="00A2540E">
            <w:pPr>
              <w:autoSpaceDE w:val="0"/>
              <w:autoSpaceDN w:val="0"/>
              <w:adjustRightInd w:val="0"/>
              <w:spacing w:before="40" w:after="4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170185AE" w14:textId="77777777" w:rsidR="008B745A" w:rsidRDefault="008B745A" w:rsidP="008B745A">
      <w:pPr>
        <w:autoSpaceDE w:val="0"/>
        <w:autoSpaceDN w:val="0"/>
        <w:adjustRightInd w:val="0"/>
        <w:spacing w:after="480" w:line="276" w:lineRule="auto"/>
        <w:jc w:val="both"/>
        <w:rPr>
          <w:rFonts w:ascii="Arial" w:hAnsi="Arial" w:cs="Arial"/>
          <w:color w:val="0070C0"/>
          <w:sz w:val="20"/>
          <w:szCs w:val="20"/>
        </w:rPr>
      </w:pP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8B745A" w:rsidRPr="008B745A" w14:paraId="1FFE84EB" w14:textId="77777777" w:rsidTr="009B1625">
        <w:tc>
          <w:tcPr>
            <w:tcW w:w="2660" w:type="dxa"/>
            <w:shd w:val="clear" w:color="auto" w:fill="auto"/>
          </w:tcPr>
          <w:p w14:paraId="30722D44" w14:textId="77777777" w:rsidR="008B745A" w:rsidRPr="008B745A" w:rsidRDefault="008B745A" w:rsidP="008B745A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273F675E" w14:textId="77777777" w:rsidR="008B745A" w:rsidRPr="008B745A" w:rsidRDefault="008B745A" w:rsidP="008B745A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14:paraId="466D3692" w14:textId="77777777" w:rsidR="008B745A" w:rsidRPr="008B745A" w:rsidRDefault="008B745A" w:rsidP="008B745A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[data]</w:t>
            </w:r>
          </w:p>
        </w:tc>
        <w:tc>
          <w:tcPr>
            <w:tcW w:w="6662" w:type="dxa"/>
            <w:shd w:val="clear" w:color="auto" w:fill="auto"/>
          </w:tcPr>
          <w:p w14:paraId="66D36C6F" w14:textId="77777777" w:rsidR="008B745A" w:rsidRPr="008B745A" w:rsidRDefault="008B745A" w:rsidP="008B745A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57F3BFA8" w14:textId="77777777" w:rsidR="008B745A" w:rsidRPr="008B745A" w:rsidRDefault="008B745A" w:rsidP="008B745A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.................................................................................................................................................</w:t>
            </w:r>
          </w:p>
          <w:p w14:paraId="3D0C67FF" w14:textId="77777777" w:rsidR="008B745A" w:rsidRPr="008B745A" w:rsidRDefault="008B745A" w:rsidP="008B745A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</w:t>
            </w:r>
            <w:r w:rsidR="0013622C"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kwalifikowany podpis elektroniczny lub podpis zaufany lub elektroniczny podpis osobisty </w:t>
            </w: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osoby / osób uprawnionych do reprezentacji Wykonawcy]</w:t>
            </w:r>
          </w:p>
        </w:tc>
      </w:tr>
    </w:tbl>
    <w:p w14:paraId="023DF8B4" w14:textId="77777777" w:rsidR="00025386" w:rsidRPr="005657EB" w:rsidRDefault="00025386" w:rsidP="008B745A">
      <w:pPr>
        <w:spacing w:after="0"/>
        <w:rPr>
          <w:rFonts w:ascii="Arial" w:hAnsi="Arial" w:cs="Arial"/>
          <w:sz w:val="18"/>
          <w:szCs w:val="18"/>
        </w:rPr>
      </w:pPr>
    </w:p>
    <w:sectPr w:rsidR="00025386" w:rsidRPr="005657EB" w:rsidSect="00A2540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93" w:right="1417" w:bottom="1417" w:left="1417" w:header="708" w:footer="2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26560E" w14:textId="77777777" w:rsidR="00EA3879" w:rsidRDefault="00EA3879" w:rsidP="00025386">
      <w:pPr>
        <w:spacing w:after="0" w:line="240" w:lineRule="auto"/>
      </w:pPr>
      <w:r>
        <w:separator/>
      </w:r>
    </w:p>
  </w:endnote>
  <w:endnote w:type="continuationSeparator" w:id="0">
    <w:p w14:paraId="1FF755C0" w14:textId="77777777" w:rsidR="00EA3879" w:rsidRDefault="00EA3879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949CB1" w14:textId="77777777" w:rsidR="00137E6F" w:rsidRDefault="00137E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44CEC2" w14:textId="77777777" w:rsidR="00025386" w:rsidRDefault="00137E6F" w:rsidP="00025386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2365CA4C" wp14:editId="130E8022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0" b="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06267B0"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14:paraId="1CBCBC06" w14:textId="77777777" w:rsidR="00025386" w:rsidRDefault="00137E6F" w:rsidP="00025386">
    <w:pPr>
      <w:pStyle w:val="Stopka"/>
      <w:ind w:right="360"/>
    </w:pPr>
    <w:r>
      <w:rPr>
        <w:rFonts w:ascii="Arial" w:hAnsi="Arial"/>
        <w:sz w:val="18"/>
        <w:szCs w:val="18"/>
      </w:rPr>
      <w:t xml:space="preserve">Nadleśnictwo </w:t>
    </w:r>
    <w:r>
      <w:rPr>
        <w:rFonts w:ascii="Arial" w:hAnsi="Arial"/>
        <w:sz w:val="18"/>
        <w:szCs w:val="18"/>
      </w:rPr>
      <w:t>Ełk</w:t>
    </w:r>
    <w:bookmarkStart w:id="0" w:name="_GoBack"/>
    <w:bookmarkEnd w:id="0"/>
    <w:r w:rsidR="00025386">
      <w:rPr>
        <w:rFonts w:ascii="Arial" w:hAnsi="Arial"/>
        <w:sz w:val="18"/>
        <w:szCs w:val="18"/>
      </w:rPr>
      <w:tab/>
    </w:r>
    <w:r w:rsidR="00025386">
      <w:rPr>
        <w:rFonts w:ascii="Arial" w:hAnsi="Arial"/>
        <w:sz w:val="18"/>
        <w:szCs w:val="18"/>
      </w:rPr>
      <w:tab/>
    </w:r>
    <w:r w:rsidR="00025386">
      <w:rPr>
        <w:rStyle w:val="Numerstrony"/>
        <w:rFonts w:ascii="Arial" w:hAnsi="Arial"/>
        <w:sz w:val="18"/>
        <w:szCs w:val="18"/>
      </w:rPr>
      <w:t xml:space="preserve">Strona: </w:t>
    </w:r>
    <w:r w:rsidR="00025386">
      <w:rPr>
        <w:rStyle w:val="Numerstrony"/>
        <w:rFonts w:ascii="Arial" w:hAnsi="Arial"/>
        <w:sz w:val="18"/>
        <w:szCs w:val="18"/>
      </w:rPr>
      <w:fldChar w:fldCharType="begin"/>
    </w:r>
    <w:r w:rsidR="00025386">
      <w:rPr>
        <w:rStyle w:val="Numerstrony"/>
        <w:rFonts w:ascii="Arial" w:hAnsi="Arial"/>
        <w:sz w:val="18"/>
        <w:szCs w:val="18"/>
      </w:rPr>
      <w:instrText xml:space="preserve"> PAGE </w:instrText>
    </w:r>
    <w:r w:rsidR="00025386">
      <w:rPr>
        <w:rStyle w:val="Numerstrony"/>
        <w:rFonts w:ascii="Arial" w:hAnsi="Arial"/>
        <w:sz w:val="18"/>
        <w:szCs w:val="18"/>
      </w:rPr>
      <w:fldChar w:fldCharType="separate"/>
    </w:r>
    <w:r w:rsidR="008E405A">
      <w:rPr>
        <w:rStyle w:val="Numerstrony"/>
        <w:rFonts w:ascii="Arial" w:hAnsi="Arial"/>
        <w:noProof/>
        <w:sz w:val="18"/>
        <w:szCs w:val="18"/>
      </w:rPr>
      <w:t>1</w:t>
    </w:r>
    <w:r w:rsidR="00025386">
      <w:rPr>
        <w:rStyle w:val="Numerstrony"/>
        <w:rFonts w:ascii="Arial" w:hAnsi="Arial"/>
        <w:sz w:val="18"/>
        <w:szCs w:val="18"/>
      </w:rPr>
      <w:fldChar w:fldCharType="end"/>
    </w:r>
    <w:r w:rsidR="00025386">
      <w:rPr>
        <w:rStyle w:val="Numerstrony"/>
        <w:rFonts w:ascii="Arial" w:hAnsi="Arial"/>
        <w:sz w:val="18"/>
        <w:szCs w:val="18"/>
      </w:rPr>
      <w:t>/</w:t>
    </w:r>
    <w:r w:rsidR="00025386">
      <w:rPr>
        <w:rStyle w:val="Numerstrony"/>
        <w:rFonts w:ascii="Arial" w:hAnsi="Arial"/>
        <w:sz w:val="18"/>
        <w:szCs w:val="18"/>
      </w:rPr>
      <w:fldChar w:fldCharType="begin"/>
    </w:r>
    <w:r w:rsidR="00025386">
      <w:rPr>
        <w:rStyle w:val="Numerstrony"/>
        <w:rFonts w:ascii="Arial" w:hAnsi="Arial"/>
        <w:sz w:val="18"/>
        <w:szCs w:val="18"/>
      </w:rPr>
      <w:instrText xml:space="preserve"> NUMPAGES </w:instrText>
    </w:r>
    <w:r w:rsidR="00025386">
      <w:rPr>
        <w:rStyle w:val="Numerstrony"/>
        <w:rFonts w:ascii="Arial" w:hAnsi="Arial"/>
        <w:sz w:val="18"/>
        <w:szCs w:val="18"/>
      </w:rPr>
      <w:fldChar w:fldCharType="separate"/>
    </w:r>
    <w:r w:rsidR="008E405A">
      <w:rPr>
        <w:rStyle w:val="Numerstrony"/>
        <w:rFonts w:ascii="Arial" w:hAnsi="Arial"/>
        <w:noProof/>
        <w:sz w:val="18"/>
        <w:szCs w:val="18"/>
      </w:rPr>
      <w:t>1</w:t>
    </w:r>
    <w:r w:rsidR="00025386">
      <w:rPr>
        <w:rStyle w:val="Numerstrony"/>
        <w:rFonts w:ascii="Arial" w:hAnsi="Arial"/>
        <w:sz w:val="18"/>
        <w:szCs w:val="18"/>
      </w:rPr>
      <w:fldChar w:fldCharType="end"/>
    </w:r>
  </w:p>
  <w:p w14:paraId="0F85F9F7" w14:textId="77777777"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4F61D9" w14:textId="77777777" w:rsidR="00137E6F" w:rsidRDefault="00137E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BA6E88" w14:textId="77777777" w:rsidR="00EA3879" w:rsidRDefault="00EA3879" w:rsidP="00025386">
      <w:pPr>
        <w:spacing w:after="0" w:line="240" w:lineRule="auto"/>
      </w:pPr>
      <w:r>
        <w:separator/>
      </w:r>
    </w:p>
  </w:footnote>
  <w:footnote w:type="continuationSeparator" w:id="0">
    <w:p w14:paraId="6B554375" w14:textId="77777777" w:rsidR="00EA3879" w:rsidRDefault="00EA3879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E8FCE0" w14:textId="77777777" w:rsidR="00137E6F" w:rsidRDefault="00137E6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6C6612" w14:textId="77777777" w:rsidR="0013622C" w:rsidRDefault="00137E6F">
    <w:pPr>
      <w:pStyle w:val="Nagwek"/>
    </w:pPr>
    <w:r>
      <w:rPr>
        <w:rFonts w:ascii="Arial" w:eastAsia="Times New Roman" w:hAnsi="Arial" w:cs="Arial"/>
        <w:bCs/>
        <w:sz w:val="24"/>
        <w:szCs w:val="24"/>
        <w:lang w:eastAsia="pl-PL"/>
      </w:rPr>
      <w:t xml:space="preserve">Znak sprawy: </w:t>
    </w:r>
    <w:r w:rsidRPr="0013622C">
      <w:rPr>
        <w:rFonts w:ascii="Arial" w:eastAsia="Times New Roman" w:hAnsi="Arial" w:cs="Arial"/>
        <w:bCs/>
        <w:sz w:val="24"/>
        <w:szCs w:val="24"/>
        <w:lang w:eastAsia="pl-PL"/>
      </w:rPr>
      <w:t>S.270.2.4.2024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64FE26" w14:textId="77777777" w:rsidR="00137E6F" w:rsidRDefault="00137E6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879"/>
    <w:rsid w:val="00025386"/>
    <w:rsid w:val="00101B40"/>
    <w:rsid w:val="0013622C"/>
    <w:rsid w:val="00137E6F"/>
    <w:rsid w:val="001C2314"/>
    <w:rsid w:val="0036631E"/>
    <w:rsid w:val="003C30EF"/>
    <w:rsid w:val="005428E4"/>
    <w:rsid w:val="005624D8"/>
    <w:rsid w:val="005657EB"/>
    <w:rsid w:val="0057252E"/>
    <w:rsid w:val="005A0158"/>
    <w:rsid w:val="0069796D"/>
    <w:rsid w:val="00825188"/>
    <w:rsid w:val="008B745A"/>
    <w:rsid w:val="008E405A"/>
    <w:rsid w:val="008F2498"/>
    <w:rsid w:val="009B1625"/>
    <w:rsid w:val="00A2540E"/>
    <w:rsid w:val="00A56A6F"/>
    <w:rsid w:val="00D55FC4"/>
    <w:rsid w:val="00E631B6"/>
    <w:rsid w:val="00EA3879"/>
    <w:rsid w:val="00F16E93"/>
    <w:rsid w:val="00F96483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3EDBBEDF"/>
  <w15:chartTrackingRefBased/>
  <w15:docId w15:val="{1452B4E6-93E4-4C3D-9595-441BD230F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ldemar.piela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180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Waldemar Piela</dc:creator>
  <cp:keywords/>
  <dc:description/>
  <cp:lastModifiedBy>Waldemar Piela</cp:lastModifiedBy>
  <cp:revision>3</cp:revision>
  <cp:lastPrinted>2024-05-15T15:12:00Z</cp:lastPrinted>
  <dcterms:created xsi:type="dcterms:W3CDTF">2024-05-15T15:12:00Z</dcterms:created>
  <dcterms:modified xsi:type="dcterms:W3CDTF">2024-05-15T15:12:00Z</dcterms:modified>
</cp:coreProperties>
</file>