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A172" w14:textId="05D65366" w:rsidR="007E331F" w:rsidRDefault="007E331F" w:rsidP="005F11E0">
      <w:pPr>
        <w:pStyle w:val="Nagwek4"/>
        <w:spacing w:before="0" w:after="360"/>
        <w:jc w:val="right"/>
        <w:rPr>
          <w:rFonts w:ascii="Times New Roman" w:hAnsi="Times New Roman"/>
          <w:b w:val="0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5DBD544" w14:textId="77777777" w:rsidR="004465C3" w:rsidRDefault="004465C3" w:rsidP="004465C3"/>
    <w:p w14:paraId="2605C294" w14:textId="77777777" w:rsidR="004465C3" w:rsidRPr="004465C3" w:rsidRDefault="004465C3" w:rsidP="004465C3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5844F6">
        <w:tc>
          <w:tcPr>
            <w:tcW w:w="9104" w:type="dxa"/>
            <w:shd w:val="clear" w:color="auto" w:fill="F2F2F2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0025E5D3" w14:textId="77777777" w:rsidR="004465C3" w:rsidRPr="004465C3" w:rsidRDefault="004465C3" w:rsidP="004465C3"/>
    <w:p w14:paraId="486C26AE" w14:textId="6D8B9218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bez negocjacji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art.</w:t>
      </w:r>
      <w:r w:rsidR="001341FF" w:rsidRPr="001341FF">
        <w:rPr>
          <w:sz w:val="22"/>
          <w:szCs w:val="22"/>
        </w:rPr>
        <w:t xml:space="preserve">. 275 pkt </w:t>
      </w:r>
      <w:r w:rsidR="00CA51D3">
        <w:rPr>
          <w:sz w:val="22"/>
          <w:szCs w:val="22"/>
        </w:rPr>
        <w:t>2</w:t>
      </w:r>
      <w:r w:rsidR="001341FF" w:rsidRPr="001341FF">
        <w:rPr>
          <w:sz w:val="22"/>
          <w:szCs w:val="22"/>
        </w:rPr>
        <w:t xml:space="preserve"> ustawy </w:t>
      </w:r>
      <w:proofErr w:type="spellStart"/>
      <w:r w:rsidR="001341FF" w:rsidRPr="001341FF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284C771F" w14:textId="77777777" w:rsidR="004465C3" w:rsidRDefault="004465C3" w:rsidP="00C74CE1">
      <w:pPr>
        <w:spacing w:after="240" w:line="276" w:lineRule="auto"/>
        <w:jc w:val="center"/>
        <w:rPr>
          <w:sz w:val="22"/>
          <w:szCs w:val="22"/>
        </w:rPr>
      </w:pPr>
    </w:p>
    <w:p w14:paraId="7814AEAF" w14:textId="5345654F" w:rsidR="002E612D" w:rsidRPr="00C74CE1" w:rsidRDefault="00CA51D3" w:rsidP="00C74CE1">
      <w:pPr>
        <w:spacing w:after="240" w:line="276" w:lineRule="auto"/>
        <w:jc w:val="center"/>
        <w:rPr>
          <w:b/>
          <w:i/>
          <w:iCs/>
        </w:rPr>
      </w:pPr>
      <w:r>
        <w:rPr>
          <w:sz w:val="22"/>
          <w:szCs w:val="22"/>
        </w:rPr>
        <w:t>„</w:t>
      </w:r>
      <w:r w:rsidR="004465C3">
        <w:rPr>
          <w:b/>
          <w:i/>
          <w:iCs/>
        </w:rPr>
        <w:t>Wykonanie wymiany k</w:t>
      </w:r>
      <w:r w:rsidR="004465C3" w:rsidRPr="004465C3">
        <w:rPr>
          <w:b/>
          <w:i/>
          <w:iCs/>
        </w:rPr>
        <w:t>otłów centralnego ogrzewania w leśniczówkach leśnictw Nowa Kiszewa, Karsin oraz w leśniczówce szkółki leśnej w Bąku</w:t>
      </w:r>
      <w:r w:rsidR="00AA39D6" w:rsidRPr="00525EFF">
        <w:rPr>
          <w:sz w:val="22"/>
          <w:szCs w:val="22"/>
        </w:rPr>
        <w:t>”</w:t>
      </w:r>
    </w:p>
    <w:p w14:paraId="64FD24BC" w14:textId="77777777" w:rsidR="004465C3" w:rsidRDefault="004465C3" w:rsidP="009F73CF">
      <w:pPr>
        <w:spacing w:after="240" w:line="276" w:lineRule="auto"/>
        <w:jc w:val="center"/>
        <w:rPr>
          <w:b/>
          <w:bCs/>
          <w:sz w:val="22"/>
          <w:szCs w:val="22"/>
        </w:rPr>
      </w:pPr>
    </w:p>
    <w:p w14:paraId="4A3456B4" w14:textId="18829790" w:rsidR="00F23C15" w:rsidRPr="00F23C15" w:rsidRDefault="00F23C15" w:rsidP="009F73CF">
      <w:pPr>
        <w:spacing w:after="240" w:line="276" w:lineRule="auto"/>
        <w:jc w:val="center"/>
        <w:rPr>
          <w:b/>
          <w:bCs/>
          <w:i/>
          <w:iCs/>
        </w:rPr>
      </w:pPr>
      <w:r w:rsidRPr="00F23C15">
        <w:rPr>
          <w:b/>
          <w:bCs/>
          <w:sz w:val="22"/>
          <w:szCs w:val="22"/>
        </w:rPr>
        <w:t>Część zamówienia nr …………..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1D20C0A3" w14:textId="77777777" w:rsidR="004465C3" w:rsidRDefault="004465C3" w:rsidP="00AE2ACB">
      <w:pPr>
        <w:spacing w:before="120" w:after="120" w:line="276" w:lineRule="auto"/>
        <w:jc w:val="both"/>
        <w:rPr>
          <w:sz w:val="22"/>
          <w:szCs w:val="22"/>
        </w:rPr>
      </w:pPr>
    </w:p>
    <w:p w14:paraId="08413946" w14:textId="5E772DB1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692DB35" w14:textId="77777777" w:rsidR="004465C3" w:rsidRDefault="004465C3" w:rsidP="00AE2ACB">
      <w:pPr>
        <w:spacing w:after="100"/>
        <w:rPr>
          <w:b/>
          <w:sz w:val="22"/>
          <w:szCs w:val="22"/>
        </w:rPr>
      </w:pPr>
    </w:p>
    <w:p w14:paraId="493ED951" w14:textId="0C8ADED2" w:rsidR="00AE2ACB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p w14:paraId="3FDD11FD" w14:textId="77777777" w:rsidR="004465C3" w:rsidRPr="007677F8" w:rsidRDefault="004465C3" w:rsidP="00AE2ACB">
      <w:pPr>
        <w:spacing w:after="100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0E416C36" w14:textId="77777777" w:rsidR="004465C3" w:rsidRPr="004465C3" w:rsidRDefault="004465C3" w:rsidP="004465C3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57C50631" w14:textId="1F07EDFB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p w14:paraId="19A357DA" w14:textId="77777777" w:rsidR="004465C3" w:rsidRDefault="004465C3" w:rsidP="004465C3">
      <w:pPr>
        <w:spacing w:after="120" w:line="276" w:lineRule="auto"/>
        <w:jc w:val="both"/>
        <w:rPr>
          <w:sz w:val="22"/>
        </w:rPr>
      </w:pPr>
    </w:p>
    <w:p w14:paraId="23142C84" w14:textId="77777777" w:rsidR="004465C3" w:rsidRDefault="004465C3" w:rsidP="004465C3">
      <w:pPr>
        <w:spacing w:after="120" w:line="276" w:lineRule="auto"/>
        <w:jc w:val="both"/>
        <w:rPr>
          <w:sz w:val="22"/>
        </w:rPr>
      </w:pPr>
    </w:p>
    <w:p w14:paraId="0E78465D" w14:textId="77777777" w:rsidR="004465C3" w:rsidRPr="004465C3" w:rsidRDefault="004465C3" w:rsidP="004465C3">
      <w:pPr>
        <w:spacing w:after="120" w:line="276" w:lineRule="auto"/>
        <w:jc w:val="both"/>
        <w:rPr>
          <w:sz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0B0C4E" w:rsidRPr="007F3E87" w14:paraId="354D0D06" w14:textId="77777777" w:rsidTr="008A0F5F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0CC90CF3" w14:textId="459588FF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0B0C4E">
              <w:rPr>
                <w:b/>
                <w:sz w:val="22"/>
                <w:szCs w:val="22"/>
              </w:rPr>
              <w:lastRenderedPageBreak/>
              <w:t>Część zamówienia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8028FA3" w14:textId="0ABEEA78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B0C4E" w:rsidRPr="007F3E87" w14:paraId="7FDDDFDD" w14:textId="77777777" w:rsidTr="008A0F5F">
        <w:tc>
          <w:tcPr>
            <w:tcW w:w="1559" w:type="dxa"/>
            <w:shd w:val="clear" w:color="auto" w:fill="auto"/>
            <w:vAlign w:val="center"/>
          </w:tcPr>
          <w:p w14:paraId="67F96A7B" w14:textId="797B2C5E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34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7229" w:type="dxa"/>
            <w:shd w:val="clear" w:color="auto" w:fill="auto"/>
          </w:tcPr>
          <w:p w14:paraId="3895D328" w14:textId="2059D35A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>Wykonanie wymiany kotł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a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 xml:space="preserve"> centralnego ogrzewania w leśniczów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ce Leśnictwa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 xml:space="preserve"> Nowa Kiszewa</w:t>
            </w:r>
          </w:p>
          <w:p w14:paraId="66D285BD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35618631" w14:textId="35FEF413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965DA2B" w14:textId="11A2EF8D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 w:rsidR="008859F4">
              <w:rPr>
                <w:sz w:val="22"/>
                <w:szCs w:val="22"/>
              </w:rPr>
              <w:t>8</w:t>
            </w:r>
            <w:r w:rsidRPr="007F3E87">
              <w:rPr>
                <w:sz w:val="22"/>
                <w:szCs w:val="22"/>
              </w:rPr>
              <w:t>%,</w:t>
            </w:r>
          </w:p>
          <w:p w14:paraId="536F91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A3506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71345641" w14:textId="08432AFF" w:rsidR="000B0C4E" w:rsidRPr="00273297" w:rsidRDefault="000B0C4E" w:rsidP="000B0C4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7D2272F0" w14:textId="77777777" w:rsidTr="008A0F5F">
        <w:tc>
          <w:tcPr>
            <w:tcW w:w="1559" w:type="dxa"/>
            <w:shd w:val="clear" w:color="auto" w:fill="auto"/>
            <w:vAlign w:val="center"/>
          </w:tcPr>
          <w:p w14:paraId="7DE222FC" w14:textId="1BCBF673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*</w:t>
            </w:r>
          </w:p>
        </w:tc>
        <w:tc>
          <w:tcPr>
            <w:tcW w:w="7229" w:type="dxa"/>
            <w:shd w:val="clear" w:color="auto" w:fill="auto"/>
          </w:tcPr>
          <w:p w14:paraId="58A18DDD" w14:textId="0DE8F4FF" w:rsidR="004465C3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>Wykonanie wymiany kotł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a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 xml:space="preserve"> centralnego ogrzewania w leśniczów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ce Leśnictwa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Karsin</w:t>
            </w:r>
            <w:r w:rsidR="004465C3" w:rsidRPr="007F3E87">
              <w:rPr>
                <w:sz w:val="22"/>
                <w:szCs w:val="22"/>
              </w:rPr>
              <w:t xml:space="preserve"> </w:t>
            </w:r>
          </w:p>
          <w:p w14:paraId="3ACB741F" w14:textId="3069745B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A32971D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1DC02CE" w14:textId="3EC5A09A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 w:rsidR="008859F4">
              <w:rPr>
                <w:sz w:val="22"/>
                <w:szCs w:val="22"/>
              </w:rPr>
              <w:t>8</w:t>
            </w:r>
            <w:r w:rsidRPr="007F3E87">
              <w:rPr>
                <w:sz w:val="22"/>
                <w:szCs w:val="22"/>
              </w:rPr>
              <w:t>%,</w:t>
            </w:r>
          </w:p>
          <w:p w14:paraId="20649FC9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529ABD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5A5EAD12" w14:textId="2F0731C2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00AB8F8D" w14:textId="77777777" w:rsidTr="008A0F5F">
        <w:tc>
          <w:tcPr>
            <w:tcW w:w="1559" w:type="dxa"/>
            <w:shd w:val="clear" w:color="auto" w:fill="auto"/>
            <w:vAlign w:val="center"/>
          </w:tcPr>
          <w:p w14:paraId="34AA7F61" w14:textId="58B9A235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*</w:t>
            </w:r>
          </w:p>
        </w:tc>
        <w:tc>
          <w:tcPr>
            <w:tcW w:w="7229" w:type="dxa"/>
            <w:shd w:val="clear" w:color="auto" w:fill="auto"/>
          </w:tcPr>
          <w:p w14:paraId="684526AD" w14:textId="3EF0929B" w:rsidR="004465C3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>Wykonanie wymiany kotł</w:t>
            </w:r>
            <w:r w:rsidR="004465C3">
              <w:rPr>
                <w:b/>
                <w:bCs/>
                <w:sz w:val="22"/>
                <w:szCs w:val="22"/>
                <w:u w:val="single"/>
              </w:rPr>
              <w:t>a</w:t>
            </w:r>
            <w:r w:rsidR="004465C3" w:rsidRPr="004465C3">
              <w:rPr>
                <w:b/>
                <w:bCs/>
                <w:sz w:val="22"/>
                <w:szCs w:val="22"/>
                <w:u w:val="single"/>
              </w:rPr>
              <w:t xml:space="preserve"> centralnego ogrzewania w leśniczówce szkółki leśnej w Bąku</w:t>
            </w:r>
          </w:p>
          <w:p w14:paraId="7A204D45" w14:textId="766A54D3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44415836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19E1EB1B" w14:textId="4B5D1F78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 w:rsidR="008859F4">
              <w:rPr>
                <w:sz w:val="22"/>
                <w:szCs w:val="22"/>
              </w:rPr>
              <w:t>8</w:t>
            </w:r>
            <w:r w:rsidRPr="007F3E87">
              <w:rPr>
                <w:sz w:val="22"/>
                <w:szCs w:val="22"/>
              </w:rPr>
              <w:t>%,</w:t>
            </w:r>
          </w:p>
          <w:p w14:paraId="0B053C56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62E85454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0BE58EFF" w14:textId="05F8175A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</w:tbl>
    <w:p w14:paraId="2B529EA9" w14:textId="77777777" w:rsidR="000B0C4E" w:rsidRPr="000B0C4E" w:rsidRDefault="000B0C4E" w:rsidP="000B0C4E">
      <w:pPr>
        <w:spacing w:after="120" w:line="276" w:lineRule="auto"/>
        <w:jc w:val="both"/>
        <w:rPr>
          <w:sz w:val="22"/>
        </w:rPr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4D12867B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466A900C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02BAEC0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5C0EAADE" w14:textId="77777777" w:rsidR="004465C3" w:rsidRDefault="004465C3" w:rsidP="004465C3">
      <w:pPr>
        <w:spacing w:after="120"/>
        <w:contextualSpacing/>
        <w:jc w:val="both"/>
        <w:rPr>
          <w:sz w:val="22"/>
        </w:rPr>
      </w:pP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lastRenderedPageBreak/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P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C56D957" w14:textId="33AE236B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3A9180AF" w:rsidR="00D77A64" w:rsidRDefault="00AA0765" w:rsidP="00D77A64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1 </w:t>
      </w:r>
      <w:r w:rsidR="00511A81" w:rsidRPr="00CF65D4">
        <w:rPr>
          <w:b/>
        </w:rPr>
        <w:t>…</w:t>
      </w:r>
      <w:r w:rsidR="00D77A64">
        <w:rPr>
          <w:b/>
        </w:rPr>
        <w:t>…….</w:t>
      </w:r>
      <w:r w:rsidR="00511A81" w:rsidRPr="00CF65D4">
        <w:rPr>
          <w:b/>
        </w:rPr>
        <w:t>…. miesięcy</w:t>
      </w:r>
      <w:r>
        <w:t>,</w:t>
      </w:r>
      <w:r w:rsidR="001E7175">
        <w:t>*</w:t>
      </w:r>
    </w:p>
    <w:p w14:paraId="10EED51C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5CD5D92B" w14:textId="2D8D734B" w:rsidR="00AA0765" w:rsidRDefault="00AA0765" w:rsidP="00AA076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2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</w:p>
    <w:p w14:paraId="7E77242B" w14:textId="77777777" w:rsidR="00AA0765" w:rsidRDefault="00AA0765" w:rsidP="00AA0765">
      <w:pPr>
        <w:pStyle w:val="Akapitzlist"/>
        <w:spacing w:before="120" w:line="276" w:lineRule="auto"/>
        <w:ind w:left="644"/>
        <w:jc w:val="both"/>
      </w:pPr>
    </w:p>
    <w:p w14:paraId="12F91B98" w14:textId="01F4E8EA" w:rsidR="00AA0765" w:rsidRDefault="00AA0765" w:rsidP="00AA076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3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</w:p>
    <w:p w14:paraId="7083A86F" w14:textId="77777777" w:rsidR="00AA0765" w:rsidRDefault="00AA0765" w:rsidP="00AA0765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C74CE1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Okres gwarancji jakości i rękojmi za wady jest kryterium </w:t>
            </w:r>
            <w:proofErr w:type="spellStart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pozacenowym</w:t>
            </w:r>
            <w:proofErr w:type="spellEnd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329F08FA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707F08">
              <w:rPr>
                <w:b/>
                <w:bCs/>
                <w:sz w:val="20"/>
                <w:szCs w:val="20"/>
              </w:rPr>
              <w:t xml:space="preserve">Okres gwarancji jakości i rękojmi za wady nie może być krótszy niż 24 miesiące i nie może być dłuższy niż 60 miesięcy. </w:t>
            </w:r>
          </w:p>
          <w:p w14:paraId="1A283238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 xml:space="preserve">W przypadku zaoferowania minimalnego  okresu gwarancji jakości i rękojmi za wady tj. 24 miesiące, Wykonawca otrzyma 0,00 punktów. </w:t>
            </w:r>
          </w:p>
          <w:p w14:paraId="131B4831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nie poda okresu gwarancji jakości i rękojmi za wady lub zaoferuje krótszy niż 24 miesiące, oferta nie uzyska punktów w przedmiotowym kryterium i zostanie przyjęty okres gwarancji jakości i rękojmi za wady wynoszący 24 miesiące.</w:t>
            </w:r>
          </w:p>
          <w:p w14:paraId="18AD3BF9" w14:textId="77777777" w:rsidR="00C74CE1" w:rsidRPr="00707F08" w:rsidRDefault="00C74CE1" w:rsidP="00C74CE1">
            <w:pPr>
              <w:spacing w:before="60" w:after="120" w:line="276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707F08">
              <w:rPr>
                <w:b/>
                <w:bCs/>
                <w:iCs/>
                <w:sz w:val="20"/>
                <w:szCs w:val="20"/>
              </w:rPr>
              <w:t>W przypadku, gdy Wykonawca zaoferuje okres gwarancji jakości i rękojmi za wady dłuższy niż wyznaczony maksymalny okres wynoszący 60 miesięcy, w tym przypadku Zamawiający przyjmie do obliczeń punktacji wartość 60 miesięcy.</w:t>
            </w:r>
          </w:p>
          <w:p w14:paraId="0832F11F" w14:textId="48E26D76" w:rsidR="00511A81" w:rsidRPr="00511A81" w:rsidRDefault="00C74CE1" w:rsidP="00C74CE1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707F08">
              <w:rPr>
                <w:b/>
                <w:bCs/>
                <w:sz w:val="20"/>
                <w:szCs w:val="20"/>
              </w:rPr>
              <w:t>Wykonawcy oferują okres</w:t>
            </w:r>
            <w:r w:rsidRPr="00707F08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707F08">
              <w:rPr>
                <w:b/>
                <w:bCs/>
                <w:sz w:val="20"/>
                <w:szCs w:val="20"/>
              </w:rPr>
              <w:t>w pełnych miesiącach</w:t>
            </w:r>
            <w:r w:rsidRPr="00511A81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B0B5751" w14:textId="135B4BE8" w:rsidR="004015D3" w:rsidRDefault="004015D3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</w:p>
    <w:p w14:paraId="6DECE895" w14:textId="77777777" w:rsidR="004015D3" w:rsidRDefault="004015D3" w:rsidP="004015D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553F8652" w:rsidR="004015D3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1 </w:t>
      </w:r>
      <w:r w:rsidR="004465C3">
        <w:rPr>
          <w:b/>
        </w:rPr>
        <w:t>– do 31 grudnia 2023 roku</w:t>
      </w:r>
      <w:r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16D436FF" w14:textId="664E8CD5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6E7DAA0F" w14:textId="7EB10EDD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</w:t>
      </w:r>
      <w:r w:rsidR="004465C3" w:rsidRPr="004465C3">
        <w:rPr>
          <w:b/>
        </w:rPr>
        <w:t xml:space="preserve">Część zamówienia nr </w:t>
      </w:r>
      <w:r w:rsidR="004465C3">
        <w:rPr>
          <w:b/>
        </w:rPr>
        <w:t>2</w:t>
      </w:r>
      <w:r w:rsidR="004465C3" w:rsidRPr="004465C3">
        <w:rPr>
          <w:b/>
        </w:rPr>
        <w:t xml:space="preserve"> – do 31 grudnia 2023 roku</w:t>
      </w:r>
      <w:r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71E5BAF5" w14:textId="15422CD0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34B16C19" w14:textId="6D1CC911" w:rsidR="00742093" w:rsidRPr="004465C3" w:rsidRDefault="00AA0765" w:rsidP="004465C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</w:t>
      </w:r>
      <w:r w:rsidR="004465C3" w:rsidRPr="004465C3">
        <w:rPr>
          <w:b/>
        </w:rPr>
        <w:t xml:space="preserve">Część zamówienia nr </w:t>
      </w:r>
      <w:r w:rsidR="004465C3">
        <w:rPr>
          <w:b/>
        </w:rPr>
        <w:t>3</w:t>
      </w:r>
      <w:r w:rsidR="004465C3" w:rsidRPr="004465C3">
        <w:rPr>
          <w:b/>
        </w:rPr>
        <w:t xml:space="preserve"> – do 31 grudnia 2023 roku</w:t>
      </w:r>
      <w:r>
        <w:rPr>
          <w:b/>
          <w:bCs/>
          <w:sz w:val="22"/>
        </w:rPr>
        <w:t>,</w:t>
      </w:r>
      <w:r w:rsidR="001E7175">
        <w:rPr>
          <w:b/>
          <w:bCs/>
          <w:sz w:val="22"/>
        </w:rPr>
        <w:t>*</w:t>
      </w:r>
    </w:p>
    <w:p w14:paraId="5647399D" w14:textId="77777777" w:rsidR="00742093" w:rsidRP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lastRenderedPageBreak/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p w14:paraId="1DB993C1" w14:textId="77777777" w:rsidR="004465C3" w:rsidRDefault="004465C3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P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6D5A9627" w14:textId="4D0CBB7C" w:rsid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0824A3F6" w14:textId="77777777" w:rsidR="00A36263" w:rsidRP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F7328" w14:textId="77777777" w:rsidR="00D945FD" w:rsidRDefault="00D945FD" w:rsidP="00FF57EE">
      <w:r>
        <w:separator/>
      </w:r>
    </w:p>
  </w:endnote>
  <w:endnote w:type="continuationSeparator" w:id="0">
    <w:p w14:paraId="295EAAE8" w14:textId="77777777" w:rsidR="00D945FD" w:rsidRDefault="00D945FD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D1B83" w14:textId="77777777" w:rsidR="00D945FD" w:rsidRDefault="00D945FD" w:rsidP="00FF57EE">
      <w:r>
        <w:separator/>
      </w:r>
    </w:p>
  </w:footnote>
  <w:footnote w:type="continuationSeparator" w:id="0">
    <w:p w14:paraId="246FE1DF" w14:textId="77777777" w:rsidR="00D945FD" w:rsidRDefault="00D945FD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4703" w14:textId="4CBAF9F9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4465C3">
      <w:rPr>
        <w:b/>
        <w:bCs/>
        <w:sz w:val="20"/>
        <w:szCs w:val="20"/>
      </w:rPr>
      <w:t>5</w:t>
    </w:r>
    <w:r w:rsidR="001341FF" w:rsidRPr="005F11E0">
      <w:rPr>
        <w:b/>
        <w:bCs/>
        <w:sz w:val="20"/>
        <w:szCs w:val="20"/>
      </w:rPr>
      <w:t>.202</w:t>
    </w:r>
    <w:r w:rsidR="00C74CE1">
      <w:rPr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25FEC400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0C4E"/>
    <w:rsid w:val="000C4F86"/>
    <w:rsid w:val="001063D3"/>
    <w:rsid w:val="001341FF"/>
    <w:rsid w:val="001612BD"/>
    <w:rsid w:val="00187D9C"/>
    <w:rsid w:val="001A4A64"/>
    <w:rsid w:val="001C7D84"/>
    <w:rsid w:val="001E5F7A"/>
    <w:rsid w:val="001E7175"/>
    <w:rsid w:val="002214DB"/>
    <w:rsid w:val="00234661"/>
    <w:rsid w:val="00245B79"/>
    <w:rsid w:val="00255673"/>
    <w:rsid w:val="00267D1F"/>
    <w:rsid w:val="00273297"/>
    <w:rsid w:val="002E612D"/>
    <w:rsid w:val="003B769C"/>
    <w:rsid w:val="004015D3"/>
    <w:rsid w:val="004465C3"/>
    <w:rsid w:val="004D5A42"/>
    <w:rsid w:val="004E5DAD"/>
    <w:rsid w:val="00511A81"/>
    <w:rsid w:val="00513D4F"/>
    <w:rsid w:val="00525EFF"/>
    <w:rsid w:val="005564F9"/>
    <w:rsid w:val="005844F6"/>
    <w:rsid w:val="005F11E0"/>
    <w:rsid w:val="005F6F5F"/>
    <w:rsid w:val="00616B4F"/>
    <w:rsid w:val="00636508"/>
    <w:rsid w:val="0066385C"/>
    <w:rsid w:val="00695E04"/>
    <w:rsid w:val="006B63D6"/>
    <w:rsid w:val="006C641D"/>
    <w:rsid w:val="006D09E0"/>
    <w:rsid w:val="00742093"/>
    <w:rsid w:val="00765B50"/>
    <w:rsid w:val="007D475B"/>
    <w:rsid w:val="007E331F"/>
    <w:rsid w:val="007F3E87"/>
    <w:rsid w:val="008859F4"/>
    <w:rsid w:val="008B1C7D"/>
    <w:rsid w:val="009312B4"/>
    <w:rsid w:val="0097776D"/>
    <w:rsid w:val="00983D1D"/>
    <w:rsid w:val="009A40A1"/>
    <w:rsid w:val="009D75A8"/>
    <w:rsid w:val="009F73CF"/>
    <w:rsid w:val="00A23973"/>
    <w:rsid w:val="00A36263"/>
    <w:rsid w:val="00A50E18"/>
    <w:rsid w:val="00A55FDE"/>
    <w:rsid w:val="00A83E28"/>
    <w:rsid w:val="00AA0765"/>
    <w:rsid w:val="00AA39D6"/>
    <w:rsid w:val="00AE2ACB"/>
    <w:rsid w:val="00AF4AC3"/>
    <w:rsid w:val="00B47637"/>
    <w:rsid w:val="00B9086B"/>
    <w:rsid w:val="00BC4F99"/>
    <w:rsid w:val="00C22F7D"/>
    <w:rsid w:val="00C5278D"/>
    <w:rsid w:val="00C709A2"/>
    <w:rsid w:val="00C749A9"/>
    <w:rsid w:val="00C74CE1"/>
    <w:rsid w:val="00CA51D3"/>
    <w:rsid w:val="00CE3AE6"/>
    <w:rsid w:val="00CF65D4"/>
    <w:rsid w:val="00D554C7"/>
    <w:rsid w:val="00D5631A"/>
    <w:rsid w:val="00D77A64"/>
    <w:rsid w:val="00D945FD"/>
    <w:rsid w:val="00DC336F"/>
    <w:rsid w:val="00E1735C"/>
    <w:rsid w:val="00E42752"/>
    <w:rsid w:val="00E84C85"/>
    <w:rsid w:val="00EB279D"/>
    <w:rsid w:val="00EC79C4"/>
    <w:rsid w:val="00EE3FF0"/>
    <w:rsid w:val="00EF6B0E"/>
    <w:rsid w:val="00F134D5"/>
    <w:rsid w:val="00F23C15"/>
    <w:rsid w:val="00F31EAC"/>
    <w:rsid w:val="00F600BC"/>
    <w:rsid w:val="00F74408"/>
    <w:rsid w:val="00F934DD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77</TotalTime>
  <Pages>1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22</cp:revision>
  <dcterms:created xsi:type="dcterms:W3CDTF">2022-06-14T12:43:00Z</dcterms:created>
  <dcterms:modified xsi:type="dcterms:W3CDTF">2023-09-22T11:38:00Z</dcterms:modified>
</cp:coreProperties>
</file>