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21FD4AB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0556F1">
        <w:rPr>
          <w:rFonts w:cs="Arial"/>
          <w:bCs/>
          <w:sz w:val="20"/>
          <w:szCs w:val="20"/>
        </w:rPr>
        <w:t>11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3074D8D6" w:rsidR="00617C8B" w:rsidRDefault="004B35B2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RI.271.2.</w:t>
      </w:r>
      <w:r w:rsidR="001F039C">
        <w:rPr>
          <w:rFonts w:cs="Arial"/>
          <w:sz w:val="20"/>
          <w:szCs w:val="20"/>
        </w:rPr>
        <w:t>9</w:t>
      </w:r>
      <w:r>
        <w:rPr>
          <w:rFonts w:cs="Arial"/>
          <w:sz w:val="20"/>
          <w:szCs w:val="20"/>
        </w:rPr>
        <w:t>.2021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134BD4A8" w14:textId="3A684D13" w:rsidR="00617C8B" w:rsidRDefault="00617C8B" w:rsidP="000556F1">
      <w:pPr>
        <w:jc w:val="both"/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62906715"/>
      <w:r w:rsidR="008819D3" w:rsidRPr="008819D3">
        <w:rPr>
          <w:rFonts w:cs="Arial"/>
          <w:b/>
          <w:bCs/>
          <w:sz w:val="20"/>
          <w:szCs w:val="20"/>
        </w:rPr>
        <w:t xml:space="preserve">Modernizacja Szkoły Podstawowej w Debrznie - Przebudowa części parteru budynku </w:t>
      </w:r>
      <w:r w:rsidR="00BB0FE3" w:rsidRPr="00BB0FE3">
        <w:rPr>
          <w:rFonts w:cs="Arial"/>
          <w:b/>
          <w:bCs/>
          <w:sz w:val="20"/>
          <w:szCs w:val="20"/>
        </w:rPr>
        <w:t xml:space="preserve">Szkoły Podstawowej </w:t>
      </w:r>
      <w:r w:rsidR="008819D3" w:rsidRPr="008819D3">
        <w:rPr>
          <w:rFonts w:cs="Arial"/>
          <w:b/>
          <w:bCs/>
          <w:sz w:val="20"/>
          <w:szCs w:val="20"/>
        </w:rPr>
        <w:t>w Debrznie (adaptacja sal lekcyjnych) na bibliotekę przy ul. Królewskiej 8</w:t>
      </w:r>
      <w:r w:rsidR="000556F1">
        <w:rPr>
          <w:rFonts w:cs="Arial"/>
          <w:b/>
          <w:bCs/>
          <w:sz w:val="20"/>
          <w:szCs w:val="20"/>
        </w:rPr>
        <w:t>,</w:t>
      </w:r>
      <w:bookmarkEnd w:id="0"/>
    </w:p>
    <w:p w14:paraId="2A5B2850" w14:textId="77777777" w:rsidR="000556F1" w:rsidRP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3B0FA76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</w:t>
      </w:r>
      <w:r w:rsidR="008819D3">
        <w:rPr>
          <w:rFonts w:cs="Arial"/>
          <w:sz w:val="18"/>
          <w:szCs w:val="18"/>
        </w:rPr>
        <w:t>w</w:t>
      </w:r>
      <w:r w:rsidR="002B364B">
        <w:rPr>
          <w:rFonts w:cs="Arial"/>
          <w:sz w:val="18"/>
          <w:szCs w:val="18"/>
        </w:rPr>
        <w:t>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49995EAC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1BD1C953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5A252AA6" w14:textId="77777777" w:rsidR="00CA20F9" w:rsidRDefault="00CA20F9" w:rsidP="00CA20F9"/>
    <w:p w14:paraId="5EE216AB" w14:textId="77777777" w:rsidR="000A12C8" w:rsidRDefault="000A12C8" w:rsidP="00CA20F9"/>
    <w:p w14:paraId="228C7B56" w14:textId="77777777" w:rsidR="000A12C8" w:rsidRDefault="000A12C8" w:rsidP="00CA20F9"/>
    <w:p w14:paraId="3CCFDC88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F19AE" w14:textId="77777777" w:rsidR="00FA5CCF" w:rsidRDefault="00FA5CCF">
      <w:r>
        <w:separator/>
      </w:r>
    </w:p>
  </w:endnote>
  <w:endnote w:type="continuationSeparator" w:id="0">
    <w:p w14:paraId="4B6F13A9" w14:textId="77777777" w:rsidR="00FA5CCF" w:rsidRDefault="00FA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4E0A8" w14:textId="77777777" w:rsidR="00FA5CCF" w:rsidRDefault="00FA5CCF">
      <w:r>
        <w:separator/>
      </w:r>
    </w:p>
  </w:footnote>
  <w:footnote w:type="continuationSeparator" w:id="0">
    <w:p w14:paraId="719A085A" w14:textId="77777777" w:rsidR="00FA5CCF" w:rsidRDefault="00FA5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1F039C"/>
    <w:rsid w:val="00241C1F"/>
    <w:rsid w:val="002425AE"/>
    <w:rsid w:val="00285D51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35B2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C48E1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819D3"/>
    <w:rsid w:val="008945D9"/>
    <w:rsid w:val="008C7D25"/>
    <w:rsid w:val="009D71C1"/>
    <w:rsid w:val="009F2CF0"/>
    <w:rsid w:val="00A04690"/>
    <w:rsid w:val="00A40DD3"/>
    <w:rsid w:val="00A8311B"/>
    <w:rsid w:val="00B01F08"/>
    <w:rsid w:val="00B16E8F"/>
    <w:rsid w:val="00B20C3E"/>
    <w:rsid w:val="00B30401"/>
    <w:rsid w:val="00B6637D"/>
    <w:rsid w:val="00BA3B83"/>
    <w:rsid w:val="00BA69D6"/>
    <w:rsid w:val="00BB0FE3"/>
    <w:rsid w:val="00BB76D0"/>
    <w:rsid w:val="00BC363C"/>
    <w:rsid w:val="00C16840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B24D0"/>
    <w:rsid w:val="00ED042A"/>
    <w:rsid w:val="00EF000D"/>
    <w:rsid w:val="00F1044D"/>
    <w:rsid w:val="00F545A3"/>
    <w:rsid w:val="00F93F0B"/>
    <w:rsid w:val="00FA5CCF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6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10</cp:revision>
  <cp:lastPrinted>2020-11-10T13:52:00Z</cp:lastPrinted>
  <dcterms:created xsi:type="dcterms:W3CDTF">2021-05-02T20:19:00Z</dcterms:created>
  <dcterms:modified xsi:type="dcterms:W3CDTF">2021-08-27T07:49:00Z</dcterms:modified>
</cp:coreProperties>
</file>