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43CF2CF6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8819D3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.2021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3A684D13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8819D3" w:rsidRPr="008819D3">
        <w:rPr>
          <w:rFonts w:cs="Arial"/>
          <w:b/>
          <w:bCs/>
          <w:sz w:val="20"/>
          <w:szCs w:val="20"/>
        </w:rPr>
        <w:t xml:space="preserve">Modernizacja Szkoły Podstawowej w Debrznie - Przebudowa części parteru budynku </w:t>
      </w:r>
      <w:r w:rsidR="00BB0FE3" w:rsidRPr="00BB0FE3">
        <w:rPr>
          <w:rFonts w:cs="Arial"/>
          <w:b/>
          <w:bCs/>
          <w:sz w:val="20"/>
          <w:szCs w:val="20"/>
        </w:rPr>
        <w:t xml:space="preserve">Szkoły Podstawowej </w:t>
      </w:r>
      <w:r w:rsidR="008819D3" w:rsidRPr="008819D3">
        <w:rPr>
          <w:rFonts w:cs="Arial"/>
          <w:b/>
          <w:bCs/>
          <w:sz w:val="20"/>
          <w:szCs w:val="20"/>
        </w:rPr>
        <w:t>w Debrznie (adaptacja sal lekcyjnych) na bibliotekę przy ul. Królewskiej 8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3B0FA76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</w:t>
      </w:r>
      <w:r w:rsidR="008819D3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5ECF" w14:textId="77777777" w:rsidR="00BA3B83" w:rsidRDefault="00BA3B83">
      <w:r>
        <w:separator/>
      </w:r>
    </w:p>
  </w:endnote>
  <w:endnote w:type="continuationSeparator" w:id="0">
    <w:p w14:paraId="6212C85E" w14:textId="77777777" w:rsidR="00BA3B83" w:rsidRDefault="00BA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0991A" w14:textId="77777777" w:rsidR="00BA3B83" w:rsidRDefault="00BA3B83">
      <w:r>
        <w:separator/>
      </w:r>
    </w:p>
  </w:footnote>
  <w:footnote w:type="continuationSeparator" w:id="0">
    <w:p w14:paraId="18CDCE03" w14:textId="77777777" w:rsidR="00BA3B83" w:rsidRDefault="00BA3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85D51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819D3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3B83"/>
    <w:rsid w:val="00BA69D6"/>
    <w:rsid w:val="00BB0FE3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8</cp:revision>
  <cp:lastPrinted>2020-11-10T13:52:00Z</cp:lastPrinted>
  <dcterms:created xsi:type="dcterms:W3CDTF">2021-05-02T20:19:00Z</dcterms:created>
  <dcterms:modified xsi:type="dcterms:W3CDTF">2021-06-28T10:18:00Z</dcterms:modified>
</cp:coreProperties>
</file>