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C4E6" w14:textId="7A946A3A" w:rsidR="00BF102E" w:rsidRPr="004344BD" w:rsidRDefault="00BF102E" w:rsidP="00BF102E">
      <w:pPr>
        <w:rPr>
          <w:rFonts w:cs="Arial"/>
          <w:sz w:val="20"/>
          <w:szCs w:val="20"/>
        </w:rPr>
      </w:pPr>
      <w:r w:rsidRPr="0061113C">
        <w:rPr>
          <w:rFonts w:cs="Arial"/>
          <w:b/>
          <w:sz w:val="20"/>
          <w:szCs w:val="20"/>
        </w:rPr>
        <w:t xml:space="preserve">Nr sprawy : AG 261 – </w:t>
      </w:r>
      <w:r w:rsidR="004A701D">
        <w:rPr>
          <w:rFonts w:cs="Arial"/>
          <w:b/>
          <w:sz w:val="20"/>
          <w:szCs w:val="20"/>
        </w:rPr>
        <w:t>2</w:t>
      </w:r>
      <w:r w:rsidR="00E61415">
        <w:rPr>
          <w:rFonts w:cs="Arial"/>
          <w:b/>
          <w:sz w:val="20"/>
          <w:szCs w:val="20"/>
        </w:rPr>
        <w:t>5</w:t>
      </w:r>
      <w:r w:rsidR="00C209E2" w:rsidRPr="0061113C">
        <w:rPr>
          <w:rFonts w:cs="Arial"/>
          <w:b/>
          <w:sz w:val="20"/>
          <w:szCs w:val="20"/>
        </w:rPr>
        <w:t>/2</w:t>
      </w:r>
      <w:r w:rsidR="004A701D">
        <w:rPr>
          <w:rFonts w:cs="Arial"/>
          <w:b/>
          <w:sz w:val="20"/>
          <w:szCs w:val="20"/>
        </w:rPr>
        <w:t>3</w:t>
      </w:r>
      <w:r w:rsidRPr="0061113C">
        <w:rPr>
          <w:rFonts w:cs="Arial"/>
          <w:b/>
          <w:sz w:val="20"/>
          <w:szCs w:val="20"/>
        </w:rPr>
        <w:t xml:space="preserve">                                        </w:t>
      </w:r>
      <w:r w:rsidR="003E1735">
        <w:rPr>
          <w:rFonts w:cs="Arial"/>
          <w:b/>
          <w:sz w:val="20"/>
          <w:szCs w:val="20"/>
        </w:rPr>
        <w:t xml:space="preserve">                               </w:t>
      </w:r>
      <w:r w:rsidRPr="0061113C">
        <w:rPr>
          <w:rFonts w:cs="Arial"/>
          <w:b/>
          <w:sz w:val="20"/>
          <w:szCs w:val="20"/>
        </w:rPr>
        <w:t xml:space="preserve">         </w:t>
      </w:r>
      <w:r w:rsidRPr="004344BD">
        <w:rPr>
          <w:rFonts w:cs="Arial"/>
          <w:sz w:val="20"/>
          <w:szCs w:val="20"/>
        </w:rPr>
        <w:t>Załącznik nr 1 do SWZ</w:t>
      </w:r>
    </w:p>
    <w:p w14:paraId="61337EA6" w14:textId="77777777" w:rsidR="00BF102E" w:rsidRPr="006777A2" w:rsidRDefault="00BF102E" w:rsidP="00BF102E">
      <w:pPr>
        <w:rPr>
          <w:rFonts w:cs="Arial"/>
        </w:rPr>
      </w:pPr>
    </w:p>
    <w:p w14:paraId="0F8E9101" w14:textId="77777777" w:rsidR="00004835" w:rsidRDefault="00BF102E" w:rsidP="00BF102E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    </w:t>
      </w:r>
    </w:p>
    <w:p w14:paraId="6B5DA003" w14:textId="77777777" w:rsidR="00BF102E" w:rsidRPr="00D81BFE" w:rsidRDefault="00BF102E" w:rsidP="00BF102E">
      <w:pPr>
        <w:rPr>
          <w:rFonts w:cs="Arial"/>
          <w:b/>
        </w:rPr>
      </w:pPr>
      <w:r>
        <w:rPr>
          <w:rFonts w:cs="Arial"/>
        </w:rPr>
        <w:t xml:space="preserve"> Zamawiający : </w:t>
      </w:r>
      <w:r w:rsidRPr="00D81BFE">
        <w:rPr>
          <w:rFonts w:cs="Arial"/>
          <w:b/>
        </w:rPr>
        <w:t xml:space="preserve">Szpital dla Nerwowo i Psychicznie Chorych im. St. Kryzana </w:t>
      </w:r>
    </w:p>
    <w:p w14:paraId="01D08C54" w14:textId="77777777" w:rsidR="00BF102E" w:rsidRPr="00D81BFE" w:rsidRDefault="00BF102E" w:rsidP="00BF102E">
      <w:pPr>
        <w:rPr>
          <w:rFonts w:cs="Arial"/>
          <w:b/>
        </w:rPr>
      </w:pPr>
      <w:r w:rsidRPr="00D81BFE">
        <w:rPr>
          <w:rFonts w:cs="Arial"/>
          <w:b/>
        </w:rPr>
        <w:t xml:space="preserve">                         ul. Skarszewska 7, 83 – 200 Starogard Gdański</w:t>
      </w:r>
    </w:p>
    <w:p w14:paraId="38A42219" w14:textId="77777777" w:rsidR="00BF102E" w:rsidRDefault="00BF102E" w:rsidP="00BF102E">
      <w:pPr>
        <w:jc w:val="center"/>
        <w:rPr>
          <w:rFonts w:cs="Arial"/>
          <w:b/>
        </w:rPr>
      </w:pPr>
    </w:p>
    <w:p w14:paraId="0BBCD9AD" w14:textId="77777777" w:rsidR="00BF102E" w:rsidRDefault="00BF102E" w:rsidP="00BF102E">
      <w:pPr>
        <w:jc w:val="center"/>
        <w:rPr>
          <w:rFonts w:cs="Arial"/>
          <w:b/>
          <w:sz w:val="28"/>
          <w:szCs w:val="28"/>
        </w:rPr>
      </w:pPr>
      <w:r w:rsidRPr="00F25801">
        <w:rPr>
          <w:rFonts w:cs="Arial"/>
          <w:b/>
          <w:sz w:val="28"/>
          <w:szCs w:val="28"/>
        </w:rPr>
        <w:t>Formularz ofertowy</w:t>
      </w:r>
    </w:p>
    <w:p w14:paraId="66F77BFD" w14:textId="77777777" w:rsidR="00D05A27" w:rsidRPr="00F25801" w:rsidRDefault="00D05A27" w:rsidP="00BF102E">
      <w:pPr>
        <w:jc w:val="center"/>
        <w:rPr>
          <w:rFonts w:cs="Arial"/>
          <w:b/>
          <w:sz w:val="28"/>
          <w:szCs w:val="28"/>
        </w:rPr>
      </w:pPr>
    </w:p>
    <w:p w14:paraId="3F5C9751" w14:textId="77777777" w:rsidR="00BF102E" w:rsidRPr="00C3273B" w:rsidRDefault="00BF102E" w:rsidP="00BF102E">
      <w:pPr>
        <w:jc w:val="both"/>
        <w:rPr>
          <w:rFonts w:cs="Arial"/>
        </w:rPr>
      </w:pPr>
      <w:r w:rsidRPr="00C3273B">
        <w:rPr>
          <w:rFonts w:cs="Arial"/>
        </w:rPr>
        <w:t xml:space="preserve">W odpowiedzi na ogłoszenie o zamówieniu dotyczące postępowania o udzielenie zamówienia publicznego prowadzonego w trybie podstawowym bez negocjacji </w:t>
      </w:r>
      <w:proofErr w:type="spellStart"/>
      <w:r w:rsidRPr="00C3273B">
        <w:rPr>
          <w:rFonts w:cs="Arial"/>
        </w:rPr>
        <w:t>pn</w:t>
      </w:r>
      <w:proofErr w:type="spellEnd"/>
      <w:r w:rsidRPr="00C3273B">
        <w:rPr>
          <w:rFonts w:cs="Arial"/>
        </w:rPr>
        <w:t xml:space="preserve"> : </w:t>
      </w:r>
    </w:p>
    <w:p w14:paraId="5E25C24F" w14:textId="1F96E66C" w:rsidR="00BF102E" w:rsidRPr="00B975AB" w:rsidRDefault="00BF102E" w:rsidP="00BF102E">
      <w:pPr>
        <w:spacing w:before="480" w:after="480" w:line="360" w:lineRule="auto"/>
        <w:jc w:val="center"/>
        <w:rPr>
          <w:rFonts w:cs="Arial"/>
          <w:b/>
        </w:rPr>
      </w:pPr>
      <w:r>
        <w:rPr>
          <w:rFonts w:cs="Arial"/>
          <w:b/>
        </w:rPr>
        <w:t>„</w:t>
      </w:r>
      <w:r w:rsidR="00BD406D">
        <w:rPr>
          <w:rFonts w:cs="Arial"/>
          <w:b/>
        </w:rPr>
        <w:t xml:space="preserve">Dostawa </w:t>
      </w:r>
      <w:r w:rsidR="004A701D">
        <w:rPr>
          <w:rFonts w:cs="Arial"/>
          <w:b/>
        </w:rPr>
        <w:t>sprzętu medycznego</w:t>
      </w:r>
      <w:r w:rsidR="00BD406D">
        <w:rPr>
          <w:rFonts w:cs="Arial"/>
          <w:b/>
        </w:rPr>
        <w:t>”</w:t>
      </w:r>
      <w:r w:rsidRPr="006A0D43">
        <w:rPr>
          <w:rFonts w:cs="Arial"/>
          <w:b/>
        </w:rPr>
        <w:t xml:space="preserve"> </w:t>
      </w:r>
    </w:p>
    <w:p w14:paraId="699C4044" w14:textId="77777777" w:rsidR="00BF102E" w:rsidRDefault="00BF102E" w:rsidP="00BF102E">
      <w:pPr>
        <w:rPr>
          <w:rFonts w:cs="Arial"/>
        </w:rPr>
      </w:pPr>
      <w:r>
        <w:rPr>
          <w:rFonts w:cs="Arial"/>
        </w:rPr>
        <w:t xml:space="preserve">Ja/my niżej podpisani  : </w:t>
      </w:r>
    </w:p>
    <w:p w14:paraId="2A5A5C4D" w14:textId="77777777" w:rsidR="00BF102E" w:rsidRDefault="00BF102E" w:rsidP="00BF102E">
      <w:pPr>
        <w:rPr>
          <w:rFonts w:cs="Arial"/>
        </w:rPr>
      </w:pPr>
    </w:p>
    <w:p w14:paraId="6793C984" w14:textId="77777777" w:rsidR="00BF102E" w:rsidRDefault="00BF102E" w:rsidP="00BF102E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</w:t>
      </w:r>
      <w:r w:rsidR="0067620B">
        <w:rPr>
          <w:rFonts w:cs="Arial"/>
        </w:rPr>
        <w:t>…..</w:t>
      </w:r>
    </w:p>
    <w:p w14:paraId="2BA6BB19" w14:textId="77777777" w:rsidR="00BF102E" w:rsidRPr="00E91B75" w:rsidRDefault="00BF102E" w:rsidP="00BF102E">
      <w:pPr>
        <w:jc w:val="center"/>
        <w:rPr>
          <w:rFonts w:cs="Arial"/>
          <w:i/>
          <w:sz w:val="16"/>
          <w:szCs w:val="16"/>
        </w:rPr>
      </w:pPr>
      <w:r w:rsidRPr="00E46E42">
        <w:rPr>
          <w:rFonts w:cs="Arial"/>
          <w:i/>
          <w:sz w:val="16"/>
          <w:szCs w:val="16"/>
        </w:rPr>
        <w:t>(imię, nazwisko, stanowisko/podstawa do reprezentacji)</w:t>
      </w:r>
    </w:p>
    <w:p w14:paraId="3664885F" w14:textId="77777777" w:rsidR="00BF102E" w:rsidRDefault="00BF102E" w:rsidP="00BF102E">
      <w:pPr>
        <w:rPr>
          <w:rFonts w:cs="Arial"/>
        </w:rPr>
      </w:pPr>
      <w:r>
        <w:rPr>
          <w:rFonts w:cs="Arial"/>
        </w:rPr>
        <w:t>działając w imieniu i na rzecz  :</w:t>
      </w:r>
    </w:p>
    <w:p w14:paraId="49D079A1" w14:textId="77777777" w:rsidR="00BF102E" w:rsidRDefault="00BF102E" w:rsidP="00AA757A">
      <w:pPr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DD6FC83" w14:textId="77777777" w:rsidR="00AA757A" w:rsidRDefault="00BF102E" w:rsidP="00AA757A">
      <w:pPr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BA2246E" w14:textId="77777777" w:rsidR="00AA757A" w:rsidRDefault="00AA757A" w:rsidP="00AA757A">
      <w:pPr>
        <w:spacing w:line="360" w:lineRule="auto"/>
        <w:rPr>
          <w:rFonts w:cs="Arial"/>
        </w:rPr>
      </w:pPr>
      <w:r>
        <w:rPr>
          <w:rFonts w:cs="Arial"/>
        </w:rPr>
        <w:t>NIP: ……………………………….</w:t>
      </w:r>
    </w:p>
    <w:p w14:paraId="365C4696" w14:textId="77777777" w:rsidR="00AA757A" w:rsidRPr="00AA757A" w:rsidRDefault="00AA757A" w:rsidP="00BF102E">
      <w:pPr>
        <w:rPr>
          <w:rFonts w:cs="Arial"/>
          <w:sz w:val="8"/>
          <w:szCs w:val="8"/>
        </w:rPr>
      </w:pPr>
    </w:p>
    <w:p w14:paraId="0D0CABEE" w14:textId="77777777" w:rsidR="00BF102E" w:rsidRDefault="00BF102E" w:rsidP="00BF102E">
      <w:pPr>
        <w:jc w:val="center"/>
        <w:rPr>
          <w:rFonts w:cs="Arial"/>
          <w:i/>
          <w:sz w:val="16"/>
          <w:szCs w:val="16"/>
        </w:rPr>
      </w:pPr>
      <w:r w:rsidRPr="00E46E42">
        <w:rPr>
          <w:rFonts w:cs="Arial"/>
          <w:i/>
          <w:sz w:val="16"/>
          <w:szCs w:val="16"/>
        </w:rPr>
        <w:t xml:space="preserve">(pełna nazwa </w:t>
      </w:r>
      <w:r>
        <w:rPr>
          <w:rFonts w:cs="Arial"/>
          <w:i/>
          <w:sz w:val="16"/>
          <w:szCs w:val="16"/>
        </w:rPr>
        <w:t xml:space="preserve">i adres </w:t>
      </w:r>
      <w:r w:rsidRPr="00E46E42">
        <w:rPr>
          <w:rFonts w:cs="Arial"/>
          <w:i/>
          <w:sz w:val="16"/>
          <w:szCs w:val="16"/>
        </w:rPr>
        <w:t>Wykonawcy/ Wykonawców w przypadku wykonawców wspólnie ubiegających się o udzielenie zamówienia)</w:t>
      </w:r>
    </w:p>
    <w:p w14:paraId="3A2C8F38" w14:textId="77777777" w:rsidR="00BF102E" w:rsidRDefault="00BF102E" w:rsidP="00BF102E">
      <w:pPr>
        <w:spacing w:line="360" w:lineRule="auto"/>
        <w:rPr>
          <w:rFonts w:cs="Arial"/>
          <w:i/>
          <w:sz w:val="16"/>
          <w:szCs w:val="16"/>
        </w:rPr>
      </w:pPr>
    </w:p>
    <w:p w14:paraId="5A7F354D" w14:textId="77777777" w:rsidR="000923E6" w:rsidRPr="000923E6" w:rsidRDefault="000923E6" w:rsidP="000923E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Cs w:val="16"/>
        </w:rPr>
      </w:pPr>
      <w:r w:rsidRPr="000923E6">
        <w:rPr>
          <w:rFonts w:ascii="Arial" w:hAnsi="Arial" w:cs="Arial"/>
          <w:b/>
          <w:szCs w:val="16"/>
        </w:rPr>
        <w:t xml:space="preserve">Cena Oferty i </w:t>
      </w:r>
      <w:r w:rsidR="002967D0">
        <w:rPr>
          <w:rFonts w:ascii="Arial" w:hAnsi="Arial" w:cs="Arial"/>
          <w:b/>
          <w:szCs w:val="16"/>
        </w:rPr>
        <w:t>Okres Gwarancji/</w:t>
      </w:r>
      <w:r>
        <w:rPr>
          <w:rFonts w:ascii="Arial" w:hAnsi="Arial" w:cs="Arial"/>
          <w:b/>
          <w:szCs w:val="16"/>
        </w:rPr>
        <w:t>Termin realizacji</w:t>
      </w:r>
    </w:p>
    <w:tbl>
      <w:tblPr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2634"/>
        <w:gridCol w:w="4820"/>
      </w:tblGrid>
      <w:tr w:rsidR="000923E6" w:rsidRPr="00B14938" w14:paraId="4D1B0E12" w14:textId="77777777" w:rsidTr="00AF36E1">
        <w:trPr>
          <w:trHeight w:val="1263"/>
        </w:trPr>
        <w:tc>
          <w:tcPr>
            <w:tcW w:w="1935" w:type="dxa"/>
            <w:shd w:val="clear" w:color="auto" w:fill="auto"/>
            <w:vAlign w:val="center"/>
          </w:tcPr>
          <w:p w14:paraId="5D2CC2A2" w14:textId="77777777" w:rsidR="000923E6" w:rsidRPr="00C04890" w:rsidRDefault="000923E6" w:rsidP="000923E6">
            <w:pPr>
              <w:widowControl w:val="0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C04890">
              <w:rPr>
                <w:rFonts w:eastAsia="MS Mincho"/>
                <w:b/>
                <w:sz w:val="20"/>
                <w:szCs w:val="20"/>
              </w:rPr>
              <w:t>Nr Pakietu</w:t>
            </w:r>
            <w:r w:rsidR="00C04890" w:rsidRPr="00C04890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19339DC4" w14:textId="77777777" w:rsidR="000923E6" w:rsidRPr="00C04890" w:rsidRDefault="000923E6" w:rsidP="000923E6">
            <w:pPr>
              <w:widowControl w:val="0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C04890">
              <w:rPr>
                <w:rFonts w:eastAsia="MS Mincho"/>
                <w:b/>
                <w:sz w:val="20"/>
                <w:szCs w:val="20"/>
              </w:rPr>
              <w:t>Wartość brutto (zł)</w:t>
            </w:r>
            <w:r w:rsidR="00C04890" w:rsidRPr="00C04890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C3824AB" w14:textId="36D19CD8" w:rsidR="000923E6" w:rsidRPr="00C04890" w:rsidRDefault="00C04890" w:rsidP="000923E6">
            <w:pPr>
              <w:widowControl w:val="0"/>
              <w:jc w:val="center"/>
              <w:rPr>
                <w:rFonts w:eastAsia="MS Mincho"/>
                <w:b/>
                <w:sz w:val="20"/>
                <w:szCs w:val="20"/>
              </w:rPr>
            </w:pPr>
            <w:r w:rsidRPr="00C04890">
              <w:rPr>
                <w:rFonts w:eastAsia="MS Mincho"/>
                <w:b/>
                <w:sz w:val="20"/>
                <w:szCs w:val="20"/>
              </w:rPr>
              <w:t>Oferowany przez Wykonawcę</w:t>
            </w:r>
            <w:r w:rsidR="004A701D">
              <w:rPr>
                <w:rFonts w:eastAsia="MS Mincho"/>
                <w:b/>
                <w:sz w:val="20"/>
                <w:szCs w:val="20"/>
              </w:rPr>
              <w:t xml:space="preserve"> okres gwarancji</w:t>
            </w:r>
            <w:r w:rsidRPr="00C04890">
              <w:rPr>
                <w:rFonts w:eastAsia="MS Mincho"/>
                <w:b/>
                <w:sz w:val="20"/>
                <w:szCs w:val="20"/>
              </w:rPr>
              <w:t>:</w:t>
            </w:r>
          </w:p>
          <w:p w14:paraId="78256184" w14:textId="05A7D2D8" w:rsidR="005467FC" w:rsidRPr="00C04890" w:rsidRDefault="004A701D" w:rsidP="000923E6">
            <w:pPr>
              <w:widowControl w:val="0"/>
              <w:jc w:val="center"/>
              <w:rPr>
                <w:rFonts w:eastAsia="MS Mincho"/>
                <w:i/>
                <w:sz w:val="20"/>
                <w:szCs w:val="20"/>
              </w:rPr>
            </w:pPr>
            <w:r>
              <w:rPr>
                <w:rFonts w:eastAsia="MS Mincho"/>
                <w:i/>
                <w:sz w:val="16"/>
                <w:szCs w:val="16"/>
              </w:rPr>
              <w:t>(patrz rozdział XXI SWZ)</w:t>
            </w:r>
          </w:p>
        </w:tc>
      </w:tr>
      <w:tr w:rsidR="000923E6" w:rsidRPr="00B14938" w14:paraId="7CE0E157" w14:textId="77777777" w:rsidTr="00AF36E1">
        <w:trPr>
          <w:trHeight w:val="785"/>
        </w:trPr>
        <w:tc>
          <w:tcPr>
            <w:tcW w:w="1935" w:type="dxa"/>
            <w:shd w:val="clear" w:color="auto" w:fill="auto"/>
            <w:vAlign w:val="center"/>
          </w:tcPr>
          <w:p w14:paraId="21F7B1F7" w14:textId="77777777" w:rsidR="000923E6" w:rsidRPr="003A28C6" w:rsidRDefault="000923E6" w:rsidP="00E61415">
            <w:pPr>
              <w:widowControl w:val="0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3A28C6">
              <w:rPr>
                <w:rFonts w:eastAsia="MS Mincho"/>
                <w:b/>
                <w:bCs/>
                <w:sz w:val="20"/>
                <w:szCs w:val="20"/>
              </w:rPr>
              <w:t>Pakiet nr 1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36731A03" w14:textId="77777777" w:rsidR="000923E6" w:rsidRPr="00B14938" w:rsidRDefault="000923E6" w:rsidP="00E61415">
            <w:pPr>
              <w:widowControl w:val="0"/>
              <w:jc w:val="center"/>
              <w:rPr>
                <w:rFonts w:eastAsia="MS Mincho"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523E3A3" w14:textId="2A506BFA" w:rsidR="000923E6" w:rsidRPr="004A701D" w:rsidRDefault="004A701D" w:rsidP="00E61415">
            <w:pPr>
              <w:spacing w:after="4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…………….miesięcy/ce</w:t>
            </w:r>
          </w:p>
        </w:tc>
      </w:tr>
      <w:tr w:rsidR="000923E6" w:rsidRPr="00B14938" w14:paraId="6811DD8B" w14:textId="77777777" w:rsidTr="00E61415">
        <w:trPr>
          <w:trHeight w:val="785"/>
        </w:trPr>
        <w:tc>
          <w:tcPr>
            <w:tcW w:w="1935" w:type="dxa"/>
            <w:shd w:val="clear" w:color="auto" w:fill="auto"/>
            <w:vAlign w:val="center"/>
          </w:tcPr>
          <w:p w14:paraId="5A31D3FE" w14:textId="77777777" w:rsidR="000923E6" w:rsidRPr="003A28C6" w:rsidRDefault="000923E6" w:rsidP="00E61415">
            <w:pPr>
              <w:widowControl w:val="0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3A28C6">
              <w:rPr>
                <w:rFonts w:eastAsia="MS Mincho"/>
                <w:b/>
                <w:bCs/>
                <w:sz w:val="20"/>
                <w:szCs w:val="20"/>
              </w:rPr>
              <w:t>Pakiet nr 2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449EAE2F" w14:textId="77777777" w:rsidR="000923E6" w:rsidRPr="00B14938" w:rsidRDefault="000923E6" w:rsidP="00E61415">
            <w:pPr>
              <w:widowControl w:val="0"/>
              <w:jc w:val="center"/>
              <w:rPr>
                <w:rFonts w:eastAsia="MS Mincho"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53547D8" w14:textId="67A54A49" w:rsidR="000923E6" w:rsidRPr="00C04890" w:rsidRDefault="004A701D" w:rsidP="00E61415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…………….miesięcy/ce</w:t>
            </w:r>
          </w:p>
        </w:tc>
      </w:tr>
      <w:tr w:rsidR="004A701D" w:rsidRPr="00B14938" w14:paraId="4DF7A220" w14:textId="77777777" w:rsidTr="00AF36E1">
        <w:trPr>
          <w:trHeight w:val="785"/>
        </w:trPr>
        <w:tc>
          <w:tcPr>
            <w:tcW w:w="1935" w:type="dxa"/>
            <w:shd w:val="clear" w:color="auto" w:fill="auto"/>
            <w:vAlign w:val="center"/>
          </w:tcPr>
          <w:p w14:paraId="1E0BB4FD" w14:textId="006F5447" w:rsidR="004A701D" w:rsidRPr="003A28C6" w:rsidRDefault="004A701D" w:rsidP="00E61415">
            <w:pPr>
              <w:widowControl w:val="0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3A28C6">
              <w:rPr>
                <w:rFonts w:eastAsia="MS Mincho"/>
                <w:b/>
                <w:bCs/>
                <w:sz w:val="20"/>
                <w:szCs w:val="20"/>
              </w:rPr>
              <w:t>Pakiet nr 3</w:t>
            </w:r>
          </w:p>
        </w:tc>
        <w:tc>
          <w:tcPr>
            <w:tcW w:w="2634" w:type="dxa"/>
            <w:shd w:val="clear" w:color="auto" w:fill="auto"/>
            <w:vAlign w:val="center"/>
          </w:tcPr>
          <w:p w14:paraId="422B0E0D" w14:textId="77777777" w:rsidR="004A701D" w:rsidRPr="00B14938" w:rsidRDefault="004A701D" w:rsidP="00E61415">
            <w:pPr>
              <w:widowControl w:val="0"/>
              <w:jc w:val="center"/>
              <w:rPr>
                <w:rFonts w:eastAsia="MS Mincho"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8C6CEC9" w14:textId="0E1D6223" w:rsidR="004A701D" w:rsidRDefault="004A701D" w:rsidP="00E61415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…………….miesięcy/ce</w:t>
            </w:r>
          </w:p>
        </w:tc>
      </w:tr>
    </w:tbl>
    <w:p w14:paraId="106D008E" w14:textId="77777777" w:rsidR="000923E6" w:rsidRPr="000906D1" w:rsidRDefault="000923E6" w:rsidP="00BF102E">
      <w:pPr>
        <w:spacing w:line="360" w:lineRule="auto"/>
        <w:rPr>
          <w:rFonts w:cs="Arial"/>
          <w:i/>
          <w:sz w:val="16"/>
          <w:szCs w:val="16"/>
        </w:rPr>
      </w:pPr>
    </w:p>
    <w:p w14:paraId="40BB0002" w14:textId="77777777" w:rsidR="00BF102E" w:rsidRPr="00B83DEC" w:rsidRDefault="00BF102E" w:rsidP="000923E6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>
        <w:rPr>
          <w:rFonts w:ascii="Arial" w:hAnsi="Arial" w:cs="Arial"/>
        </w:rPr>
        <w:t>.</w:t>
      </w:r>
    </w:p>
    <w:p w14:paraId="60FC1DF2" w14:textId="77777777" w:rsidR="00BF102E" w:rsidRDefault="00BF102E" w:rsidP="000923E6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lastRenderedPageBreak/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 i nie wnosimy do niej zastrzeżeń oraz przyjmujemy warunki w niej zawarte.</w:t>
      </w:r>
    </w:p>
    <w:p w14:paraId="4315C938" w14:textId="77777777" w:rsidR="00BF102E" w:rsidRPr="004D706F" w:rsidRDefault="00BF102E" w:rsidP="000923E6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 prawidłową realizacją przedmiotu zamówienia.</w:t>
      </w:r>
    </w:p>
    <w:p w14:paraId="35D5504C" w14:textId="77777777" w:rsidR="00BF102E" w:rsidRPr="006B23D8" w:rsidRDefault="00BF102E" w:rsidP="00D05A27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>od których dane osobowe bezpośrednio lub pośrednio 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Style w:val="Odwoanieprzypisudolnego"/>
          <w:rFonts w:ascii="Arial" w:hAnsi="Arial" w:cs="Arial"/>
          <w:color w:val="000000"/>
        </w:rPr>
        <w:footnoteReference w:id="1"/>
      </w:r>
      <w:r>
        <w:rPr>
          <w:rFonts w:ascii="Arial" w:hAnsi="Arial" w:cs="Arial"/>
          <w:color w:val="000000"/>
        </w:rPr>
        <w:t>.</w:t>
      </w:r>
    </w:p>
    <w:p w14:paraId="53763D1D" w14:textId="77777777" w:rsidR="00BF102E" w:rsidRPr="006723B7" w:rsidRDefault="00BF102E" w:rsidP="00D05A27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t>Informujemy, że zamierzamy powierzyć wykonanie części zamówienia podwykonawcy:</w:t>
      </w:r>
    </w:p>
    <w:p w14:paraId="7A1362A4" w14:textId="77777777" w:rsidR="00BF102E" w:rsidRPr="006723B7" w:rsidRDefault="00BF102E" w:rsidP="00D05A27">
      <w:pPr>
        <w:pStyle w:val="Akapitzlist"/>
        <w:numPr>
          <w:ilvl w:val="0"/>
          <w:numId w:val="2"/>
        </w:numPr>
        <w:tabs>
          <w:tab w:val="left" w:pos="17324"/>
        </w:tabs>
        <w:suppressAutoHyphens/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Części zamówienia, które </w:t>
      </w:r>
      <w:r w:rsidRPr="006723B7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Wykonawca powierzy do wykonania podwykonawcy </w:t>
      </w:r>
      <w:r w:rsidRPr="006723B7">
        <w:rPr>
          <w:rFonts w:ascii="Arial" w:hAnsi="Arial" w:cs="Arial"/>
          <w:lang w:eastAsia="ar-SA"/>
        </w:rPr>
        <w:t>wraz z podaniem nazw podwykonawc</w:t>
      </w:r>
      <w:r>
        <w:rPr>
          <w:rFonts w:ascii="Arial" w:hAnsi="Arial" w:cs="Arial"/>
          <w:lang w:eastAsia="ar-SA"/>
        </w:rPr>
        <w:t>ów</w:t>
      </w:r>
      <w:r w:rsidRPr="006723B7">
        <w:rPr>
          <w:rFonts w:ascii="Arial" w:hAnsi="Arial" w:cs="Arial"/>
          <w:lang w:eastAsia="ar-SA"/>
        </w:rPr>
        <w:t xml:space="preserve"> – o </w:t>
      </w:r>
      <w:r>
        <w:rPr>
          <w:rFonts w:ascii="Arial" w:hAnsi="Arial" w:cs="Arial"/>
          <w:lang w:eastAsia="ar-SA"/>
        </w:rPr>
        <w:t xml:space="preserve">ile są </w:t>
      </w:r>
      <w:r w:rsidRPr="006723B7">
        <w:rPr>
          <w:rFonts w:ascii="Arial" w:hAnsi="Arial" w:cs="Arial"/>
          <w:lang w:eastAsia="ar-SA"/>
        </w:rPr>
        <w:t>znan</w:t>
      </w:r>
      <w:r>
        <w:rPr>
          <w:rFonts w:ascii="Arial" w:hAnsi="Arial" w:cs="Arial"/>
          <w:lang w:eastAsia="ar-SA"/>
        </w:rPr>
        <w:t>e</w:t>
      </w:r>
      <w:r w:rsidRPr="006723B7">
        <w:rPr>
          <w:rFonts w:ascii="Arial" w:hAnsi="Arial" w:cs="Arial"/>
          <w:lang w:eastAsia="ar-SA"/>
        </w:rPr>
        <w:t xml:space="preserve">: </w:t>
      </w:r>
    </w:p>
    <w:p w14:paraId="54BC1700" w14:textId="77777777" w:rsidR="00BF102E" w:rsidRPr="002967D0" w:rsidRDefault="00BF102E" w:rsidP="002967D0">
      <w:pPr>
        <w:pStyle w:val="Akapitzlist"/>
        <w:tabs>
          <w:tab w:val="left" w:pos="17324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</w:t>
      </w:r>
    </w:p>
    <w:p w14:paraId="4ECB4AB8" w14:textId="77777777" w:rsidR="00BF102E" w:rsidRPr="00E00314" w:rsidRDefault="00BF102E" w:rsidP="00D05A27">
      <w:pPr>
        <w:pStyle w:val="Akapitzlist"/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osobiście)</w:t>
      </w:r>
    </w:p>
    <w:p w14:paraId="67FE4803" w14:textId="77777777" w:rsidR="00BF102E" w:rsidRPr="00B107D8" w:rsidRDefault="00BF102E" w:rsidP="00D05A27">
      <w:pPr>
        <w:pStyle w:val="Standard"/>
        <w:numPr>
          <w:ilvl w:val="0"/>
          <w:numId w:val="7"/>
        </w:numPr>
        <w:spacing w:line="271" w:lineRule="auto"/>
        <w:ind w:left="284" w:hanging="284"/>
        <w:jc w:val="both"/>
        <w:textAlignment w:val="baseline"/>
        <w:rPr>
          <w:lang w:val="pl-PL"/>
        </w:rPr>
      </w:pPr>
      <w:r w:rsidRPr="00CD6F84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CD6F84">
        <w:rPr>
          <w:rFonts w:ascii="Arial" w:hAnsi="Arial" w:cs="Arial"/>
          <w:bCs/>
          <w:sz w:val="22"/>
          <w:szCs w:val="22"/>
          <w:lang w:val="pl-PL"/>
        </w:rPr>
        <w:t>że zgodnie z definicjami zawartymi w art. 7 ust. 1 pkt 1-3 ustawy z dnia 6 marca 2018 roku Prawo Przedsiębiorców jesteśmy</w:t>
      </w:r>
      <w:r w:rsidR="00B107D8">
        <w:rPr>
          <w:rFonts w:ascii="Arial" w:hAnsi="Arial" w:cs="Arial"/>
          <w:bCs/>
          <w:sz w:val="22"/>
          <w:szCs w:val="22"/>
          <w:lang w:val="pl-PL"/>
        </w:rPr>
        <w:t>:</w:t>
      </w:r>
    </w:p>
    <w:p w14:paraId="211D8CC2" w14:textId="77777777" w:rsidR="00B107D8" w:rsidRPr="00B05FDE" w:rsidRDefault="00B107D8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cs="Arial"/>
          <w:bCs/>
        </w:rPr>
      </w:pPr>
      <w:r w:rsidRPr="00B05FDE">
        <w:rPr>
          <w:rFonts w:cs="Arial"/>
          <w:bCs/>
        </w:rPr>
        <w:sym w:font="Symbol" w:char="F092"/>
      </w:r>
      <w:r w:rsidRPr="00B05FDE">
        <w:rPr>
          <w:rFonts w:cs="Arial"/>
          <w:bCs/>
        </w:rPr>
        <w:t xml:space="preserve"> </w:t>
      </w:r>
      <w:proofErr w:type="spellStart"/>
      <w:r w:rsidRPr="00B05FDE">
        <w:rPr>
          <w:rFonts w:cs="Arial"/>
          <w:bCs/>
        </w:rPr>
        <w:t>mikroprzedsiębiorcą</w:t>
      </w:r>
      <w:proofErr w:type="spellEnd"/>
    </w:p>
    <w:p w14:paraId="05ADB703" w14:textId="77777777" w:rsidR="00B107D8" w:rsidRPr="00B05FDE" w:rsidRDefault="00B107D8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cs="Arial"/>
          <w:bCs/>
        </w:rPr>
      </w:pPr>
      <w:r w:rsidRPr="00B05FDE">
        <w:rPr>
          <w:rFonts w:cs="Arial"/>
          <w:bCs/>
        </w:rPr>
        <w:sym w:font="Symbol" w:char="F092"/>
      </w:r>
      <w:r w:rsidRPr="00B05FDE">
        <w:rPr>
          <w:rFonts w:cs="Arial"/>
          <w:bCs/>
        </w:rPr>
        <w:t xml:space="preserve"> małym przedsiębiorcą</w:t>
      </w:r>
    </w:p>
    <w:p w14:paraId="74529AF8" w14:textId="77777777" w:rsidR="00B107D8" w:rsidRPr="00B05FDE" w:rsidRDefault="00B107D8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cs="Arial"/>
          <w:bCs/>
        </w:rPr>
      </w:pPr>
      <w:r w:rsidRPr="00B05FDE">
        <w:rPr>
          <w:rFonts w:cs="Arial"/>
          <w:bCs/>
        </w:rPr>
        <w:sym w:font="Symbol" w:char="F092"/>
      </w:r>
      <w:r w:rsidRPr="00B05FDE">
        <w:rPr>
          <w:rFonts w:cs="Arial"/>
          <w:bCs/>
        </w:rPr>
        <w:t xml:space="preserve"> średnim przedsiębiorcą</w:t>
      </w:r>
    </w:p>
    <w:p w14:paraId="201014BB" w14:textId="77777777" w:rsidR="00B107D8" w:rsidRPr="00B05FDE" w:rsidRDefault="00B107D8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cs="Arial"/>
          <w:bCs/>
        </w:rPr>
      </w:pPr>
      <w:r w:rsidRPr="00B05FDE">
        <w:rPr>
          <w:rFonts w:cs="Arial"/>
          <w:bCs/>
        </w:rPr>
        <w:sym w:font="Symbol" w:char="F092"/>
      </w:r>
      <w:r w:rsidRPr="00B05FDE">
        <w:rPr>
          <w:rFonts w:cs="Arial"/>
          <w:bCs/>
        </w:rPr>
        <w:t xml:space="preserve"> dużym przedsiębiorcą</w:t>
      </w:r>
    </w:p>
    <w:p w14:paraId="23F80E7F" w14:textId="77777777" w:rsidR="00B107D8" w:rsidRPr="00B107D8" w:rsidRDefault="00B107D8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ascii="Times New Roman" w:hAnsi="Times New Roman"/>
        </w:rPr>
      </w:pPr>
      <w:r w:rsidRPr="00B05FDE">
        <w:rPr>
          <w:rFonts w:cs="Arial"/>
          <w:bCs/>
        </w:rPr>
        <w:t xml:space="preserve">* </w:t>
      </w:r>
      <w:r w:rsidRPr="00B05FDE">
        <w:rPr>
          <w:rFonts w:cs="Arial"/>
          <w:bCs/>
          <w:i/>
        </w:rPr>
        <w:t>(odpowiednie zaznaczyć)</w:t>
      </w:r>
    </w:p>
    <w:p w14:paraId="7E50D954" w14:textId="77777777" w:rsidR="00BF102E" w:rsidRPr="000923E6" w:rsidRDefault="00BF102E" w:rsidP="00D05A27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  <w:lang w:val="pl-PL"/>
        </w:rPr>
      </w:pPr>
    </w:p>
    <w:p w14:paraId="7EAE5862" w14:textId="77777777" w:rsidR="00BF102E" w:rsidRPr="000923E6" w:rsidRDefault="00BF102E" w:rsidP="00D05A27">
      <w:pPr>
        <w:pStyle w:val="Standard"/>
        <w:numPr>
          <w:ilvl w:val="0"/>
          <w:numId w:val="7"/>
        </w:numPr>
        <w:spacing w:line="271" w:lineRule="auto"/>
        <w:ind w:left="284" w:hanging="284"/>
        <w:jc w:val="both"/>
        <w:textAlignment w:val="baseline"/>
        <w:rPr>
          <w:lang w:val="pl-PL"/>
        </w:rPr>
      </w:pPr>
      <w:r w:rsidRPr="000923E6">
        <w:rPr>
          <w:rFonts w:ascii="Arial" w:hAnsi="Arial" w:cs="Arial"/>
          <w:lang w:val="pl-PL"/>
        </w:rPr>
        <w:t>Informujemy,</w:t>
      </w:r>
      <w:r w:rsidRPr="000923E6">
        <w:rPr>
          <w:rFonts w:ascii="Arial" w:hAnsi="Arial" w:cs="Arial"/>
          <w:b/>
          <w:lang w:val="pl-PL"/>
        </w:rPr>
        <w:t xml:space="preserve"> </w:t>
      </w:r>
      <w:r w:rsidRPr="000923E6">
        <w:rPr>
          <w:rFonts w:ascii="Arial" w:hAnsi="Arial" w:cs="Arial"/>
          <w:bCs/>
          <w:lang w:val="pl-PL"/>
        </w:rPr>
        <w:t>że oświadczenia/dokumenty wskazane poniżej:</w:t>
      </w:r>
    </w:p>
    <w:p w14:paraId="0181A4F6" w14:textId="77777777" w:rsidR="00BF102E" w:rsidRPr="00B72C9B" w:rsidRDefault="00BF102E" w:rsidP="00D05A27">
      <w:pPr>
        <w:widowControl w:val="0"/>
        <w:numPr>
          <w:ilvl w:val="0"/>
          <w:numId w:val="5"/>
        </w:numPr>
        <w:suppressAutoHyphens/>
        <w:autoSpaceDN w:val="0"/>
        <w:spacing w:line="271" w:lineRule="auto"/>
        <w:jc w:val="both"/>
        <w:textAlignment w:val="baseline"/>
        <w:rPr>
          <w:rFonts w:cs="Arial"/>
        </w:rPr>
      </w:pPr>
      <w:r w:rsidRPr="00B72C9B">
        <w:rPr>
          <w:rFonts w:cs="Arial"/>
        </w:rPr>
        <w:t>……………………………………………………………………………………</w:t>
      </w:r>
    </w:p>
    <w:p w14:paraId="65A2207F" w14:textId="77777777" w:rsidR="00BF102E" w:rsidRPr="000923E6" w:rsidRDefault="00BF102E" w:rsidP="00D05A27">
      <w:pPr>
        <w:widowControl w:val="0"/>
        <w:numPr>
          <w:ilvl w:val="0"/>
          <w:numId w:val="4"/>
        </w:numPr>
        <w:suppressAutoHyphens/>
        <w:autoSpaceDN w:val="0"/>
        <w:spacing w:line="271" w:lineRule="auto"/>
        <w:jc w:val="both"/>
        <w:textAlignment w:val="baseline"/>
        <w:rPr>
          <w:rFonts w:cs="Arial"/>
        </w:rPr>
      </w:pPr>
      <w:r w:rsidRPr="00B72C9B">
        <w:rPr>
          <w:rFonts w:cs="Arial"/>
        </w:rPr>
        <w:t>……………………………………………………………………………………</w:t>
      </w:r>
    </w:p>
    <w:p w14:paraId="17C58BA5" w14:textId="77777777" w:rsidR="00BF102E" w:rsidRPr="00B72C9B" w:rsidRDefault="00BF102E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cs="Arial"/>
        </w:rPr>
      </w:pPr>
      <w:r w:rsidRPr="00B72C9B">
        <w:rPr>
          <w:rFonts w:cs="Arial"/>
        </w:rPr>
        <w:t>Zamawiający może uzyskać w formie elektronicznej z ogólnodostępnych baz danych pod adresem  internetowym:</w:t>
      </w:r>
    </w:p>
    <w:p w14:paraId="108B0047" w14:textId="77777777" w:rsidR="00BF102E" w:rsidRPr="001425E5" w:rsidRDefault="00BF102E" w:rsidP="00D05A27">
      <w:pPr>
        <w:suppressAutoHyphens/>
        <w:autoSpaceDN w:val="0"/>
        <w:spacing w:line="271" w:lineRule="auto"/>
        <w:ind w:left="426"/>
        <w:jc w:val="both"/>
        <w:textAlignment w:val="baseline"/>
        <w:rPr>
          <w:rFonts w:cs="Arial"/>
        </w:rPr>
      </w:pPr>
      <w:r w:rsidRPr="00B72C9B">
        <w:rPr>
          <w:rFonts w:cs="Arial"/>
        </w:rPr>
        <w:t>………………………………………………………………………………….………</w:t>
      </w:r>
    </w:p>
    <w:p w14:paraId="3F965446" w14:textId="77777777" w:rsidR="00BF102E" w:rsidRPr="00F81DC8" w:rsidRDefault="00BF102E" w:rsidP="00D05A27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14:paraId="052BC8EA" w14:textId="77777777" w:rsidR="00BF102E" w:rsidRPr="00F81DC8" w:rsidRDefault="00BF102E" w:rsidP="00D05A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F81DC8">
        <w:rPr>
          <w:rFonts w:cs="Arial"/>
        </w:rPr>
        <w:t xml:space="preserve">………………………………………… </w:t>
      </w:r>
    </w:p>
    <w:p w14:paraId="7BC7776B" w14:textId="77777777" w:rsidR="00BF102E" w:rsidRPr="00F81DC8" w:rsidRDefault="00BF102E" w:rsidP="00D05A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F81DC8">
        <w:rPr>
          <w:rFonts w:cs="Arial"/>
        </w:rPr>
        <w:t xml:space="preserve">………………………………………... </w:t>
      </w:r>
      <w:r>
        <w:rPr>
          <w:rFonts w:cs="Arial"/>
        </w:rPr>
        <w:t xml:space="preserve"> </w:t>
      </w:r>
    </w:p>
    <w:p w14:paraId="2E3D4FD7" w14:textId="77777777" w:rsidR="00BF102E" w:rsidRDefault="00BF102E" w:rsidP="00D05A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F81DC8">
        <w:rPr>
          <w:rFonts w:cs="Arial"/>
        </w:rPr>
        <w:t xml:space="preserve">………………………………………… </w:t>
      </w:r>
    </w:p>
    <w:p w14:paraId="012CAA46" w14:textId="77777777" w:rsidR="008C5429" w:rsidRPr="000923E6" w:rsidRDefault="00BF102E" w:rsidP="00D05A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F81DC8">
        <w:rPr>
          <w:rFonts w:cs="Arial"/>
        </w:rPr>
        <w:t xml:space="preserve">………………………………………... </w:t>
      </w:r>
      <w:r>
        <w:rPr>
          <w:rFonts w:cs="Arial"/>
        </w:rPr>
        <w:t xml:space="preserve"> </w:t>
      </w:r>
    </w:p>
    <w:sectPr w:rsidR="008C5429" w:rsidRPr="000923E6" w:rsidSect="007F3623">
      <w:headerReference w:type="first" r:id="rId8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74AF" w14:textId="77777777" w:rsidR="00BC3CAE" w:rsidRDefault="00BC3CAE">
      <w:r>
        <w:separator/>
      </w:r>
    </w:p>
  </w:endnote>
  <w:endnote w:type="continuationSeparator" w:id="0">
    <w:p w14:paraId="3B714C9C" w14:textId="77777777" w:rsidR="00BC3CAE" w:rsidRDefault="00BC3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CF7A1" w14:textId="77777777" w:rsidR="00BC3CAE" w:rsidRDefault="00BC3CAE">
      <w:r>
        <w:separator/>
      </w:r>
    </w:p>
  </w:footnote>
  <w:footnote w:type="continuationSeparator" w:id="0">
    <w:p w14:paraId="6B40A7A4" w14:textId="77777777" w:rsidR="00BC3CAE" w:rsidRDefault="00BC3CAE">
      <w:r>
        <w:continuationSeparator/>
      </w:r>
    </w:p>
  </w:footnote>
  <w:footnote w:id="1">
    <w:p w14:paraId="486C084E" w14:textId="77777777" w:rsidR="00BF102E" w:rsidRPr="00DC487E" w:rsidRDefault="00BF102E" w:rsidP="00D05A2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05A27">
        <w:rPr>
          <w:rStyle w:val="Odwoanieprzypisudolnego"/>
          <w:rFonts w:ascii="Arial" w:hAnsi="Arial" w:cs="Arial"/>
          <w:sz w:val="16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87747F" w14:textId="77777777" w:rsidR="00BF102E" w:rsidRPr="00FF42D7" w:rsidRDefault="00BF102E" w:rsidP="00D05A27">
      <w:pPr>
        <w:spacing w:after="40"/>
        <w:jc w:val="both"/>
        <w:rPr>
          <w:rFonts w:eastAsia="MS Mincho" w:cs="Arial"/>
          <w:sz w:val="14"/>
          <w:szCs w:val="14"/>
        </w:rPr>
      </w:pPr>
      <w:r w:rsidRPr="00FF42D7">
        <w:rPr>
          <w:rFonts w:eastAsia="MS Mincho" w:cs="Arial"/>
          <w:color w:val="000000"/>
          <w:sz w:val="14"/>
          <w:szCs w:val="14"/>
        </w:rPr>
        <w:t xml:space="preserve">* W przypadku gdy wykonawca </w:t>
      </w:r>
      <w:r w:rsidRPr="00FF42D7">
        <w:rPr>
          <w:rFonts w:eastAsia="MS Mincho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8D1603" w14:textId="77777777" w:rsidR="00BF102E" w:rsidRDefault="00BF102E" w:rsidP="00BF10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505B" w14:textId="77777777" w:rsidR="007B2500" w:rsidRDefault="007B2500" w:rsidP="00EB5B93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0C76"/>
    <w:multiLevelType w:val="hybridMultilevel"/>
    <w:tmpl w:val="0B9CA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7402C"/>
    <w:multiLevelType w:val="multilevel"/>
    <w:tmpl w:val="BC8A7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CIDFont+F1" w:eastAsia="Times New Roman" w:hAnsi="CIDFont+F1" w:cs="CIDFont+F1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5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2DF8"/>
    <w:rsid w:val="00004835"/>
    <w:rsid w:val="00061F20"/>
    <w:rsid w:val="00080D83"/>
    <w:rsid w:val="000923E6"/>
    <w:rsid w:val="000B3A25"/>
    <w:rsid w:val="000D0A26"/>
    <w:rsid w:val="000D283E"/>
    <w:rsid w:val="00122DC5"/>
    <w:rsid w:val="00124D4A"/>
    <w:rsid w:val="001304E7"/>
    <w:rsid w:val="00130B23"/>
    <w:rsid w:val="001B210F"/>
    <w:rsid w:val="001B33E7"/>
    <w:rsid w:val="00241C1F"/>
    <w:rsid w:val="002425AE"/>
    <w:rsid w:val="00253C82"/>
    <w:rsid w:val="002967D0"/>
    <w:rsid w:val="002B33B9"/>
    <w:rsid w:val="002C6347"/>
    <w:rsid w:val="002F0528"/>
    <w:rsid w:val="00315901"/>
    <w:rsid w:val="00320AAC"/>
    <w:rsid w:val="00325198"/>
    <w:rsid w:val="0033671F"/>
    <w:rsid w:val="0035482A"/>
    <w:rsid w:val="003619F2"/>
    <w:rsid w:val="00365820"/>
    <w:rsid w:val="003A28C6"/>
    <w:rsid w:val="003C554F"/>
    <w:rsid w:val="003E1735"/>
    <w:rsid w:val="0040149C"/>
    <w:rsid w:val="00414478"/>
    <w:rsid w:val="00472632"/>
    <w:rsid w:val="00492BD3"/>
    <w:rsid w:val="004A701D"/>
    <w:rsid w:val="004B70BD"/>
    <w:rsid w:val="004E0B16"/>
    <w:rsid w:val="0052111D"/>
    <w:rsid w:val="005467FC"/>
    <w:rsid w:val="005760A9"/>
    <w:rsid w:val="00594464"/>
    <w:rsid w:val="0061113C"/>
    <w:rsid w:val="00622781"/>
    <w:rsid w:val="00640BFF"/>
    <w:rsid w:val="00671693"/>
    <w:rsid w:val="0067620B"/>
    <w:rsid w:val="0069621B"/>
    <w:rsid w:val="006A195D"/>
    <w:rsid w:val="006B4267"/>
    <w:rsid w:val="006F209E"/>
    <w:rsid w:val="00727F94"/>
    <w:rsid w:val="007337EB"/>
    <w:rsid w:val="00745D18"/>
    <w:rsid w:val="0076676C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73501"/>
    <w:rsid w:val="00876326"/>
    <w:rsid w:val="008770FC"/>
    <w:rsid w:val="008945D9"/>
    <w:rsid w:val="008966BC"/>
    <w:rsid w:val="008C5429"/>
    <w:rsid w:val="009D71C1"/>
    <w:rsid w:val="009F2CF0"/>
    <w:rsid w:val="009F2DF8"/>
    <w:rsid w:val="00A04690"/>
    <w:rsid w:val="00A20F2B"/>
    <w:rsid w:val="00A40DD3"/>
    <w:rsid w:val="00A42BF9"/>
    <w:rsid w:val="00A8311B"/>
    <w:rsid w:val="00A85F44"/>
    <w:rsid w:val="00AA757A"/>
    <w:rsid w:val="00AB04EA"/>
    <w:rsid w:val="00AB09F2"/>
    <w:rsid w:val="00AD1EFE"/>
    <w:rsid w:val="00AF36E1"/>
    <w:rsid w:val="00B01F08"/>
    <w:rsid w:val="00B107D8"/>
    <w:rsid w:val="00B16E8F"/>
    <w:rsid w:val="00B258AB"/>
    <w:rsid w:val="00B30401"/>
    <w:rsid w:val="00B32427"/>
    <w:rsid w:val="00B6637D"/>
    <w:rsid w:val="00B712D3"/>
    <w:rsid w:val="00BB76D0"/>
    <w:rsid w:val="00BC363C"/>
    <w:rsid w:val="00BC3CAE"/>
    <w:rsid w:val="00BD406D"/>
    <w:rsid w:val="00BF102E"/>
    <w:rsid w:val="00C04890"/>
    <w:rsid w:val="00C1452C"/>
    <w:rsid w:val="00C165B9"/>
    <w:rsid w:val="00C209E2"/>
    <w:rsid w:val="00C3273B"/>
    <w:rsid w:val="00C55121"/>
    <w:rsid w:val="00C62C24"/>
    <w:rsid w:val="00C635B6"/>
    <w:rsid w:val="00CA5BCB"/>
    <w:rsid w:val="00CA6465"/>
    <w:rsid w:val="00CE005B"/>
    <w:rsid w:val="00CF1084"/>
    <w:rsid w:val="00D0361A"/>
    <w:rsid w:val="00D05A27"/>
    <w:rsid w:val="00D30ADD"/>
    <w:rsid w:val="00D413C5"/>
    <w:rsid w:val="00D43A0D"/>
    <w:rsid w:val="00D46867"/>
    <w:rsid w:val="00D526F3"/>
    <w:rsid w:val="00D8020B"/>
    <w:rsid w:val="00DA2034"/>
    <w:rsid w:val="00DC733E"/>
    <w:rsid w:val="00DF57BE"/>
    <w:rsid w:val="00DF7C3B"/>
    <w:rsid w:val="00E06500"/>
    <w:rsid w:val="00E2397F"/>
    <w:rsid w:val="00E41232"/>
    <w:rsid w:val="00E57060"/>
    <w:rsid w:val="00E61415"/>
    <w:rsid w:val="00E87616"/>
    <w:rsid w:val="00EA5C16"/>
    <w:rsid w:val="00EB5B93"/>
    <w:rsid w:val="00EC1894"/>
    <w:rsid w:val="00EF000D"/>
    <w:rsid w:val="00F47361"/>
    <w:rsid w:val="00F545A3"/>
    <w:rsid w:val="00FB0F02"/>
    <w:rsid w:val="00FB5706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0B91EC4"/>
  <w15:docId w15:val="{1A16360C-51CC-47C2-BFCF-9C061037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Bulleted list,Odstavec,Podsis rysunku,T_SZ_List Paragraph"/>
    <w:basedOn w:val="Normalny"/>
    <w:link w:val="AkapitzlistZnak"/>
    <w:uiPriority w:val="34"/>
    <w:qFormat/>
    <w:rsid w:val="00BF102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F102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102E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uiPriority w:val="99"/>
    <w:unhideWhenUsed/>
    <w:rsid w:val="00BF102E"/>
    <w:rPr>
      <w:vertAlign w:val="superscript"/>
    </w:rPr>
  </w:style>
  <w:style w:type="paragraph" w:customStyle="1" w:styleId="Standard">
    <w:name w:val="Standard"/>
    <w:rsid w:val="00BF102E"/>
    <w:pPr>
      <w:suppressAutoHyphens/>
      <w:autoSpaceDN w:val="0"/>
    </w:pPr>
    <w:rPr>
      <w:sz w:val="24"/>
      <w:szCs w:val="24"/>
      <w:lang w:val="en-US" w:eastAsia="en-US"/>
    </w:rPr>
  </w:style>
  <w:style w:type="numbering" w:customStyle="1" w:styleId="WWNum36">
    <w:name w:val="WWNum36"/>
    <w:basedOn w:val="Bezlisty"/>
    <w:rsid w:val="00BF102E"/>
    <w:pPr>
      <w:numPr>
        <w:numId w:val="4"/>
      </w:numPr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locked/>
    <w:rsid w:val="00FF2B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092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2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ygert\Downloads\listownik-Pomorskie-FE-UMWP-UE-EFS-RPO2014-2020-2015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B0EF-5265-4859-BDA8-7D0CE267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 (1).dot</Template>
  <TotalTime>51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cp:keywords/>
  <cp:lastModifiedBy>Admin</cp:lastModifiedBy>
  <cp:revision>40</cp:revision>
  <cp:lastPrinted>2023-08-29T06:09:00Z</cp:lastPrinted>
  <dcterms:created xsi:type="dcterms:W3CDTF">2021-07-29T07:07:00Z</dcterms:created>
  <dcterms:modified xsi:type="dcterms:W3CDTF">2023-08-29T06:09:00Z</dcterms:modified>
</cp:coreProperties>
</file>