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4D3817CE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CB2179">
        <w:rPr>
          <w:rFonts w:cs="Arial"/>
          <w:sz w:val="20"/>
          <w:szCs w:val="20"/>
        </w:rPr>
        <w:t>14</w:t>
      </w:r>
      <w:r>
        <w:rPr>
          <w:rFonts w:cs="Arial"/>
          <w:sz w:val="20"/>
          <w:szCs w:val="20"/>
        </w:rPr>
        <w:t>.202</w:t>
      </w:r>
      <w:r w:rsidR="0047421F">
        <w:rPr>
          <w:rFonts w:cs="Arial"/>
          <w:sz w:val="20"/>
          <w:szCs w:val="20"/>
        </w:rPr>
        <w:t>3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20521028" w14:textId="77777777" w:rsidR="00CB2179" w:rsidRDefault="00617C8B" w:rsidP="00CB2179">
      <w:pPr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r w:rsidR="00CB2179" w:rsidRPr="00CB2179">
        <w:rPr>
          <w:rFonts w:cs="Arial"/>
          <w:b/>
          <w:bCs/>
          <w:sz w:val="20"/>
          <w:szCs w:val="20"/>
        </w:rPr>
        <w:t>Budowa drogi dla pieszych w miejscowości Stare Gronowo,</w:t>
      </w:r>
    </w:p>
    <w:p w14:paraId="5F29E688" w14:textId="0DDADCB7" w:rsidR="00617C8B" w:rsidRDefault="00617C8B" w:rsidP="00CB2179">
      <w:pPr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headerReference w:type="first" r:id="rId7"/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DEC2" w14:textId="77777777" w:rsidR="00EB24D0" w:rsidRDefault="00EB24D0">
      <w:r>
        <w:separator/>
      </w:r>
    </w:p>
  </w:endnote>
  <w:endnote w:type="continuationSeparator" w:id="0">
    <w:p w14:paraId="2124EE9F" w14:textId="77777777" w:rsidR="00EB24D0" w:rsidRDefault="00EB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D5AF" w14:textId="77777777" w:rsidR="00EB24D0" w:rsidRDefault="00EB24D0">
      <w:r>
        <w:separator/>
      </w:r>
    </w:p>
  </w:footnote>
  <w:footnote w:type="continuationSeparator" w:id="0">
    <w:p w14:paraId="4F5E529A" w14:textId="77777777" w:rsidR="00EB24D0" w:rsidRDefault="00EB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5C32D" w14:textId="495C72E2" w:rsidR="00BA6920" w:rsidRDefault="00BA6920" w:rsidP="00BA6920">
    <w:pPr>
      <w:pStyle w:val="Nagwek"/>
    </w:pPr>
    <w:r>
      <w:t xml:space="preserve">                                                                  </w:t>
    </w:r>
  </w:p>
  <w:p w14:paraId="05248E04" w14:textId="77777777" w:rsidR="00BA6920" w:rsidRDefault="00BA69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45983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A3599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7421F"/>
    <w:rsid w:val="004861BD"/>
    <w:rsid w:val="00492BD3"/>
    <w:rsid w:val="004B16F1"/>
    <w:rsid w:val="004B35B2"/>
    <w:rsid w:val="004B70BD"/>
    <w:rsid w:val="0052111D"/>
    <w:rsid w:val="00537F26"/>
    <w:rsid w:val="005760A9"/>
    <w:rsid w:val="005836D9"/>
    <w:rsid w:val="00594464"/>
    <w:rsid w:val="005A0BC7"/>
    <w:rsid w:val="005E35D4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8EB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6920"/>
    <w:rsid w:val="00BA69D6"/>
    <w:rsid w:val="00BB76D0"/>
    <w:rsid w:val="00BC363C"/>
    <w:rsid w:val="00C16840"/>
    <w:rsid w:val="00C62C24"/>
    <w:rsid w:val="00C635B6"/>
    <w:rsid w:val="00CA20F9"/>
    <w:rsid w:val="00CB217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BA692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13</TotalTime>
  <Pages>1</Pages>
  <Words>221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13</cp:revision>
  <cp:lastPrinted>2020-11-10T13:52:00Z</cp:lastPrinted>
  <dcterms:created xsi:type="dcterms:W3CDTF">2021-05-02T20:19:00Z</dcterms:created>
  <dcterms:modified xsi:type="dcterms:W3CDTF">2023-10-10T09:34:00Z</dcterms:modified>
</cp:coreProperties>
</file>