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78" w:rsidRDefault="000B24A8" w:rsidP="00C47278">
      <w:pPr>
        <w:spacing w:before="480" w:after="0" w:line="257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Znak sprawy </w:t>
      </w:r>
      <w:r w:rsidR="008859A0">
        <w:rPr>
          <w:rFonts w:ascii="Arial" w:hAnsi="Arial" w:cs="Arial"/>
          <w:i/>
          <w:sz w:val="18"/>
          <w:szCs w:val="18"/>
        </w:rPr>
        <w:t>13</w:t>
      </w:r>
      <w:r w:rsidR="00ED7A0F">
        <w:rPr>
          <w:rFonts w:ascii="Arial" w:hAnsi="Arial" w:cs="Arial"/>
          <w:i/>
          <w:sz w:val="18"/>
          <w:szCs w:val="18"/>
        </w:rPr>
        <w:t>/D/2</w:t>
      </w:r>
      <w:r w:rsidR="00EE5BC3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Załącznik nr 7</w:t>
      </w:r>
      <w:r w:rsidRPr="00603172">
        <w:rPr>
          <w:rFonts w:ascii="Arial" w:hAnsi="Arial" w:cs="Arial"/>
          <w:i/>
          <w:sz w:val="18"/>
          <w:szCs w:val="18"/>
        </w:rPr>
        <w:t xml:space="preserve"> do SWZ</w:t>
      </w:r>
    </w:p>
    <w:p w:rsid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603172" w:rsidRDefault="00603172" w:rsidP="00603172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03172" w:rsidRDefault="00603172" w:rsidP="0060317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03172" w:rsidRDefault="00603172" w:rsidP="00603172">
      <w:pPr>
        <w:rPr>
          <w:rFonts w:ascii="Arial" w:hAnsi="Arial" w:cs="Arial"/>
        </w:rPr>
      </w:pP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</w:p>
    <w:p w:rsidR="00603172" w:rsidRDefault="00603172" w:rsidP="0060317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603172" w:rsidRPr="00710B9D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03172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03172" w:rsidRDefault="00603172" w:rsidP="00603172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0336EA">
        <w:rPr>
          <w:rFonts w:ascii="Arial" w:hAnsi="Arial" w:cs="Arial"/>
          <w:sz w:val="21"/>
          <w:szCs w:val="21"/>
        </w:rPr>
        <w:t xml:space="preserve"> </w:t>
      </w:r>
      <w:r w:rsidR="00ED7A0F">
        <w:rPr>
          <w:rFonts w:ascii="Arial" w:hAnsi="Arial" w:cs="Arial"/>
          <w:b/>
          <w:sz w:val="21"/>
          <w:szCs w:val="21"/>
        </w:rPr>
        <w:t xml:space="preserve">Dostawa sprzętu </w:t>
      </w:r>
      <w:r w:rsidR="000B24A8">
        <w:rPr>
          <w:rFonts w:ascii="Arial" w:hAnsi="Arial" w:cs="Arial"/>
          <w:b/>
          <w:sz w:val="21"/>
          <w:szCs w:val="21"/>
        </w:rPr>
        <w:t xml:space="preserve">i aparatury </w:t>
      </w:r>
      <w:r w:rsidR="00ED7A0F">
        <w:rPr>
          <w:rFonts w:ascii="Arial" w:hAnsi="Arial" w:cs="Arial"/>
          <w:b/>
          <w:sz w:val="21"/>
          <w:szCs w:val="21"/>
        </w:rPr>
        <w:t>medyczne</w:t>
      </w:r>
      <w:r w:rsidR="000B24A8">
        <w:rPr>
          <w:rFonts w:ascii="Arial" w:hAnsi="Arial" w:cs="Arial"/>
          <w:b/>
          <w:sz w:val="21"/>
          <w:szCs w:val="21"/>
        </w:rPr>
        <w:t>j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603172">
        <w:rPr>
          <w:rFonts w:ascii="Arial" w:hAnsi="Arial" w:cs="Arial"/>
          <w:b/>
          <w:sz w:val="21"/>
          <w:szCs w:val="21"/>
        </w:rPr>
        <w:t>przez Samodzielny Publiczny Zakład Opieki zdrowotnej MSWiA w Łodzi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03172" w:rsidRDefault="00603172" w:rsidP="0060317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03172" w:rsidRPr="0084509A" w:rsidRDefault="00603172" w:rsidP="0060317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03172" w:rsidRPr="007F3CFE" w:rsidRDefault="00603172" w:rsidP="0060317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03172" w:rsidRPr="00B15FD3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03172" w:rsidRPr="00F90528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603172" w:rsidRPr="00DE447D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</w:t>
      </w:r>
      <w:bookmarkStart w:id="4" w:name="_GoBack"/>
      <w:bookmarkEnd w:id="4"/>
      <w:r>
        <w:rPr>
          <w:rFonts w:ascii="Arial" w:hAnsi="Arial" w:cs="Arial"/>
          <w:sz w:val="21"/>
          <w:szCs w:val="21"/>
        </w:rPr>
        <w:t>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Pr="00ED7A0F" w:rsidRDefault="00603172" w:rsidP="00ED7A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b/>
        </w:rPr>
      </w:pPr>
    </w:p>
    <w:p w:rsidR="00603172" w:rsidRPr="00ED7A0F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03172" w:rsidRPr="00E44F37" w:rsidRDefault="00603172" w:rsidP="006031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03172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Pr="00A22DCF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03172" w:rsidRDefault="00603172" w:rsidP="0060317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603172" w:rsidRPr="00A345E9" w:rsidRDefault="00603172" w:rsidP="0060317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D4FC5" w:rsidRDefault="00CD4FC5"/>
    <w:sectPr w:rsidR="00CD4FC5" w:rsidSect="000B24A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C8B" w:rsidRDefault="003B7C8B" w:rsidP="00603172">
      <w:pPr>
        <w:spacing w:after="0" w:line="240" w:lineRule="auto"/>
      </w:pPr>
      <w:r>
        <w:separator/>
      </w:r>
    </w:p>
  </w:endnote>
  <w:endnote w:type="continuationSeparator" w:id="0">
    <w:p w:rsidR="003B7C8B" w:rsidRDefault="003B7C8B" w:rsidP="0060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C8B" w:rsidRDefault="003B7C8B" w:rsidP="00603172">
      <w:pPr>
        <w:spacing w:after="0" w:line="240" w:lineRule="auto"/>
      </w:pPr>
      <w:r>
        <w:separator/>
      </w:r>
    </w:p>
  </w:footnote>
  <w:footnote w:type="continuationSeparator" w:id="0">
    <w:p w:rsidR="003B7C8B" w:rsidRDefault="003B7C8B" w:rsidP="00603172">
      <w:pPr>
        <w:spacing w:after="0" w:line="240" w:lineRule="auto"/>
      </w:pPr>
      <w:r>
        <w:continuationSeparator/>
      </w:r>
    </w:p>
  </w:footnote>
  <w:footnote w:id="1">
    <w:p w:rsidR="00603172" w:rsidRPr="00B929A1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03172" w:rsidRPr="00B929A1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03172" w:rsidRPr="004E3F67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03172" w:rsidRPr="00896587" w:rsidRDefault="00603172" w:rsidP="006031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03172"/>
    <w:rsid w:val="000336EA"/>
    <w:rsid w:val="000B24A8"/>
    <w:rsid w:val="002B0797"/>
    <w:rsid w:val="003B7C8B"/>
    <w:rsid w:val="003D7EC5"/>
    <w:rsid w:val="005A1005"/>
    <w:rsid w:val="00603172"/>
    <w:rsid w:val="006A69FA"/>
    <w:rsid w:val="007414C2"/>
    <w:rsid w:val="00836CCC"/>
    <w:rsid w:val="008859A0"/>
    <w:rsid w:val="00C47278"/>
    <w:rsid w:val="00CD4FC5"/>
    <w:rsid w:val="00D6299A"/>
    <w:rsid w:val="00ED7A0F"/>
    <w:rsid w:val="00EE5BC3"/>
    <w:rsid w:val="00FE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1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1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1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317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317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79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0B2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24A8"/>
  </w:style>
  <w:style w:type="paragraph" w:styleId="Stopka">
    <w:name w:val="footer"/>
    <w:basedOn w:val="Normalny"/>
    <w:link w:val="StopkaZnak"/>
    <w:uiPriority w:val="99"/>
    <w:semiHidden/>
    <w:unhideWhenUsed/>
    <w:rsid w:val="000B2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2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Elvis</cp:lastModifiedBy>
  <cp:revision>9</cp:revision>
  <cp:lastPrinted>2022-05-17T06:52:00Z</cp:lastPrinted>
  <dcterms:created xsi:type="dcterms:W3CDTF">2022-05-09T11:42:00Z</dcterms:created>
  <dcterms:modified xsi:type="dcterms:W3CDTF">2024-06-13T07:58:00Z</dcterms:modified>
</cp:coreProperties>
</file>