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4F5F5" w14:textId="77777777" w:rsidR="00E2298C" w:rsidRPr="00147082" w:rsidRDefault="00FA2C29" w:rsidP="000C2176">
      <w:pPr>
        <w:spacing w:line="23" w:lineRule="atLeast"/>
        <w:ind w:left="2484" w:firstLine="348"/>
        <w:jc w:val="right"/>
        <w:rPr>
          <w:rFonts w:ascii="Times New Roman" w:hAnsi="Times New Roman"/>
          <w:i/>
          <w:sz w:val="20"/>
          <w:szCs w:val="20"/>
        </w:rPr>
      </w:pPr>
      <w:r w:rsidRPr="00147082">
        <w:rPr>
          <w:rFonts w:ascii="Times New Roman" w:hAnsi="Times New Roman"/>
          <w:i/>
          <w:sz w:val="20"/>
          <w:szCs w:val="20"/>
        </w:rPr>
        <w:t>Załącznik nr 1 do S</w:t>
      </w:r>
      <w:r w:rsidR="00E2298C" w:rsidRPr="00147082">
        <w:rPr>
          <w:rFonts w:ascii="Times New Roman" w:hAnsi="Times New Roman"/>
          <w:i/>
          <w:sz w:val="20"/>
          <w:szCs w:val="20"/>
        </w:rPr>
        <w:t>WZ</w:t>
      </w:r>
    </w:p>
    <w:p w14:paraId="080C7EAA" w14:textId="77777777" w:rsidR="000C2176" w:rsidRPr="00147082" w:rsidRDefault="000C2176" w:rsidP="009C70C7">
      <w:pPr>
        <w:spacing w:line="23" w:lineRule="atLeast"/>
        <w:ind w:left="2484" w:firstLine="348"/>
        <w:jc w:val="right"/>
        <w:rPr>
          <w:rFonts w:ascii="Times New Roman" w:hAnsi="Times New Roman"/>
          <w:sz w:val="20"/>
          <w:szCs w:val="20"/>
        </w:rPr>
      </w:pPr>
    </w:p>
    <w:p w14:paraId="6263FE3F" w14:textId="77777777" w:rsidR="00B77D4C" w:rsidRPr="00147082" w:rsidRDefault="000C2176" w:rsidP="000B4FC1">
      <w:pPr>
        <w:jc w:val="right"/>
        <w:rPr>
          <w:rFonts w:ascii="Times New Roman" w:hAnsi="Times New Roman"/>
          <w:b/>
          <w:bCs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147082" w14:paraId="076DE995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311DA376" w14:textId="77777777" w:rsidR="000B4FC1" w:rsidRPr="00147082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5914A0E9" w14:textId="0AC376FA" w:rsidR="000B4FC1" w:rsidRPr="00147082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147082">
              <w:rPr>
                <w:rFonts w:ascii="Times New Roman" w:hAnsi="Times New Roman"/>
                <w:b/>
              </w:rPr>
              <w:t>RI.271.2.</w:t>
            </w:r>
            <w:r w:rsidR="00B74E0F">
              <w:rPr>
                <w:rFonts w:ascii="Times New Roman" w:hAnsi="Times New Roman"/>
                <w:b/>
              </w:rPr>
              <w:t>10</w:t>
            </w:r>
            <w:r w:rsidRPr="00147082">
              <w:rPr>
                <w:rFonts w:ascii="Times New Roman" w:hAnsi="Times New Roman"/>
                <w:b/>
              </w:rPr>
              <w:t>.202</w:t>
            </w:r>
            <w:r w:rsidR="00C57BDD" w:rsidRPr="00147082">
              <w:rPr>
                <w:rFonts w:ascii="Times New Roman" w:hAnsi="Times New Roman"/>
                <w:b/>
              </w:rPr>
              <w:t>2</w:t>
            </w:r>
          </w:p>
        </w:tc>
      </w:tr>
      <w:tr w:rsidR="000B4FC1" w:rsidRPr="00147082" w14:paraId="53BDBE37" w14:textId="77777777" w:rsidTr="003E7B1C">
        <w:tc>
          <w:tcPr>
            <w:tcW w:w="9214" w:type="dxa"/>
            <w:gridSpan w:val="2"/>
            <w:shd w:val="clear" w:color="auto" w:fill="D9D9D9"/>
          </w:tcPr>
          <w:p w14:paraId="1EA6B1ED" w14:textId="77777777" w:rsidR="000B4FC1" w:rsidRPr="00147082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147082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</w:p>
          <w:p w14:paraId="7C049ECC" w14:textId="4F5A7EB0" w:rsidR="00F855CF" w:rsidRPr="00147082" w:rsidRDefault="00DC6372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 xml:space="preserve">Gmina Debrzno </w:t>
            </w:r>
            <w:r w:rsidR="00B74E0F">
              <w:rPr>
                <w:rFonts w:ascii="Times New Roman" w:eastAsia="Arial Unicode MS" w:hAnsi="Times New Roman"/>
                <w:kern w:val="1"/>
                <w:lang w:eastAsia="hi-IN" w:bidi="hi-IN"/>
              </w:rPr>
              <w:t>Inkubator Przedsiębiorczości Cierznie</w:t>
            </w:r>
            <w:r w:rsidR="00F855CF"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>,</w:t>
            </w:r>
          </w:p>
          <w:p w14:paraId="584CDFCF" w14:textId="6E078F88" w:rsidR="00F855CF" w:rsidRPr="00147082" w:rsidRDefault="00F855CF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 xml:space="preserve"> </w:t>
            </w:r>
            <w:r w:rsidR="00B74E0F">
              <w:rPr>
                <w:rFonts w:ascii="Times New Roman" w:eastAsia="Arial Unicode MS" w:hAnsi="Times New Roman"/>
                <w:kern w:val="1"/>
                <w:lang w:eastAsia="hi-IN" w:bidi="hi-IN"/>
              </w:rPr>
              <w:t>Cierznie 64</w:t>
            </w:r>
            <w:r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 xml:space="preserve">, 77-310 Debrzno,           </w:t>
            </w:r>
          </w:p>
          <w:p w14:paraId="1832F107" w14:textId="77777777" w:rsidR="000B4FC1" w:rsidRPr="00147082" w:rsidRDefault="00F855CF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>NIP 8431530511</w:t>
            </w:r>
          </w:p>
          <w:p w14:paraId="75555170" w14:textId="77777777" w:rsidR="00F855CF" w:rsidRPr="00147082" w:rsidRDefault="00F855CF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eastAsia="hi-IN" w:bidi="hi-IN"/>
              </w:rPr>
            </w:pPr>
          </w:p>
          <w:p w14:paraId="652222DB" w14:textId="77777777" w:rsidR="00F855CF" w:rsidRPr="00147082" w:rsidRDefault="00F855CF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bCs/>
                <w:kern w:val="1"/>
                <w:u w:val="single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b/>
                <w:bCs/>
                <w:kern w:val="1"/>
                <w:u w:val="single"/>
                <w:lang w:eastAsia="hi-IN" w:bidi="hi-IN"/>
              </w:rPr>
              <w:t>Pełnomocnik Zamawiającego:</w:t>
            </w:r>
          </w:p>
          <w:p w14:paraId="69A01E6C" w14:textId="77777777" w:rsidR="00F855CF" w:rsidRPr="00147082" w:rsidRDefault="00F855CF" w:rsidP="00F855CF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proofErr w:type="spellStart"/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Gmina</w:t>
            </w:r>
            <w:proofErr w:type="spellEnd"/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 xml:space="preserve"> Debrzno</w:t>
            </w:r>
          </w:p>
          <w:p w14:paraId="3EBC0088" w14:textId="77777777" w:rsidR="00F855CF" w:rsidRPr="00147082" w:rsidRDefault="00F855CF" w:rsidP="00F855CF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proofErr w:type="spellStart"/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ul</w:t>
            </w:r>
            <w:proofErr w:type="spellEnd"/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 xml:space="preserve">. </w:t>
            </w:r>
            <w:proofErr w:type="spellStart"/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Traugutta</w:t>
            </w:r>
            <w:proofErr w:type="spellEnd"/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 xml:space="preserve"> 2, 77-310 Debrzno</w:t>
            </w:r>
          </w:p>
          <w:p w14:paraId="4D6D3F71" w14:textId="77777777" w:rsidR="00F855CF" w:rsidRPr="00147082" w:rsidRDefault="00F855CF" w:rsidP="00F855CF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tel. (59) 833 53 51</w:t>
            </w:r>
          </w:p>
          <w:p w14:paraId="7327AA50" w14:textId="77777777" w:rsidR="00F855CF" w:rsidRPr="00147082" w:rsidRDefault="00F855CF" w:rsidP="00F855CF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 xml:space="preserve">e-mail: </w:t>
            </w:r>
            <w:hyperlink r:id="rId7" w:history="1">
              <w:r w:rsidRPr="00147082">
                <w:rPr>
                  <w:rStyle w:val="Hipercze"/>
                  <w:rFonts w:ascii="Times New Roman" w:eastAsia="Arial Unicode MS" w:hAnsi="Times New Roman"/>
                  <w:kern w:val="1"/>
                  <w:lang w:val="en-US" w:eastAsia="hi-IN" w:bidi="hi-IN"/>
                </w:rPr>
                <w:t>urzad@debrzno.pl</w:t>
              </w:r>
            </w:hyperlink>
          </w:p>
        </w:tc>
      </w:tr>
    </w:tbl>
    <w:p w14:paraId="31372743" w14:textId="77777777" w:rsidR="000B4FC1" w:rsidRPr="00147082" w:rsidRDefault="000B4FC1" w:rsidP="000B4FC1">
      <w:pPr>
        <w:rPr>
          <w:rFonts w:ascii="Times New Roman" w:hAnsi="Times New Roman"/>
          <w:b/>
          <w:bCs/>
          <w:sz w:val="20"/>
          <w:szCs w:val="20"/>
        </w:rPr>
      </w:pPr>
    </w:p>
    <w:p w14:paraId="2BEA02AB" w14:textId="77777777" w:rsidR="00B77D4C" w:rsidRPr="00147082" w:rsidRDefault="00B77D4C" w:rsidP="00B77D4C">
      <w:pPr>
        <w:jc w:val="right"/>
        <w:rPr>
          <w:rFonts w:ascii="Times New Roman" w:hAnsi="Times New Roman"/>
          <w:b/>
          <w:i/>
          <w:sz w:val="20"/>
          <w:szCs w:val="20"/>
        </w:rPr>
      </w:pPr>
    </w:p>
    <w:p w14:paraId="4B751EFB" w14:textId="77777777" w:rsidR="000C2176" w:rsidRPr="00147082" w:rsidRDefault="000C2176" w:rsidP="00B77D4C">
      <w:pPr>
        <w:jc w:val="center"/>
        <w:rPr>
          <w:rStyle w:val="FontStyle96"/>
          <w:bCs w:val="0"/>
          <w:i/>
          <w:sz w:val="24"/>
          <w:szCs w:val="24"/>
        </w:rPr>
      </w:pPr>
      <w:r w:rsidRPr="00147082">
        <w:rPr>
          <w:rFonts w:ascii="Times New Roman" w:hAnsi="Times New Roman"/>
          <w:b/>
        </w:rPr>
        <w:t>FORMULARZ OFERTOWY</w:t>
      </w:r>
    </w:p>
    <w:p w14:paraId="67325A40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</w:p>
    <w:p w14:paraId="11BD25A4" w14:textId="77777777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Nazwa Wykonawcy: ………………………………………………………………………………………………….</w:t>
      </w:r>
    </w:p>
    <w:p w14:paraId="2059B6A2" w14:textId="77777777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Adres:.............................................................................................................................................................</w:t>
      </w:r>
    </w:p>
    <w:p w14:paraId="2CC02537" w14:textId="77777777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Województwo…………………………………………………………………………………………………………..</w:t>
      </w:r>
    </w:p>
    <w:p w14:paraId="626089F1" w14:textId="77777777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2C98D006" w14:textId="77777777" w:rsidR="00E8370B" w:rsidRPr="00147082" w:rsidRDefault="00E8370B" w:rsidP="00E8370B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Numer KRS</w:t>
      </w:r>
      <w:r w:rsidR="000C2176" w:rsidRPr="00147082">
        <w:rPr>
          <w:rFonts w:ascii="Times New Roman" w:hAnsi="Times New Roman"/>
          <w:sz w:val="20"/>
          <w:szCs w:val="20"/>
        </w:rPr>
        <w:t>:......................................................................................................................</w:t>
      </w:r>
      <w:r w:rsidRPr="00147082">
        <w:rPr>
          <w:rFonts w:ascii="Times New Roman" w:hAnsi="Times New Roman"/>
          <w:sz w:val="20"/>
          <w:szCs w:val="20"/>
        </w:rPr>
        <w:t>..............................</w:t>
      </w:r>
    </w:p>
    <w:p w14:paraId="7D71381D" w14:textId="77777777" w:rsidR="000C2176" w:rsidRPr="00147082" w:rsidRDefault="00E8370B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14:paraId="7B82AABD" w14:textId="77777777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DD1EC0" w14:textId="77777777" w:rsidR="00E8370B" w:rsidRPr="00147082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ascii="Times New Roman" w:hAnsi="Times New Roman"/>
          <w:i/>
          <w:sz w:val="16"/>
          <w:szCs w:val="16"/>
        </w:rPr>
      </w:pPr>
      <w:r w:rsidRPr="00147082">
        <w:rPr>
          <w:rFonts w:ascii="Times New Roman" w:hAnsi="Times New Roman"/>
          <w:i/>
          <w:sz w:val="16"/>
          <w:szCs w:val="16"/>
        </w:rPr>
        <w:t>(nazwa (firma), dokładny adres Wykonawcy / Wykonawców)</w:t>
      </w:r>
    </w:p>
    <w:p w14:paraId="63F1A2F6" w14:textId="77777777" w:rsidR="00E8370B" w:rsidRPr="00147082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i/>
          <w:sz w:val="16"/>
          <w:szCs w:val="16"/>
          <w:u w:val="single"/>
        </w:rPr>
      </w:pPr>
      <w:r w:rsidRPr="00147082">
        <w:rPr>
          <w:rFonts w:ascii="Times New Roman" w:hAnsi="Times New Roman"/>
          <w:i/>
          <w:sz w:val="16"/>
          <w:szCs w:val="16"/>
        </w:rPr>
        <w:t xml:space="preserve">(w przypadku składania oferty przez Wykonawców występujących wspólnie podać nazwy (firmy) i dokładne adresy </w:t>
      </w:r>
      <w:r w:rsidRPr="00147082">
        <w:rPr>
          <w:rFonts w:ascii="Times New Roman" w:hAnsi="Times New Roman"/>
          <w:i/>
          <w:sz w:val="16"/>
          <w:szCs w:val="16"/>
          <w:u w:val="single"/>
        </w:rPr>
        <w:t>wszystkich wspólników spółki cywilnej lub członków konsorcjum)</w:t>
      </w:r>
    </w:p>
    <w:p w14:paraId="480590D5" w14:textId="4F979B44" w:rsidR="002E60E0" w:rsidRDefault="007425EB" w:rsidP="002E60E0">
      <w:pPr>
        <w:pStyle w:val="Nagwek4"/>
        <w:jc w:val="both"/>
        <w:rPr>
          <w:b w:val="0"/>
          <w:bCs w:val="0"/>
          <w:sz w:val="20"/>
          <w:szCs w:val="20"/>
        </w:rPr>
      </w:pPr>
      <w:r w:rsidRPr="00147082">
        <w:rPr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F46C18" w:rsidRPr="00147082">
        <w:rPr>
          <w:b w:val="0"/>
          <w:bCs w:val="0"/>
          <w:sz w:val="20"/>
          <w:szCs w:val="20"/>
        </w:rPr>
        <w:t>dostawę</w:t>
      </w:r>
      <w:r w:rsidR="001E5697" w:rsidRPr="00147082">
        <w:rPr>
          <w:b w:val="0"/>
          <w:bCs w:val="0"/>
          <w:sz w:val="20"/>
          <w:szCs w:val="20"/>
        </w:rPr>
        <w:t xml:space="preserve"> pn.:</w:t>
      </w:r>
      <w:r w:rsidR="00B74E0F" w:rsidRPr="00B74E0F">
        <w:t xml:space="preserve"> </w:t>
      </w:r>
      <w:r w:rsidR="00B74E0F" w:rsidRPr="00B74E0F">
        <w:rPr>
          <w:sz w:val="20"/>
          <w:szCs w:val="20"/>
        </w:rPr>
        <w:t>Dostawa materiałów i pomocy dydaktycznych do zajęć w przedszkolach</w:t>
      </w:r>
    </w:p>
    <w:p w14:paraId="1E2B2C5F" w14:textId="77777777" w:rsidR="00B74E0F" w:rsidRPr="00B74E0F" w:rsidRDefault="00B74E0F" w:rsidP="00B74E0F">
      <w:pPr>
        <w:rPr>
          <w:lang w:eastAsia="en-US"/>
        </w:rPr>
      </w:pPr>
    </w:p>
    <w:p w14:paraId="36929F09" w14:textId="77777777" w:rsidR="00EC4225" w:rsidRPr="00147082" w:rsidRDefault="00EC4225" w:rsidP="00EC4225">
      <w:pPr>
        <w:pStyle w:val="Akapitzlist"/>
        <w:numPr>
          <w:ilvl w:val="0"/>
          <w:numId w:val="12"/>
        </w:numPr>
        <w:rPr>
          <w:rFonts w:ascii="Times New Roman" w:hAnsi="Times New Roman"/>
          <w:b/>
          <w:sz w:val="20"/>
          <w:szCs w:val="20"/>
        </w:rPr>
      </w:pPr>
      <w:bookmarkStart w:id="0" w:name="_Hlk66370529"/>
      <w:r w:rsidRPr="00147082">
        <w:rPr>
          <w:rFonts w:ascii="Times New Roman" w:hAnsi="Times New Roman"/>
          <w:b/>
          <w:sz w:val="20"/>
          <w:szCs w:val="20"/>
        </w:rPr>
        <w:t>Oferuję wykonanie zamówienia w zakresi</w:t>
      </w:r>
      <w:r w:rsidR="004763B1">
        <w:rPr>
          <w:rFonts w:ascii="Times New Roman" w:hAnsi="Times New Roman"/>
          <w:b/>
          <w:sz w:val="20"/>
          <w:szCs w:val="20"/>
        </w:rPr>
        <w:t xml:space="preserve">e objętym Specyfikacją </w:t>
      </w:r>
      <w:r w:rsidRPr="00147082">
        <w:rPr>
          <w:rFonts w:ascii="Times New Roman" w:hAnsi="Times New Roman"/>
          <w:b/>
          <w:sz w:val="20"/>
          <w:szCs w:val="20"/>
        </w:rPr>
        <w:t xml:space="preserve"> Warunków Zamówienia za następującą cenę:</w:t>
      </w:r>
    </w:p>
    <w:p w14:paraId="31EBE89F" w14:textId="77777777" w:rsidR="007771FE" w:rsidRPr="00147082" w:rsidRDefault="007771FE" w:rsidP="007771FE">
      <w:pPr>
        <w:tabs>
          <w:tab w:val="left" w:pos="426"/>
        </w:tabs>
        <w:ind w:left="1320" w:hanging="1320"/>
        <w:jc w:val="both"/>
        <w:rPr>
          <w:rFonts w:ascii="Times New Roman" w:hAnsi="Times New Roman"/>
          <w:b/>
          <w:sz w:val="20"/>
          <w:szCs w:val="20"/>
        </w:rPr>
      </w:pPr>
    </w:p>
    <w:p w14:paraId="4247F91F" w14:textId="40954602" w:rsidR="007771FE" w:rsidRPr="00147082" w:rsidRDefault="007771FE" w:rsidP="00B74E0F">
      <w:pPr>
        <w:tabs>
          <w:tab w:val="left" w:pos="426"/>
        </w:tabs>
        <w:ind w:left="1320" w:hanging="1320"/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</w:rPr>
        <w:t xml:space="preserve">1.1 Część I   </w:t>
      </w:r>
      <w:r w:rsidR="00B74E0F" w:rsidRPr="00B74E0F">
        <w:rPr>
          <w:rFonts w:ascii="Times New Roman" w:hAnsi="Times New Roman"/>
          <w:b/>
          <w:sz w:val="20"/>
          <w:szCs w:val="20"/>
        </w:rPr>
        <w:t>Dostawa pomocy dydaktycznych</w:t>
      </w:r>
    </w:p>
    <w:p w14:paraId="5E2D008A" w14:textId="77777777" w:rsidR="004C5019" w:rsidRPr="00147082" w:rsidRDefault="004C5019" w:rsidP="009C70C7">
      <w:pPr>
        <w:rPr>
          <w:rFonts w:ascii="Times New Roman" w:hAnsi="Times New Roman"/>
          <w:b/>
          <w:sz w:val="20"/>
          <w:szCs w:val="20"/>
        </w:rPr>
      </w:pPr>
    </w:p>
    <w:p w14:paraId="7F7A85A5" w14:textId="77777777" w:rsidR="009D7DFB" w:rsidRPr="00147082" w:rsidRDefault="009D7DFB" w:rsidP="009D7DFB">
      <w:pPr>
        <w:rPr>
          <w:rFonts w:ascii="Times New Roman" w:hAnsi="Times New Roman"/>
          <w:b/>
          <w:sz w:val="20"/>
        </w:rPr>
      </w:pPr>
    </w:p>
    <w:tbl>
      <w:tblPr>
        <w:tblStyle w:val="Tabela-Siatka"/>
        <w:tblW w:w="8455" w:type="dxa"/>
        <w:tblLook w:val="04A0" w:firstRow="1" w:lastRow="0" w:firstColumn="1" w:lastColumn="0" w:noHBand="0" w:noVBand="1"/>
      </w:tblPr>
      <w:tblGrid>
        <w:gridCol w:w="512"/>
        <w:gridCol w:w="3843"/>
        <w:gridCol w:w="1565"/>
        <w:gridCol w:w="992"/>
        <w:gridCol w:w="1543"/>
      </w:tblGrid>
      <w:tr w:rsidR="00B0292D" w:rsidRPr="00147082" w14:paraId="713A4C71" w14:textId="77777777" w:rsidTr="00B0292D">
        <w:tc>
          <w:tcPr>
            <w:tcW w:w="512" w:type="dxa"/>
            <w:vMerge w:val="restart"/>
          </w:tcPr>
          <w:p w14:paraId="75624B26" w14:textId="3C6DADBE" w:rsidR="00B0292D" w:rsidRPr="00147082" w:rsidRDefault="00B0292D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Hlk107572521"/>
            <w:r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843" w:type="dxa"/>
            <w:vMerge w:val="restart"/>
          </w:tcPr>
          <w:p w14:paraId="1A661124" w14:textId="7E71F8CA" w:rsidR="00B0292D" w:rsidRPr="00147082" w:rsidRDefault="00B0292D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>Przedmiot dostawy</w:t>
            </w:r>
          </w:p>
        </w:tc>
        <w:tc>
          <w:tcPr>
            <w:tcW w:w="4100" w:type="dxa"/>
            <w:gridSpan w:val="3"/>
            <w:shd w:val="clear" w:color="auto" w:fill="auto"/>
          </w:tcPr>
          <w:p w14:paraId="2DF37E20" w14:textId="02EB7440" w:rsidR="00B0292D" w:rsidRPr="00147082" w:rsidRDefault="00B0292D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Cena zamówienia </w:t>
            </w: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w zł </w:t>
            </w:r>
          </w:p>
        </w:tc>
      </w:tr>
      <w:tr w:rsidR="00B0292D" w:rsidRPr="00147082" w14:paraId="2F1BA963" w14:textId="77777777" w:rsidTr="00B0292D">
        <w:tc>
          <w:tcPr>
            <w:tcW w:w="512" w:type="dxa"/>
            <w:vMerge/>
          </w:tcPr>
          <w:p w14:paraId="67CC7769" w14:textId="77777777" w:rsidR="00B0292D" w:rsidRPr="00147082" w:rsidRDefault="00B0292D" w:rsidP="00380BEF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843" w:type="dxa"/>
            <w:vMerge/>
          </w:tcPr>
          <w:p w14:paraId="64937B71" w14:textId="686AE47D" w:rsidR="00B0292D" w:rsidRPr="00147082" w:rsidRDefault="00B0292D" w:rsidP="00380BEF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157D894D" w14:textId="77777777" w:rsidR="00B0292D" w:rsidRPr="00147082" w:rsidRDefault="00B0292D" w:rsidP="00380BE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Cs/>
                <w:sz w:val="20"/>
                <w:szCs w:val="20"/>
              </w:rPr>
              <w:t>Netto</w:t>
            </w:r>
          </w:p>
        </w:tc>
        <w:tc>
          <w:tcPr>
            <w:tcW w:w="992" w:type="dxa"/>
            <w:shd w:val="clear" w:color="auto" w:fill="auto"/>
          </w:tcPr>
          <w:p w14:paraId="0C091E66" w14:textId="77777777" w:rsidR="00B0292D" w:rsidRPr="00147082" w:rsidRDefault="00B0292D" w:rsidP="00380BE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Cs/>
                <w:sz w:val="20"/>
                <w:szCs w:val="20"/>
              </w:rPr>
              <w:t>VAT</w:t>
            </w:r>
          </w:p>
        </w:tc>
        <w:tc>
          <w:tcPr>
            <w:tcW w:w="1543" w:type="dxa"/>
            <w:shd w:val="clear" w:color="auto" w:fill="auto"/>
          </w:tcPr>
          <w:p w14:paraId="54DFF736" w14:textId="77777777" w:rsidR="00B0292D" w:rsidRPr="00147082" w:rsidRDefault="00B0292D" w:rsidP="00380BE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Cs/>
                <w:sz w:val="20"/>
                <w:szCs w:val="20"/>
              </w:rPr>
              <w:t>Brutto</w:t>
            </w:r>
          </w:p>
        </w:tc>
      </w:tr>
      <w:tr w:rsidR="00B0292D" w:rsidRPr="00147082" w14:paraId="45BB5A63" w14:textId="77777777" w:rsidTr="00B0292D">
        <w:tc>
          <w:tcPr>
            <w:tcW w:w="512" w:type="dxa"/>
          </w:tcPr>
          <w:p w14:paraId="3E7C802C" w14:textId="2DF7B967" w:rsidR="00B0292D" w:rsidRPr="00B0292D" w:rsidRDefault="00B0292D" w:rsidP="00B0292D">
            <w:pPr>
              <w:rPr>
                <w:rFonts w:ascii="Times New Roman" w:hAnsi="Times New Roman"/>
                <w:sz w:val="20"/>
                <w:szCs w:val="20"/>
              </w:rPr>
            </w:pPr>
            <w:bookmarkStart w:id="2" w:name="_Hlk78287420"/>
            <w:r w:rsidRPr="00B0292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43" w:type="dxa"/>
          </w:tcPr>
          <w:p w14:paraId="533DFB7A" w14:textId="6FC39D75" w:rsidR="00B0292D" w:rsidRPr="00B0292D" w:rsidRDefault="00B0292D" w:rsidP="00B0292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0292D">
              <w:rPr>
                <w:rFonts w:ascii="Times New Roman" w:hAnsi="Times New Roman"/>
                <w:sz w:val="20"/>
                <w:szCs w:val="20"/>
              </w:rPr>
              <w:t>Interaktywny dywan wraz z montażem – 1 szt.</w:t>
            </w:r>
          </w:p>
        </w:tc>
        <w:tc>
          <w:tcPr>
            <w:tcW w:w="1565" w:type="dxa"/>
            <w:shd w:val="clear" w:color="auto" w:fill="auto"/>
          </w:tcPr>
          <w:p w14:paraId="0FF78FF1" w14:textId="77777777" w:rsidR="00B0292D" w:rsidRPr="00B0292D" w:rsidRDefault="00B0292D" w:rsidP="00B0292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759C4B4" w14:textId="77777777" w:rsidR="00B0292D" w:rsidRPr="00B0292D" w:rsidRDefault="00B0292D" w:rsidP="00B0292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auto"/>
          </w:tcPr>
          <w:p w14:paraId="39DBF10D" w14:textId="77777777" w:rsidR="00B0292D" w:rsidRPr="00147082" w:rsidRDefault="00B0292D" w:rsidP="00B0292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0292D" w:rsidRPr="00147082" w14:paraId="193949C9" w14:textId="77777777" w:rsidTr="00B0292D">
        <w:tc>
          <w:tcPr>
            <w:tcW w:w="512" w:type="dxa"/>
          </w:tcPr>
          <w:p w14:paraId="5F259694" w14:textId="139073B2" w:rsidR="00B0292D" w:rsidRPr="00B0292D" w:rsidRDefault="00B0292D" w:rsidP="00B0292D">
            <w:pPr>
              <w:rPr>
                <w:rFonts w:ascii="Times New Roman" w:hAnsi="Times New Roman"/>
                <w:sz w:val="20"/>
                <w:szCs w:val="20"/>
              </w:rPr>
            </w:pPr>
            <w:r w:rsidRPr="00B029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43" w:type="dxa"/>
          </w:tcPr>
          <w:p w14:paraId="3F875990" w14:textId="4FE6AA71" w:rsidR="00B0292D" w:rsidRPr="00B0292D" w:rsidRDefault="00B0292D" w:rsidP="00B0292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0292D">
              <w:rPr>
                <w:rFonts w:ascii="Times New Roman" w:hAnsi="Times New Roman"/>
                <w:sz w:val="20"/>
                <w:szCs w:val="20"/>
              </w:rPr>
              <w:t>Box – edukacyjny wszechświat wraz z montażem – 1 szt.</w:t>
            </w:r>
          </w:p>
        </w:tc>
        <w:tc>
          <w:tcPr>
            <w:tcW w:w="1565" w:type="dxa"/>
            <w:shd w:val="clear" w:color="auto" w:fill="auto"/>
          </w:tcPr>
          <w:p w14:paraId="749E645F" w14:textId="77777777" w:rsidR="00B0292D" w:rsidRPr="00B0292D" w:rsidRDefault="00B0292D" w:rsidP="00B0292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B7D77C2" w14:textId="77777777" w:rsidR="00B0292D" w:rsidRPr="00B0292D" w:rsidRDefault="00B0292D" w:rsidP="00B0292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auto"/>
          </w:tcPr>
          <w:p w14:paraId="1768595F" w14:textId="77777777" w:rsidR="00B0292D" w:rsidRPr="00147082" w:rsidRDefault="00B0292D" w:rsidP="00B0292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0292D" w:rsidRPr="00147082" w14:paraId="17C04746" w14:textId="77777777" w:rsidTr="00B0292D">
        <w:tc>
          <w:tcPr>
            <w:tcW w:w="512" w:type="dxa"/>
          </w:tcPr>
          <w:p w14:paraId="32D7F1B0" w14:textId="27B32DE3" w:rsidR="00B0292D" w:rsidRPr="00B0292D" w:rsidRDefault="00B0292D" w:rsidP="00B0292D">
            <w:pPr>
              <w:rPr>
                <w:rFonts w:ascii="Times New Roman" w:hAnsi="Times New Roman"/>
                <w:sz w:val="20"/>
                <w:szCs w:val="20"/>
              </w:rPr>
            </w:pPr>
            <w:r w:rsidRPr="00B0292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43" w:type="dxa"/>
          </w:tcPr>
          <w:p w14:paraId="45D0674E" w14:textId="08DD74D6" w:rsidR="00B0292D" w:rsidRPr="00B0292D" w:rsidRDefault="00B0292D" w:rsidP="00B029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292D">
              <w:rPr>
                <w:rFonts w:ascii="Times New Roman" w:hAnsi="Times New Roman"/>
                <w:sz w:val="20"/>
                <w:szCs w:val="20"/>
              </w:rPr>
              <w:t>Mata edukacyjna – 5 szt.</w:t>
            </w:r>
          </w:p>
        </w:tc>
        <w:tc>
          <w:tcPr>
            <w:tcW w:w="1565" w:type="dxa"/>
            <w:shd w:val="clear" w:color="auto" w:fill="auto"/>
          </w:tcPr>
          <w:p w14:paraId="5F58243D" w14:textId="77777777" w:rsidR="00B0292D" w:rsidRPr="00B0292D" w:rsidRDefault="00B0292D" w:rsidP="00B029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3731E10" w14:textId="77777777" w:rsidR="00B0292D" w:rsidRPr="00B0292D" w:rsidRDefault="00B0292D" w:rsidP="00B029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auto"/>
          </w:tcPr>
          <w:p w14:paraId="025526DB" w14:textId="77777777" w:rsidR="00B0292D" w:rsidRPr="00147082" w:rsidRDefault="00B0292D" w:rsidP="00B029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292D" w:rsidRPr="00147082" w14:paraId="12280E69" w14:textId="77777777" w:rsidTr="00B0292D">
        <w:tc>
          <w:tcPr>
            <w:tcW w:w="512" w:type="dxa"/>
          </w:tcPr>
          <w:p w14:paraId="506FF09B" w14:textId="1FF4161D" w:rsidR="00B0292D" w:rsidRPr="00B0292D" w:rsidRDefault="00B0292D" w:rsidP="00B0292D">
            <w:pPr>
              <w:rPr>
                <w:rFonts w:ascii="Times New Roman" w:hAnsi="Times New Roman"/>
                <w:sz w:val="20"/>
                <w:szCs w:val="20"/>
              </w:rPr>
            </w:pPr>
            <w:r w:rsidRPr="00B0292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43" w:type="dxa"/>
          </w:tcPr>
          <w:p w14:paraId="5A635AD9" w14:textId="6E65BF7C" w:rsidR="00B0292D" w:rsidRPr="00B0292D" w:rsidRDefault="00B0292D" w:rsidP="00B029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292D">
              <w:rPr>
                <w:rFonts w:ascii="Times New Roman" w:hAnsi="Times New Roman"/>
                <w:sz w:val="20"/>
                <w:szCs w:val="20"/>
              </w:rPr>
              <w:t>Robot edukacyjny do nauki programowania – 10 szt.</w:t>
            </w:r>
          </w:p>
        </w:tc>
        <w:tc>
          <w:tcPr>
            <w:tcW w:w="1565" w:type="dxa"/>
            <w:shd w:val="clear" w:color="auto" w:fill="auto"/>
          </w:tcPr>
          <w:p w14:paraId="4B1F7C7E" w14:textId="77777777" w:rsidR="00B0292D" w:rsidRPr="00B0292D" w:rsidRDefault="00B0292D" w:rsidP="00B029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1F7C4B2" w14:textId="77777777" w:rsidR="00B0292D" w:rsidRPr="00B0292D" w:rsidRDefault="00B0292D" w:rsidP="00B029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auto"/>
          </w:tcPr>
          <w:p w14:paraId="694188C0" w14:textId="77777777" w:rsidR="00B0292D" w:rsidRPr="00147082" w:rsidRDefault="00B0292D" w:rsidP="00B029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292D" w:rsidRPr="00147082" w14:paraId="610952EB" w14:textId="77777777" w:rsidTr="00B0292D">
        <w:tc>
          <w:tcPr>
            <w:tcW w:w="512" w:type="dxa"/>
          </w:tcPr>
          <w:p w14:paraId="1CED8A10" w14:textId="49627673" w:rsidR="00B0292D" w:rsidRPr="00B0292D" w:rsidRDefault="00B0292D" w:rsidP="00B0292D">
            <w:pPr>
              <w:rPr>
                <w:rFonts w:ascii="Times New Roman" w:hAnsi="Times New Roman"/>
                <w:sz w:val="20"/>
                <w:szCs w:val="20"/>
              </w:rPr>
            </w:pPr>
            <w:r w:rsidRPr="00B0292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43" w:type="dxa"/>
          </w:tcPr>
          <w:p w14:paraId="61ECCD47" w14:textId="2EC1518E" w:rsidR="00B0292D" w:rsidRPr="00B0292D" w:rsidRDefault="00B0292D" w:rsidP="00B029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292D">
              <w:rPr>
                <w:rFonts w:ascii="Times New Roman" w:hAnsi="Times New Roman"/>
                <w:sz w:val="20"/>
                <w:szCs w:val="20"/>
              </w:rPr>
              <w:t>Robot edukacyjny do nauki kierunków i doskonalenia logicznego myślenia - 25 szt.</w:t>
            </w:r>
          </w:p>
        </w:tc>
        <w:tc>
          <w:tcPr>
            <w:tcW w:w="1565" w:type="dxa"/>
            <w:shd w:val="clear" w:color="auto" w:fill="auto"/>
          </w:tcPr>
          <w:p w14:paraId="440AD46E" w14:textId="77777777" w:rsidR="00B0292D" w:rsidRPr="00B0292D" w:rsidRDefault="00B0292D" w:rsidP="00B029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E844F75" w14:textId="77777777" w:rsidR="00B0292D" w:rsidRPr="00B0292D" w:rsidRDefault="00B0292D" w:rsidP="00B029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auto"/>
          </w:tcPr>
          <w:p w14:paraId="64E930FD" w14:textId="77777777" w:rsidR="00B0292D" w:rsidRPr="00147082" w:rsidRDefault="00B0292D" w:rsidP="00B029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292D" w:rsidRPr="00147082" w14:paraId="5DA7B401" w14:textId="77777777" w:rsidTr="00B0292D">
        <w:tc>
          <w:tcPr>
            <w:tcW w:w="512" w:type="dxa"/>
          </w:tcPr>
          <w:p w14:paraId="37D7F9A6" w14:textId="6166E6A7" w:rsidR="00B0292D" w:rsidRPr="00B0292D" w:rsidRDefault="00B0292D" w:rsidP="00B0292D">
            <w:pPr>
              <w:rPr>
                <w:rFonts w:ascii="Times New Roman" w:hAnsi="Times New Roman"/>
                <w:sz w:val="20"/>
                <w:szCs w:val="20"/>
              </w:rPr>
            </w:pPr>
            <w:r w:rsidRPr="00B0292D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843" w:type="dxa"/>
          </w:tcPr>
          <w:p w14:paraId="34A45E71" w14:textId="38B5F72B" w:rsidR="00B0292D" w:rsidRPr="00B0292D" w:rsidRDefault="00B0292D" w:rsidP="00B0292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292D">
              <w:rPr>
                <w:rFonts w:ascii="Times New Roman" w:hAnsi="Times New Roman"/>
                <w:sz w:val="20"/>
                <w:szCs w:val="20"/>
              </w:rPr>
              <w:t>Zestaw do kodowania z myszką – 10 szt.</w:t>
            </w:r>
          </w:p>
        </w:tc>
        <w:tc>
          <w:tcPr>
            <w:tcW w:w="1565" w:type="dxa"/>
            <w:shd w:val="clear" w:color="auto" w:fill="auto"/>
          </w:tcPr>
          <w:p w14:paraId="2D5AC5D5" w14:textId="77777777" w:rsidR="00B0292D" w:rsidRPr="00B0292D" w:rsidRDefault="00B0292D" w:rsidP="00B029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E6440DE" w14:textId="77777777" w:rsidR="00B0292D" w:rsidRPr="00B0292D" w:rsidRDefault="00B0292D" w:rsidP="00B029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auto"/>
          </w:tcPr>
          <w:p w14:paraId="371938E0" w14:textId="77777777" w:rsidR="00B0292D" w:rsidRPr="00147082" w:rsidRDefault="00B0292D" w:rsidP="00B029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292D" w:rsidRPr="00147082" w14:paraId="08C542AE" w14:textId="77777777" w:rsidTr="00B0292D">
        <w:tc>
          <w:tcPr>
            <w:tcW w:w="4355" w:type="dxa"/>
            <w:gridSpan w:val="2"/>
          </w:tcPr>
          <w:p w14:paraId="467B063F" w14:textId="22380239" w:rsidR="00B0292D" w:rsidRPr="00B0292D" w:rsidRDefault="00B0292D" w:rsidP="00380BEF">
            <w:pPr>
              <w:rPr>
                <w:rFonts w:ascii="Times New Roman" w:hAnsi="Times New Roman"/>
                <w:sz w:val="20"/>
                <w:szCs w:val="20"/>
              </w:rPr>
            </w:pPr>
            <w:r w:rsidRPr="00B0292D">
              <w:rPr>
                <w:rFonts w:ascii="Times New Roman" w:hAnsi="Times New Roman"/>
                <w:sz w:val="20"/>
                <w:szCs w:val="20"/>
              </w:rPr>
              <w:t>Suma</w:t>
            </w:r>
          </w:p>
        </w:tc>
        <w:tc>
          <w:tcPr>
            <w:tcW w:w="1565" w:type="dxa"/>
            <w:shd w:val="clear" w:color="auto" w:fill="auto"/>
          </w:tcPr>
          <w:p w14:paraId="6C7493E6" w14:textId="77777777" w:rsidR="00B0292D" w:rsidRPr="00B0292D" w:rsidRDefault="00B0292D" w:rsidP="00380BE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F5AC4FB" w14:textId="77777777" w:rsidR="00B0292D" w:rsidRPr="00B0292D" w:rsidRDefault="00B0292D" w:rsidP="00380BE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auto"/>
          </w:tcPr>
          <w:p w14:paraId="6843B6B6" w14:textId="77777777" w:rsidR="00B0292D" w:rsidRPr="00147082" w:rsidRDefault="00B0292D" w:rsidP="00380BE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2"/>
    </w:tbl>
    <w:p w14:paraId="129BC988" w14:textId="77777777" w:rsidR="00764DA5" w:rsidRPr="00147082" w:rsidRDefault="00764DA5" w:rsidP="00764DA5">
      <w:pPr>
        <w:rPr>
          <w:rFonts w:ascii="Times New Roman" w:hAnsi="Times New Roman"/>
          <w:b/>
          <w:sz w:val="20"/>
        </w:rPr>
      </w:pPr>
    </w:p>
    <w:p w14:paraId="7D8F2258" w14:textId="77777777" w:rsidR="00764DA5" w:rsidRPr="00B565FA" w:rsidRDefault="00764DA5" w:rsidP="00764DA5">
      <w:pPr>
        <w:rPr>
          <w:rFonts w:ascii="Times New Roman" w:hAnsi="Times New Roman"/>
          <w:b/>
          <w:sz w:val="22"/>
          <w:szCs w:val="22"/>
        </w:rPr>
      </w:pPr>
      <w:r w:rsidRPr="00B565FA">
        <w:rPr>
          <w:rFonts w:ascii="Times New Roman" w:hAnsi="Times New Roman"/>
          <w:b/>
          <w:sz w:val="22"/>
          <w:szCs w:val="22"/>
        </w:rPr>
        <w:t xml:space="preserve">Łącznie wartość całego zamówienia </w:t>
      </w:r>
      <w:r w:rsidR="00EC4225" w:rsidRPr="00B565FA">
        <w:rPr>
          <w:rFonts w:ascii="Times New Roman" w:hAnsi="Times New Roman"/>
          <w:b/>
          <w:sz w:val="22"/>
          <w:szCs w:val="22"/>
        </w:rPr>
        <w:t xml:space="preserve">Cz. I </w:t>
      </w:r>
      <w:r w:rsidRPr="00B565FA">
        <w:rPr>
          <w:rFonts w:ascii="Times New Roman" w:hAnsi="Times New Roman"/>
          <w:b/>
          <w:sz w:val="22"/>
          <w:szCs w:val="22"/>
        </w:rPr>
        <w:t>brutto:……………………………………………….zł</w:t>
      </w:r>
    </w:p>
    <w:p w14:paraId="77259628" w14:textId="37681FC4" w:rsidR="009D7DFB" w:rsidRDefault="00764DA5" w:rsidP="00764DA5">
      <w:pPr>
        <w:rPr>
          <w:rFonts w:ascii="Times New Roman" w:hAnsi="Times New Roman"/>
          <w:b/>
          <w:sz w:val="22"/>
          <w:szCs w:val="22"/>
        </w:rPr>
      </w:pPr>
      <w:r w:rsidRPr="00B565FA">
        <w:rPr>
          <w:rFonts w:ascii="Times New Roman" w:hAnsi="Times New Roman"/>
          <w:b/>
          <w:sz w:val="22"/>
          <w:szCs w:val="22"/>
        </w:rPr>
        <w:t>Słownie:……………………………………………………………………………………zł</w:t>
      </w:r>
    </w:p>
    <w:p w14:paraId="30976F9B" w14:textId="3CA15923" w:rsidR="00B565FA" w:rsidRDefault="00B565FA" w:rsidP="00764DA5">
      <w:pPr>
        <w:rPr>
          <w:rFonts w:ascii="Times New Roman" w:hAnsi="Times New Roman"/>
          <w:b/>
          <w:sz w:val="22"/>
          <w:szCs w:val="22"/>
        </w:rPr>
      </w:pPr>
    </w:p>
    <w:p w14:paraId="14E566AA" w14:textId="265BD46E" w:rsidR="00B565FA" w:rsidRPr="00B565FA" w:rsidRDefault="00B565FA" w:rsidP="00764DA5">
      <w:pPr>
        <w:rPr>
          <w:rFonts w:ascii="Times New Roman" w:hAnsi="Times New Roman"/>
          <w:b/>
          <w:sz w:val="20"/>
          <w:szCs w:val="20"/>
        </w:rPr>
      </w:pPr>
      <w:r w:rsidRPr="00B565FA">
        <w:rPr>
          <w:rFonts w:ascii="Times New Roman" w:hAnsi="Times New Roman"/>
          <w:b/>
          <w:sz w:val="20"/>
          <w:szCs w:val="20"/>
          <w:highlight w:val="yellow"/>
        </w:rPr>
        <w:t>Oświadczamy, że maksymalny termin dostawy wyniesie ….. dni  (Uwaga maksymalny termin wynosi 21 dni - kryterium oceny oferty).</w:t>
      </w:r>
    </w:p>
    <w:p w14:paraId="77FE7709" w14:textId="77777777" w:rsidR="009D7DFB" w:rsidRPr="00147082" w:rsidRDefault="009D7DFB" w:rsidP="009D7DFB">
      <w:pPr>
        <w:rPr>
          <w:rFonts w:ascii="Times New Roman" w:hAnsi="Times New Roman"/>
          <w:b/>
          <w:sz w:val="20"/>
        </w:rPr>
      </w:pPr>
    </w:p>
    <w:bookmarkEnd w:id="1"/>
    <w:p w14:paraId="782993DF" w14:textId="140F9FCC" w:rsidR="007771FE" w:rsidRPr="00147082" w:rsidRDefault="007771FE" w:rsidP="007771FE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b/>
          <w:sz w:val="20"/>
          <w:szCs w:val="20"/>
        </w:rPr>
      </w:pPr>
      <w:r w:rsidRPr="00147082">
        <w:rPr>
          <w:rStyle w:val="FontStyle97"/>
          <w:b/>
          <w:sz w:val="20"/>
          <w:szCs w:val="20"/>
        </w:rPr>
        <w:t xml:space="preserve">1.2 Część II </w:t>
      </w:r>
      <w:r w:rsidR="00B74E0F" w:rsidRPr="00B74E0F">
        <w:rPr>
          <w:rStyle w:val="FontStyle97"/>
          <w:b/>
          <w:sz w:val="20"/>
          <w:szCs w:val="20"/>
        </w:rPr>
        <w:t>Dostawa materiałów edukacyjnych</w:t>
      </w:r>
    </w:p>
    <w:tbl>
      <w:tblPr>
        <w:tblStyle w:val="Tabela-Siatka"/>
        <w:tblW w:w="8472" w:type="dxa"/>
        <w:tblLook w:val="04A0" w:firstRow="1" w:lastRow="0" w:firstColumn="1" w:lastColumn="0" w:noHBand="0" w:noVBand="1"/>
      </w:tblPr>
      <w:tblGrid>
        <w:gridCol w:w="706"/>
        <w:gridCol w:w="3513"/>
        <w:gridCol w:w="1701"/>
        <w:gridCol w:w="992"/>
        <w:gridCol w:w="1560"/>
      </w:tblGrid>
      <w:tr w:rsidR="00B0292D" w:rsidRPr="00147082" w14:paraId="262BBE20" w14:textId="77777777" w:rsidTr="00B0292D">
        <w:tc>
          <w:tcPr>
            <w:tcW w:w="706" w:type="dxa"/>
            <w:vMerge w:val="restart"/>
          </w:tcPr>
          <w:p w14:paraId="6E1AB8BC" w14:textId="534FD00B" w:rsidR="00B0292D" w:rsidRPr="00147082" w:rsidRDefault="00B0292D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13" w:type="dxa"/>
            <w:vMerge w:val="restart"/>
          </w:tcPr>
          <w:p w14:paraId="122E05B3" w14:textId="4E6DBAAF" w:rsidR="00B0292D" w:rsidRPr="00147082" w:rsidRDefault="00B0292D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Przedmiot dostawy</w:t>
            </w:r>
          </w:p>
        </w:tc>
        <w:tc>
          <w:tcPr>
            <w:tcW w:w="4253" w:type="dxa"/>
            <w:gridSpan w:val="3"/>
            <w:shd w:val="clear" w:color="auto" w:fill="auto"/>
          </w:tcPr>
          <w:p w14:paraId="19492561" w14:textId="3D758D70" w:rsidR="00B0292D" w:rsidRPr="00147082" w:rsidRDefault="00B0292D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Cena zamówienia </w:t>
            </w:r>
            <w:r w:rsidRPr="00147082">
              <w:rPr>
                <w:b/>
                <w:color w:val="000000"/>
                <w:sz w:val="20"/>
                <w:szCs w:val="20"/>
              </w:rPr>
              <w:t xml:space="preserve"> w zł </w:t>
            </w:r>
          </w:p>
        </w:tc>
      </w:tr>
      <w:tr w:rsidR="00B0292D" w:rsidRPr="00147082" w14:paraId="7907643D" w14:textId="77777777" w:rsidTr="00B0292D">
        <w:tc>
          <w:tcPr>
            <w:tcW w:w="706" w:type="dxa"/>
            <w:vMerge/>
          </w:tcPr>
          <w:p w14:paraId="77299AD4" w14:textId="77777777" w:rsidR="00B0292D" w:rsidRPr="00147082" w:rsidRDefault="00B0292D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vMerge/>
          </w:tcPr>
          <w:p w14:paraId="1225A29E" w14:textId="77777777" w:rsidR="00B0292D" w:rsidRPr="00147082" w:rsidRDefault="00B0292D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709D493" w14:textId="77777777" w:rsidR="00B0292D" w:rsidRPr="00147082" w:rsidRDefault="00B0292D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47082">
              <w:rPr>
                <w:b/>
                <w:bCs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992" w:type="dxa"/>
            <w:shd w:val="clear" w:color="auto" w:fill="auto"/>
          </w:tcPr>
          <w:p w14:paraId="2F2D023D" w14:textId="77777777" w:rsidR="00B0292D" w:rsidRPr="00147082" w:rsidRDefault="00B0292D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47082">
              <w:rPr>
                <w:b/>
                <w:bCs/>
                <w:color w:val="000000"/>
                <w:sz w:val="20"/>
                <w:szCs w:val="20"/>
              </w:rPr>
              <w:t>VAT</w:t>
            </w:r>
          </w:p>
        </w:tc>
        <w:tc>
          <w:tcPr>
            <w:tcW w:w="1560" w:type="dxa"/>
            <w:shd w:val="clear" w:color="auto" w:fill="auto"/>
          </w:tcPr>
          <w:p w14:paraId="6CBBBB25" w14:textId="77777777" w:rsidR="00B0292D" w:rsidRPr="00147082" w:rsidRDefault="00B0292D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47082">
              <w:rPr>
                <w:b/>
                <w:bCs/>
                <w:color w:val="000000"/>
                <w:sz w:val="20"/>
                <w:szCs w:val="20"/>
              </w:rPr>
              <w:t>Brutto</w:t>
            </w:r>
          </w:p>
        </w:tc>
      </w:tr>
      <w:tr w:rsidR="0003320F" w:rsidRPr="00147082" w14:paraId="215D6EC2" w14:textId="77777777" w:rsidTr="00B0292D">
        <w:tc>
          <w:tcPr>
            <w:tcW w:w="706" w:type="dxa"/>
          </w:tcPr>
          <w:p w14:paraId="2B9D6449" w14:textId="242C86EA" w:rsidR="0003320F" w:rsidRPr="00B0292D" w:rsidRDefault="0003320F" w:rsidP="00AA7F99">
            <w:pPr>
              <w:pStyle w:val="Style9"/>
              <w:tabs>
                <w:tab w:val="left" w:leader="dot" w:pos="7800"/>
              </w:tabs>
              <w:spacing w:line="360" w:lineRule="auto"/>
              <w:rPr>
                <w:color w:val="000000"/>
                <w:sz w:val="20"/>
                <w:szCs w:val="20"/>
              </w:rPr>
            </w:pPr>
            <w:r w:rsidRPr="00B0292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13" w:type="dxa"/>
          </w:tcPr>
          <w:p w14:paraId="501CFC31" w14:textId="7EB29AA3" w:rsidR="0003320F" w:rsidRPr="0003320F" w:rsidRDefault="0003320F" w:rsidP="00AA7F99">
            <w:pPr>
              <w:pStyle w:val="Style9"/>
              <w:tabs>
                <w:tab w:val="left" w:leader="dot" w:pos="7800"/>
              </w:tabs>
              <w:rPr>
                <w:color w:val="000000"/>
                <w:sz w:val="20"/>
                <w:szCs w:val="20"/>
              </w:rPr>
            </w:pPr>
            <w:r w:rsidRPr="0003320F">
              <w:rPr>
                <w:sz w:val="20"/>
                <w:szCs w:val="20"/>
              </w:rPr>
              <w:t xml:space="preserve">Scenariusz </w:t>
            </w:r>
            <w:proofErr w:type="spellStart"/>
            <w:r w:rsidRPr="0003320F">
              <w:rPr>
                <w:sz w:val="20"/>
                <w:szCs w:val="20"/>
              </w:rPr>
              <w:t>zaj</w:t>
            </w:r>
            <w:proofErr w:type="spellEnd"/>
            <w:r w:rsidRPr="0003320F">
              <w:rPr>
                <w:sz w:val="20"/>
                <w:szCs w:val="20"/>
              </w:rPr>
              <w:t xml:space="preserve">. z zakresu umiejętności uczenia się i </w:t>
            </w:r>
            <w:proofErr w:type="spellStart"/>
            <w:r w:rsidRPr="0003320F">
              <w:rPr>
                <w:sz w:val="20"/>
                <w:szCs w:val="20"/>
              </w:rPr>
              <w:t>zaj</w:t>
            </w:r>
            <w:proofErr w:type="spellEnd"/>
            <w:r w:rsidRPr="0003320F">
              <w:rPr>
                <w:sz w:val="20"/>
                <w:szCs w:val="20"/>
              </w:rPr>
              <w:t xml:space="preserve">. eksperymentalno-badawczych wraz z instruktażem i opieką metodyczną dla 14 os. prowadzących zajęcia – 14 kompletów </w:t>
            </w:r>
          </w:p>
        </w:tc>
        <w:tc>
          <w:tcPr>
            <w:tcW w:w="1701" w:type="dxa"/>
            <w:shd w:val="clear" w:color="auto" w:fill="auto"/>
          </w:tcPr>
          <w:p w14:paraId="766FEB22" w14:textId="77777777" w:rsidR="0003320F" w:rsidRPr="00147082" w:rsidRDefault="0003320F" w:rsidP="00AA7F99">
            <w:pPr>
              <w:pStyle w:val="Style9"/>
              <w:tabs>
                <w:tab w:val="left" w:leader="dot" w:pos="7800"/>
              </w:tabs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E9C753B" w14:textId="77777777" w:rsidR="0003320F" w:rsidRPr="00147082" w:rsidRDefault="0003320F" w:rsidP="00AA7F99">
            <w:pPr>
              <w:pStyle w:val="Style9"/>
              <w:tabs>
                <w:tab w:val="left" w:leader="dot" w:pos="7800"/>
              </w:tabs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34A3845" w14:textId="77777777" w:rsidR="0003320F" w:rsidRPr="00147082" w:rsidRDefault="0003320F" w:rsidP="00AA7F99">
            <w:pPr>
              <w:pStyle w:val="Style9"/>
              <w:tabs>
                <w:tab w:val="left" w:leader="dot" w:pos="7800"/>
              </w:tabs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320F" w:rsidRPr="00147082" w14:paraId="00C91302" w14:textId="77777777" w:rsidTr="00B0292D">
        <w:tc>
          <w:tcPr>
            <w:tcW w:w="706" w:type="dxa"/>
          </w:tcPr>
          <w:p w14:paraId="186ECB17" w14:textId="52E7CB8B" w:rsidR="0003320F" w:rsidRPr="00147082" w:rsidRDefault="0003320F" w:rsidP="00AA7F99">
            <w:pPr>
              <w:pStyle w:val="Style9"/>
              <w:tabs>
                <w:tab w:val="left" w:leader="dot" w:pos="7800"/>
              </w:tabs>
              <w:spacing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13" w:type="dxa"/>
          </w:tcPr>
          <w:p w14:paraId="6D71F730" w14:textId="24E359A6" w:rsidR="0003320F" w:rsidRPr="0003320F" w:rsidRDefault="0003320F" w:rsidP="00AA7F99">
            <w:pPr>
              <w:pStyle w:val="Style9"/>
              <w:tabs>
                <w:tab w:val="left" w:leader="dot" w:pos="7800"/>
              </w:tabs>
              <w:rPr>
                <w:color w:val="000000"/>
                <w:sz w:val="20"/>
                <w:szCs w:val="20"/>
              </w:rPr>
            </w:pPr>
            <w:r w:rsidRPr="0003320F">
              <w:rPr>
                <w:sz w:val="20"/>
                <w:szCs w:val="20"/>
              </w:rPr>
              <w:t>Materiały do zajęć z umiejętności uczenia się oraz zajęć eksperymentalno-badawczych dla 14 os. prowadzących zajęcia oraz dla 262 dzieci</w:t>
            </w:r>
          </w:p>
        </w:tc>
        <w:tc>
          <w:tcPr>
            <w:tcW w:w="1701" w:type="dxa"/>
            <w:shd w:val="clear" w:color="auto" w:fill="auto"/>
          </w:tcPr>
          <w:p w14:paraId="3EC9927A" w14:textId="77777777" w:rsidR="0003320F" w:rsidRPr="00147082" w:rsidRDefault="0003320F" w:rsidP="00AA7F99">
            <w:pPr>
              <w:pStyle w:val="Style9"/>
              <w:tabs>
                <w:tab w:val="left" w:leader="dot" w:pos="7800"/>
              </w:tabs>
              <w:spacing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6052E42" w14:textId="77777777" w:rsidR="0003320F" w:rsidRPr="00147082" w:rsidRDefault="0003320F" w:rsidP="00AA7F99">
            <w:pPr>
              <w:pStyle w:val="Style9"/>
              <w:tabs>
                <w:tab w:val="left" w:leader="dot" w:pos="7800"/>
              </w:tabs>
              <w:spacing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FCC6EF3" w14:textId="77777777" w:rsidR="0003320F" w:rsidRPr="00147082" w:rsidRDefault="0003320F" w:rsidP="00AA7F99">
            <w:pPr>
              <w:pStyle w:val="Style9"/>
              <w:tabs>
                <w:tab w:val="left" w:leader="dot" w:pos="7800"/>
              </w:tabs>
              <w:spacing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03320F" w:rsidRPr="00147082" w14:paraId="12D1772C" w14:textId="77777777" w:rsidTr="00B0292D">
        <w:tc>
          <w:tcPr>
            <w:tcW w:w="706" w:type="dxa"/>
          </w:tcPr>
          <w:p w14:paraId="3CEAE614" w14:textId="2800E022" w:rsidR="0003320F" w:rsidRPr="00147082" w:rsidRDefault="0003320F" w:rsidP="00AA7F99">
            <w:pPr>
              <w:pStyle w:val="Style9"/>
              <w:tabs>
                <w:tab w:val="left" w:leader="dot" w:pos="7800"/>
              </w:tabs>
              <w:spacing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13" w:type="dxa"/>
          </w:tcPr>
          <w:p w14:paraId="1A896982" w14:textId="40F307A7" w:rsidR="0003320F" w:rsidRPr="0003320F" w:rsidRDefault="0003320F" w:rsidP="00AA7F99">
            <w:pPr>
              <w:pStyle w:val="Style9"/>
              <w:tabs>
                <w:tab w:val="left" w:leader="dot" w:pos="7800"/>
              </w:tabs>
              <w:rPr>
                <w:color w:val="000000"/>
                <w:sz w:val="20"/>
                <w:szCs w:val="20"/>
              </w:rPr>
            </w:pPr>
            <w:r w:rsidRPr="0003320F">
              <w:rPr>
                <w:sz w:val="20"/>
                <w:szCs w:val="20"/>
              </w:rPr>
              <w:t xml:space="preserve">Kartonik trenerski  - 10 </w:t>
            </w:r>
            <w:proofErr w:type="spellStart"/>
            <w:r w:rsidRPr="0003320F">
              <w:rPr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488B5177" w14:textId="77777777" w:rsidR="0003320F" w:rsidRPr="00147082" w:rsidRDefault="0003320F" w:rsidP="00AA7F99">
            <w:pPr>
              <w:pStyle w:val="Style9"/>
              <w:tabs>
                <w:tab w:val="left" w:leader="dot" w:pos="7800"/>
              </w:tabs>
              <w:spacing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3C10B83" w14:textId="77777777" w:rsidR="0003320F" w:rsidRPr="00147082" w:rsidRDefault="0003320F" w:rsidP="00AA7F99">
            <w:pPr>
              <w:pStyle w:val="Style9"/>
              <w:tabs>
                <w:tab w:val="left" w:leader="dot" w:pos="7800"/>
              </w:tabs>
              <w:spacing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FE36CCB" w14:textId="77777777" w:rsidR="0003320F" w:rsidRPr="00147082" w:rsidRDefault="0003320F" w:rsidP="00AA7F99">
            <w:pPr>
              <w:pStyle w:val="Style9"/>
              <w:tabs>
                <w:tab w:val="left" w:leader="dot" w:pos="7800"/>
              </w:tabs>
              <w:spacing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03320F" w:rsidRPr="00147082" w14:paraId="5B5A1FE9" w14:textId="77777777" w:rsidTr="00B0292D">
        <w:tc>
          <w:tcPr>
            <w:tcW w:w="706" w:type="dxa"/>
          </w:tcPr>
          <w:p w14:paraId="08D59B25" w14:textId="485B760F" w:rsidR="0003320F" w:rsidRPr="00147082" w:rsidRDefault="0003320F" w:rsidP="00AA7F99">
            <w:pPr>
              <w:pStyle w:val="Style9"/>
              <w:tabs>
                <w:tab w:val="left" w:leader="dot" w:pos="7800"/>
              </w:tabs>
              <w:spacing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513" w:type="dxa"/>
          </w:tcPr>
          <w:p w14:paraId="05AD8AD9" w14:textId="1AAEDB6E" w:rsidR="0003320F" w:rsidRPr="0003320F" w:rsidRDefault="0003320F" w:rsidP="00AA7F99">
            <w:pPr>
              <w:pStyle w:val="Style9"/>
              <w:tabs>
                <w:tab w:val="left" w:leader="dot" w:pos="7800"/>
              </w:tabs>
              <w:rPr>
                <w:color w:val="000000"/>
                <w:sz w:val="20"/>
                <w:szCs w:val="20"/>
              </w:rPr>
            </w:pPr>
            <w:r w:rsidRPr="0003320F">
              <w:rPr>
                <w:color w:val="000000"/>
                <w:sz w:val="20"/>
                <w:szCs w:val="20"/>
              </w:rPr>
              <w:t xml:space="preserve">Sprzęt i materiały do przeprowadzenia eksperymentów – 10 </w:t>
            </w:r>
            <w:proofErr w:type="spellStart"/>
            <w:r w:rsidRPr="0003320F">
              <w:rPr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1B9A348D" w14:textId="77777777" w:rsidR="0003320F" w:rsidRPr="00147082" w:rsidRDefault="0003320F" w:rsidP="00AA7F99">
            <w:pPr>
              <w:pStyle w:val="Style9"/>
              <w:tabs>
                <w:tab w:val="left" w:leader="dot" w:pos="7800"/>
              </w:tabs>
              <w:spacing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5DECD9B" w14:textId="77777777" w:rsidR="0003320F" w:rsidRPr="00147082" w:rsidRDefault="0003320F" w:rsidP="00AA7F99">
            <w:pPr>
              <w:pStyle w:val="Style9"/>
              <w:tabs>
                <w:tab w:val="left" w:leader="dot" w:pos="7800"/>
              </w:tabs>
              <w:spacing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F82789E" w14:textId="77777777" w:rsidR="0003320F" w:rsidRPr="00147082" w:rsidRDefault="0003320F" w:rsidP="00AA7F99">
            <w:pPr>
              <w:pStyle w:val="Style9"/>
              <w:tabs>
                <w:tab w:val="left" w:leader="dot" w:pos="7800"/>
              </w:tabs>
              <w:spacing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33718F" w:rsidRPr="00147082" w14:paraId="2FEFF548" w14:textId="77777777" w:rsidTr="00010A83">
        <w:tc>
          <w:tcPr>
            <w:tcW w:w="4219" w:type="dxa"/>
            <w:gridSpan w:val="2"/>
          </w:tcPr>
          <w:p w14:paraId="7CF6C833" w14:textId="2A620797" w:rsidR="0033718F" w:rsidRPr="00147082" w:rsidRDefault="0033718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b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701" w:type="dxa"/>
            <w:shd w:val="clear" w:color="auto" w:fill="auto"/>
          </w:tcPr>
          <w:p w14:paraId="10FCFDF6" w14:textId="77777777" w:rsidR="0033718F" w:rsidRPr="00147082" w:rsidRDefault="0033718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4A77B57" w14:textId="77777777" w:rsidR="0033718F" w:rsidRPr="00147082" w:rsidRDefault="0033718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833A28E" w14:textId="77777777" w:rsidR="0033718F" w:rsidRPr="00147082" w:rsidRDefault="0033718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23A1A0E0" w14:textId="77777777" w:rsidR="000C3845" w:rsidRPr="00147082" w:rsidRDefault="000C3845" w:rsidP="000C3845">
      <w:pPr>
        <w:pStyle w:val="Style9"/>
        <w:tabs>
          <w:tab w:val="left" w:leader="dot" w:pos="7800"/>
        </w:tabs>
        <w:spacing w:before="43" w:after="100" w:line="360" w:lineRule="auto"/>
        <w:rPr>
          <w:rStyle w:val="FontStyle97"/>
          <w:b/>
          <w:sz w:val="20"/>
          <w:szCs w:val="20"/>
        </w:rPr>
      </w:pPr>
    </w:p>
    <w:p w14:paraId="0AA5836D" w14:textId="77777777" w:rsidR="000C3845" w:rsidRPr="00147082" w:rsidRDefault="000C3845" w:rsidP="000C3845">
      <w:pPr>
        <w:pStyle w:val="Style9"/>
        <w:tabs>
          <w:tab w:val="left" w:leader="dot" w:pos="7800"/>
        </w:tabs>
        <w:spacing w:before="43" w:after="100" w:line="360" w:lineRule="auto"/>
        <w:rPr>
          <w:rStyle w:val="FontStyle97"/>
          <w:b/>
          <w:sz w:val="20"/>
          <w:szCs w:val="20"/>
        </w:rPr>
      </w:pPr>
      <w:r w:rsidRPr="00147082">
        <w:rPr>
          <w:rStyle w:val="FontStyle97"/>
          <w:b/>
          <w:sz w:val="20"/>
          <w:szCs w:val="20"/>
        </w:rPr>
        <w:t xml:space="preserve">Łącznie wartość całego zamówienia </w:t>
      </w:r>
      <w:r w:rsidR="00EC4225" w:rsidRPr="00147082">
        <w:rPr>
          <w:rStyle w:val="FontStyle97"/>
          <w:b/>
          <w:sz w:val="20"/>
          <w:szCs w:val="20"/>
        </w:rPr>
        <w:t xml:space="preserve">Cz. II </w:t>
      </w:r>
      <w:r w:rsidRPr="00147082">
        <w:rPr>
          <w:rStyle w:val="FontStyle97"/>
          <w:b/>
          <w:sz w:val="20"/>
          <w:szCs w:val="20"/>
        </w:rPr>
        <w:t>brutto:……………………………………………….zł</w:t>
      </w:r>
    </w:p>
    <w:p w14:paraId="0AAF9C1B" w14:textId="2AA526EE" w:rsidR="00380BEF" w:rsidRDefault="000C3845" w:rsidP="007771FE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b/>
          <w:sz w:val="20"/>
          <w:szCs w:val="20"/>
        </w:rPr>
      </w:pPr>
      <w:r w:rsidRPr="00147082">
        <w:rPr>
          <w:rStyle w:val="FontStyle97"/>
          <w:b/>
          <w:sz w:val="20"/>
          <w:szCs w:val="20"/>
        </w:rPr>
        <w:t>Słownie:……………………………………………………………………………………zł</w:t>
      </w:r>
    </w:p>
    <w:p w14:paraId="1CD34737" w14:textId="66ADDF9B" w:rsidR="00B565FA" w:rsidRPr="00147082" w:rsidRDefault="00B565FA" w:rsidP="007771FE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b/>
          <w:color w:val="000000"/>
          <w:sz w:val="20"/>
          <w:szCs w:val="20"/>
        </w:rPr>
      </w:pPr>
      <w:r w:rsidRPr="00B565FA">
        <w:rPr>
          <w:b/>
          <w:color w:val="000000"/>
          <w:sz w:val="20"/>
          <w:szCs w:val="20"/>
          <w:highlight w:val="yellow"/>
        </w:rPr>
        <w:t>Oświadczamy, że maksymalny termin dostawy wyniesie ….. dni  (Uwaga maksymalny termin wynosi 21 dni - kryterium oceny oferty).</w:t>
      </w:r>
    </w:p>
    <w:bookmarkEnd w:id="0"/>
    <w:p w14:paraId="0E04716F" w14:textId="75D30CC9" w:rsidR="00385699" w:rsidRPr="00147082" w:rsidRDefault="00385699" w:rsidP="00014DE0">
      <w:pPr>
        <w:pStyle w:val="Akapitzlist"/>
        <w:numPr>
          <w:ilvl w:val="1"/>
          <w:numId w:val="12"/>
        </w:numPr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</w:rPr>
        <w:t xml:space="preserve">Część III </w:t>
      </w:r>
      <w:r w:rsidR="00B74E0F" w:rsidRPr="00B74E0F">
        <w:rPr>
          <w:rFonts w:ascii="Times New Roman" w:hAnsi="Times New Roman"/>
          <w:b/>
          <w:sz w:val="20"/>
          <w:szCs w:val="20"/>
        </w:rPr>
        <w:t>Dostawa materiałów do zajęć</w:t>
      </w:r>
    </w:p>
    <w:tbl>
      <w:tblPr>
        <w:tblStyle w:val="Tabela-Siatka"/>
        <w:tblW w:w="8472" w:type="dxa"/>
        <w:tblLook w:val="04A0" w:firstRow="1" w:lastRow="0" w:firstColumn="1" w:lastColumn="0" w:noHBand="0" w:noVBand="1"/>
      </w:tblPr>
      <w:tblGrid>
        <w:gridCol w:w="871"/>
        <w:gridCol w:w="3206"/>
        <w:gridCol w:w="1843"/>
        <w:gridCol w:w="992"/>
        <w:gridCol w:w="1560"/>
      </w:tblGrid>
      <w:tr w:rsidR="005B3E6D" w:rsidRPr="00147082" w14:paraId="6DC6C108" w14:textId="77777777" w:rsidTr="00AA7F99">
        <w:tc>
          <w:tcPr>
            <w:tcW w:w="871" w:type="dxa"/>
            <w:vMerge w:val="restart"/>
          </w:tcPr>
          <w:p w14:paraId="5B805696" w14:textId="673A753B" w:rsidR="005B3E6D" w:rsidRPr="00147082" w:rsidRDefault="005B3E6D" w:rsidP="00014DE0">
            <w:pPr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206" w:type="dxa"/>
            <w:vMerge w:val="restart"/>
          </w:tcPr>
          <w:p w14:paraId="3AD5DD98" w14:textId="280ECC13" w:rsidR="005B3E6D" w:rsidRDefault="005B3E6D" w:rsidP="00FF1C5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Przedmiot dostawy</w:t>
            </w:r>
          </w:p>
        </w:tc>
        <w:tc>
          <w:tcPr>
            <w:tcW w:w="4395" w:type="dxa"/>
            <w:gridSpan w:val="3"/>
            <w:shd w:val="clear" w:color="auto" w:fill="auto"/>
          </w:tcPr>
          <w:p w14:paraId="2C344EFB" w14:textId="194138EC" w:rsidR="005B3E6D" w:rsidRPr="00147082" w:rsidRDefault="005B3E6D" w:rsidP="00FF1C5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Cena zamówienia</w:t>
            </w: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w zł </w:t>
            </w:r>
          </w:p>
        </w:tc>
      </w:tr>
      <w:tr w:rsidR="005B3E6D" w:rsidRPr="00147082" w14:paraId="5C86EEE5" w14:textId="77777777" w:rsidTr="00AA7F99">
        <w:tc>
          <w:tcPr>
            <w:tcW w:w="871" w:type="dxa"/>
            <w:vMerge/>
          </w:tcPr>
          <w:p w14:paraId="7CE8458A" w14:textId="77777777" w:rsidR="005B3E6D" w:rsidRPr="00147082" w:rsidRDefault="005B3E6D" w:rsidP="00FF1C5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06" w:type="dxa"/>
            <w:vMerge/>
          </w:tcPr>
          <w:p w14:paraId="36FD7586" w14:textId="77777777" w:rsidR="005B3E6D" w:rsidRPr="00147082" w:rsidRDefault="005B3E6D" w:rsidP="00FF1C5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CB7DC7A" w14:textId="627B38D2" w:rsidR="005B3E6D" w:rsidRPr="00147082" w:rsidRDefault="005B3E6D" w:rsidP="00FF1C5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Cs/>
                <w:sz w:val="20"/>
                <w:szCs w:val="20"/>
              </w:rPr>
              <w:t>Netto</w:t>
            </w:r>
          </w:p>
        </w:tc>
        <w:tc>
          <w:tcPr>
            <w:tcW w:w="992" w:type="dxa"/>
            <w:shd w:val="clear" w:color="auto" w:fill="auto"/>
          </w:tcPr>
          <w:p w14:paraId="44921055" w14:textId="77777777" w:rsidR="005B3E6D" w:rsidRPr="00147082" w:rsidRDefault="005B3E6D" w:rsidP="00FF1C5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Cs/>
                <w:sz w:val="20"/>
                <w:szCs w:val="20"/>
              </w:rPr>
              <w:t>VAT</w:t>
            </w:r>
          </w:p>
        </w:tc>
        <w:tc>
          <w:tcPr>
            <w:tcW w:w="1560" w:type="dxa"/>
            <w:shd w:val="clear" w:color="auto" w:fill="auto"/>
          </w:tcPr>
          <w:p w14:paraId="328968D1" w14:textId="77777777" w:rsidR="005B3E6D" w:rsidRPr="00147082" w:rsidRDefault="005B3E6D" w:rsidP="00FF1C5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Cs/>
                <w:sz w:val="20"/>
                <w:szCs w:val="20"/>
              </w:rPr>
              <w:t>Brutto</w:t>
            </w:r>
          </w:p>
        </w:tc>
      </w:tr>
      <w:tr w:rsidR="005B3E6D" w:rsidRPr="00147082" w14:paraId="4A9B72D6" w14:textId="77777777" w:rsidTr="00AA7F99">
        <w:tc>
          <w:tcPr>
            <w:tcW w:w="871" w:type="dxa"/>
          </w:tcPr>
          <w:p w14:paraId="6F585BBE" w14:textId="768CC59F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206" w:type="dxa"/>
          </w:tcPr>
          <w:p w14:paraId="080223DB" w14:textId="11864D24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Mazaki – 14 opakowań</w:t>
            </w:r>
          </w:p>
        </w:tc>
        <w:tc>
          <w:tcPr>
            <w:tcW w:w="1843" w:type="dxa"/>
            <w:shd w:val="clear" w:color="auto" w:fill="auto"/>
          </w:tcPr>
          <w:p w14:paraId="29C6BD22" w14:textId="3D616677" w:rsidR="005B3E6D" w:rsidRPr="00147082" w:rsidRDefault="005B3E6D" w:rsidP="005B3E6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852859C" w14:textId="77777777" w:rsidR="005B3E6D" w:rsidRPr="00147082" w:rsidRDefault="005B3E6D" w:rsidP="005B3E6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0DC9DB8" w14:textId="77777777" w:rsidR="005B3E6D" w:rsidRPr="00147082" w:rsidRDefault="005B3E6D" w:rsidP="005B3E6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B3E6D" w:rsidRPr="00147082" w14:paraId="76CAB949" w14:textId="77777777" w:rsidTr="00AA7F99">
        <w:tc>
          <w:tcPr>
            <w:tcW w:w="871" w:type="dxa"/>
          </w:tcPr>
          <w:p w14:paraId="48915129" w14:textId="684A129A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 xml:space="preserve">2. </w:t>
            </w:r>
          </w:p>
        </w:tc>
        <w:tc>
          <w:tcPr>
            <w:tcW w:w="3206" w:type="dxa"/>
          </w:tcPr>
          <w:p w14:paraId="3904BDFB" w14:textId="39AF9E8B" w:rsidR="005B3E6D" w:rsidRPr="00AA7F99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Kartki: A3, A4 –  63 opakowań</w:t>
            </w:r>
          </w:p>
        </w:tc>
        <w:tc>
          <w:tcPr>
            <w:tcW w:w="1843" w:type="dxa"/>
            <w:shd w:val="clear" w:color="auto" w:fill="auto"/>
          </w:tcPr>
          <w:p w14:paraId="1A749494" w14:textId="389F9A12" w:rsidR="005B3E6D" w:rsidRPr="00147082" w:rsidRDefault="005B3E6D" w:rsidP="005B3E6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574A35F" w14:textId="77777777" w:rsidR="005B3E6D" w:rsidRPr="00147082" w:rsidRDefault="005B3E6D" w:rsidP="005B3E6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6AC306D" w14:textId="77777777" w:rsidR="005B3E6D" w:rsidRPr="00147082" w:rsidRDefault="005B3E6D" w:rsidP="005B3E6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B3E6D" w:rsidRPr="00147082" w14:paraId="084F5927" w14:textId="77777777" w:rsidTr="00AA7F99">
        <w:tc>
          <w:tcPr>
            <w:tcW w:w="871" w:type="dxa"/>
          </w:tcPr>
          <w:p w14:paraId="5A3310BE" w14:textId="4DBDF5D6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206" w:type="dxa"/>
          </w:tcPr>
          <w:p w14:paraId="42C6E6E9" w14:textId="0B8CE64A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Papier w rolce – 16 szt.</w:t>
            </w:r>
          </w:p>
        </w:tc>
        <w:tc>
          <w:tcPr>
            <w:tcW w:w="1843" w:type="dxa"/>
            <w:shd w:val="clear" w:color="auto" w:fill="auto"/>
          </w:tcPr>
          <w:p w14:paraId="3EE1BF60" w14:textId="6F0F5AF5" w:rsidR="005B3E6D" w:rsidRPr="00147082" w:rsidRDefault="005B3E6D" w:rsidP="005B3E6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577A901" w14:textId="77777777" w:rsidR="005B3E6D" w:rsidRPr="00147082" w:rsidRDefault="005B3E6D" w:rsidP="005B3E6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A9B711F" w14:textId="77777777" w:rsidR="005B3E6D" w:rsidRPr="00147082" w:rsidRDefault="005B3E6D" w:rsidP="005B3E6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B3E6D" w:rsidRPr="00147082" w14:paraId="6F985386" w14:textId="77777777" w:rsidTr="00AA7F99">
        <w:tc>
          <w:tcPr>
            <w:tcW w:w="871" w:type="dxa"/>
          </w:tcPr>
          <w:p w14:paraId="671BEB0F" w14:textId="376B6CAA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206" w:type="dxa"/>
          </w:tcPr>
          <w:p w14:paraId="720E9647" w14:textId="2F34900C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 xml:space="preserve">Masa plastyczna – 110 szt.  </w:t>
            </w:r>
          </w:p>
        </w:tc>
        <w:tc>
          <w:tcPr>
            <w:tcW w:w="1843" w:type="dxa"/>
            <w:shd w:val="clear" w:color="auto" w:fill="auto"/>
          </w:tcPr>
          <w:p w14:paraId="6A0F5DE7" w14:textId="0C12E4E6" w:rsidR="005B3E6D" w:rsidRPr="00147082" w:rsidRDefault="005B3E6D" w:rsidP="005B3E6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A924A1F" w14:textId="77777777" w:rsidR="005B3E6D" w:rsidRPr="00147082" w:rsidRDefault="005B3E6D" w:rsidP="005B3E6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93273FD" w14:textId="77777777" w:rsidR="005B3E6D" w:rsidRPr="00147082" w:rsidRDefault="005B3E6D" w:rsidP="005B3E6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B3E6D" w:rsidRPr="00147082" w14:paraId="4D721BDC" w14:textId="77777777" w:rsidTr="00AA7F99">
        <w:tc>
          <w:tcPr>
            <w:tcW w:w="871" w:type="dxa"/>
          </w:tcPr>
          <w:p w14:paraId="41C938BC" w14:textId="0E86F17B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3206" w:type="dxa"/>
          </w:tcPr>
          <w:p w14:paraId="2EEB3F74" w14:textId="69EABC58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Etykiety cenowe – 10 opakowań</w:t>
            </w:r>
          </w:p>
        </w:tc>
        <w:tc>
          <w:tcPr>
            <w:tcW w:w="1843" w:type="dxa"/>
            <w:shd w:val="clear" w:color="auto" w:fill="auto"/>
          </w:tcPr>
          <w:p w14:paraId="648A3DBC" w14:textId="0822A065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66F3655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38416F9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48B3BF73" w14:textId="77777777" w:rsidTr="00AA7F99">
        <w:tc>
          <w:tcPr>
            <w:tcW w:w="871" w:type="dxa"/>
          </w:tcPr>
          <w:p w14:paraId="2DA392C0" w14:textId="6D4872CD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3206" w:type="dxa"/>
          </w:tcPr>
          <w:p w14:paraId="76D3F89A" w14:textId="0F6925D3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Klej – 157 szt.</w:t>
            </w:r>
          </w:p>
        </w:tc>
        <w:tc>
          <w:tcPr>
            <w:tcW w:w="1843" w:type="dxa"/>
            <w:shd w:val="clear" w:color="auto" w:fill="auto"/>
          </w:tcPr>
          <w:p w14:paraId="1B2B6ED0" w14:textId="6BCA6431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C46E884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75310AD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5FCE18EA" w14:textId="77777777" w:rsidTr="00AA7F99">
        <w:tc>
          <w:tcPr>
            <w:tcW w:w="871" w:type="dxa"/>
          </w:tcPr>
          <w:p w14:paraId="32C46955" w14:textId="4FDCD329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3206" w:type="dxa"/>
          </w:tcPr>
          <w:p w14:paraId="2543D8A0" w14:textId="659DBEFB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Nożyczki– 14 opakowań</w:t>
            </w:r>
          </w:p>
        </w:tc>
        <w:tc>
          <w:tcPr>
            <w:tcW w:w="1843" w:type="dxa"/>
            <w:shd w:val="clear" w:color="auto" w:fill="auto"/>
          </w:tcPr>
          <w:p w14:paraId="4090102B" w14:textId="1F32203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1C9080D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846D109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480F58BB" w14:textId="77777777" w:rsidTr="00AA7F99">
        <w:tc>
          <w:tcPr>
            <w:tcW w:w="871" w:type="dxa"/>
          </w:tcPr>
          <w:p w14:paraId="009EB043" w14:textId="6FB4A362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3206" w:type="dxa"/>
          </w:tcPr>
          <w:p w14:paraId="6B936316" w14:textId="7FECDEA2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Taśma dwustronna– 10 szt.</w:t>
            </w:r>
          </w:p>
        </w:tc>
        <w:tc>
          <w:tcPr>
            <w:tcW w:w="1843" w:type="dxa"/>
            <w:shd w:val="clear" w:color="auto" w:fill="auto"/>
          </w:tcPr>
          <w:p w14:paraId="2E7F69FB" w14:textId="6F72108B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9118AC9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1064198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76F02B01" w14:textId="77777777" w:rsidTr="00AA7F99">
        <w:tc>
          <w:tcPr>
            <w:tcW w:w="871" w:type="dxa"/>
          </w:tcPr>
          <w:p w14:paraId="0FCBE916" w14:textId="3D25ECC1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3206" w:type="dxa"/>
          </w:tcPr>
          <w:p w14:paraId="7DC19639" w14:textId="72F88459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Plastelina – 30 opakowań</w:t>
            </w:r>
          </w:p>
        </w:tc>
        <w:tc>
          <w:tcPr>
            <w:tcW w:w="1843" w:type="dxa"/>
            <w:shd w:val="clear" w:color="auto" w:fill="auto"/>
          </w:tcPr>
          <w:p w14:paraId="47A91E14" w14:textId="1D9F4E5F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DF3B79D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9D7CD6A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23A730C9" w14:textId="77777777" w:rsidTr="00AA7F99">
        <w:tc>
          <w:tcPr>
            <w:tcW w:w="871" w:type="dxa"/>
          </w:tcPr>
          <w:p w14:paraId="76AEBAD9" w14:textId="42FA3B2D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3206" w:type="dxa"/>
          </w:tcPr>
          <w:p w14:paraId="35EB5399" w14:textId="14BCF61B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Galaretki – 60 szt.</w:t>
            </w:r>
          </w:p>
        </w:tc>
        <w:tc>
          <w:tcPr>
            <w:tcW w:w="1843" w:type="dxa"/>
            <w:shd w:val="clear" w:color="auto" w:fill="auto"/>
          </w:tcPr>
          <w:p w14:paraId="39CB848F" w14:textId="076446F4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FA93618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98D0FE3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61B3C929" w14:textId="77777777" w:rsidTr="00AA7F99">
        <w:tc>
          <w:tcPr>
            <w:tcW w:w="871" w:type="dxa"/>
          </w:tcPr>
          <w:p w14:paraId="60076722" w14:textId="303A2B99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3206" w:type="dxa"/>
          </w:tcPr>
          <w:p w14:paraId="453B9C35" w14:textId="42A7527E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Barwniki spożywcze – 6 opakowań</w:t>
            </w:r>
          </w:p>
        </w:tc>
        <w:tc>
          <w:tcPr>
            <w:tcW w:w="1843" w:type="dxa"/>
            <w:shd w:val="clear" w:color="auto" w:fill="auto"/>
          </w:tcPr>
          <w:p w14:paraId="4D2DC22D" w14:textId="59E86C8C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F7F2238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B50B16E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321F778A" w14:textId="77777777" w:rsidTr="00AA7F99">
        <w:tc>
          <w:tcPr>
            <w:tcW w:w="871" w:type="dxa"/>
          </w:tcPr>
          <w:p w14:paraId="49392201" w14:textId="2814714F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3206" w:type="dxa"/>
          </w:tcPr>
          <w:p w14:paraId="4BFB6B65" w14:textId="334BACC1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Mąka – 200 opakowań</w:t>
            </w:r>
          </w:p>
        </w:tc>
        <w:tc>
          <w:tcPr>
            <w:tcW w:w="1843" w:type="dxa"/>
            <w:shd w:val="clear" w:color="auto" w:fill="auto"/>
          </w:tcPr>
          <w:p w14:paraId="22D86402" w14:textId="3EAC9A00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28164C2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90363FC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61CCCAE3" w14:textId="77777777" w:rsidTr="00AA7F99">
        <w:tc>
          <w:tcPr>
            <w:tcW w:w="871" w:type="dxa"/>
          </w:tcPr>
          <w:p w14:paraId="7C39BD6C" w14:textId="792F45C5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3206" w:type="dxa"/>
          </w:tcPr>
          <w:p w14:paraId="396147D3" w14:textId="259498B8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Pianka do golenia – 80 szt.</w:t>
            </w:r>
          </w:p>
        </w:tc>
        <w:tc>
          <w:tcPr>
            <w:tcW w:w="1843" w:type="dxa"/>
            <w:shd w:val="clear" w:color="auto" w:fill="auto"/>
          </w:tcPr>
          <w:p w14:paraId="3BCBAAEA" w14:textId="62868EC8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F68A6EE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CD8BCB9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4D7BCBAD" w14:textId="77777777" w:rsidTr="00AA7F99">
        <w:tc>
          <w:tcPr>
            <w:tcW w:w="871" w:type="dxa"/>
          </w:tcPr>
          <w:p w14:paraId="089063D3" w14:textId="50B391F3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206" w:type="dxa"/>
          </w:tcPr>
          <w:p w14:paraId="6CEE5E6A" w14:textId="13F2FF95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Soda czyszczona – 5 opakowań</w:t>
            </w:r>
          </w:p>
        </w:tc>
        <w:tc>
          <w:tcPr>
            <w:tcW w:w="1843" w:type="dxa"/>
            <w:shd w:val="clear" w:color="auto" w:fill="auto"/>
          </w:tcPr>
          <w:p w14:paraId="2B1D5906" w14:textId="7BA0076C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FECFD1E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1B73BBE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4B3F902D" w14:textId="77777777" w:rsidTr="00AA7F99">
        <w:tc>
          <w:tcPr>
            <w:tcW w:w="871" w:type="dxa"/>
          </w:tcPr>
          <w:p w14:paraId="21419C04" w14:textId="6C43A49C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3206" w:type="dxa"/>
          </w:tcPr>
          <w:p w14:paraId="62BD2011" w14:textId="7A0ED853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Olej – 6 szt.</w:t>
            </w:r>
          </w:p>
        </w:tc>
        <w:tc>
          <w:tcPr>
            <w:tcW w:w="1843" w:type="dxa"/>
            <w:shd w:val="clear" w:color="auto" w:fill="auto"/>
          </w:tcPr>
          <w:p w14:paraId="25C1D468" w14:textId="38EF6785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7FE6B15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65EBB2E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7B960642" w14:textId="77777777" w:rsidTr="00AA7F99">
        <w:tc>
          <w:tcPr>
            <w:tcW w:w="871" w:type="dxa"/>
          </w:tcPr>
          <w:p w14:paraId="608AFE97" w14:textId="268DD879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lastRenderedPageBreak/>
              <w:t>17.</w:t>
            </w:r>
          </w:p>
        </w:tc>
        <w:tc>
          <w:tcPr>
            <w:tcW w:w="3206" w:type="dxa"/>
          </w:tcPr>
          <w:p w14:paraId="428B1ABC" w14:textId="2AB65839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Ocet – 6 szt.</w:t>
            </w:r>
          </w:p>
        </w:tc>
        <w:tc>
          <w:tcPr>
            <w:tcW w:w="1843" w:type="dxa"/>
            <w:shd w:val="clear" w:color="auto" w:fill="auto"/>
          </w:tcPr>
          <w:p w14:paraId="1837231E" w14:textId="202FB163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64B015B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67FB029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0A3C1C29" w14:textId="77777777" w:rsidTr="00AA7F99">
        <w:tc>
          <w:tcPr>
            <w:tcW w:w="871" w:type="dxa"/>
          </w:tcPr>
          <w:p w14:paraId="457B0B5C" w14:textId="30635A60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3206" w:type="dxa"/>
          </w:tcPr>
          <w:p w14:paraId="65CE1954" w14:textId="6E8EDC47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Płyn do naczyń – 28 szt.</w:t>
            </w:r>
          </w:p>
        </w:tc>
        <w:tc>
          <w:tcPr>
            <w:tcW w:w="1843" w:type="dxa"/>
            <w:shd w:val="clear" w:color="auto" w:fill="auto"/>
          </w:tcPr>
          <w:p w14:paraId="509558FA" w14:textId="15769482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C83619D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7448201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7C4E8497" w14:textId="77777777" w:rsidTr="00AA7F99">
        <w:tc>
          <w:tcPr>
            <w:tcW w:w="871" w:type="dxa"/>
          </w:tcPr>
          <w:p w14:paraId="3F11026C" w14:textId="79A593F7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3206" w:type="dxa"/>
          </w:tcPr>
          <w:p w14:paraId="789AC197" w14:textId="602A5474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Talerzyki papierowe – 6 opakowań</w:t>
            </w:r>
          </w:p>
        </w:tc>
        <w:tc>
          <w:tcPr>
            <w:tcW w:w="1843" w:type="dxa"/>
            <w:shd w:val="clear" w:color="auto" w:fill="auto"/>
          </w:tcPr>
          <w:p w14:paraId="21492182" w14:textId="10ED73D4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D974A47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009354D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006BAB3C" w14:textId="77777777" w:rsidTr="00AA7F99">
        <w:tc>
          <w:tcPr>
            <w:tcW w:w="871" w:type="dxa"/>
          </w:tcPr>
          <w:p w14:paraId="6B4188D8" w14:textId="52F6CB5E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3206" w:type="dxa"/>
          </w:tcPr>
          <w:p w14:paraId="2F4FF4F1" w14:textId="60E4BE32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Kubeczki papierowe – 6 opakowań</w:t>
            </w:r>
          </w:p>
        </w:tc>
        <w:tc>
          <w:tcPr>
            <w:tcW w:w="1843" w:type="dxa"/>
            <w:shd w:val="clear" w:color="auto" w:fill="auto"/>
          </w:tcPr>
          <w:p w14:paraId="050C5BB1" w14:textId="7B9E28BA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6264D7F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677E3D1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1EB49C07" w14:textId="77777777" w:rsidTr="00AA7F99">
        <w:tc>
          <w:tcPr>
            <w:tcW w:w="871" w:type="dxa"/>
          </w:tcPr>
          <w:p w14:paraId="3D94DC43" w14:textId="42617754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3206" w:type="dxa"/>
          </w:tcPr>
          <w:p w14:paraId="78C50525" w14:textId="302BB253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Słomki do picia – 6 opakowań</w:t>
            </w:r>
          </w:p>
        </w:tc>
        <w:tc>
          <w:tcPr>
            <w:tcW w:w="1843" w:type="dxa"/>
            <w:shd w:val="clear" w:color="auto" w:fill="auto"/>
          </w:tcPr>
          <w:p w14:paraId="780B0F3F" w14:textId="31818A65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B54ED87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42947CE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6B9282CA" w14:textId="77777777" w:rsidTr="00AA7F99">
        <w:tc>
          <w:tcPr>
            <w:tcW w:w="871" w:type="dxa"/>
          </w:tcPr>
          <w:p w14:paraId="11D28B7E" w14:textId="1764E7B5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3206" w:type="dxa"/>
          </w:tcPr>
          <w:p w14:paraId="327EA7EE" w14:textId="1519BE28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Balony – 12 opakowań</w:t>
            </w:r>
          </w:p>
        </w:tc>
        <w:tc>
          <w:tcPr>
            <w:tcW w:w="1843" w:type="dxa"/>
            <w:shd w:val="clear" w:color="auto" w:fill="auto"/>
          </w:tcPr>
          <w:p w14:paraId="69C7E59B" w14:textId="12202688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4C04885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FAAEEA8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0D01F9AA" w14:textId="77777777" w:rsidTr="00AA7F99">
        <w:tc>
          <w:tcPr>
            <w:tcW w:w="871" w:type="dxa"/>
          </w:tcPr>
          <w:p w14:paraId="6EB05E77" w14:textId="17A0CF3D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3206" w:type="dxa"/>
          </w:tcPr>
          <w:p w14:paraId="6DC79D41" w14:textId="0F3B0E50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Papier z motywem – 15 opakowań</w:t>
            </w:r>
          </w:p>
        </w:tc>
        <w:tc>
          <w:tcPr>
            <w:tcW w:w="1843" w:type="dxa"/>
            <w:shd w:val="clear" w:color="auto" w:fill="auto"/>
          </w:tcPr>
          <w:p w14:paraId="0427041B" w14:textId="31627F2B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7D53920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9FD7F1A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5F43160F" w14:textId="77777777" w:rsidTr="00AA7F99">
        <w:tc>
          <w:tcPr>
            <w:tcW w:w="871" w:type="dxa"/>
          </w:tcPr>
          <w:p w14:paraId="1FD3B3EB" w14:textId="67A0BA8C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3206" w:type="dxa"/>
          </w:tcPr>
          <w:p w14:paraId="06DAE932" w14:textId="1C218280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Żel do włosów – 20 szt.</w:t>
            </w:r>
          </w:p>
        </w:tc>
        <w:tc>
          <w:tcPr>
            <w:tcW w:w="1843" w:type="dxa"/>
            <w:shd w:val="clear" w:color="auto" w:fill="auto"/>
          </w:tcPr>
          <w:p w14:paraId="4B9BC48E" w14:textId="0E63EAA5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1D06A42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3892452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41BF2C1F" w14:textId="77777777" w:rsidTr="00AA7F99">
        <w:tc>
          <w:tcPr>
            <w:tcW w:w="871" w:type="dxa"/>
          </w:tcPr>
          <w:p w14:paraId="2BB2271A" w14:textId="4C9822B8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3206" w:type="dxa"/>
          </w:tcPr>
          <w:p w14:paraId="47AFC2DD" w14:textId="0378CBDB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Tabletki musujące – 6 opakowań</w:t>
            </w:r>
          </w:p>
        </w:tc>
        <w:tc>
          <w:tcPr>
            <w:tcW w:w="1843" w:type="dxa"/>
            <w:shd w:val="clear" w:color="auto" w:fill="auto"/>
          </w:tcPr>
          <w:p w14:paraId="26AFCF10" w14:textId="2CB36690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1A77340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FFD414E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4F2F05B3" w14:textId="77777777" w:rsidTr="00AA7F99">
        <w:tc>
          <w:tcPr>
            <w:tcW w:w="871" w:type="dxa"/>
          </w:tcPr>
          <w:p w14:paraId="5E0C727C" w14:textId="4C315052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3206" w:type="dxa"/>
          </w:tcPr>
          <w:p w14:paraId="14E27D6A" w14:textId="1AE349BC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Wata – 6 szt.</w:t>
            </w:r>
          </w:p>
        </w:tc>
        <w:tc>
          <w:tcPr>
            <w:tcW w:w="1843" w:type="dxa"/>
            <w:shd w:val="clear" w:color="auto" w:fill="auto"/>
          </w:tcPr>
          <w:p w14:paraId="613FDC05" w14:textId="3365EBA4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9E89E61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C10E507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0DAF6742" w14:textId="77777777" w:rsidTr="00AA7F99">
        <w:tc>
          <w:tcPr>
            <w:tcW w:w="871" w:type="dxa"/>
          </w:tcPr>
          <w:p w14:paraId="59FA7ACB" w14:textId="1C907303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3206" w:type="dxa"/>
          </w:tcPr>
          <w:p w14:paraId="13DDE38E" w14:textId="6C98F907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Mydło w płynie – 14 szt.</w:t>
            </w:r>
          </w:p>
        </w:tc>
        <w:tc>
          <w:tcPr>
            <w:tcW w:w="1843" w:type="dxa"/>
            <w:shd w:val="clear" w:color="auto" w:fill="auto"/>
          </w:tcPr>
          <w:p w14:paraId="7FD7567B" w14:textId="72908BC0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31DA10D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2B826A6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285DD545" w14:textId="77777777" w:rsidTr="00AA7F99">
        <w:tc>
          <w:tcPr>
            <w:tcW w:w="871" w:type="dxa"/>
          </w:tcPr>
          <w:p w14:paraId="1D18F4E5" w14:textId="43967190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3206" w:type="dxa"/>
          </w:tcPr>
          <w:p w14:paraId="4A5D6BA1" w14:textId="7D8F6A10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Groch – 28 opakowań</w:t>
            </w:r>
          </w:p>
        </w:tc>
        <w:tc>
          <w:tcPr>
            <w:tcW w:w="1843" w:type="dxa"/>
            <w:shd w:val="clear" w:color="auto" w:fill="auto"/>
          </w:tcPr>
          <w:p w14:paraId="05DAA99F" w14:textId="09737084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0A9E9D7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17CB5F9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73D8E2D5" w14:textId="77777777" w:rsidTr="00AA7F99">
        <w:tc>
          <w:tcPr>
            <w:tcW w:w="871" w:type="dxa"/>
          </w:tcPr>
          <w:p w14:paraId="32CB7A4E" w14:textId="01E4F655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3206" w:type="dxa"/>
          </w:tcPr>
          <w:p w14:paraId="2407E82F" w14:textId="47CABA93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Kasza gryczana – 28 opakowań</w:t>
            </w:r>
          </w:p>
        </w:tc>
        <w:tc>
          <w:tcPr>
            <w:tcW w:w="1843" w:type="dxa"/>
            <w:shd w:val="clear" w:color="auto" w:fill="auto"/>
          </w:tcPr>
          <w:p w14:paraId="6AEB4D48" w14:textId="7CBE554B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000C2AF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8399369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222913C2" w14:textId="77777777" w:rsidTr="00AA7F99">
        <w:tc>
          <w:tcPr>
            <w:tcW w:w="871" w:type="dxa"/>
          </w:tcPr>
          <w:p w14:paraId="6282EE5A" w14:textId="47646CE0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3206" w:type="dxa"/>
          </w:tcPr>
          <w:p w14:paraId="18B158E1" w14:textId="72B1A530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Kasza jaglana – 28 opakowań</w:t>
            </w:r>
          </w:p>
        </w:tc>
        <w:tc>
          <w:tcPr>
            <w:tcW w:w="1843" w:type="dxa"/>
            <w:shd w:val="clear" w:color="auto" w:fill="auto"/>
          </w:tcPr>
          <w:p w14:paraId="0D1CA0B7" w14:textId="6E3D0750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E4E47D3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C263E19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09BB122E" w14:textId="77777777" w:rsidTr="00AA7F99">
        <w:tc>
          <w:tcPr>
            <w:tcW w:w="871" w:type="dxa"/>
          </w:tcPr>
          <w:p w14:paraId="1CE7C8AE" w14:textId="241B1E25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3206" w:type="dxa"/>
          </w:tcPr>
          <w:p w14:paraId="59ECF0ED" w14:textId="3F604716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Woreczki strunowe – 6 opakowań</w:t>
            </w:r>
          </w:p>
        </w:tc>
        <w:tc>
          <w:tcPr>
            <w:tcW w:w="1843" w:type="dxa"/>
            <w:shd w:val="clear" w:color="auto" w:fill="auto"/>
          </w:tcPr>
          <w:p w14:paraId="367FA52A" w14:textId="78E64309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9F01B1E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B4D2616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5D784BB0" w14:textId="77777777" w:rsidTr="00AA7F99">
        <w:tc>
          <w:tcPr>
            <w:tcW w:w="871" w:type="dxa"/>
          </w:tcPr>
          <w:p w14:paraId="68B52FAC" w14:textId="6B93E211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3206" w:type="dxa"/>
          </w:tcPr>
          <w:p w14:paraId="4172C5BD" w14:textId="2354A688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Wałek – 10 opakowań</w:t>
            </w:r>
          </w:p>
        </w:tc>
        <w:tc>
          <w:tcPr>
            <w:tcW w:w="1843" w:type="dxa"/>
            <w:shd w:val="clear" w:color="auto" w:fill="auto"/>
          </w:tcPr>
          <w:p w14:paraId="1ED17ABD" w14:textId="7B7EF03F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55E6180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0CF5838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272ADFBC" w14:textId="77777777" w:rsidTr="00AA7F99">
        <w:tc>
          <w:tcPr>
            <w:tcW w:w="871" w:type="dxa"/>
          </w:tcPr>
          <w:p w14:paraId="6AFC75C7" w14:textId="018568BB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3206" w:type="dxa"/>
          </w:tcPr>
          <w:p w14:paraId="30611B35" w14:textId="760F7FAF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Pędzle z gąbki – 14 opakowań</w:t>
            </w:r>
          </w:p>
        </w:tc>
        <w:tc>
          <w:tcPr>
            <w:tcW w:w="1843" w:type="dxa"/>
            <w:shd w:val="clear" w:color="auto" w:fill="auto"/>
          </w:tcPr>
          <w:p w14:paraId="5795E655" w14:textId="05985884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CB22731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996543F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066A4F44" w14:textId="77777777" w:rsidTr="00AA7F99">
        <w:tc>
          <w:tcPr>
            <w:tcW w:w="871" w:type="dxa"/>
          </w:tcPr>
          <w:p w14:paraId="32D609E3" w14:textId="4BA24DCB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3206" w:type="dxa"/>
          </w:tcPr>
          <w:p w14:paraId="566C84BD" w14:textId="2C8F3572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Pipetki – 22 opakowań</w:t>
            </w:r>
          </w:p>
        </w:tc>
        <w:tc>
          <w:tcPr>
            <w:tcW w:w="1843" w:type="dxa"/>
            <w:shd w:val="clear" w:color="auto" w:fill="auto"/>
          </w:tcPr>
          <w:p w14:paraId="7C24DE34" w14:textId="4EA42A6A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D6D7B82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C280590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2470F728" w14:textId="77777777" w:rsidTr="00AA7F99">
        <w:tc>
          <w:tcPr>
            <w:tcW w:w="871" w:type="dxa"/>
          </w:tcPr>
          <w:p w14:paraId="376F9109" w14:textId="0D0221F2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3206" w:type="dxa"/>
          </w:tcPr>
          <w:p w14:paraId="0D2A3ECF" w14:textId="005EAB2F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Papier do origami – 23 opakowań</w:t>
            </w:r>
          </w:p>
        </w:tc>
        <w:tc>
          <w:tcPr>
            <w:tcW w:w="1843" w:type="dxa"/>
            <w:shd w:val="clear" w:color="auto" w:fill="auto"/>
          </w:tcPr>
          <w:p w14:paraId="06CE9F13" w14:textId="033C2CC5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FB9627C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6040CEF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4F03D62F" w14:textId="77777777" w:rsidTr="00AA7F99">
        <w:tc>
          <w:tcPr>
            <w:tcW w:w="871" w:type="dxa"/>
          </w:tcPr>
          <w:p w14:paraId="1CC67434" w14:textId="29226BCB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3206" w:type="dxa"/>
          </w:tcPr>
          <w:p w14:paraId="40DBB26A" w14:textId="288E1E25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Piankowe kształty – 6 opakowań</w:t>
            </w:r>
          </w:p>
        </w:tc>
        <w:tc>
          <w:tcPr>
            <w:tcW w:w="1843" w:type="dxa"/>
            <w:shd w:val="clear" w:color="auto" w:fill="auto"/>
          </w:tcPr>
          <w:p w14:paraId="15975C46" w14:textId="0AC63F75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ABB9543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95A0F25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04A87C12" w14:textId="77777777" w:rsidTr="00AA7F99">
        <w:tc>
          <w:tcPr>
            <w:tcW w:w="871" w:type="dxa"/>
          </w:tcPr>
          <w:p w14:paraId="613C9773" w14:textId="6F272B49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37.</w:t>
            </w:r>
          </w:p>
        </w:tc>
        <w:tc>
          <w:tcPr>
            <w:tcW w:w="3206" w:type="dxa"/>
          </w:tcPr>
          <w:p w14:paraId="2510795E" w14:textId="4CB4720D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Blok rysunkowy  -  6 szt.</w:t>
            </w:r>
          </w:p>
        </w:tc>
        <w:tc>
          <w:tcPr>
            <w:tcW w:w="1843" w:type="dxa"/>
            <w:shd w:val="clear" w:color="auto" w:fill="auto"/>
          </w:tcPr>
          <w:p w14:paraId="7B483976" w14:textId="43096CA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CD1675E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8775299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2FC65D62" w14:textId="77777777" w:rsidTr="00AA7F99">
        <w:tc>
          <w:tcPr>
            <w:tcW w:w="871" w:type="dxa"/>
          </w:tcPr>
          <w:p w14:paraId="4EAC72C3" w14:textId="4188312B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38.</w:t>
            </w:r>
          </w:p>
        </w:tc>
        <w:tc>
          <w:tcPr>
            <w:tcW w:w="3206" w:type="dxa"/>
          </w:tcPr>
          <w:p w14:paraId="7C779E10" w14:textId="5B08EC50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Papier przestrzenny – 6 opakowań</w:t>
            </w:r>
          </w:p>
        </w:tc>
        <w:tc>
          <w:tcPr>
            <w:tcW w:w="1843" w:type="dxa"/>
            <w:shd w:val="clear" w:color="auto" w:fill="auto"/>
          </w:tcPr>
          <w:p w14:paraId="3230EC2F" w14:textId="40E008EF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9E184F8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BB6D2EA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70740B29" w14:textId="77777777" w:rsidTr="00AA7F99">
        <w:tc>
          <w:tcPr>
            <w:tcW w:w="871" w:type="dxa"/>
          </w:tcPr>
          <w:p w14:paraId="67F95489" w14:textId="5BB1EBCF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39.</w:t>
            </w:r>
          </w:p>
        </w:tc>
        <w:tc>
          <w:tcPr>
            <w:tcW w:w="3206" w:type="dxa"/>
          </w:tcPr>
          <w:p w14:paraId="247745E9" w14:textId="53B03DD0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 xml:space="preserve">Tektura </w:t>
            </w:r>
            <w:proofErr w:type="spellStart"/>
            <w:r w:rsidRPr="0033718F">
              <w:rPr>
                <w:rFonts w:ascii="Times New Roman" w:hAnsi="Times New Roman"/>
                <w:sz w:val="20"/>
                <w:szCs w:val="20"/>
              </w:rPr>
              <w:t>strecz</w:t>
            </w:r>
            <w:proofErr w:type="spellEnd"/>
            <w:r w:rsidRPr="0033718F">
              <w:rPr>
                <w:rFonts w:ascii="Times New Roman" w:hAnsi="Times New Roman"/>
                <w:sz w:val="20"/>
                <w:szCs w:val="20"/>
              </w:rPr>
              <w:t xml:space="preserve"> – 6 opakowań</w:t>
            </w:r>
          </w:p>
        </w:tc>
        <w:tc>
          <w:tcPr>
            <w:tcW w:w="1843" w:type="dxa"/>
            <w:shd w:val="clear" w:color="auto" w:fill="auto"/>
          </w:tcPr>
          <w:p w14:paraId="3D21E99B" w14:textId="04A48100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90BB985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1D917D5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7119DCE0" w14:textId="77777777" w:rsidTr="00AA7F99">
        <w:tc>
          <w:tcPr>
            <w:tcW w:w="871" w:type="dxa"/>
          </w:tcPr>
          <w:p w14:paraId="2EDD1A5C" w14:textId="2B4037B2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40.</w:t>
            </w:r>
          </w:p>
        </w:tc>
        <w:tc>
          <w:tcPr>
            <w:tcW w:w="3206" w:type="dxa"/>
          </w:tcPr>
          <w:p w14:paraId="37F4E399" w14:textId="4AD9CFB0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Cekiny - 14 opakowań</w:t>
            </w:r>
          </w:p>
        </w:tc>
        <w:tc>
          <w:tcPr>
            <w:tcW w:w="1843" w:type="dxa"/>
            <w:shd w:val="clear" w:color="auto" w:fill="auto"/>
          </w:tcPr>
          <w:p w14:paraId="61998D83" w14:textId="28CB68F6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AD6CA9B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D278B59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14275A00" w14:textId="77777777" w:rsidTr="00AA7F99">
        <w:tc>
          <w:tcPr>
            <w:tcW w:w="871" w:type="dxa"/>
          </w:tcPr>
          <w:p w14:paraId="30E3F136" w14:textId="44B47356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41.</w:t>
            </w:r>
          </w:p>
        </w:tc>
        <w:tc>
          <w:tcPr>
            <w:tcW w:w="3206" w:type="dxa"/>
          </w:tcPr>
          <w:p w14:paraId="33A97A56" w14:textId="59B99311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Kulki styropianowe – 28 opakowań</w:t>
            </w:r>
          </w:p>
        </w:tc>
        <w:tc>
          <w:tcPr>
            <w:tcW w:w="1843" w:type="dxa"/>
            <w:shd w:val="clear" w:color="auto" w:fill="auto"/>
          </w:tcPr>
          <w:p w14:paraId="07C7074B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96F77BF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451E0BC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609F70FE" w14:textId="77777777" w:rsidTr="00AA7F99">
        <w:tc>
          <w:tcPr>
            <w:tcW w:w="871" w:type="dxa"/>
          </w:tcPr>
          <w:p w14:paraId="2D63FD0F" w14:textId="5FBEAB92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42.</w:t>
            </w:r>
          </w:p>
        </w:tc>
        <w:tc>
          <w:tcPr>
            <w:tcW w:w="3206" w:type="dxa"/>
          </w:tcPr>
          <w:p w14:paraId="6FF000A3" w14:textId="210173D3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Druciki – 23 opakowania</w:t>
            </w:r>
          </w:p>
        </w:tc>
        <w:tc>
          <w:tcPr>
            <w:tcW w:w="1843" w:type="dxa"/>
            <w:shd w:val="clear" w:color="auto" w:fill="auto"/>
          </w:tcPr>
          <w:p w14:paraId="65556566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81FE162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A163296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6CC64386" w14:textId="77777777" w:rsidTr="00AA7F99">
        <w:tc>
          <w:tcPr>
            <w:tcW w:w="871" w:type="dxa"/>
          </w:tcPr>
          <w:p w14:paraId="0AE62805" w14:textId="0D195555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43.</w:t>
            </w:r>
          </w:p>
        </w:tc>
        <w:tc>
          <w:tcPr>
            <w:tcW w:w="3206" w:type="dxa"/>
          </w:tcPr>
          <w:p w14:paraId="3A9A0F4C" w14:textId="4FC52232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Tektura falista – 18 opakowań</w:t>
            </w:r>
          </w:p>
        </w:tc>
        <w:tc>
          <w:tcPr>
            <w:tcW w:w="1843" w:type="dxa"/>
            <w:shd w:val="clear" w:color="auto" w:fill="auto"/>
          </w:tcPr>
          <w:p w14:paraId="4349BB63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EA6AA90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AEA6234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63EC1F6E" w14:textId="77777777" w:rsidTr="00AA7F99">
        <w:tc>
          <w:tcPr>
            <w:tcW w:w="871" w:type="dxa"/>
          </w:tcPr>
          <w:p w14:paraId="1D0BF367" w14:textId="747E99C5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44.</w:t>
            </w:r>
          </w:p>
        </w:tc>
        <w:tc>
          <w:tcPr>
            <w:tcW w:w="3206" w:type="dxa"/>
          </w:tcPr>
          <w:p w14:paraId="6E857641" w14:textId="58BDA903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Pompony – 32 opakowania</w:t>
            </w:r>
          </w:p>
        </w:tc>
        <w:tc>
          <w:tcPr>
            <w:tcW w:w="1843" w:type="dxa"/>
            <w:shd w:val="clear" w:color="auto" w:fill="auto"/>
          </w:tcPr>
          <w:p w14:paraId="11169287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A0002B6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D74C666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0E1B2CAF" w14:textId="77777777" w:rsidTr="00AA7F99">
        <w:tc>
          <w:tcPr>
            <w:tcW w:w="871" w:type="dxa"/>
          </w:tcPr>
          <w:p w14:paraId="4D2C0421" w14:textId="438DEAC6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45.</w:t>
            </w:r>
          </w:p>
        </w:tc>
        <w:tc>
          <w:tcPr>
            <w:tcW w:w="3206" w:type="dxa"/>
          </w:tcPr>
          <w:p w14:paraId="2CA74107" w14:textId="21620C2C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Ozdoba oczko – 28 opakowań</w:t>
            </w:r>
          </w:p>
        </w:tc>
        <w:tc>
          <w:tcPr>
            <w:tcW w:w="1843" w:type="dxa"/>
            <w:shd w:val="clear" w:color="auto" w:fill="auto"/>
          </w:tcPr>
          <w:p w14:paraId="2776779F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6D7CC95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FD01DFD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1EBE9D03" w14:textId="77777777" w:rsidTr="00AA7F99">
        <w:tc>
          <w:tcPr>
            <w:tcW w:w="871" w:type="dxa"/>
          </w:tcPr>
          <w:p w14:paraId="6FCAF2F3" w14:textId="119A3CFB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46.</w:t>
            </w:r>
          </w:p>
        </w:tc>
        <w:tc>
          <w:tcPr>
            <w:tcW w:w="3206" w:type="dxa"/>
          </w:tcPr>
          <w:p w14:paraId="57D736F5" w14:textId="4979A703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 xml:space="preserve"> Brokat – 53 opakowania</w:t>
            </w:r>
          </w:p>
        </w:tc>
        <w:tc>
          <w:tcPr>
            <w:tcW w:w="1843" w:type="dxa"/>
            <w:shd w:val="clear" w:color="auto" w:fill="auto"/>
          </w:tcPr>
          <w:p w14:paraId="76643762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DAD9765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795F402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4303063F" w14:textId="77777777" w:rsidTr="00AA7F99">
        <w:tc>
          <w:tcPr>
            <w:tcW w:w="871" w:type="dxa"/>
          </w:tcPr>
          <w:p w14:paraId="3A497030" w14:textId="66136F22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47.</w:t>
            </w:r>
          </w:p>
        </w:tc>
        <w:tc>
          <w:tcPr>
            <w:tcW w:w="3206" w:type="dxa"/>
          </w:tcPr>
          <w:p w14:paraId="2E61BEE0" w14:textId="129B59CD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Pióra – 14 opakowań</w:t>
            </w:r>
          </w:p>
        </w:tc>
        <w:tc>
          <w:tcPr>
            <w:tcW w:w="1843" w:type="dxa"/>
            <w:shd w:val="clear" w:color="auto" w:fill="auto"/>
          </w:tcPr>
          <w:p w14:paraId="76E45E41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200DD5F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63965CB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65D080AE" w14:textId="77777777" w:rsidTr="00AA7F99">
        <w:tc>
          <w:tcPr>
            <w:tcW w:w="871" w:type="dxa"/>
          </w:tcPr>
          <w:p w14:paraId="5AF40481" w14:textId="0AE57EF6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3206" w:type="dxa"/>
          </w:tcPr>
          <w:p w14:paraId="5E5DBB47" w14:textId="21445E7D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Piankowa ozdoba – 16 opakowań</w:t>
            </w:r>
          </w:p>
        </w:tc>
        <w:tc>
          <w:tcPr>
            <w:tcW w:w="1843" w:type="dxa"/>
            <w:shd w:val="clear" w:color="auto" w:fill="auto"/>
          </w:tcPr>
          <w:p w14:paraId="4CE67AA5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0FBDC57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940CBA0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0DD7CEEF" w14:textId="77777777" w:rsidTr="00AA7F99">
        <w:tc>
          <w:tcPr>
            <w:tcW w:w="871" w:type="dxa"/>
          </w:tcPr>
          <w:p w14:paraId="3A8B9318" w14:textId="2B2A6564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3206" w:type="dxa"/>
          </w:tcPr>
          <w:p w14:paraId="1796DB49" w14:textId="14807A82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Naklejka – 28 opakowań</w:t>
            </w:r>
          </w:p>
        </w:tc>
        <w:tc>
          <w:tcPr>
            <w:tcW w:w="1843" w:type="dxa"/>
            <w:shd w:val="clear" w:color="auto" w:fill="auto"/>
          </w:tcPr>
          <w:p w14:paraId="116731A6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EE874A3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6CF680E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4744EEF2" w14:textId="77777777" w:rsidTr="00AA7F99">
        <w:tc>
          <w:tcPr>
            <w:tcW w:w="871" w:type="dxa"/>
          </w:tcPr>
          <w:p w14:paraId="56D75157" w14:textId="3A8FA5F6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3206" w:type="dxa"/>
          </w:tcPr>
          <w:p w14:paraId="1D5860EE" w14:textId="33DEA55C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Koraliki – 30 opakowań</w:t>
            </w:r>
          </w:p>
        </w:tc>
        <w:tc>
          <w:tcPr>
            <w:tcW w:w="1843" w:type="dxa"/>
            <w:shd w:val="clear" w:color="auto" w:fill="auto"/>
          </w:tcPr>
          <w:p w14:paraId="628B5AA2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720E055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34ACA6F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318F9DFF" w14:textId="77777777" w:rsidTr="00AA7F99">
        <w:tc>
          <w:tcPr>
            <w:tcW w:w="871" w:type="dxa"/>
          </w:tcPr>
          <w:p w14:paraId="03030F80" w14:textId="6DAD1CFF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51.</w:t>
            </w:r>
          </w:p>
        </w:tc>
        <w:tc>
          <w:tcPr>
            <w:tcW w:w="3206" w:type="dxa"/>
          </w:tcPr>
          <w:p w14:paraId="277654D4" w14:textId="253E48EA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Dżety – 14 opakowań</w:t>
            </w:r>
          </w:p>
        </w:tc>
        <w:tc>
          <w:tcPr>
            <w:tcW w:w="1843" w:type="dxa"/>
            <w:shd w:val="clear" w:color="auto" w:fill="auto"/>
          </w:tcPr>
          <w:p w14:paraId="01A10CC2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A731A63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CC80C60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23E292A9" w14:textId="77777777" w:rsidTr="00AA7F99">
        <w:tc>
          <w:tcPr>
            <w:tcW w:w="871" w:type="dxa"/>
          </w:tcPr>
          <w:p w14:paraId="1B46ECB5" w14:textId="46211032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52.</w:t>
            </w:r>
          </w:p>
        </w:tc>
        <w:tc>
          <w:tcPr>
            <w:tcW w:w="3206" w:type="dxa"/>
          </w:tcPr>
          <w:p w14:paraId="0AF3AACF" w14:textId="7D772DD8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Bransoletka – 12 opakowań</w:t>
            </w:r>
          </w:p>
        </w:tc>
        <w:tc>
          <w:tcPr>
            <w:tcW w:w="1843" w:type="dxa"/>
            <w:shd w:val="clear" w:color="auto" w:fill="auto"/>
          </w:tcPr>
          <w:p w14:paraId="40EC6C84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90BC8F6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4296A5E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77A64F21" w14:textId="77777777" w:rsidTr="00AA7F99">
        <w:tc>
          <w:tcPr>
            <w:tcW w:w="871" w:type="dxa"/>
          </w:tcPr>
          <w:p w14:paraId="51CE4C64" w14:textId="4236A51E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 xml:space="preserve">53. </w:t>
            </w:r>
          </w:p>
        </w:tc>
        <w:tc>
          <w:tcPr>
            <w:tcW w:w="3206" w:type="dxa"/>
          </w:tcPr>
          <w:p w14:paraId="7255747D" w14:textId="45693AC0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Szablon, podkładka do koralików – 50 szt.</w:t>
            </w:r>
          </w:p>
        </w:tc>
        <w:tc>
          <w:tcPr>
            <w:tcW w:w="1843" w:type="dxa"/>
            <w:shd w:val="clear" w:color="auto" w:fill="auto"/>
          </w:tcPr>
          <w:p w14:paraId="5362C948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FD0C253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6BBA498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3B83049B" w14:textId="77777777" w:rsidTr="00AA7F99">
        <w:tc>
          <w:tcPr>
            <w:tcW w:w="871" w:type="dxa"/>
          </w:tcPr>
          <w:p w14:paraId="454C1404" w14:textId="2C54714C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54.</w:t>
            </w:r>
          </w:p>
        </w:tc>
        <w:tc>
          <w:tcPr>
            <w:tcW w:w="3206" w:type="dxa"/>
          </w:tcPr>
          <w:p w14:paraId="12A8C408" w14:textId="3E8B32EC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Piasek kinetyczny - 25 szt.</w:t>
            </w:r>
          </w:p>
        </w:tc>
        <w:tc>
          <w:tcPr>
            <w:tcW w:w="1843" w:type="dxa"/>
            <w:shd w:val="clear" w:color="auto" w:fill="auto"/>
          </w:tcPr>
          <w:p w14:paraId="6F7533EE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E56272B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A29AA9C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720D7704" w14:textId="77777777" w:rsidTr="00AA7F99">
        <w:tc>
          <w:tcPr>
            <w:tcW w:w="871" w:type="dxa"/>
          </w:tcPr>
          <w:p w14:paraId="51825D2E" w14:textId="099BC5AC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55.</w:t>
            </w:r>
          </w:p>
        </w:tc>
        <w:tc>
          <w:tcPr>
            <w:tcW w:w="3206" w:type="dxa"/>
          </w:tcPr>
          <w:p w14:paraId="113D835B" w14:textId="37FB1CA5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Pastele – 20 opakowań</w:t>
            </w:r>
          </w:p>
        </w:tc>
        <w:tc>
          <w:tcPr>
            <w:tcW w:w="1843" w:type="dxa"/>
            <w:shd w:val="clear" w:color="auto" w:fill="auto"/>
          </w:tcPr>
          <w:p w14:paraId="7FE50522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002E9B5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ACC7E13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3578ABAC" w14:textId="77777777" w:rsidTr="00AA7F99">
        <w:tc>
          <w:tcPr>
            <w:tcW w:w="871" w:type="dxa"/>
          </w:tcPr>
          <w:p w14:paraId="4D2E1EB8" w14:textId="715EBA4D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56.</w:t>
            </w:r>
          </w:p>
        </w:tc>
        <w:tc>
          <w:tcPr>
            <w:tcW w:w="3206" w:type="dxa"/>
          </w:tcPr>
          <w:p w14:paraId="7D5D676F" w14:textId="5A1E0D7D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Szablon z tworzywa – 20 opakowań</w:t>
            </w:r>
          </w:p>
        </w:tc>
        <w:tc>
          <w:tcPr>
            <w:tcW w:w="1843" w:type="dxa"/>
            <w:shd w:val="clear" w:color="auto" w:fill="auto"/>
          </w:tcPr>
          <w:p w14:paraId="0356116D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7E73F11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D6B390F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764FD3E0" w14:textId="77777777" w:rsidTr="00AA7F99">
        <w:tc>
          <w:tcPr>
            <w:tcW w:w="871" w:type="dxa"/>
          </w:tcPr>
          <w:p w14:paraId="7B8C7D45" w14:textId="6F80386D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57.</w:t>
            </w:r>
          </w:p>
        </w:tc>
        <w:tc>
          <w:tcPr>
            <w:tcW w:w="3206" w:type="dxa"/>
          </w:tcPr>
          <w:p w14:paraId="57AEBB53" w14:textId="250197C6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Bibuła - 14 opakowań</w:t>
            </w:r>
          </w:p>
        </w:tc>
        <w:tc>
          <w:tcPr>
            <w:tcW w:w="1843" w:type="dxa"/>
            <w:shd w:val="clear" w:color="auto" w:fill="auto"/>
          </w:tcPr>
          <w:p w14:paraId="65553159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0530724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C45A174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650ACEB5" w14:textId="77777777" w:rsidTr="00AA7F99">
        <w:tc>
          <w:tcPr>
            <w:tcW w:w="871" w:type="dxa"/>
          </w:tcPr>
          <w:p w14:paraId="3C4626C3" w14:textId="6AA8E146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58.</w:t>
            </w:r>
          </w:p>
        </w:tc>
        <w:tc>
          <w:tcPr>
            <w:tcW w:w="3206" w:type="dxa"/>
          </w:tcPr>
          <w:p w14:paraId="6A49DAFB" w14:textId="6BD72D5E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Patyczki – 10 opakowań</w:t>
            </w:r>
          </w:p>
        </w:tc>
        <w:tc>
          <w:tcPr>
            <w:tcW w:w="1843" w:type="dxa"/>
            <w:shd w:val="clear" w:color="auto" w:fill="auto"/>
          </w:tcPr>
          <w:p w14:paraId="2E62CEB7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FA0FBCE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DE8BF96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6B610BE5" w14:textId="77777777" w:rsidTr="00AA7F99">
        <w:tc>
          <w:tcPr>
            <w:tcW w:w="871" w:type="dxa"/>
          </w:tcPr>
          <w:p w14:paraId="0EED5E40" w14:textId="05123DAA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59.</w:t>
            </w:r>
          </w:p>
        </w:tc>
        <w:tc>
          <w:tcPr>
            <w:tcW w:w="3206" w:type="dxa"/>
          </w:tcPr>
          <w:p w14:paraId="43456DF4" w14:textId="27D464C5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Dziurkacz – 50 szt.</w:t>
            </w:r>
          </w:p>
        </w:tc>
        <w:tc>
          <w:tcPr>
            <w:tcW w:w="1843" w:type="dxa"/>
            <w:shd w:val="clear" w:color="auto" w:fill="auto"/>
          </w:tcPr>
          <w:p w14:paraId="59980607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82C12F6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DE027BC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11ED776C" w14:textId="77777777" w:rsidTr="00AA7F99">
        <w:tc>
          <w:tcPr>
            <w:tcW w:w="871" w:type="dxa"/>
          </w:tcPr>
          <w:p w14:paraId="5512A5DA" w14:textId="5E0B261A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60.</w:t>
            </w:r>
          </w:p>
        </w:tc>
        <w:tc>
          <w:tcPr>
            <w:tcW w:w="3206" w:type="dxa"/>
          </w:tcPr>
          <w:p w14:paraId="47716FD1" w14:textId="6CC1A94E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Paletka do farb – 6 opakowań</w:t>
            </w:r>
          </w:p>
        </w:tc>
        <w:tc>
          <w:tcPr>
            <w:tcW w:w="1843" w:type="dxa"/>
            <w:shd w:val="clear" w:color="auto" w:fill="auto"/>
          </w:tcPr>
          <w:p w14:paraId="65DB73AC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EF18A04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34890F3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6F6F70DA" w14:textId="77777777" w:rsidTr="00AA7F99">
        <w:tc>
          <w:tcPr>
            <w:tcW w:w="871" w:type="dxa"/>
          </w:tcPr>
          <w:p w14:paraId="70C2DE24" w14:textId="214960DF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61.</w:t>
            </w:r>
          </w:p>
        </w:tc>
        <w:tc>
          <w:tcPr>
            <w:tcW w:w="3206" w:type="dxa"/>
          </w:tcPr>
          <w:p w14:paraId="7ED0ECA2" w14:textId="1716004A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Kwiat z tkaniny – 6 opakowań</w:t>
            </w:r>
          </w:p>
        </w:tc>
        <w:tc>
          <w:tcPr>
            <w:tcW w:w="1843" w:type="dxa"/>
            <w:shd w:val="clear" w:color="auto" w:fill="auto"/>
          </w:tcPr>
          <w:p w14:paraId="3012EFE0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18922F0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50E44BA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0D53B20A" w14:textId="77777777" w:rsidTr="00AA7F99">
        <w:tc>
          <w:tcPr>
            <w:tcW w:w="871" w:type="dxa"/>
          </w:tcPr>
          <w:p w14:paraId="28A17629" w14:textId="5EE1D072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62.</w:t>
            </w:r>
          </w:p>
        </w:tc>
        <w:tc>
          <w:tcPr>
            <w:tcW w:w="3206" w:type="dxa"/>
          </w:tcPr>
          <w:p w14:paraId="553ED6D0" w14:textId="180682B4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Brystol – 18 opakowań</w:t>
            </w:r>
          </w:p>
        </w:tc>
        <w:tc>
          <w:tcPr>
            <w:tcW w:w="1843" w:type="dxa"/>
            <w:shd w:val="clear" w:color="auto" w:fill="auto"/>
          </w:tcPr>
          <w:p w14:paraId="66C3D42F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1AFFB20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741AB41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1CEB2E58" w14:textId="77777777" w:rsidTr="00AA7F99">
        <w:tc>
          <w:tcPr>
            <w:tcW w:w="871" w:type="dxa"/>
          </w:tcPr>
          <w:p w14:paraId="5259CCB3" w14:textId="055DB3F9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63.</w:t>
            </w:r>
          </w:p>
        </w:tc>
        <w:tc>
          <w:tcPr>
            <w:tcW w:w="3206" w:type="dxa"/>
          </w:tcPr>
          <w:p w14:paraId="5A0EBF33" w14:textId="76CE0E4D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Folia piankowa – 6 opakowań</w:t>
            </w:r>
          </w:p>
        </w:tc>
        <w:tc>
          <w:tcPr>
            <w:tcW w:w="1843" w:type="dxa"/>
            <w:shd w:val="clear" w:color="auto" w:fill="auto"/>
          </w:tcPr>
          <w:p w14:paraId="02C9EF02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7E2CD49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2EA2DC7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7193A6A5" w14:textId="77777777" w:rsidTr="00AA7F99">
        <w:tc>
          <w:tcPr>
            <w:tcW w:w="871" w:type="dxa"/>
          </w:tcPr>
          <w:p w14:paraId="56D59B8E" w14:textId="486CF809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64.</w:t>
            </w:r>
          </w:p>
        </w:tc>
        <w:tc>
          <w:tcPr>
            <w:tcW w:w="3206" w:type="dxa"/>
          </w:tcPr>
          <w:p w14:paraId="5BBD86C1" w14:textId="177440EC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Kredki – 200 opakowań</w:t>
            </w:r>
          </w:p>
        </w:tc>
        <w:tc>
          <w:tcPr>
            <w:tcW w:w="1843" w:type="dxa"/>
            <w:shd w:val="clear" w:color="auto" w:fill="auto"/>
          </w:tcPr>
          <w:p w14:paraId="10E770BC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9DC8EE0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D61F227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4BEDCF53" w14:textId="77777777" w:rsidTr="00AA7F99">
        <w:tc>
          <w:tcPr>
            <w:tcW w:w="871" w:type="dxa"/>
          </w:tcPr>
          <w:p w14:paraId="65BB08F9" w14:textId="7D377AAA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65.</w:t>
            </w:r>
          </w:p>
        </w:tc>
        <w:tc>
          <w:tcPr>
            <w:tcW w:w="3206" w:type="dxa"/>
          </w:tcPr>
          <w:p w14:paraId="53541D29" w14:textId="5469D1F4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Farba tempera – 61 szt.</w:t>
            </w:r>
          </w:p>
        </w:tc>
        <w:tc>
          <w:tcPr>
            <w:tcW w:w="1843" w:type="dxa"/>
            <w:shd w:val="clear" w:color="auto" w:fill="auto"/>
          </w:tcPr>
          <w:p w14:paraId="5CEF8C87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CEF00B0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7FA647D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22629DD6" w14:textId="77777777" w:rsidTr="00AA7F99">
        <w:tc>
          <w:tcPr>
            <w:tcW w:w="871" w:type="dxa"/>
          </w:tcPr>
          <w:p w14:paraId="2428C2F1" w14:textId="3C4DE3DF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66.</w:t>
            </w:r>
          </w:p>
        </w:tc>
        <w:tc>
          <w:tcPr>
            <w:tcW w:w="3206" w:type="dxa"/>
          </w:tcPr>
          <w:p w14:paraId="4ACB4B53" w14:textId="132BC6A5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Papier pakowy – 6 opakowań</w:t>
            </w:r>
          </w:p>
        </w:tc>
        <w:tc>
          <w:tcPr>
            <w:tcW w:w="1843" w:type="dxa"/>
            <w:shd w:val="clear" w:color="auto" w:fill="auto"/>
          </w:tcPr>
          <w:p w14:paraId="74159CB2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C2947EE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6B96B9F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72307681" w14:textId="77777777" w:rsidTr="00AA7F99">
        <w:tc>
          <w:tcPr>
            <w:tcW w:w="871" w:type="dxa"/>
          </w:tcPr>
          <w:p w14:paraId="1FA796EE" w14:textId="483F383C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lastRenderedPageBreak/>
              <w:t>67.</w:t>
            </w:r>
          </w:p>
        </w:tc>
        <w:tc>
          <w:tcPr>
            <w:tcW w:w="3206" w:type="dxa"/>
          </w:tcPr>
          <w:p w14:paraId="7B55E107" w14:textId="3C5D3BED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Teczka – 265 szt.</w:t>
            </w:r>
          </w:p>
        </w:tc>
        <w:tc>
          <w:tcPr>
            <w:tcW w:w="1843" w:type="dxa"/>
            <w:shd w:val="clear" w:color="auto" w:fill="auto"/>
          </w:tcPr>
          <w:p w14:paraId="28A6CF11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2628D07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9C914D1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5FCE76AE" w14:textId="77777777" w:rsidTr="00AA7F99">
        <w:tc>
          <w:tcPr>
            <w:tcW w:w="871" w:type="dxa"/>
          </w:tcPr>
          <w:p w14:paraId="449B387F" w14:textId="0EABE820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68.</w:t>
            </w:r>
          </w:p>
        </w:tc>
        <w:tc>
          <w:tcPr>
            <w:tcW w:w="3206" w:type="dxa"/>
          </w:tcPr>
          <w:p w14:paraId="11D32A2B" w14:textId="73F4D137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Chusteczki higieniczne – 50 opakowań</w:t>
            </w:r>
          </w:p>
        </w:tc>
        <w:tc>
          <w:tcPr>
            <w:tcW w:w="1843" w:type="dxa"/>
            <w:shd w:val="clear" w:color="auto" w:fill="auto"/>
          </w:tcPr>
          <w:p w14:paraId="6D0578C7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5F75D3D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DC092D8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773EC04E" w14:textId="77777777" w:rsidTr="00AA7F99">
        <w:tc>
          <w:tcPr>
            <w:tcW w:w="871" w:type="dxa"/>
          </w:tcPr>
          <w:p w14:paraId="7793C601" w14:textId="3D646C0B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69.</w:t>
            </w:r>
          </w:p>
        </w:tc>
        <w:tc>
          <w:tcPr>
            <w:tcW w:w="3206" w:type="dxa"/>
          </w:tcPr>
          <w:p w14:paraId="7B1FFC10" w14:textId="5091B7A3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Masa papierowa – 6 opakowań</w:t>
            </w:r>
          </w:p>
        </w:tc>
        <w:tc>
          <w:tcPr>
            <w:tcW w:w="1843" w:type="dxa"/>
            <w:shd w:val="clear" w:color="auto" w:fill="auto"/>
          </w:tcPr>
          <w:p w14:paraId="1515DAA4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2717D8E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6EA57FF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44710AC0" w14:textId="77777777" w:rsidTr="00AA7F99">
        <w:tc>
          <w:tcPr>
            <w:tcW w:w="871" w:type="dxa"/>
          </w:tcPr>
          <w:p w14:paraId="0C6580C5" w14:textId="3FB62F62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70.</w:t>
            </w:r>
          </w:p>
        </w:tc>
        <w:tc>
          <w:tcPr>
            <w:tcW w:w="3206" w:type="dxa"/>
          </w:tcPr>
          <w:p w14:paraId="2D09BB4B" w14:textId="4B448EF4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Zeszyt – 256 szt.</w:t>
            </w:r>
          </w:p>
        </w:tc>
        <w:tc>
          <w:tcPr>
            <w:tcW w:w="1843" w:type="dxa"/>
            <w:shd w:val="clear" w:color="auto" w:fill="auto"/>
          </w:tcPr>
          <w:p w14:paraId="6962E8C9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2895E3C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AF0D6E6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E6D" w:rsidRPr="00147082" w14:paraId="2F029593" w14:textId="77777777" w:rsidTr="00AA7F99">
        <w:tc>
          <w:tcPr>
            <w:tcW w:w="871" w:type="dxa"/>
          </w:tcPr>
          <w:p w14:paraId="0CC0037B" w14:textId="1131040B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71.</w:t>
            </w:r>
          </w:p>
        </w:tc>
        <w:tc>
          <w:tcPr>
            <w:tcW w:w="3206" w:type="dxa"/>
          </w:tcPr>
          <w:p w14:paraId="3D524B84" w14:textId="2074D318" w:rsidR="005B3E6D" w:rsidRPr="0033718F" w:rsidRDefault="005B3E6D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3718F">
              <w:rPr>
                <w:rFonts w:ascii="Times New Roman" w:hAnsi="Times New Roman"/>
                <w:sz w:val="20"/>
                <w:szCs w:val="20"/>
              </w:rPr>
              <w:t>Ołówki – 11 opakowań</w:t>
            </w:r>
          </w:p>
        </w:tc>
        <w:tc>
          <w:tcPr>
            <w:tcW w:w="1843" w:type="dxa"/>
            <w:shd w:val="clear" w:color="auto" w:fill="auto"/>
          </w:tcPr>
          <w:p w14:paraId="1927EBE2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B910A47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6442313" w14:textId="77777777" w:rsidR="005B3E6D" w:rsidRPr="00147082" w:rsidRDefault="005B3E6D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F99" w:rsidRPr="00147082" w14:paraId="21B223EA" w14:textId="77777777" w:rsidTr="00AA7F99">
        <w:tc>
          <w:tcPr>
            <w:tcW w:w="4077" w:type="dxa"/>
            <w:gridSpan w:val="2"/>
          </w:tcPr>
          <w:p w14:paraId="730DF207" w14:textId="6BF0B319" w:rsidR="00AA7F99" w:rsidRPr="0033718F" w:rsidRDefault="00AA7F99" w:rsidP="00AA7F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Suma</w:t>
            </w:r>
          </w:p>
        </w:tc>
        <w:tc>
          <w:tcPr>
            <w:tcW w:w="1843" w:type="dxa"/>
            <w:shd w:val="clear" w:color="auto" w:fill="auto"/>
          </w:tcPr>
          <w:p w14:paraId="790AF4DE" w14:textId="77777777" w:rsidR="00AA7F99" w:rsidRPr="00147082" w:rsidRDefault="00AA7F99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460F271" w14:textId="77777777" w:rsidR="00AA7F99" w:rsidRPr="00147082" w:rsidRDefault="00AA7F99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641B464" w14:textId="77777777" w:rsidR="00AA7F99" w:rsidRPr="00147082" w:rsidRDefault="00AA7F99" w:rsidP="005B3E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83B6DD9" w14:textId="77777777" w:rsidR="00014DE0" w:rsidRPr="00147082" w:rsidRDefault="00014DE0" w:rsidP="00014DE0">
      <w:pPr>
        <w:rPr>
          <w:rFonts w:ascii="Times New Roman" w:hAnsi="Times New Roman"/>
          <w:b/>
          <w:sz w:val="20"/>
        </w:rPr>
      </w:pPr>
    </w:p>
    <w:p w14:paraId="6AF1C3AB" w14:textId="77777777" w:rsidR="00014DE0" w:rsidRPr="00B565FA" w:rsidRDefault="00014DE0" w:rsidP="00014DE0">
      <w:pPr>
        <w:rPr>
          <w:rFonts w:ascii="Times New Roman" w:hAnsi="Times New Roman"/>
          <w:b/>
          <w:sz w:val="22"/>
          <w:szCs w:val="22"/>
        </w:rPr>
      </w:pPr>
      <w:r w:rsidRPr="00B565FA">
        <w:rPr>
          <w:rFonts w:ascii="Times New Roman" w:hAnsi="Times New Roman"/>
          <w:b/>
          <w:sz w:val="22"/>
          <w:szCs w:val="22"/>
        </w:rPr>
        <w:t>Łącznie wartość całego zamówienia Cz. III brutto:……………………………………………….zł</w:t>
      </w:r>
    </w:p>
    <w:p w14:paraId="57EC6CE8" w14:textId="77777777" w:rsidR="00014DE0" w:rsidRPr="00147082" w:rsidRDefault="00014DE0" w:rsidP="00014DE0">
      <w:pPr>
        <w:rPr>
          <w:rFonts w:ascii="Times New Roman" w:hAnsi="Times New Roman"/>
          <w:b/>
          <w:sz w:val="22"/>
          <w:szCs w:val="22"/>
        </w:rPr>
      </w:pPr>
      <w:r w:rsidRPr="00B565FA">
        <w:rPr>
          <w:rFonts w:ascii="Times New Roman" w:hAnsi="Times New Roman"/>
          <w:b/>
          <w:sz w:val="22"/>
          <w:szCs w:val="22"/>
        </w:rPr>
        <w:t>Słownie:……………………………………………………………………………………zł</w:t>
      </w:r>
    </w:p>
    <w:p w14:paraId="241AEECD" w14:textId="77777777" w:rsidR="00014DE0" w:rsidRPr="00147082" w:rsidRDefault="00014DE0" w:rsidP="00014DE0">
      <w:pPr>
        <w:rPr>
          <w:rFonts w:ascii="Times New Roman" w:hAnsi="Times New Roman"/>
          <w:b/>
          <w:sz w:val="20"/>
        </w:rPr>
      </w:pPr>
    </w:p>
    <w:p w14:paraId="3DFDDC0A" w14:textId="77777777" w:rsidR="00385699" w:rsidRPr="00147082" w:rsidRDefault="00385699" w:rsidP="007771FE">
      <w:pPr>
        <w:jc w:val="both"/>
        <w:rPr>
          <w:rFonts w:ascii="Times New Roman" w:hAnsi="Times New Roman"/>
          <w:b/>
          <w:sz w:val="20"/>
          <w:szCs w:val="20"/>
        </w:rPr>
      </w:pPr>
    </w:p>
    <w:p w14:paraId="4EEF2E2B" w14:textId="207D65D9" w:rsidR="007771FE" w:rsidRPr="00147082" w:rsidRDefault="007771FE" w:rsidP="007771FE">
      <w:pPr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  <w:highlight w:val="yellow"/>
        </w:rPr>
        <w:t>Oświadczamy, że</w:t>
      </w:r>
      <w:r w:rsidR="00014DE0"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 maksymalny</w:t>
      </w:r>
      <w:r w:rsidR="000622A3">
        <w:rPr>
          <w:rFonts w:ascii="Times New Roman" w:hAnsi="Times New Roman"/>
          <w:b/>
          <w:sz w:val="20"/>
          <w:szCs w:val="20"/>
          <w:highlight w:val="yellow"/>
        </w:rPr>
        <w:t xml:space="preserve"> </w:t>
      </w:r>
      <w:r w:rsidR="00014DE0"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termin dostawy wyniesie ….. dni 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 (Uwaga </w:t>
      </w:r>
      <w:r w:rsidR="00014DE0" w:rsidRPr="00147082">
        <w:rPr>
          <w:rFonts w:ascii="Times New Roman" w:hAnsi="Times New Roman"/>
          <w:b/>
          <w:sz w:val="20"/>
          <w:szCs w:val="20"/>
          <w:highlight w:val="yellow"/>
        </w:rPr>
        <w:t>maksymalny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 termin wynosi </w:t>
      </w:r>
      <w:r w:rsidR="00AA7F99">
        <w:rPr>
          <w:rFonts w:ascii="Times New Roman" w:hAnsi="Times New Roman"/>
          <w:b/>
          <w:sz w:val="20"/>
          <w:szCs w:val="20"/>
          <w:highlight w:val="yellow"/>
        </w:rPr>
        <w:t>21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 dni</w:t>
      </w:r>
      <w:r w:rsidR="00014DE0"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 - kryterium oceny oferty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>).</w:t>
      </w:r>
    </w:p>
    <w:p w14:paraId="30B8C9E2" w14:textId="3DDB3406" w:rsidR="007771FE" w:rsidRPr="00147082" w:rsidRDefault="007771FE" w:rsidP="007771FE">
      <w:pPr>
        <w:jc w:val="both"/>
        <w:rPr>
          <w:rFonts w:ascii="Times New Roman" w:hAnsi="Times New Roman"/>
          <w:b/>
          <w:sz w:val="20"/>
          <w:szCs w:val="20"/>
        </w:rPr>
      </w:pPr>
    </w:p>
    <w:p w14:paraId="3C25AFE7" w14:textId="77777777" w:rsidR="002E60E0" w:rsidRPr="00147082" w:rsidRDefault="002E60E0" w:rsidP="000C2176">
      <w:pPr>
        <w:jc w:val="both"/>
        <w:rPr>
          <w:rFonts w:ascii="Times New Roman" w:hAnsi="Times New Roman"/>
          <w:bCs/>
          <w:sz w:val="20"/>
          <w:szCs w:val="20"/>
        </w:rPr>
      </w:pPr>
    </w:p>
    <w:p w14:paraId="0CDA11BB" w14:textId="77777777" w:rsidR="000C2176" w:rsidRPr="00147082" w:rsidRDefault="000C2176" w:rsidP="000C2176">
      <w:pPr>
        <w:jc w:val="both"/>
        <w:rPr>
          <w:rFonts w:ascii="Times New Roman" w:hAnsi="Times New Roman"/>
          <w:bCs/>
          <w:sz w:val="20"/>
          <w:szCs w:val="20"/>
        </w:rPr>
      </w:pPr>
      <w:r w:rsidRPr="00147082">
        <w:rPr>
          <w:rFonts w:ascii="Times New Roman" w:hAnsi="Times New Roman"/>
          <w:bCs/>
          <w:sz w:val="20"/>
          <w:szCs w:val="20"/>
        </w:rPr>
        <w:t>Ponadto oświadczam (-y), że:</w:t>
      </w:r>
    </w:p>
    <w:p w14:paraId="24E6DA20" w14:textId="77777777" w:rsidR="003934F9" w:rsidRPr="00147082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oferowana kwota uwzględnia cenę realizacji zamówienia zgodnie</w:t>
      </w:r>
      <w:r w:rsidR="00023B19" w:rsidRPr="00147082">
        <w:rPr>
          <w:rFonts w:ascii="Times New Roman" w:hAnsi="Times New Roman"/>
          <w:sz w:val="20"/>
          <w:szCs w:val="20"/>
        </w:rPr>
        <w:t xml:space="preserve"> z </w:t>
      </w:r>
      <w:r w:rsidRPr="00147082">
        <w:rPr>
          <w:rFonts w:ascii="Times New Roman" w:hAnsi="Times New Roman"/>
          <w:sz w:val="20"/>
          <w:szCs w:val="20"/>
        </w:rPr>
        <w:t xml:space="preserve">warunkami określonymi w SWZ </w:t>
      </w:r>
    </w:p>
    <w:p w14:paraId="474AB107" w14:textId="77777777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zapoznaliśmy się z postanowieniami specyfikacji </w:t>
      </w:r>
      <w:r w:rsidR="00964610" w:rsidRPr="00147082">
        <w:rPr>
          <w:rFonts w:ascii="Times New Roman" w:hAnsi="Times New Roman"/>
          <w:sz w:val="20"/>
          <w:szCs w:val="20"/>
        </w:rPr>
        <w:t>warunków zamówienia oraz PPU</w:t>
      </w:r>
      <w:r w:rsidRPr="00147082">
        <w:rPr>
          <w:rFonts w:ascii="Times New Roman" w:hAnsi="Times New Roman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17762440" w14:textId="1D67914A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zawarte w specyfikacji warunków zamówienia</w:t>
      </w:r>
      <w:r w:rsidR="003934F9" w:rsidRPr="00147082">
        <w:rPr>
          <w:rFonts w:ascii="Times New Roman" w:hAnsi="Times New Roman"/>
          <w:sz w:val="20"/>
          <w:szCs w:val="20"/>
        </w:rPr>
        <w:t>,</w:t>
      </w:r>
      <w:r w:rsidR="007B5A50">
        <w:rPr>
          <w:rFonts w:ascii="Times New Roman" w:hAnsi="Times New Roman"/>
          <w:sz w:val="20"/>
          <w:szCs w:val="20"/>
        </w:rPr>
        <w:t xml:space="preserve"> </w:t>
      </w:r>
      <w:r w:rsidR="00964610" w:rsidRPr="00147082">
        <w:rPr>
          <w:rFonts w:ascii="Times New Roman" w:hAnsi="Times New Roman"/>
          <w:sz w:val="20"/>
          <w:szCs w:val="20"/>
        </w:rPr>
        <w:t>projektowane postanowienia</w:t>
      </w:r>
      <w:r w:rsidRPr="00147082">
        <w:rPr>
          <w:rFonts w:ascii="Times New Roman" w:hAnsi="Times New Roman"/>
          <w:sz w:val="20"/>
          <w:szCs w:val="20"/>
        </w:rPr>
        <w:t xml:space="preserve"> umowy zostały przez nas zaakceptowane i zobowiązujemy się w przypadku wybrania naszej oferty do zawarcia umowy </w:t>
      </w:r>
      <w:r w:rsidR="00F74332" w:rsidRPr="00147082">
        <w:rPr>
          <w:rFonts w:ascii="Times New Roman" w:hAnsi="Times New Roman"/>
          <w:sz w:val="20"/>
          <w:szCs w:val="20"/>
        </w:rPr>
        <w:br/>
      </w:r>
      <w:r w:rsidRPr="00147082">
        <w:rPr>
          <w:rFonts w:ascii="Times New Roman" w:hAnsi="Times New Roman"/>
          <w:sz w:val="20"/>
          <w:szCs w:val="20"/>
        </w:rPr>
        <w:t>w miejscu i terminie w</w:t>
      </w:r>
      <w:r w:rsidR="00964610" w:rsidRPr="00147082">
        <w:rPr>
          <w:rFonts w:ascii="Times New Roman" w:hAnsi="Times New Roman"/>
          <w:sz w:val="20"/>
          <w:szCs w:val="20"/>
        </w:rPr>
        <w:t>yznaczonym przez z</w:t>
      </w:r>
      <w:r w:rsidRPr="00147082">
        <w:rPr>
          <w:rFonts w:ascii="Times New Roman" w:hAnsi="Times New Roman"/>
          <w:sz w:val="20"/>
          <w:szCs w:val="20"/>
        </w:rPr>
        <w:t>amawiającego,</w:t>
      </w:r>
    </w:p>
    <w:p w14:paraId="2A596266" w14:textId="77777777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akceptujemy warunki płatności określone w </w:t>
      </w:r>
      <w:r w:rsidR="00E8370B" w:rsidRPr="00147082">
        <w:rPr>
          <w:rFonts w:ascii="Times New Roman" w:hAnsi="Times New Roman"/>
          <w:sz w:val="20"/>
          <w:szCs w:val="20"/>
        </w:rPr>
        <w:t>projektowanych postanowieniach</w:t>
      </w:r>
      <w:r w:rsidRPr="00147082">
        <w:rPr>
          <w:rFonts w:ascii="Times New Roman" w:hAnsi="Times New Roman"/>
          <w:sz w:val="20"/>
          <w:szCs w:val="20"/>
        </w:rPr>
        <w:t xml:space="preserve"> umowy,</w:t>
      </w:r>
    </w:p>
    <w:p w14:paraId="4220B0E8" w14:textId="77777777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uważamy się za związanych niniejszą ofertą </w:t>
      </w:r>
      <w:r w:rsidR="00E8370B" w:rsidRPr="00147082">
        <w:rPr>
          <w:rFonts w:ascii="Times New Roman" w:hAnsi="Times New Roman"/>
          <w:sz w:val="20"/>
          <w:szCs w:val="20"/>
        </w:rPr>
        <w:t xml:space="preserve">przez </w:t>
      </w:r>
      <w:r w:rsidRPr="00147082">
        <w:rPr>
          <w:rFonts w:ascii="Times New Roman" w:hAnsi="Times New Roman"/>
          <w:sz w:val="20"/>
          <w:szCs w:val="20"/>
        </w:rPr>
        <w:t xml:space="preserve">okres </w:t>
      </w:r>
      <w:r w:rsidR="00964610" w:rsidRPr="00147082">
        <w:rPr>
          <w:rFonts w:ascii="Times New Roman" w:hAnsi="Times New Roman"/>
          <w:sz w:val="20"/>
          <w:szCs w:val="20"/>
        </w:rPr>
        <w:t>określony w SWZ,</w:t>
      </w:r>
    </w:p>
    <w:p w14:paraId="7B2F838D" w14:textId="77777777" w:rsidR="00007DE3" w:rsidRPr="00147082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Oświadczamy, że w przedmiotowym zamówieniu publicznym:</w:t>
      </w:r>
      <w:bookmarkStart w:id="3" w:name="_Hlk66722486"/>
    </w:p>
    <w:p w14:paraId="68D6BF2B" w14:textId="77777777" w:rsidR="00160B8A" w:rsidRPr="00147082" w:rsidRDefault="00160B8A" w:rsidP="009C70C7">
      <w:pPr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1170B3B5" w14:textId="77777777" w:rsidR="00007DE3" w:rsidRPr="00147082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zamierzam powierzyć do wykonania podwykonawcom następującą część zamówienia</w:t>
      </w:r>
      <w:r w:rsidRPr="00147082">
        <w:rPr>
          <w:rFonts w:ascii="Times New Roman" w:hAnsi="Times New Roman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147082" w14:paraId="2394999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BAAED7D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</w:p>
          <w:p w14:paraId="576599DE" w14:textId="77777777" w:rsidR="00007DE3" w:rsidRPr="00147082" w:rsidRDefault="00007DE3" w:rsidP="00EE08ED">
            <w:pPr>
              <w:suppressAutoHyphens/>
              <w:ind w:right="-150" w:hanging="180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Lp.</w:t>
            </w:r>
          </w:p>
          <w:p w14:paraId="6FCCC219" w14:textId="77777777" w:rsidR="00007DE3" w:rsidRPr="00147082" w:rsidRDefault="00007DE3" w:rsidP="00EE08ED">
            <w:pPr>
              <w:suppressAutoHyphens/>
              <w:ind w:right="-150" w:hanging="180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D3F1ADE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8F66BC6" w14:textId="77777777" w:rsidR="00007DE3" w:rsidRPr="00147082" w:rsidRDefault="00007DE3" w:rsidP="00EE08ED">
            <w:pPr>
              <w:suppressAutoHyphens/>
              <w:jc w:val="center"/>
              <w:rPr>
                <w:rFonts w:ascii="Times New Roman" w:eastAsia="MS Mincho" w:hAnsi="Times New Roman"/>
                <w:b/>
                <w:iCs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Wartość brutto (</w:t>
            </w:r>
            <w:r w:rsidRPr="00147082">
              <w:rPr>
                <w:rFonts w:ascii="Times New Roman" w:eastAsia="MS Mincho" w:hAnsi="Times New Roman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0915C74" w14:textId="77777777" w:rsidR="00007DE3" w:rsidRPr="00147082" w:rsidRDefault="00007DE3" w:rsidP="00EE08ED">
            <w:pPr>
              <w:suppressAutoHyphens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147082" w14:paraId="143F9E58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6D532B0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C0654F2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9F57492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885E8C6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147082" w14:paraId="5394B09B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AA4219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eastAsia="MS Mincho" w:hAnsi="Times New Roman"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B6B8C3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DAD819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106F6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007DE3" w:rsidRPr="00147082" w14:paraId="4D219AC0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480EB7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eastAsia="MS Mincho" w:hAnsi="Times New Roman"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9453F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922F4C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D2CEF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</w:tbl>
    <w:p w14:paraId="1D3A8DFF" w14:textId="77777777" w:rsidR="00007DE3" w:rsidRPr="00147082" w:rsidRDefault="00007DE3" w:rsidP="00007DE3">
      <w:pPr>
        <w:suppressAutoHyphens/>
        <w:jc w:val="both"/>
        <w:rPr>
          <w:rFonts w:ascii="Times New Roman" w:hAnsi="Times New Roman"/>
          <w:sz w:val="20"/>
          <w:szCs w:val="20"/>
        </w:rPr>
      </w:pPr>
    </w:p>
    <w:p w14:paraId="6A6625BC" w14:textId="77777777" w:rsidR="00007DE3" w:rsidRPr="00147082" w:rsidRDefault="00007DE3" w:rsidP="00AB7051">
      <w:pPr>
        <w:numPr>
          <w:ilvl w:val="3"/>
          <w:numId w:val="4"/>
        </w:numPr>
        <w:suppressAutoHyphens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nie zamierzam powierzać podwykonawcom żadnej części zamówienia</w:t>
      </w:r>
      <w:r w:rsidRPr="00147082">
        <w:rPr>
          <w:rFonts w:ascii="Times New Roman" w:hAnsi="Times New Roman"/>
          <w:b/>
          <w:sz w:val="20"/>
          <w:szCs w:val="20"/>
        </w:rPr>
        <w:t xml:space="preserve"> *</w:t>
      </w:r>
    </w:p>
    <w:p w14:paraId="6BC27CAE" w14:textId="77777777" w:rsidR="00007DE3" w:rsidRPr="00147082" w:rsidRDefault="00007DE3" w:rsidP="00007DE3">
      <w:pPr>
        <w:suppressAutoHyphens/>
        <w:spacing w:line="360" w:lineRule="auto"/>
        <w:jc w:val="both"/>
        <w:rPr>
          <w:rFonts w:ascii="Times New Roman" w:eastAsia="Calibri" w:hAnsi="Times New Roman"/>
          <w:b/>
          <w:bCs/>
          <w:color w:val="FF0000"/>
          <w:sz w:val="20"/>
          <w:szCs w:val="20"/>
          <w:lang w:eastAsia="en-US"/>
        </w:rPr>
      </w:pPr>
    </w:p>
    <w:bookmarkEnd w:id="3"/>
    <w:p w14:paraId="1F3601D2" w14:textId="77777777" w:rsidR="00023B19" w:rsidRPr="00147082" w:rsidRDefault="00023B19" w:rsidP="000C2176">
      <w:pPr>
        <w:suppressAutoHyphens/>
        <w:jc w:val="both"/>
        <w:rPr>
          <w:rFonts w:ascii="Times New Roman" w:hAnsi="Times New Roman"/>
          <w:sz w:val="20"/>
          <w:szCs w:val="20"/>
        </w:rPr>
      </w:pPr>
    </w:p>
    <w:p w14:paraId="75F08A43" w14:textId="77777777" w:rsidR="000C2176" w:rsidRPr="0014708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27F5164A" w14:textId="77777777" w:rsidR="000C2176" w:rsidRPr="00147082" w:rsidRDefault="000C2176" w:rsidP="000C2176">
      <w:pPr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0064E8BB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3A410B3A" w14:textId="77777777" w:rsidR="000C2176" w:rsidRPr="00147082" w:rsidRDefault="000C2176" w:rsidP="000C2176">
      <w:pPr>
        <w:rPr>
          <w:rFonts w:ascii="Times New Roman" w:hAnsi="Times New Roman"/>
          <w:i/>
          <w:sz w:val="16"/>
          <w:szCs w:val="16"/>
        </w:rPr>
      </w:pPr>
      <w:r w:rsidRPr="00147082">
        <w:rPr>
          <w:rFonts w:ascii="Times New Roman" w:hAnsi="Times New Roman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C5879E0" w14:textId="77777777" w:rsidR="000C2176" w:rsidRPr="00147082" w:rsidRDefault="000C2176" w:rsidP="000C2176">
      <w:pPr>
        <w:rPr>
          <w:rFonts w:ascii="Times New Roman" w:hAnsi="Times New Roman"/>
          <w:i/>
          <w:sz w:val="16"/>
          <w:szCs w:val="16"/>
        </w:rPr>
      </w:pPr>
    </w:p>
    <w:p w14:paraId="19486B62" w14:textId="77777777" w:rsidR="001E5697" w:rsidRPr="00147082" w:rsidRDefault="001E5697" w:rsidP="001E5697">
      <w:pPr>
        <w:rPr>
          <w:rFonts w:ascii="Times New Roman" w:hAnsi="Times New Roman"/>
          <w:i/>
          <w:sz w:val="16"/>
          <w:szCs w:val="16"/>
        </w:rPr>
      </w:pPr>
      <w:r w:rsidRPr="00147082">
        <w:rPr>
          <w:rFonts w:ascii="Times New Roman" w:hAnsi="Times New Roman"/>
          <w:sz w:val="20"/>
          <w:szCs w:val="20"/>
        </w:rPr>
        <w:t>____________________________________________________________________________________</w:t>
      </w:r>
    </w:p>
    <w:p w14:paraId="0A4C3C63" w14:textId="77777777" w:rsidR="001E5697" w:rsidRPr="00147082" w:rsidRDefault="001E5697" w:rsidP="000C2176">
      <w:pPr>
        <w:rPr>
          <w:rFonts w:ascii="Times New Roman" w:hAnsi="Times New Roman"/>
          <w:i/>
          <w:sz w:val="16"/>
          <w:szCs w:val="16"/>
        </w:rPr>
      </w:pPr>
    </w:p>
    <w:p w14:paraId="29B554C5" w14:textId="77777777" w:rsidR="001E5697" w:rsidRPr="00147082" w:rsidRDefault="001E5697" w:rsidP="000C2176">
      <w:pPr>
        <w:rPr>
          <w:rFonts w:ascii="Times New Roman" w:hAnsi="Times New Roman"/>
          <w:i/>
          <w:sz w:val="16"/>
          <w:szCs w:val="16"/>
        </w:rPr>
      </w:pPr>
    </w:p>
    <w:p w14:paraId="2C81C2E3" w14:textId="77777777" w:rsidR="001E5697" w:rsidRPr="00147082" w:rsidRDefault="001E5697" w:rsidP="000C2176">
      <w:pPr>
        <w:rPr>
          <w:rFonts w:ascii="Times New Roman" w:hAnsi="Times New Roman"/>
          <w:i/>
          <w:sz w:val="16"/>
          <w:szCs w:val="16"/>
        </w:rPr>
      </w:pPr>
    </w:p>
    <w:p w14:paraId="091E5696" w14:textId="77777777" w:rsidR="000C2176" w:rsidRPr="00147082" w:rsidRDefault="000C2176" w:rsidP="000C2176">
      <w:pPr>
        <w:rPr>
          <w:rFonts w:ascii="Times New Roman" w:hAnsi="Times New Roman"/>
          <w:i/>
          <w:sz w:val="16"/>
          <w:szCs w:val="16"/>
        </w:rPr>
      </w:pPr>
    </w:p>
    <w:p w14:paraId="6BEC5CFB" w14:textId="77777777" w:rsidR="008E30F8" w:rsidRPr="00147082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</w:pPr>
      <w:r w:rsidRPr="00147082">
        <w:rPr>
          <w:u w:val="single"/>
        </w:rPr>
        <w:t xml:space="preserve">Oświadczenie Wykonawcy potwierdzające znajomość obowiązków wynikających z RODO, </w:t>
      </w:r>
      <w:r w:rsidRPr="00147082">
        <w:rPr>
          <w:u w:val="single"/>
        </w:rPr>
        <w:br/>
        <w:t xml:space="preserve">w szczególności w zakresie wypełnienia obowiązków informacyjnych przewidzianych w art. 13 lub art. 14 </w:t>
      </w:r>
      <w:proofErr w:type="spellStart"/>
      <w:r w:rsidRPr="00147082">
        <w:rPr>
          <w:u w:val="single"/>
        </w:rPr>
        <w:t>RODO.</w:t>
      </w:r>
      <w:r w:rsidRPr="00147082">
        <w:rPr>
          <w:color w:val="000000"/>
        </w:rPr>
        <w:t>Potwierdzam</w:t>
      </w:r>
      <w:proofErr w:type="spellEnd"/>
      <w:r w:rsidRPr="00147082">
        <w:rPr>
          <w:color w:val="000000"/>
        </w:rPr>
        <w:t xml:space="preserve">, że znane mi są obowiązki wynikające z Rozporządzenia Parlamentu Europejskiego i </w:t>
      </w:r>
      <w:r w:rsidRPr="00147082">
        <w:rPr>
          <w:color w:val="000000"/>
        </w:rPr>
        <w:lastRenderedPageBreak/>
        <w:t xml:space="preserve">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147082">
        <w:t>od których dane osobowe bezpośrednio lub pośrednio pozyskałem</w:t>
      </w:r>
      <w:r w:rsidRPr="00147082">
        <w:rPr>
          <w:color w:val="000000"/>
        </w:rPr>
        <w:t xml:space="preserve"> w celu ubiegania się o udzielenie zamówienia publicznego w niniejszym postępowaniu</w:t>
      </w:r>
      <w:r w:rsidRPr="00147082">
        <w:t>.</w:t>
      </w:r>
      <w:r w:rsidRPr="00147082">
        <w:rPr>
          <w:b/>
        </w:rPr>
        <w:t>*</w:t>
      </w:r>
    </w:p>
    <w:p w14:paraId="65B7F4A1" w14:textId="77777777" w:rsidR="008E30F8" w:rsidRPr="00147082" w:rsidRDefault="008E30F8" w:rsidP="002A6B66">
      <w:pPr>
        <w:pStyle w:val="Tekstprzypisudolnego"/>
        <w:spacing w:line="276" w:lineRule="auto"/>
        <w:ind w:left="360"/>
        <w:jc w:val="both"/>
      </w:pPr>
    </w:p>
    <w:p w14:paraId="5D30B09C" w14:textId="77777777" w:rsidR="008F3F0F" w:rsidRPr="00147082" w:rsidRDefault="008F3F0F" w:rsidP="008F3F0F">
      <w:pPr>
        <w:pStyle w:val="Akapitzlist"/>
        <w:rPr>
          <w:rFonts w:ascii="Times New Roman" w:hAnsi="Times New Roman"/>
          <w:sz w:val="20"/>
          <w:szCs w:val="20"/>
        </w:rPr>
      </w:pPr>
    </w:p>
    <w:p w14:paraId="2FF42EA2" w14:textId="77777777" w:rsidR="00E8370B" w:rsidRPr="00147082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Upoważnionym do kontaktu w sprawie przedmiotowego postępowania jest:</w:t>
      </w:r>
    </w:p>
    <w:p w14:paraId="45ADCE26" w14:textId="77777777" w:rsidR="00E8370B" w:rsidRPr="00147082" w:rsidRDefault="00E8370B" w:rsidP="00E8370B">
      <w:pPr>
        <w:pStyle w:val="Akapitzlist"/>
        <w:rPr>
          <w:rFonts w:ascii="Times New Roman" w:hAnsi="Times New Roman"/>
          <w:sz w:val="20"/>
          <w:szCs w:val="20"/>
        </w:rPr>
      </w:pPr>
    </w:p>
    <w:p w14:paraId="37CA64B7" w14:textId="77777777" w:rsidR="00E8370B" w:rsidRPr="00147082" w:rsidRDefault="00E8370B" w:rsidP="00E8370B">
      <w:p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Imię i nazwisko: ……………………………………………………………………………………….</w:t>
      </w:r>
    </w:p>
    <w:p w14:paraId="6A86A34F" w14:textId="77777777" w:rsidR="00E8370B" w:rsidRPr="00147082" w:rsidRDefault="00E8370B" w:rsidP="00E8370B">
      <w:p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Tel. ………………. E-mail: ………………………………………………</w:t>
      </w:r>
    </w:p>
    <w:p w14:paraId="4A33FDF1" w14:textId="77777777" w:rsidR="00E8370B" w:rsidRPr="00147082" w:rsidRDefault="00E8370B" w:rsidP="00E8370B">
      <w:pPr>
        <w:pStyle w:val="Akapitzlist"/>
        <w:rPr>
          <w:rFonts w:ascii="Times New Roman" w:hAnsi="Times New Roman"/>
          <w:b/>
          <w:sz w:val="20"/>
          <w:szCs w:val="20"/>
        </w:rPr>
      </w:pPr>
    </w:p>
    <w:p w14:paraId="47A1E423" w14:textId="77777777" w:rsidR="000C2176" w:rsidRPr="0014708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</w:rPr>
        <w:t>załącznikami do niniejszej oferty są</w:t>
      </w:r>
      <w:r w:rsidRPr="00147082">
        <w:rPr>
          <w:rFonts w:ascii="Times New Roman" w:hAnsi="Times New Roman"/>
          <w:sz w:val="20"/>
          <w:szCs w:val="20"/>
        </w:rPr>
        <w:t>:</w:t>
      </w:r>
    </w:p>
    <w:p w14:paraId="28B9E789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</w:t>
      </w:r>
    </w:p>
    <w:p w14:paraId="7EF43DEB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</w:t>
      </w:r>
    </w:p>
    <w:p w14:paraId="7AF867B0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</w:t>
      </w:r>
    </w:p>
    <w:p w14:paraId="26AECCF1" w14:textId="77777777" w:rsidR="000C2176" w:rsidRPr="00147082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  <w:u w:val="single"/>
        </w:rPr>
      </w:pPr>
    </w:p>
    <w:p w14:paraId="1AF8F2B9" w14:textId="77777777" w:rsidR="000C2176" w:rsidRPr="00147082" w:rsidRDefault="002A6B66" w:rsidP="00313244">
      <w:pPr>
        <w:pStyle w:val="NormalnyWeb"/>
        <w:spacing w:line="276" w:lineRule="auto"/>
        <w:ind w:left="142" w:hanging="142"/>
        <w:jc w:val="both"/>
        <w:rPr>
          <w:sz w:val="16"/>
          <w:szCs w:val="16"/>
        </w:rPr>
      </w:pPr>
      <w:r w:rsidRPr="00147082">
        <w:rPr>
          <w:b/>
          <w:sz w:val="20"/>
          <w:szCs w:val="20"/>
        </w:rPr>
        <w:t>*</w:t>
      </w:r>
      <w:r w:rsidRPr="00147082">
        <w:rPr>
          <w:i/>
          <w:color w:val="000000"/>
          <w:sz w:val="16"/>
          <w:szCs w:val="16"/>
        </w:rPr>
        <w:t xml:space="preserve">W przypadku gdy wykonawca </w:t>
      </w:r>
      <w:r w:rsidRPr="00147082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B846D62" w14:textId="77777777" w:rsidR="00313244" w:rsidRPr="00147082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  <w:u w:val="single"/>
        </w:rPr>
      </w:pPr>
    </w:p>
    <w:p w14:paraId="02654210" w14:textId="77777777" w:rsidR="000C2176" w:rsidRPr="00147082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  <w:u w:val="single"/>
        </w:rPr>
      </w:pPr>
      <w:r w:rsidRPr="00147082">
        <w:rPr>
          <w:rFonts w:ascii="Times New Roman" w:hAnsi="Times New Roman"/>
          <w:sz w:val="20"/>
          <w:szCs w:val="20"/>
          <w:u w:val="single"/>
        </w:rPr>
        <w:t>Pozostałe dane Wykonawcy</w:t>
      </w:r>
    </w:p>
    <w:p w14:paraId="01A42427" w14:textId="77777777" w:rsidR="001E5697" w:rsidRPr="00147082" w:rsidRDefault="001E5697" w:rsidP="001E5697">
      <w:pPr>
        <w:tabs>
          <w:tab w:val="center" w:pos="-2127"/>
        </w:tabs>
        <w:spacing w:line="300" w:lineRule="atLeast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Czy wykonawca jest mikroprzedsiębiorstwem bądź małym lub średnim przedsiębiorstwem?</w:t>
      </w:r>
    </w:p>
    <w:p w14:paraId="110B9276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mikroprzedsiębiorstwem</w:t>
      </w:r>
    </w:p>
    <w:p w14:paraId="03FE7C60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małym przedsiębiorstwem</w:t>
      </w:r>
    </w:p>
    <w:p w14:paraId="54F6287A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średnim przedsiębiorstwem</w:t>
      </w:r>
    </w:p>
    <w:p w14:paraId="027BA5CD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dużym przedsiębiorstwem</w:t>
      </w:r>
    </w:p>
    <w:p w14:paraId="5C94481E" w14:textId="77777777" w:rsidR="000C2176" w:rsidRPr="00147082" w:rsidRDefault="000C2176" w:rsidP="000C2176">
      <w:pPr>
        <w:tabs>
          <w:tab w:val="center" w:pos="-2127"/>
        </w:tabs>
        <w:spacing w:line="300" w:lineRule="atLeast"/>
        <w:rPr>
          <w:rFonts w:ascii="Times New Roman" w:hAnsi="Times New Roman"/>
          <w:b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Czy Wykonawca pochodzi z innego niż Polska państwa członkowskiego Unii Europejskiej:</w:t>
      </w:r>
    </w:p>
    <w:p w14:paraId="3F9F8BE8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TAK    Skrót literowy Państwa: …………………….</w:t>
      </w:r>
    </w:p>
    <w:p w14:paraId="66C70810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NIE</w:t>
      </w:r>
    </w:p>
    <w:p w14:paraId="7C8D4445" w14:textId="77777777" w:rsidR="000C2176" w:rsidRPr="0014708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ascii="Times New Roman" w:hAnsi="Times New Roman"/>
          <w:sz w:val="16"/>
          <w:szCs w:val="16"/>
        </w:rPr>
      </w:pPr>
    </w:p>
    <w:p w14:paraId="528111F0" w14:textId="77777777" w:rsidR="000C2176" w:rsidRPr="00147082" w:rsidRDefault="000C2176" w:rsidP="000C2176">
      <w:pPr>
        <w:tabs>
          <w:tab w:val="center" w:pos="-2127"/>
        </w:tabs>
        <w:spacing w:line="300" w:lineRule="atLeast"/>
        <w:rPr>
          <w:rFonts w:ascii="Times New Roman" w:hAnsi="Times New Roman"/>
          <w:b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Czy Wykonawca pochodzi z państwa niebędącego członkiem Unii Europejskiej:</w:t>
      </w:r>
    </w:p>
    <w:p w14:paraId="3C99FC3B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TAK    Skrót literowy Państwa: …………………….</w:t>
      </w:r>
    </w:p>
    <w:p w14:paraId="7A6E2751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NIE</w:t>
      </w:r>
    </w:p>
    <w:p w14:paraId="6EE73DFE" w14:textId="77777777" w:rsidR="000C2176" w:rsidRPr="00147082" w:rsidRDefault="000C2176" w:rsidP="000C2176">
      <w:pPr>
        <w:rPr>
          <w:rFonts w:ascii="Times New Roman" w:hAnsi="Times New Roman"/>
          <w:b/>
          <w:color w:val="FF0000"/>
          <w:sz w:val="16"/>
          <w:szCs w:val="16"/>
        </w:rPr>
      </w:pPr>
    </w:p>
    <w:p w14:paraId="384224F2" w14:textId="77777777" w:rsidR="000C2176" w:rsidRPr="00147082" w:rsidRDefault="000C2176" w:rsidP="000C2176">
      <w:pPr>
        <w:spacing w:line="276" w:lineRule="auto"/>
        <w:rPr>
          <w:rFonts w:ascii="Times New Roman" w:hAnsi="Times New Roman"/>
          <w:b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 xml:space="preserve">Uwaga:  </w:t>
      </w:r>
      <w:r w:rsidRPr="00147082">
        <w:rPr>
          <w:rFonts w:ascii="Times New Roman" w:hAnsi="Times New Roman"/>
          <w:sz w:val="16"/>
          <w:szCs w:val="16"/>
        </w:rPr>
        <w:t xml:space="preserve">zaznaczyć odpowiednie. </w:t>
      </w:r>
    </w:p>
    <w:p w14:paraId="5C903280" w14:textId="77777777" w:rsidR="000C2176" w:rsidRPr="00147082" w:rsidRDefault="000C2176" w:rsidP="000C2176">
      <w:pPr>
        <w:spacing w:line="276" w:lineRule="auto"/>
        <w:ind w:hanging="12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Przez Mikroprzedsiębiorstwo rozumie się:</w:t>
      </w:r>
      <w:r w:rsidRPr="00147082">
        <w:rPr>
          <w:rFonts w:ascii="Times New Roman" w:hAnsi="Times New Roman"/>
          <w:sz w:val="16"/>
          <w:szCs w:val="16"/>
        </w:rPr>
        <w:t xml:space="preserve"> przedsiębiorstwo, które </w:t>
      </w:r>
      <w:r w:rsidRPr="00147082">
        <w:rPr>
          <w:rFonts w:ascii="Times New Roman" w:hAnsi="Times New Roman"/>
          <w:b/>
          <w:sz w:val="16"/>
          <w:szCs w:val="16"/>
        </w:rPr>
        <w:t>zatrudnia mniej niż 10 osób</w:t>
      </w:r>
      <w:r w:rsidRPr="00147082">
        <w:rPr>
          <w:rFonts w:ascii="Times New Roman" w:hAnsi="Times New Roman"/>
          <w:sz w:val="16"/>
          <w:szCs w:val="16"/>
        </w:rPr>
        <w:t xml:space="preserve"> i którego roczny obrót lub roczna suma bilansowa </w:t>
      </w:r>
      <w:r w:rsidRPr="00147082">
        <w:rPr>
          <w:rFonts w:ascii="Times New Roman" w:hAnsi="Times New Roman"/>
          <w:b/>
          <w:sz w:val="16"/>
          <w:szCs w:val="16"/>
        </w:rPr>
        <w:t>nie przekracza 2 milionów EUR</w:t>
      </w:r>
      <w:r w:rsidRPr="00147082">
        <w:rPr>
          <w:rFonts w:ascii="Times New Roman" w:hAnsi="Times New Roman"/>
          <w:sz w:val="16"/>
          <w:szCs w:val="16"/>
        </w:rPr>
        <w:t>.</w:t>
      </w:r>
    </w:p>
    <w:p w14:paraId="22EE497E" w14:textId="77777777" w:rsidR="000C2176" w:rsidRPr="00147082" w:rsidRDefault="000C2176" w:rsidP="000C2176">
      <w:pPr>
        <w:spacing w:line="276" w:lineRule="auto"/>
        <w:ind w:hanging="12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Przez Małe przedsiębiorstwo rozumie się:</w:t>
      </w:r>
      <w:r w:rsidRPr="00147082">
        <w:rPr>
          <w:rFonts w:ascii="Times New Roman" w:hAnsi="Times New Roman"/>
          <w:sz w:val="16"/>
          <w:szCs w:val="16"/>
        </w:rPr>
        <w:t xml:space="preserve"> przedsiębiorstwo, które </w:t>
      </w:r>
      <w:r w:rsidRPr="00147082">
        <w:rPr>
          <w:rFonts w:ascii="Times New Roman" w:hAnsi="Times New Roman"/>
          <w:b/>
          <w:sz w:val="16"/>
          <w:szCs w:val="16"/>
        </w:rPr>
        <w:t>zatrudnia mniej niż 50 osób</w:t>
      </w:r>
      <w:r w:rsidRPr="00147082">
        <w:rPr>
          <w:rFonts w:ascii="Times New Roman" w:hAnsi="Times New Roman"/>
          <w:sz w:val="16"/>
          <w:szCs w:val="16"/>
        </w:rPr>
        <w:t xml:space="preserve"> i którego roczny obrót lub roczna suma bilansowa </w:t>
      </w:r>
      <w:r w:rsidRPr="00147082">
        <w:rPr>
          <w:rFonts w:ascii="Times New Roman" w:hAnsi="Times New Roman"/>
          <w:b/>
          <w:sz w:val="16"/>
          <w:szCs w:val="16"/>
        </w:rPr>
        <w:t>nie przekracza 10 milionów EUR</w:t>
      </w:r>
      <w:r w:rsidRPr="00147082">
        <w:rPr>
          <w:rFonts w:ascii="Times New Roman" w:hAnsi="Times New Roman"/>
          <w:sz w:val="16"/>
          <w:szCs w:val="16"/>
        </w:rPr>
        <w:t>.</w:t>
      </w:r>
    </w:p>
    <w:p w14:paraId="2A863D51" w14:textId="77777777" w:rsidR="000C2176" w:rsidRPr="00147082" w:rsidRDefault="000C2176" w:rsidP="000C2176">
      <w:pPr>
        <w:spacing w:line="276" w:lineRule="auto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147082">
        <w:rPr>
          <w:rFonts w:ascii="Times New Roman" w:hAnsi="Times New Roman"/>
          <w:sz w:val="16"/>
          <w:szCs w:val="16"/>
        </w:rPr>
        <w:t xml:space="preserve"> i które </w:t>
      </w:r>
      <w:r w:rsidRPr="00147082">
        <w:rPr>
          <w:rFonts w:ascii="Times New Roman" w:hAnsi="Times New Roman"/>
          <w:b/>
          <w:sz w:val="16"/>
          <w:szCs w:val="16"/>
        </w:rPr>
        <w:t>zatrudniają mniej niż 250 osób</w:t>
      </w:r>
      <w:r w:rsidRPr="00147082">
        <w:rPr>
          <w:rFonts w:ascii="Times New Roman" w:hAnsi="Times New Roman"/>
          <w:sz w:val="16"/>
          <w:szCs w:val="16"/>
        </w:rPr>
        <w:t xml:space="preserve"> i których </w:t>
      </w:r>
      <w:r w:rsidRPr="00147082">
        <w:rPr>
          <w:rFonts w:ascii="Times New Roman" w:hAnsi="Times New Roman"/>
          <w:b/>
          <w:sz w:val="16"/>
          <w:szCs w:val="16"/>
        </w:rPr>
        <w:t xml:space="preserve">roczny obrót nie przekracza 50 milionów </w:t>
      </w:r>
      <w:proofErr w:type="spellStart"/>
      <w:r w:rsidRPr="00147082">
        <w:rPr>
          <w:rFonts w:ascii="Times New Roman" w:hAnsi="Times New Roman"/>
          <w:b/>
          <w:sz w:val="16"/>
          <w:szCs w:val="16"/>
        </w:rPr>
        <w:t>EUR</w:t>
      </w:r>
      <w:r w:rsidRPr="00147082">
        <w:rPr>
          <w:rFonts w:ascii="Times New Roman" w:hAnsi="Times New Roman"/>
          <w:b/>
          <w:i/>
          <w:sz w:val="16"/>
          <w:szCs w:val="16"/>
        </w:rPr>
        <w:t>lub</w:t>
      </w:r>
      <w:r w:rsidRPr="00147082">
        <w:rPr>
          <w:rFonts w:ascii="Times New Roman" w:hAnsi="Times New Roman"/>
          <w:b/>
          <w:sz w:val="16"/>
          <w:szCs w:val="16"/>
        </w:rPr>
        <w:t>roczna</w:t>
      </w:r>
      <w:proofErr w:type="spellEnd"/>
      <w:r w:rsidRPr="00147082">
        <w:rPr>
          <w:rFonts w:ascii="Times New Roman" w:hAnsi="Times New Roman"/>
          <w:b/>
          <w:sz w:val="16"/>
          <w:szCs w:val="16"/>
        </w:rPr>
        <w:t xml:space="preserve"> suma bilansowa nie przekracza 43 milionów EUR.</w:t>
      </w:r>
    </w:p>
    <w:p w14:paraId="7AEB1E65" w14:textId="77777777" w:rsidR="00CB7F6F" w:rsidRPr="00147082" w:rsidRDefault="00CB7F6F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</w:p>
    <w:p w14:paraId="28F9FDF5" w14:textId="77777777" w:rsidR="000C2176" w:rsidRPr="00147082" w:rsidRDefault="000C2176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  <w:r w:rsidRPr="00147082">
        <w:rPr>
          <w:rFonts w:ascii="Times New Roman" w:hAnsi="Times New Roman"/>
          <w:b/>
          <w:sz w:val="16"/>
          <w:szCs w:val="16"/>
          <w:u w:val="single"/>
        </w:rPr>
        <w:t>Powyższe informacje są wymagane wyłącznie do celów statystycznych</w:t>
      </w:r>
    </w:p>
    <w:p w14:paraId="19905DD3" w14:textId="77777777" w:rsidR="00E94C8F" w:rsidRPr="00147082" w:rsidRDefault="00E94C8F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</w:p>
    <w:p w14:paraId="526C1582" w14:textId="77777777" w:rsidR="00E94C8F" w:rsidRPr="00147082" w:rsidRDefault="00E94C8F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</w:p>
    <w:p w14:paraId="1781FC5D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</w:p>
    <w:p w14:paraId="70BB30FB" w14:textId="77777777" w:rsidR="00CA20F9" w:rsidRPr="00147082" w:rsidRDefault="00313244" w:rsidP="00E2298C">
      <w:pPr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  <w:highlight w:val="yellow"/>
          <w:u w:val="single"/>
        </w:rPr>
        <w:lastRenderedPageBreak/>
        <w:t xml:space="preserve">UWAGA. 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elektronicznym 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147082">
        <w:rPr>
          <w:rFonts w:ascii="Times New Roman" w:hAnsi="Times New Roman"/>
          <w:b/>
          <w:sz w:val="20"/>
          <w:szCs w:val="20"/>
          <w:highlight w:val="yellow"/>
        </w:rPr>
        <w:t>ne</w:t>
      </w:r>
      <w:proofErr w:type="spellEnd"/>
      <w:r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147082" w:rsidSect="00F021D8">
      <w:headerReference w:type="first" r:id="rId8"/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23D15" w14:textId="77777777" w:rsidR="00804122" w:rsidRDefault="00804122">
      <w:r>
        <w:separator/>
      </w:r>
    </w:p>
  </w:endnote>
  <w:endnote w:type="continuationSeparator" w:id="0">
    <w:p w14:paraId="402F870A" w14:textId="77777777" w:rsidR="00804122" w:rsidRDefault="00804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30C09" w14:textId="77777777" w:rsidR="00804122" w:rsidRDefault="00804122">
      <w:r>
        <w:separator/>
      </w:r>
    </w:p>
  </w:footnote>
  <w:footnote w:type="continuationSeparator" w:id="0">
    <w:p w14:paraId="2AD89472" w14:textId="77777777" w:rsidR="00804122" w:rsidRDefault="00804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4EE9" w14:textId="0AB3378A" w:rsidR="00B74E0F" w:rsidRDefault="00B74E0F">
    <w:pPr>
      <w:pStyle w:val="Nagwek"/>
    </w:pPr>
    <w:r>
      <w:rPr>
        <w:noProof/>
      </w:rPr>
      <w:drawing>
        <wp:inline distT="0" distB="0" distL="0" distR="0" wp14:anchorId="69EC5C9A" wp14:editId="63D8AEB5">
          <wp:extent cx="6188075" cy="51181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07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0FEC0E78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3040"/>
    <w:multiLevelType w:val="hybridMultilevel"/>
    <w:tmpl w:val="CF28E696"/>
    <w:lvl w:ilvl="0" w:tplc="36E6937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E4049"/>
    <w:multiLevelType w:val="hybridMultilevel"/>
    <w:tmpl w:val="7EEEE2D0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948FC"/>
    <w:multiLevelType w:val="multilevel"/>
    <w:tmpl w:val="CAB2C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DC02462"/>
    <w:multiLevelType w:val="hybridMultilevel"/>
    <w:tmpl w:val="5BA417B0"/>
    <w:lvl w:ilvl="0" w:tplc="62CEE4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8" w15:restartNumberingAfterBreak="0">
    <w:nsid w:val="2491075F"/>
    <w:multiLevelType w:val="hybridMultilevel"/>
    <w:tmpl w:val="25F44A04"/>
    <w:lvl w:ilvl="0" w:tplc="F468D14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0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63FB66EF"/>
    <w:multiLevelType w:val="hybridMultilevel"/>
    <w:tmpl w:val="73DC3C88"/>
    <w:lvl w:ilvl="0" w:tplc="67DAAAEA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20948819">
    <w:abstractNumId w:val="6"/>
  </w:num>
  <w:num w:numId="2" w16cid:durableId="676033571">
    <w:abstractNumId w:val="3"/>
  </w:num>
  <w:num w:numId="3" w16cid:durableId="212422621">
    <w:abstractNumId w:val="0"/>
  </w:num>
  <w:num w:numId="4" w16cid:durableId="1087310314">
    <w:abstractNumId w:val="9"/>
  </w:num>
  <w:num w:numId="5" w16cid:durableId="1875120981">
    <w:abstractNumId w:val="2"/>
  </w:num>
  <w:num w:numId="6" w16cid:durableId="78260032">
    <w:abstractNumId w:val="7"/>
  </w:num>
  <w:num w:numId="7" w16cid:durableId="1830705103">
    <w:abstractNumId w:val="10"/>
  </w:num>
  <w:num w:numId="8" w16cid:durableId="934902381">
    <w:abstractNumId w:val="1"/>
  </w:num>
  <w:num w:numId="9" w16cid:durableId="853884074">
    <w:abstractNumId w:val="11"/>
  </w:num>
  <w:num w:numId="10" w16cid:durableId="1257905087">
    <w:abstractNumId w:val="5"/>
  </w:num>
  <w:num w:numId="11" w16cid:durableId="218251736">
    <w:abstractNumId w:val="8"/>
  </w:num>
  <w:num w:numId="12" w16cid:durableId="1831634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07DE3"/>
    <w:rsid w:val="00014DE0"/>
    <w:rsid w:val="00023B19"/>
    <w:rsid w:val="0003320F"/>
    <w:rsid w:val="00037603"/>
    <w:rsid w:val="00052E86"/>
    <w:rsid w:val="0005674B"/>
    <w:rsid w:val="00061F20"/>
    <w:rsid w:val="000622A3"/>
    <w:rsid w:val="000659DD"/>
    <w:rsid w:val="00080D83"/>
    <w:rsid w:val="000B4FC1"/>
    <w:rsid w:val="000C2176"/>
    <w:rsid w:val="000C3845"/>
    <w:rsid w:val="000D283E"/>
    <w:rsid w:val="00100DBB"/>
    <w:rsid w:val="00121D5B"/>
    <w:rsid w:val="00124D4A"/>
    <w:rsid w:val="00130B23"/>
    <w:rsid w:val="001413F0"/>
    <w:rsid w:val="001467B2"/>
    <w:rsid w:val="00147082"/>
    <w:rsid w:val="00160872"/>
    <w:rsid w:val="00160B8A"/>
    <w:rsid w:val="001A4553"/>
    <w:rsid w:val="001B210F"/>
    <w:rsid w:val="001B77FC"/>
    <w:rsid w:val="001C7ACF"/>
    <w:rsid w:val="001E5697"/>
    <w:rsid w:val="00241C1F"/>
    <w:rsid w:val="002425AE"/>
    <w:rsid w:val="00293BEC"/>
    <w:rsid w:val="002A5DC7"/>
    <w:rsid w:val="002A6B66"/>
    <w:rsid w:val="002C6347"/>
    <w:rsid w:val="002D2DAE"/>
    <w:rsid w:val="002D3C34"/>
    <w:rsid w:val="002E60E0"/>
    <w:rsid w:val="00313244"/>
    <w:rsid w:val="00320AAC"/>
    <w:rsid w:val="00325198"/>
    <w:rsid w:val="00332C65"/>
    <w:rsid w:val="0033718F"/>
    <w:rsid w:val="00354014"/>
    <w:rsid w:val="0035482A"/>
    <w:rsid w:val="003619F2"/>
    <w:rsid w:val="00365820"/>
    <w:rsid w:val="00380BEF"/>
    <w:rsid w:val="00385699"/>
    <w:rsid w:val="003865BB"/>
    <w:rsid w:val="003934F9"/>
    <w:rsid w:val="003A482E"/>
    <w:rsid w:val="003B72CA"/>
    <w:rsid w:val="003C554F"/>
    <w:rsid w:val="003E3CB7"/>
    <w:rsid w:val="003F331B"/>
    <w:rsid w:val="00400E68"/>
    <w:rsid w:val="0040149C"/>
    <w:rsid w:val="00414478"/>
    <w:rsid w:val="0045302A"/>
    <w:rsid w:val="004763B1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40E"/>
    <w:rsid w:val="005A0BC7"/>
    <w:rsid w:val="005A7E1F"/>
    <w:rsid w:val="005B3E6D"/>
    <w:rsid w:val="005C6D87"/>
    <w:rsid w:val="00622781"/>
    <w:rsid w:val="006379C4"/>
    <w:rsid w:val="00640BFF"/>
    <w:rsid w:val="00681DA1"/>
    <w:rsid w:val="0069621B"/>
    <w:rsid w:val="006F209E"/>
    <w:rsid w:val="00727F94"/>
    <w:rsid w:val="007337EB"/>
    <w:rsid w:val="007425EB"/>
    <w:rsid w:val="00745D18"/>
    <w:rsid w:val="007503F3"/>
    <w:rsid w:val="00754FE4"/>
    <w:rsid w:val="00764DA5"/>
    <w:rsid w:val="007661C6"/>
    <w:rsid w:val="00776530"/>
    <w:rsid w:val="007771FE"/>
    <w:rsid w:val="00783AC5"/>
    <w:rsid w:val="00790850"/>
    <w:rsid w:val="00791E8E"/>
    <w:rsid w:val="007A0109"/>
    <w:rsid w:val="007B2500"/>
    <w:rsid w:val="007B41E8"/>
    <w:rsid w:val="007B5A50"/>
    <w:rsid w:val="007B7E0B"/>
    <w:rsid w:val="007C7B44"/>
    <w:rsid w:val="007D26FA"/>
    <w:rsid w:val="007D61D6"/>
    <w:rsid w:val="007E1B19"/>
    <w:rsid w:val="007F3623"/>
    <w:rsid w:val="00804122"/>
    <w:rsid w:val="00827311"/>
    <w:rsid w:val="00834BB4"/>
    <w:rsid w:val="00835187"/>
    <w:rsid w:val="00840A25"/>
    <w:rsid w:val="00856E3A"/>
    <w:rsid w:val="0087405F"/>
    <w:rsid w:val="008945D9"/>
    <w:rsid w:val="008A17CF"/>
    <w:rsid w:val="008A2728"/>
    <w:rsid w:val="008C0260"/>
    <w:rsid w:val="008E30F8"/>
    <w:rsid w:val="008F3F0F"/>
    <w:rsid w:val="009523F9"/>
    <w:rsid w:val="00964610"/>
    <w:rsid w:val="009B7091"/>
    <w:rsid w:val="009C70C7"/>
    <w:rsid w:val="009D5DF3"/>
    <w:rsid w:val="009D71C1"/>
    <w:rsid w:val="009D7DFB"/>
    <w:rsid w:val="009F2CF0"/>
    <w:rsid w:val="00A04690"/>
    <w:rsid w:val="00A17A3D"/>
    <w:rsid w:val="00A20177"/>
    <w:rsid w:val="00A40DD3"/>
    <w:rsid w:val="00A736A5"/>
    <w:rsid w:val="00A74DC1"/>
    <w:rsid w:val="00A8311B"/>
    <w:rsid w:val="00AA7F99"/>
    <w:rsid w:val="00AB7051"/>
    <w:rsid w:val="00AC1A68"/>
    <w:rsid w:val="00AE1CA3"/>
    <w:rsid w:val="00AE5DAF"/>
    <w:rsid w:val="00AF6E0F"/>
    <w:rsid w:val="00B01F08"/>
    <w:rsid w:val="00B0292D"/>
    <w:rsid w:val="00B039F8"/>
    <w:rsid w:val="00B07B3E"/>
    <w:rsid w:val="00B16E8F"/>
    <w:rsid w:val="00B30401"/>
    <w:rsid w:val="00B565FA"/>
    <w:rsid w:val="00B6637D"/>
    <w:rsid w:val="00B74E0F"/>
    <w:rsid w:val="00B77D4C"/>
    <w:rsid w:val="00B81819"/>
    <w:rsid w:val="00B90EA6"/>
    <w:rsid w:val="00BB76D0"/>
    <w:rsid w:val="00BC363C"/>
    <w:rsid w:val="00BC7C2F"/>
    <w:rsid w:val="00BF1314"/>
    <w:rsid w:val="00C47E6B"/>
    <w:rsid w:val="00C57BDD"/>
    <w:rsid w:val="00C62C24"/>
    <w:rsid w:val="00C635B6"/>
    <w:rsid w:val="00C67DA9"/>
    <w:rsid w:val="00C74595"/>
    <w:rsid w:val="00C909B9"/>
    <w:rsid w:val="00CA20F9"/>
    <w:rsid w:val="00CB2F96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2FC6"/>
    <w:rsid w:val="00DC597E"/>
    <w:rsid w:val="00DC6372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3494"/>
    <w:rsid w:val="00EA5C16"/>
    <w:rsid w:val="00EC3632"/>
    <w:rsid w:val="00EC4225"/>
    <w:rsid w:val="00EE10DE"/>
    <w:rsid w:val="00EE5E35"/>
    <w:rsid w:val="00EF000D"/>
    <w:rsid w:val="00F021D8"/>
    <w:rsid w:val="00F158CC"/>
    <w:rsid w:val="00F20148"/>
    <w:rsid w:val="00F31A3A"/>
    <w:rsid w:val="00F46C18"/>
    <w:rsid w:val="00F545A3"/>
    <w:rsid w:val="00F65BC1"/>
    <w:rsid w:val="00F74332"/>
    <w:rsid w:val="00F75DF3"/>
    <w:rsid w:val="00F855CF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6760B8D"/>
  <w15:docId w15:val="{CFBCE1DD-7783-4755-8DE5-F9336259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14DE0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BulletC,Numerowanie,Wyliczanie,Obiekt,List Paragraph,normalny tekst,List Paragraph1,Akapit z listą1,nr3,L1,2 heading,A_wyliczenie,K-P_odwolanie,Akapit z listą5,maz_wyliczenie,opis dzialania,T_SZ_List Paragraph,Akapit z listą BS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</w:rPr>
  </w:style>
  <w:style w:type="character" w:customStyle="1" w:styleId="AkapitzlistZnak">
    <w:name w:val="Akapit z listą Znak"/>
    <w:aliases w:val="CW_Lista Znak,BulletC Znak,Numerowanie Znak,Wyliczanie Znak,Obiekt Znak,List Paragraph Znak,normalny tekst Znak,List Paragraph1 Znak,Akapit z listą1 Znak,nr3 Znak,L1 Znak,2 heading Znak,A_wyliczenie Znak,K-P_odwolanie Znak"/>
    <w:link w:val="Akapitzlist"/>
    <w:uiPriority w:val="34"/>
    <w:qFormat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855CF"/>
    <w:rPr>
      <w:color w:val="605E5C"/>
      <w:shd w:val="clear" w:color="auto" w:fill="E1DFDD"/>
    </w:rPr>
  </w:style>
  <w:style w:type="paragraph" w:customStyle="1" w:styleId="Podpis2">
    <w:name w:val="Podpis2"/>
    <w:basedOn w:val="Normalny"/>
    <w:rsid w:val="009D7DFB"/>
    <w:pPr>
      <w:widowControl w:val="0"/>
      <w:suppressLineNumbers/>
      <w:suppressAutoHyphens/>
      <w:spacing w:before="120" w:after="120"/>
    </w:pPr>
    <w:rPr>
      <w:rFonts w:ascii="Times New Roman" w:eastAsia="Arial Unicode MS" w:hAnsi="Times New Roman" w:cs="Mangal"/>
      <w:i/>
      <w:iCs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rzad@debrz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71</TotalTime>
  <Pages>6</Pages>
  <Words>1461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10212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6</cp:revision>
  <cp:lastPrinted>2021-05-25T11:38:00Z</cp:lastPrinted>
  <dcterms:created xsi:type="dcterms:W3CDTF">2022-07-03T06:53:00Z</dcterms:created>
  <dcterms:modified xsi:type="dcterms:W3CDTF">2022-08-03T07:36:00Z</dcterms:modified>
</cp:coreProperties>
</file>