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7315" w14:textId="4C8CA839" w:rsidR="00F66A07" w:rsidRDefault="00F9519D" w:rsidP="0017779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34611F07" wp14:editId="6725EC9C">
                <wp:simplePos x="0" y="0"/>
                <wp:positionH relativeFrom="margin">
                  <wp:posOffset>-595630</wp:posOffset>
                </wp:positionH>
                <wp:positionV relativeFrom="margin">
                  <wp:posOffset>-576580</wp:posOffset>
                </wp:positionV>
                <wp:extent cx="7129145" cy="9886950"/>
                <wp:effectExtent l="0" t="0" r="16510" b="19050"/>
                <wp:wrapNone/>
                <wp:docPr id="14" name="Autokształt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29145" cy="9886950"/>
                        </a:xfrm>
                        <a:prstGeom prst="roundRect">
                          <a:avLst>
                            <a:gd name="adj" fmla="val 346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92000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E7CA69" id="Autokształt 622" o:spid="_x0000_s1026" style="position:absolute;margin-left:-46.9pt;margin-top:-45.4pt;width:561.35pt;height:778.5pt;z-index:251662336;visibility:visible;mso-wrap-style:square;mso-width-percent:92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920;mso-height-percent: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" o:allowincell="f" filled="f" fillcolor="black">
                <w10:wrap anchorx="margin" anchory="margin"/>
              </v:roundrect>
            </w:pict>
          </mc:Fallback>
        </mc:AlternateContent>
      </w:r>
      <w:r w:rsidR="0008720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436E8DB" wp14:editId="1739F398">
                <wp:simplePos x="0" y="0"/>
                <wp:positionH relativeFrom="page">
                  <wp:posOffset>333375</wp:posOffset>
                </wp:positionH>
                <wp:positionV relativeFrom="page">
                  <wp:posOffset>2680970</wp:posOffset>
                </wp:positionV>
                <wp:extent cx="6913245" cy="2205990"/>
                <wp:effectExtent l="0" t="0" r="0" b="0"/>
                <wp:wrapNone/>
                <wp:docPr id="15" name="Prostokąt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3245" cy="220599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4993" w:type="pct"/>
                              <w:jc w:val="center"/>
                              <w:tblCellMar>
                                <w:top w:w="144" w:type="dxa"/>
                                <w:left w:w="0" w:type="dxa"/>
                                <w:bottom w:w="144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87"/>
                            </w:tblGrid>
                            <w:tr w:rsidR="00F66A07" w14:paraId="31B46BB6" w14:textId="77777777" w:rsidTr="00087202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F4B29B" w:themeFill="accent1" w:themeFillTint="66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3FCCDFD9" w14:textId="77777777" w:rsidR="00F66A07" w:rsidRDefault="00F66A07">
                                  <w:pPr>
                                    <w:pStyle w:val="Bezodstpw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F66A07" w14:paraId="7CC0A644" w14:textId="77777777" w:rsidTr="00087202">
                              <w:trPr>
                                <w:trHeight w:val="14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D34817" w:themeFill="accent1"/>
                                  <w:vAlign w:val="center"/>
                                </w:tcPr>
                                <w:p w14:paraId="719503D3" w14:textId="1A00B462" w:rsidR="00F66A07" w:rsidRDefault="00000000" w:rsidP="00337610">
                                  <w:pPr>
                                    <w:pStyle w:val="Bezodstpw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Times New Roman" w:eastAsia="Calibri" w:hAnsi="Times New Roman"/>
                                        <w:b/>
                                        <w:bCs/>
                                        <w:sz w:val="28"/>
                                        <w:szCs w:val="28"/>
                                        <w:lang w:eastAsia="en-US"/>
                                      </w:rPr>
                                      <w:id w:val="3232653"/>
                                      <w:placeholder>
                                        <w:docPart w:val="CCBD421F95C74AF184B5D5C20DD1220E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Content>
                                      <w:r w:rsidR="006C4B37">
                                        <w:rPr>
                                          <w:rFonts w:ascii="Times New Roman" w:eastAsia="Calibri" w:hAnsi="Times New Roman"/>
                                          <w:b/>
                                          <w:bCs/>
                                          <w:sz w:val="28"/>
                                          <w:szCs w:val="28"/>
                                          <w:lang w:eastAsia="en-US"/>
                                        </w:rPr>
                                        <w:t>Dokumentacja Techniczna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F66A07" w14:paraId="6B97DB82" w14:textId="77777777" w:rsidTr="00087202">
                              <w:trPr>
                                <w:trHeight w:val="144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918485" w:themeFill="accent5"/>
                                  <w:tcMar>
                                    <w:top w:w="0" w:type="dxa"/>
                                    <w:bottom w:w="0" w:type="dxa"/>
                                  </w:tcMar>
                                  <w:vAlign w:val="center"/>
                                </w:tcPr>
                                <w:p w14:paraId="05B77F36" w14:textId="77777777" w:rsidR="00F66A07" w:rsidRDefault="00F66A07">
                                  <w:pPr>
                                    <w:pStyle w:val="Bezodstpw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F66A07" w14:paraId="4297A0FC" w14:textId="77777777" w:rsidTr="00087202">
                              <w:trPr>
                                <w:trHeight w:val="1111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bottom"/>
                                </w:tcPr>
                                <w:p w14:paraId="3BCD0077" w14:textId="2BD3251F" w:rsidR="00F66A07" w:rsidRDefault="00000000">
                                  <w:pPr>
                                    <w:pStyle w:val="Bezodstpw"/>
                                    <w:suppressOverlap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i/>
                                      <w:iCs/>
                                      <w:sz w:val="36"/>
                                      <w:szCs w:val="36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i/>
                                        <w:iCs/>
                                        <w:sz w:val="36"/>
                                        <w:szCs w:val="36"/>
                                      </w:rPr>
                                      <w:id w:val="1652111"/>
                                      <w:placeholder>
                                        <w:docPart w:val="E31B5CF86A0D4320B678ACA56CE1D008"/>
                                      </w:placeholder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Content>
                                      <w:r w:rsidR="0013664A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>Modernizacja</w:t>
                                      </w:r>
                                      <w:r w:rsidR="000A1966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 xml:space="preserve"> oświetlenia </w:t>
                                      </w:r>
                                      <w:r w:rsidR="0013664A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>na terenie</w:t>
                                      </w:r>
                                      <w:r w:rsidR="000A1966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 xml:space="preserve"> </w:t>
                                      </w:r>
                                      <w:r w:rsidR="00177796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>Gmin</w:t>
                                      </w:r>
                                      <w:r w:rsidR="0013664A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>y</w:t>
                                      </w:r>
                                      <w:r w:rsidR="00177796">
                                        <w:rPr>
                                          <w:b/>
                                          <w:bCs/>
                                          <w:i/>
                                          <w:iCs/>
                                          <w:sz w:val="36"/>
                                          <w:szCs w:val="36"/>
                                        </w:rPr>
                                        <w:t xml:space="preserve"> Strzegom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4E07AF86" w14:textId="77777777" w:rsidR="00F66A07" w:rsidRDefault="00F66A07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w14:anchorId="7436E8DB" id="Prostokąt 619" o:spid="_x0000_s1026" style="position:absolute;left:0;text-align:left;margin-left:26.25pt;margin-top:211.1pt;width:544.35pt;height:173.7pt;z-index:251661312;visibility:visible;mso-wrap-style:square;mso-width-percent:0;mso-height-percent:10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" o:allowincell="f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4993" w:type="pct"/>
                        <w:jc w:val="center"/>
                        <w:tblCellMar>
                          <w:top w:w="144" w:type="dxa"/>
                          <w:left w:w="0" w:type="dxa"/>
                          <w:bottom w:w="144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87"/>
                      </w:tblGrid>
                      <w:tr w:rsidR="00F66A07" w14:paraId="31B46BB6" w14:textId="77777777" w:rsidTr="00087202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F4B29B" w:themeFill="accent1" w:themeFillTint="66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3FCCDFD9" w14:textId="77777777" w:rsidR="00F66A07" w:rsidRDefault="00F66A07">
                            <w:pPr>
                              <w:pStyle w:val="Bezodstpw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F66A07" w14:paraId="7CC0A644" w14:textId="77777777" w:rsidTr="00087202">
                        <w:trPr>
                          <w:trHeight w:val="1440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D34817" w:themeFill="accent1"/>
                            <w:vAlign w:val="center"/>
                          </w:tcPr>
                          <w:p w14:paraId="719503D3" w14:textId="1A00B462" w:rsidR="00F66A07" w:rsidRDefault="00000000" w:rsidP="00337610">
                            <w:pPr>
                              <w:pStyle w:val="Bezodstpw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rFonts w:ascii="Times New Roman" w:eastAsia="Calibri" w:hAnsi="Times New Roman"/>
                                  <w:b/>
                                  <w:bCs/>
                                  <w:sz w:val="28"/>
                                  <w:szCs w:val="28"/>
                                  <w:lang w:eastAsia="en-US"/>
                                </w:rPr>
                                <w:id w:val="3232653"/>
                                <w:placeholder>
                                  <w:docPart w:val="CCBD421F95C74AF184B5D5C20DD1220E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Content>
                                <w:r w:rsidR="006C4B37">
                                  <w:rPr>
                                    <w:rFonts w:ascii="Times New Roman" w:eastAsia="Calibri" w:hAnsi="Times New Roman"/>
                                    <w:b/>
                                    <w:bCs/>
                                    <w:sz w:val="28"/>
                                    <w:szCs w:val="28"/>
                                    <w:lang w:eastAsia="en-US"/>
                                  </w:rPr>
                                  <w:t>Dokumentacja Techniczna</w:t>
                                </w:r>
                              </w:sdtContent>
                            </w:sdt>
                          </w:p>
                        </w:tc>
                      </w:tr>
                      <w:tr w:rsidR="00F66A07" w14:paraId="6B97DB82" w14:textId="77777777" w:rsidTr="00087202">
                        <w:trPr>
                          <w:trHeight w:val="144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918485" w:themeFill="accent5"/>
                            <w:tcMar>
                              <w:top w:w="0" w:type="dxa"/>
                              <w:bottom w:w="0" w:type="dxa"/>
                            </w:tcMar>
                            <w:vAlign w:val="center"/>
                          </w:tcPr>
                          <w:p w14:paraId="05B77F36" w14:textId="77777777" w:rsidR="00F66A07" w:rsidRDefault="00F66A07">
                            <w:pPr>
                              <w:pStyle w:val="Bezodstpw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F66A07" w14:paraId="4297A0FC" w14:textId="77777777" w:rsidTr="00087202">
                        <w:trPr>
                          <w:trHeight w:val="1111"/>
                          <w:jc w:val="center"/>
                        </w:trPr>
                        <w:tc>
                          <w:tcPr>
                            <w:tcW w:w="0" w:type="auto"/>
                            <w:vAlign w:val="bottom"/>
                          </w:tcPr>
                          <w:p w14:paraId="3BCD0077" w14:textId="2BD3251F" w:rsidR="00F66A07" w:rsidRDefault="00000000">
                            <w:pPr>
                              <w:pStyle w:val="Bezodstpw"/>
                              <w:suppressOverlap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i/>
                                  <w:iCs/>
                                  <w:sz w:val="36"/>
                                  <w:szCs w:val="36"/>
                                </w:rPr>
                                <w:id w:val="1652111"/>
                                <w:placeholder>
                                  <w:docPart w:val="E31B5CF86A0D4320B678ACA56CE1D008"/>
                                </w:placeholder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Content>
                                <w:r w:rsidR="0013664A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Modernizacja</w:t>
                                </w:r>
                                <w:r w:rsidR="000A1966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 oświetlenia </w:t>
                                </w:r>
                                <w:r w:rsidR="0013664A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na terenie</w:t>
                                </w:r>
                                <w:r w:rsidR="000A1966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="00177796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Gmin</w:t>
                                </w:r>
                                <w:r w:rsidR="0013664A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>y</w:t>
                                </w:r>
                                <w:r w:rsidR="00177796">
                                  <w:rPr>
                                    <w:b/>
                                    <w:bCs/>
                                    <w:i/>
                                    <w:iCs/>
                                    <w:sz w:val="36"/>
                                    <w:szCs w:val="36"/>
                                  </w:rPr>
                                  <w:t xml:space="preserve"> Strzegom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4E07AF86" w14:textId="77777777" w:rsidR="00F66A07" w:rsidRDefault="00F66A07"/>
                  </w:txbxContent>
                </v:textbox>
                <w10:wrap anchorx="page" anchory="page"/>
              </v:rect>
            </w:pict>
          </mc:Fallback>
        </mc:AlternateContent>
      </w:r>
      <w:r w:rsidR="00177796" w:rsidRPr="009E19C7">
        <w:rPr>
          <w:noProof/>
        </w:rPr>
        <w:drawing>
          <wp:inline distT="0" distB="0" distL="0" distR="0" wp14:anchorId="4B1E613B" wp14:editId="6784FC0F">
            <wp:extent cx="1181100" cy="1351920"/>
            <wp:effectExtent l="0" t="0" r="0" b="635"/>
            <wp:docPr id="12" name="Obraz 1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Obraz zawierający tekst&#10;&#10;Opis wygenerowany automatyczni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2892" cy="1353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sdt>
        <w:sdtPr>
          <w:id w:val="-831605760"/>
          <w:docPartObj>
            <w:docPartGallery w:val="Cover Pages"/>
            <w:docPartUnique/>
          </w:docPartObj>
        </w:sdtPr>
        <w:sdtContent>
          <w:r w:rsidR="00CC2B4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29025689" wp14:editId="59BE9245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8013700</wp:posOffset>
                        </wp:positionV>
                      </mc:Fallback>
                    </mc:AlternateContent>
                    <wp:extent cx="5943600" cy="1193800"/>
                    <wp:effectExtent l="0" t="0" r="0" b="3810"/>
                    <wp:wrapNone/>
                    <wp:docPr id="16" name="Prostokąt 6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53640926-AAD7-44D8-BBD7-CCE9431645EC}">
                                <a14:shadowObscured xmlns:a14="http://schemas.microsoft.com/office/drawing/2010/main" val="1"/>
                              </a:ext>
                            </a:extLst>
                          </wps:spPr>
                          <wps:txbx>
                            <w:txbxContent>
                              <w:p w14:paraId="5BB4D0D5" w14:textId="32B13E38" w:rsidR="00F66A07" w:rsidRDefault="00000000">
                                <w:pPr>
                                  <w:pStyle w:val="Bezodstpw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aps/>
                                      <w:color w:val="D34817" w:themeColor="accent1"/>
                                    </w:rPr>
                                    <w:id w:val="1551716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337610">
                                      <w:rPr>
                                        <w:b/>
                                        <w:bCs/>
                                        <w:caps/>
                                        <w:color w:val="D34817" w:themeColor="accent1"/>
                                      </w:rPr>
                                      <w:t>MJ Energy Bogusław i Jakub Sucheccy Sp. Jawna</w:t>
                                    </w:r>
                                  </w:sdtContent>
                                </w:sdt>
                              </w:p>
                              <w:p w14:paraId="42BC5106" w14:textId="77777777" w:rsidR="00F66A07" w:rsidRDefault="00F66A07">
                                <w:pPr>
                                  <w:pStyle w:val="Bezodstpw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D34817" w:themeColor="accent1"/>
                                  </w:rPr>
                                </w:pPr>
                              </w:p>
                              <w:p w14:paraId="4D7D1E42" w14:textId="1A42DE0E" w:rsidR="00F66A07" w:rsidRDefault="00000000">
                                <w:pPr>
                                  <w:pStyle w:val="Bezodstpw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id w:val="1551723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23-12-22T00:00:00Z">
                                      <w:dateFormat w:val="d MMMM yyyy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 w:rsidR="006C4B37">
                                      <w:t>22 grudnia 2023</w:t>
                                    </w:r>
                                  </w:sdtContent>
                                </w:sdt>
                              </w:p>
                              <w:p w14:paraId="53FEA3F7" w14:textId="57F0038E" w:rsidR="00F66A07" w:rsidRDefault="00CC2B43">
                                <w:pPr>
                                  <w:pStyle w:val="Bezodstpw"/>
                                  <w:spacing w:line="276" w:lineRule="auto"/>
                                  <w:jc w:val="center"/>
                                </w:pPr>
                                <w:r>
                                  <w:t>Autor:</w:t>
                                </w:r>
                                <w:r w:rsidR="00337610">
                                  <w:t xml:space="preserve"> MJ Energy Sp. Jawna </w:t>
                                </w:r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w14:anchorId="29025689" id="Prostokąt 618" o:spid="_x0000_s1027" style="position:absolute;left:0;text-align:left;margin-left:0;margin-top:0;width:468pt;height:94pt;z-index:251660288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" o:allowincell="f" filled="f" stroked="f" strokeweight=".25pt">
                    <v:textbox style="mso-fit-shape-to-text:t" inset=",18pt,,18pt">
                      <w:txbxContent>
                        <w:p w14:paraId="5BB4D0D5" w14:textId="32B13E38" w:rsidR="00F66A07" w:rsidRDefault="00000000">
                          <w:pPr>
                            <w:pStyle w:val="Bezodstpw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bCs/>
                                <w:caps/>
                                <w:color w:val="D34817" w:themeColor="accent1"/>
                              </w:rPr>
                              <w:id w:val="1551716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r w:rsidR="00337610">
                                <w:rPr>
                                  <w:b/>
                                  <w:bCs/>
                                  <w:caps/>
                                  <w:color w:val="D34817" w:themeColor="accent1"/>
                                </w:rPr>
                                <w:t>MJ Energy Bogusław i Jakub Sucheccy Sp. Jawna</w:t>
                              </w:r>
                            </w:sdtContent>
                          </w:sdt>
                        </w:p>
                        <w:p w14:paraId="42BC5106" w14:textId="77777777" w:rsidR="00F66A07" w:rsidRDefault="00F66A07">
                          <w:pPr>
                            <w:pStyle w:val="Bezodstpw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D34817" w:themeColor="accent1"/>
                            </w:rPr>
                          </w:pPr>
                        </w:p>
                        <w:p w14:paraId="4D7D1E42" w14:textId="1A42DE0E" w:rsidR="00F66A07" w:rsidRDefault="00000000">
                          <w:pPr>
                            <w:pStyle w:val="Bezodstpw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id w:val="1551723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2-22T00:00:00Z">
                                <w:dateFormat w:val="d MMMM 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6C4B37">
                                <w:t>22 grudnia 2023</w:t>
                              </w:r>
                            </w:sdtContent>
                          </w:sdt>
                        </w:p>
                        <w:p w14:paraId="53FEA3F7" w14:textId="57F0038E" w:rsidR="00F66A07" w:rsidRDefault="00CC2B43">
                          <w:pPr>
                            <w:pStyle w:val="Bezodstpw"/>
                            <w:spacing w:line="276" w:lineRule="auto"/>
                            <w:jc w:val="center"/>
                          </w:pPr>
                          <w:r>
                            <w:t>Autor:</w:t>
                          </w:r>
                          <w:r w:rsidR="00337610">
                            <w:t xml:space="preserve"> MJ Energy Sp. Jawna 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CC2B43">
            <w:br w:type="page"/>
          </w:r>
        </w:sdtContent>
      </w:sdt>
    </w:p>
    <w:p w14:paraId="5BA48E61" w14:textId="7C822135" w:rsidR="00337610" w:rsidRPr="007A5092" w:rsidRDefault="00337610" w:rsidP="00337610">
      <w:pPr>
        <w:autoSpaceDE w:val="0"/>
        <w:autoSpaceDN w:val="0"/>
        <w:adjustRightInd w:val="0"/>
        <w:spacing w:before="240" w:after="48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Nazwa zamówienia: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,, </w:t>
      </w:r>
      <w:r w:rsidR="0013664A">
        <w:rPr>
          <w:rFonts w:ascii="Times New Roman" w:hAnsi="Times New Roman"/>
          <w:b/>
          <w:bCs/>
          <w:color w:val="000000"/>
          <w:sz w:val="24"/>
          <w:szCs w:val="24"/>
        </w:rPr>
        <w:t xml:space="preserve">Modernizacja oświetlenia </w:t>
      </w:r>
      <w:r w:rsidR="00FE5C1E">
        <w:rPr>
          <w:rFonts w:ascii="Times New Roman" w:hAnsi="Times New Roman"/>
          <w:b/>
          <w:bCs/>
          <w:color w:val="000000"/>
          <w:sz w:val="24"/>
          <w:szCs w:val="24"/>
        </w:rPr>
        <w:t>n</w:t>
      </w:r>
      <w:r w:rsidR="0013664A">
        <w:rPr>
          <w:rFonts w:ascii="Times New Roman" w:hAnsi="Times New Roman"/>
          <w:b/>
          <w:bCs/>
          <w:color w:val="000000"/>
          <w:sz w:val="24"/>
          <w:szCs w:val="24"/>
        </w:rPr>
        <w:t>a terenie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77796">
        <w:rPr>
          <w:rFonts w:ascii="Times New Roman" w:hAnsi="Times New Roman"/>
          <w:b/>
          <w:bCs/>
          <w:color w:val="000000"/>
          <w:sz w:val="24"/>
          <w:szCs w:val="24"/>
        </w:rPr>
        <w:t>Gmin</w:t>
      </w:r>
      <w:r w:rsidR="0013664A"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r w:rsidR="00177796">
        <w:rPr>
          <w:rFonts w:ascii="Times New Roman" w:hAnsi="Times New Roman"/>
          <w:b/>
          <w:bCs/>
          <w:color w:val="000000"/>
          <w:sz w:val="24"/>
          <w:szCs w:val="24"/>
        </w:rPr>
        <w:t xml:space="preserve"> Strzegom</w:t>
      </w:r>
      <w:r w:rsidRPr="007A5092">
        <w:rPr>
          <w:rFonts w:ascii="Times New Roman" w:hAnsi="Times New Roman"/>
          <w:b/>
          <w:bCs/>
          <w:color w:val="000000"/>
          <w:sz w:val="24"/>
          <w:szCs w:val="24"/>
        </w:rPr>
        <w:t xml:space="preserve"> ”  </w:t>
      </w:r>
    </w:p>
    <w:p w14:paraId="52F7006B" w14:textId="2E2D8964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II. Adres obiektu budowlanego: teren </w:t>
      </w:r>
      <w:r w:rsidR="00177796">
        <w:rPr>
          <w:rFonts w:ascii="Times New Roman" w:hAnsi="Times New Roman"/>
          <w:b/>
          <w:bCs/>
          <w:sz w:val="24"/>
          <w:szCs w:val="24"/>
        </w:rPr>
        <w:t>Gmina Strzegom</w:t>
      </w:r>
    </w:p>
    <w:p w14:paraId="68D7F943" w14:textId="77777777" w:rsidR="00337610" w:rsidRPr="00ED0D6F" w:rsidRDefault="00337610" w:rsidP="00337610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III. KOD I NAZWA ZAMÓWIENIA WEDŁUG CPV</w:t>
      </w:r>
    </w:p>
    <w:p w14:paraId="0FEE352C" w14:textId="77777777" w:rsidR="007D433A" w:rsidRPr="00046B96" w:rsidRDefault="007D433A" w:rsidP="007D433A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sz w:val="18"/>
          <w:szCs w:val="18"/>
        </w:rPr>
      </w:pPr>
      <w:r w:rsidRPr="00046B96">
        <w:rPr>
          <w:rFonts w:ascii="Times New Roman" w:hAnsi="Times New Roman"/>
          <w:b/>
          <w:sz w:val="18"/>
          <w:szCs w:val="18"/>
        </w:rPr>
        <w:t>31520000-7 Lampy i oprawy oświetleniowe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046B96">
        <w:rPr>
          <w:rFonts w:ascii="Times New Roman" w:hAnsi="Times New Roman"/>
          <w:b/>
          <w:sz w:val="18"/>
          <w:szCs w:val="18"/>
        </w:rPr>
        <w:t>45316110-9 Instalowanie urządzeń oświetlenia drogowego</w:t>
      </w:r>
    </w:p>
    <w:p w14:paraId="407AA5B6" w14:textId="77777777" w:rsidR="007D433A" w:rsidRPr="00046B96" w:rsidRDefault="007D433A" w:rsidP="007D433A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sz w:val="18"/>
          <w:szCs w:val="18"/>
        </w:rPr>
      </w:pPr>
      <w:r w:rsidRPr="00046B96">
        <w:rPr>
          <w:rFonts w:ascii="Times New Roman" w:hAnsi="Times New Roman"/>
          <w:b/>
          <w:sz w:val="18"/>
          <w:szCs w:val="18"/>
        </w:rPr>
        <w:t>45311200-2 Roboty w zakresie instalacji elektrycznych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046B96">
        <w:rPr>
          <w:rFonts w:ascii="Times New Roman" w:hAnsi="Times New Roman"/>
          <w:b/>
          <w:sz w:val="18"/>
          <w:szCs w:val="18"/>
        </w:rPr>
        <w:t>45311100-1 Roboty w zakresie okablowania elektrycznego</w:t>
      </w:r>
    </w:p>
    <w:p w14:paraId="2B69ABBD" w14:textId="659EB508" w:rsidR="007D433A" w:rsidRPr="007D433A" w:rsidRDefault="007D433A" w:rsidP="00337610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sz w:val="18"/>
          <w:szCs w:val="18"/>
        </w:rPr>
      </w:pPr>
      <w:r w:rsidRPr="00046B96">
        <w:rPr>
          <w:rFonts w:ascii="Times New Roman" w:hAnsi="Times New Roman"/>
          <w:b/>
          <w:sz w:val="18"/>
          <w:szCs w:val="18"/>
        </w:rPr>
        <w:t>71355200-3 Wykonywanie badań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046B96">
        <w:rPr>
          <w:rFonts w:ascii="Times New Roman" w:hAnsi="Times New Roman"/>
          <w:b/>
          <w:sz w:val="18"/>
          <w:szCs w:val="18"/>
        </w:rPr>
        <w:t>71320000-7 Usługi inżynieryjne w zakresie projektowania</w:t>
      </w:r>
      <w:r>
        <w:rPr>
          <w:rFonts w:ascii="Times New Roman" w:hAnsi="Times New Roman"/>
          <w:b/>
          <w:sz w:val="18"/>
          <w:szCs w:val="18"/>
        </w:rPr>
        <w:t>.</w:t>
      </w:r>
    </w:p>
    <w:p w14:paraId="503F2630" w14:textId="61378EAF" w:rsidR="00337610" w:rsidRPr="00ED0D6F" w:rsidRDefault="00337610" w:rsidP="00337610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IV. Nazwa zamawiającego i adres: </w:t>
      </w:r>
    </w:p>
    <w:p w14:paraId="21A8D95B" w14:textId="7CA47CC1" w:rsidR="00337610" w:rsidRPr="002F03AE" w:rsidRDefault="00177796" w:rsidP="00337610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bCs/>
          <w:color w:val="0070C0"/>
          <w:sz w:val="24"/>
          <w:szCs w:val="24"/>
        </w:rPr>
        <w:t>Gmin</w:t>
      </w:r>
      <w:r w:rsidR="0013664A">
        <w:rPr>
          <w:rFonts w:ascii="Times New Roman" w:hAnsi="Times New Roman"/>
          <w:b/>
          <w:bCs/>
          <w:color w:val="0070C0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070C0"/>
          <w:sz w:val="24"/>
          <w:szCs w:val="24"/>
        </w:rPr>
        <w:t xml:space="preserve"> Strzegom, ul. Rynek 38, Strzegom 58-150</w:t>
      </w:r>
    </w:p>
    <w:p w14:paraId="65A72A55" w14:textId="77777777" w:rsidR="00337610" w:rsidRPr="00ED0D6F" w:rsidRDefault="00337610" w:rsidP="00337610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V. Spis zawartości dokumentacji projektowej:</w:t>
      </w:r>
    </w:p>
    <w:p w14:paraId="590FFA82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1. Strona tytułowa                </w:t>
      </w:r>
    </w:p>
    <w:p w14:paraId="550A4230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2. Podstawa opracowania   </w:t>
      </w:r>
    </w:p>
    <w:p w14:paraId="059A1A09" w14:textId="5651751F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3. Część opisowa</w:t>
      </w:r>
      <w:r w:rsidR="00482A2D">
        <w:rPr>
          <w:rFonts w:ascii="Times New Roman" w:hAnsi="Times New Roman"/>
          <w:b/>
          <w:bCs/>
          <w:sz w:val="24"/>
          <w:szCs w:val="24"/>
        </w:rPr>
        <w:t>, zakres zadania</w:t>
      </w:r>
      <w:r w:rsidRPr="00ED0D6F">
        <w:rPr>
          <w:rFonts w:ascii="Times New Roman" w:hAnsi="Times New Roman"/>
          <w:b/>
          <w:bCs/>
          <w:sz w:val="24"/>
          <w:szCs w:val="24"/>
        </w:rPr>
        <w:t xml:space="preserve">                                 </w:t>
      </w:r>
    </w:p>
    <w:p w14:paraId="03E582A5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Wymagania dotyczące wykonania robót</w:t>
      </w:r>
    </w:p>
    <w:p w14:paraId="16D1B056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5. Wymagania ogólne – dobór sprzętu, sprzęt równoważny, materiały</w:t>
      </w:r>
    </w:p>
    <w:p w14:paraId="5B7E26F6" w14:textId="144167E2" w:rsidR="00337610" w:rsidRDefault="00482A2D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87202">
        <w:rPr>
          <w:rFonts w:ascii="Times New Roman" w:hAnsi="Times New Roman"/>
          <w:b/>
          <w:bCs/>
          <w:sz w:val="24"/>
          <w:szCs w:val="24"/>
        </w:rPr>
        <w:t xml:space="preserve">Instrukcja Eksploatacji </w:t>
      </w:r>
    </w:p>
    <w:p w14:paraId="2B71BD8C" w14:textId="7D6288A9" w:rsidR="00482A2D" w:rsidRPr="00ED0D6F" w:rsidRDefault="00482A2D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BIOZ</w:t>
      </w:r>
    </w:p>
    <w:p w14:paraId="11A9A0EF" w14:textId="768372C7" w:rsidR="00337610" w:rsidRPr="00ED0D6F" w:rsidRDefault="00482A2D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Informacje potwierdzaj</w:t>
      </w:r>
      <w:r w:rsidR="00337610" w:rsidRPr="00ED0D6F">
        <w:rPr>
          <w:rFonts w:ascii="Times New Roman" w:hAnsi="Times New Roman"/>
          <w:b/>
          <w:sz w:val="24"/>
          <w:szCs w:val="24"/>
        </w:rPr>
        <w:t>ą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ce zgodno</w:t>
      </w:r>
      <w:r w:rsidR="00337610" w:rsidRPr="00ED0D6F">
        <w:rPr>
          <w:rFonts w:ascii="Times New Roman" w:hAnsi="Times New Roman"/>
          <w:b/>
          <w:sz w:val="24"/>
          <w:szCs w:val="24"/>
        </w:rPr>
        <w:t>ść</w:t>
      </w:r>
      <w:r w:rsidR="00337610" w:rsidRPr="00ED0D6F">
        <w:rPr>
          <w:rFonts w:ascii="Times New Roman" w:hAnsi="Times New Roman"/>
          <w:sz w:val="24"/>
          <w:szCs w:val="24"/>
        </w:rPr>
        <w:t xml:space="preserve">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zamierzenia budowlanego z wymaganiami wynikaj</w:t>
      </w:r>
      <w:r w:rsidR="00337610" w:rsidRPr="00ED0D6F">
        <w:rPr>
          <w:rFonts w:ascii="Times New Roman" w:hAnsi="Times New Roman"/>
          <w:b/>
          <w:sz w:val="24"/>
          <w:szCs w:val="24"/>
        </w:rPr>
        <w:t>ą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cymi z odr</w:t>
      </w:r>
      <w:r w:rsidR="00337610" w:rsidRPr="00ED0D6F">
        <w:rPr>
          <w:rFonts w:ascii="Times New Roman" w:hAnsi="Times New Roman"/>
          <w:b/>
          <w:sz w:val="24"/>
          <w:szCs w:val="24"/>
        </w:rPr>
        <w:t>ę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bnych przepisów</w:t>
      </w:r>
    </w:p>
    <w:p w14:paraId="338FA414" w14:textId="28AF52D2" w:rsidR="00337610" w:rsidRPr="00ED0D6F" w:rsidRDefault="00482A2D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O</w:t>
      </w:r>
      <w:r w:rsidR="00337610" w:rsidRPr="00ED0D6F">
        <w:rPr>
          <w:rFonts w:ascii="Times New Roman" w:hAnsi="Times New Roman"/>
          <w:b/>
          <w:sz w:val="24"/>
          <w:szCs w:val="24"/>
        </w:rPr>
        <w:t>ś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wiadczenie zamawiaj</w:t>
      </w:r>
      <w:r w:rsidR="00337610" w:rsidRPr="00ED0D6F">
        <w:rPr>
          <w:rFonts w:ascii="Times New Roman" w:hAnsi="Times New Roman"/>
          <w:b/>
          <w:sz w:val="24"/>
          <w:szCs w:val="24"/>
        </w:rPr>
        <w:t>ą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cego stwierdzaj</w:t>
      </w:r>
      <w:r w:rsidR="00337610" w:rsidRPr="00ED0D6F">
        <w:rPr>
          <w:rFonts w:ascii="Times New Roman" w:hAnsi="Times New Roman"/>
          <w:b/>
          <w:sz w:val="24"/>
          <w:szCs w:val="24"/>
        </w:rPr>
        <w:t>ą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ce jego prawo do dysponowania nieruchomo</w:t>
      </w:r>
      <w:r w:rsidR="00337610" w:rsidRPr="00ED0D6F">
        <w:rPr>
          <w:rFonts w:ascii="Times New Roman" w:hAnsi="Times New Roman"/>
          <w:b/>
          <w:sz w:val="24"/>
          <w:szCs w:val="24"/>
        </w:rPr>
        <w:t>ś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ci</w:t>
      </w:r>
      <w:r w:rsidR="00337610" w:rsidRPr="00ED0D6F">
        <w:rPr>
          <w:rFonts w:ascii="Times New Roman" w:hAnsi="Times New Roman"/>
          <w:b/>
          <w:sz w:val="24"/>
          <w:szCs w:val="24"/>
        </w:rPr>
        <w:t xml:space="preserve">ą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na cele</w:t>
      </w:r>
      <w:r w:rsidR="00337610" w:rsidRPr="00ED0D6F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budowlane.</w:t>
      </w:r>
    </w:p>
    <w:p w14:paraId="28965009" w14:textId="7960D23C" w:rsidR="00337610" w:rsidRPr="00ED0D6F" w:rsidRDefault="00482A2D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Przepisy prawne i normy zwi</w:t>
      </w:r>
      <w:r w:rsidR="00337610" w:rsidRPr="00ED0D6F">
        <w:rPr>
          <w:rFonts w:ascii="Times New Roman" w:hAnsi="Times New Roman"/>
          <w:b/>
          <w:sz w:val="24"/>
          <w:szCs w:val="24"/>
        </w:rPr>
        <w:t>ą</w:t>
      </w:r>
      <w:r w:rsidR="00337610" w:rsidRPr="00ED0D6F">
        <w:rPr>
          <w:rFonts w:ascii="Times New Roman" w:hAnsi="Times New Roman"/>
          <w:b/>
          <w:bCs/>
          <w:sz w:val="24"/>
          <w:szCs w:val="24"/>
        </w:rPr>
        <w:t>zane z projektowaniem i wykonaniem przedmiotu zamówienia</w:t>
      </w:r>
    </w:p>
    <w:p w14:paraId="298928A9" w14:textId="77777777" w:rsidR="00337610" w:rsidRPr="00ED0D6F" w:rsidRDefault="00337610" w:rsidP="0033761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10.2.1. Ustawy</w:t>
      </w:r>
    </w:p>
    <w:p w14:paraId="0DE9A880" w14:textId="77777777" w:rsidR="00337610" w:rsidRPr="00ED0D6F" w:rsidRDefault="00337610" w:rsidP="0033761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10.2.2. Rozporządzenia</w:t>
      </w:r>
    </w:p>
    <w:p w14:paraId="57F1E674" w14:textId="77777777" w:rsidR="00337610" w:rsidRPr="00ED0D6F" w:rsidRDefault="00337610" w:rsidP="0033761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10.2.3. Inne dokumenty</w:t>
      </w:r>
    </w:p>
    <w:p w14:paraId="7622D391" w14:textId="77777777" w:rsidR="00337610" w:rsidRPr="00ED0D6F" w:rsidRDefault="00337610" w:rsidP="00337610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10.2.4. Normy</w:t>
      </w:r>
    </w:p>
    <w:p w14:paraId="311B634E" w14:textId="1833D911" w:rsidR="00337610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Załączniki</w:t>
      </w:r>
      <w:r w:rsidR="00482A2D">
        <w:rPr>
          <w:rFonts w:ascii="Times New Roman" w:hAnsi="Times New Roman"/>
          <w:b/>
          <w:bCs/>
          <w:sz w:val="24"/>
          <w:szCs w:val="24"/>
        </w:rPr>
        <w:t>:</w:t>
      </w:r>
    </w:p>
    <w:p w14:paraId="02BD641B" w14:textId="13FE3F4B" w:rsidR="00337610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tabela </w:t>
      </w:r>
      <w:r w:rsidR="00482A2D">
        <w:rPr>
          <w:rFonts w:ascii="Times New Roman" w:hAnsi="Times New Roman"/>
          <w:b/>
          <w:bCs/>
          <w:sz w:val="24"/>
          <w:szCs w:val="24"/>
        </w:rPr>
        <w:t>projektowa</w:t>
      </w:r>
    </w:p>
    <w:p w14:paraId="36B61F33" w14:textId="77777777" w:rsidR="00337610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projekt fotometryczny</w:t>
      </w:r>
    </w:p>
    <w:p w14:paraId="08F8D938" w14:textId="584F1AE0" w:rsidR="00337610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mapa zakresu modernizacji</w:t>
      </w:r>
    </w:p>
    <w:p w14:paraId="5008ACD0" w14:textId="5EC95470" w:rsidR="000D1481" w:rsidRDefault="000D1481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- przedmiar robót</w:t>
      </w:r>
    </w:p>
    <w:p w14:paraId="4DB1EC72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VI. Nazwa i adres podmiotu opracowującego: </w:t>
      </w:r>
    </w:p>
    <w:p w14:paraId="3DC8A69C" w14:textId="77777777" w:rsidR="00337610" w:rsidRPr="00ED0D6F" w:rsidRDefault="00337610" w:rsidP="00337610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4"/>
          <w:szCs w:val="24"/>
          <w:lang w:val="fr-FR"/>
        </w:rPr>
      </w:pPr>
      <w:r w:rsidRPr="00ED0D6F">
        <w:rPr>
          <w:rFonts w:ascii="Times New Roman" w:hAnsi="Times New Roman"/>
          <w:b/>
          <w:bCs/>
          <w:sz w:val="24"/>
          <w:szCs w:val="24"/>
          <w:lang w:val="fr-FR"/>
        </w:rPr>
        <w:t xml:space="preserve">MJ Energy Bogusław i Jakub Sucheccy sp. Jawna,   </w:t>
      </w:r>
    </w:p>
    <w:p w14:paraId="55AC764D" w14:textId="77777777" w:rsidR="00337610" w:rsidRPr="00ED0D6F" w:rsidRDefault="00337610" w:rsidP="00337610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05-400 Otwock ul. Świderska 47 </w:t>
      </w:r>
    </w:p>
    <w:p w14:paraId="36FAEF4D" w14:textId="1493D458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AUTORZY OPRACOWANIA:</w:t>
      </w:r>
    </w:p>
    <w:p w14:paraId="53BB1CE3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   Maciej Suchecki    - Kierownik Projektu                         ………………………                  </w:t>
      </w:r>
    </w:p>
    <w:p w14:paraId="4C5007FB" w14:textId="05D9ADCD" w:rsidR="00337610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   Jakub Suchecki     - Branża elektryczna oświetlenie       .………………</w:t>
      </w:r>
      <w:r>
        <w:rPr>
          <w:rFonts w:ascii="Times New Roman" w:hAnsi="Times New Roman"/>
          <w:b/>
          <w:bCs/>
          <w:sz w:val="24"/>
          <w:szCs w:val="24"/>
        </w:rPr>
        <w:t>……..</w:t>
      </w:r>
    </w:p>
    <w:p w14:paraId="0AED47F3" w14:textId="67D7A2F0" w:rsidR="00177796" w:rsidRPr="009F4F70" w:rsidRDefault="00177796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Mariusz Tabęcki   - Branża elektryczna oświetlenie       ………………………</w:t>
      </w:r>
    </w:p>
    <w:p w14:paraId="354F0805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3F36782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BD6A8D7" w14:textId="77777777" w:rsidR="00337610" w:rsidRDefault="00337610" w:rsidP="0033761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2. Podstawa opracowania</w:t>
      </w:r>
    </w:p>
    <w:p w14:paraId="151805F1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55A8AD1D" w14:textId="20EA73DF" w:rsidR="00337610" w:rsidRPr="004C2DDD" w:rsidRDefault="00337610" w:rsidP="00CC2B4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79052997"/>
      <w:r w:rsidRPr="004C2DDD">
        <w:rPr>
          <w:rFonts w:ascii="Times New Roman" w:hAnsi="Times New Roman"/>
          <w:sz w:val="24"/>
          <w:szCs w:val="24"/>
        </w:rPr>
        <w:t xml:space="preserve">Zlecenie na wykonanie </w:t>
      </w:r>
      <w:r>
        <w:rPr>
          <w:rFonts w:ascii="Times New Roman" w:hAnsi="Times New Roman"/>
          <w:sz w:val="24"/>
          <w:szCs w:val="24"/>
        </w:rPr>
        <w:t xml:space="preserve">Programu </w:t>
      </w:r>
      <w:proofErr w:type="spellStart"/>
      <w:r>
        <w:rPr>
          <w:rFonts w:ascii="Times New Roman" w:hAnsi="Times New Roman"/>
          <w:sz w:val="24"/>
          <w:szCs w:val="24"/>
        </w:rPr>
        <w:t>Funkcjonalno</w:t>
      </w:r>
      <w:proofErr w:type="spellEnd"/>
      <w:r>
        <w:rPr>
          <w:rFonts w:ascii="Times New Roman" w:hAnsi="Times New Roman"/>
          <w:sz w:val="24"/>
          <w:szCs w:val="24"/>
        </w:rPr>
        <w:t xml:space="preserve"> - Użytkowego modernizacji oświetlenia ulicznego przez </w:t>
      </w:r>
      <w:r w:rsidR="00177796">
        <w:rPr>
          <w:rFonts w:ascii="Times New Roman" w:hAnsi="Times New Roman"/>
          <w:sz w:val="24"/>
          <w:szCs w:val="24"/>
        </w:rPr>
        <w:t>Gmin</w:t>
      </w:r>
      <w:r w:rsidR="0013664A">
        <w:rPr>
          <w:rFonts w:ascii="Times New Roman" w:hAnsi="Times New Roman"/>
          <w:sz w:val="24"/>
          <w:szCs w:val="24"/>
        </w:rPr>
        <w:t>ę</w:t>
      </w:r>
      <w:r w:rsidR="00177796">
        <w:rPr>
          <w:rFonts w:ascii="Times New Roman" w:hAnsi="Times New Roman"/>
          <w:sz w:val="24"/>
          <w:szCs w:val="24"/>
        </w:rPr>
        <w:t xml:space="preserve"> Strzegom</w:t>
      </w:r>
      <w:r>
        <w:rPr>
          <w:rFonts w:ascii="Times New Roman" w:hAnsi="Times New Roman"/>
          <w:sz w:val="24"/>
          <w:szCs w:val="24"/>
        </w:rPr>
        <w:t xml:space="preserve"> w ramach audytu efektywności energetycznej.</w:t>
      </w:r>
    </w:p>
    <w:bookmarkEnd w:id="0"/>
    <w:p w14:paraId="43062513" w14:textId="77777777" w:rsidR="00337610" w:rsidRPr="004C2DDD" w:rsidRDefault="00337610" w:rsidP="00CC2B4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>Wizja lokalna w terenie i inwentaryzacja.</w:t>
      </w:r>
    </w:p>
    <w:p w14:paraId="1519986C" w14:textId="6BC0D236" w:rsidR="00177796" w:rsidRPr="004C2DDD" w:rsidRDefault="00177796" w:rsidP="001777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 xml:space="preserve">Ustawa Prawo Zamówień Publicznych z </w:t>
      </w:r>
      <w:r w:rsidRPr="00C95374">
        <w:rPr>
          <w:rFonts w:ascii="Times New Roman" w:hAnsi="Times New Roman"/>
          <w:bCs/>
          <w:sz w:val="24"/>
          <w:szCs w:val="24"/>
        </w:rPr>
        <w:t>dnia 11 września 2019r</w:t>
      </w:r>
      <w:r w:rsidRPr="004C2D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(</w:t>
      </w:r>
      <w:r w:rsidRPr="00C95374">
        <w:rPr>
          <w:rFonts w:ascii="Times New Roman" w:hAnsi="Times New Roman"/>
          <w:i/>
          <w:sz w:val="24"/>
          <w:szCs w:val="24"/>
        </w:rPr>
        <w:t>Dz. ust. 202</w:t>
      </w:r>
      <w:r w:rsidR="007D433A">
        <w:rPr>
          <w:rFonts w:ascii="Times New Roman" w:hAnsi="Times New Roman"/>
          <w:i/>
          <w:sz w:val="24"/>
          <w:szCs w:val="24"/>
        </w:rPr>
        <w:t>3</w:t>
      </w:r>
      <w:r w:rsidRPr="00C95374">
        <w:rPr>
          <w:rFonts w:ascii="Times New Roman" w:hAnsi="Times New Roman"/>
          <w:i/>
          <w:sz w:val="24"/>
          <w:szCs w:val="24"/>
        </w:rPr>
        <w:t xml:space="preserve"> poz.1</w:t>
      </w:r>
      <w:r w:rsidR="007D433A">
        <w:rPr>
          <w:rFonts w:ascii="Times New Roman" w:hAnsi="Times New Roman"/>
          <w:i/>
          <w:sz w:val="24"/>
          <w:szCs w:val="24"/>
        </w:rPr>
        <w:t>605</w:t>
      </w:r>
      <w:r w:rsidR="0013664A">
        <w:rPr>
          <w:rFonts w:ascii="Times New Roman" w:hAnsi="Times New Roman"/>
          <w:sz w:val="24"/>
          <w:szCs w:val="24"/>
        </w:rPr>
        <w:t xml:space="preserve"> z późn.zm.</w:t>
      </w:r>
      <w:r w:rsidR="00DE707E">
        <w:rPr>
          <w:rFonts w:ascii="Times New Roman" w:hAnsi="Times New Roman"/>
          <w:sz w:val="24"/>
          <w:szCs w:val="24"/>
        </w:rPr>
        <w:t>)</w:t>
      </w:r>
    </w:p>
    <w:p w14:paraId="6EAE2491" w14:textId="77777777" w:rsidR="00AE563D" w:rsidRPr="004C2DDD" w:rsidRDefault="00AE563D" w:rsidP="00AE563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 xml:space="preserve">Rozporządzenie Ministra </w:t>
      </w:r>
      <w:r>
        <w:rPr>
          <w:rFonts w:ascii="Times New Roman" w:hAnsi="Times New Roman"/>
          <w:sz w:val="24"/>
          <w:szCs w:val="24"/>
        </w:rPr>
        <w:t>Rozwoju i Technologii w sprawie szczegółowego zakresu i formy dokumentacji projektowej</w:t>
      </w:r>
      <w:r w:rsidRPr="004C2DDD">
        <w:rPr>
          <w:rFonts w:ascii="Times New Roman" w:hAnsi="Times New Roman"/>
          <w:sz w:val="24"/>
          <w:szCs w:val="24"/>
        </w:rPr>
        <w:t>, specyfikacji technicznych wykonania i odbioru robót budowlanych oraz programu funkcjonalno</w:t>
      </w:r>
      <w:r>
        <w:rPr>
          <w:rFonts w:ascii="Times New Roman" w:hAnsi="Times New Roman"/>
          <w:sz w:val="24"/>
          <w:szCs w:val="24"/>
        </w:rPr>
        <w:t>-</w:t>
      </w:r>
      <w:r w:rsidRPr="004C2DDD">
        <w:rPr>
          <w:rFonts w:ascii="Times New Roman" w:hAnsi="Times New Roman"/>
          <w:sz w:val="24"/>
          <w:szCs w:val="24"/>
        </w:rPr>
        <w:t xml:space="preserve"> użytkowego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4315">
        <w:rPr>
          <w:rFonts w:ascii="Times New Roman" w:hAnsi="Times New Roman"/>
          <w:i/>
          <w:iCs/>
          <w:sz w:val="24"/>
          <w:szCs w:val="24"/>
        </w:rPr>
        <w:t>(Dz. U. z 2021r. poz. 2454)</w:t>
      </w:r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1BA253E1" w14:textId="26FE32D5" w:rsidR="00177796" w:rsidRPr="004C2DDD" w:rsidRDefault="00177796" w:rsidP="001777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 xml:space="preserve">Ustawa Prawo Budowlane </w:t>
      </w:r>
      <w:r>
        <w:rPr>
          <w:rFonts w:ascii="Times New Roman" w:hAnsi="Times New Roman"/>
          <w:sz w:val="24"/>
          <w:szCs w:val="24"/>
        </w:rPr>
        <w:t>(</w:t>
      </w:r>
      <w:r w:rsidRPr="00C95374">
        <w:rPr>
          <w:rFonts w:ascii="Times New Roman" w:hAnsi="Times New Roman"/>
          <w:i/>
          <w:sz w:val="24"/>
          <w:szCs w:val="24"/>
        </w:rPr>
        <w:t>Dz. U. z 202</w:t>
      </w:r>
      <w:r w:rsidR="0013664A">
        <w:rPr>
          <w:rFonts w:ascii="Times New Roman" w:hAnsi="Times New Roman"/>
          <w:i/>
          <w:sz w:val="24"/>
          <w:szCs w:val="24"/>
        </w:rPr>
        <w:t>3</w:t>
      </w:r>
      <w:r w:rsidRPr="00C95374">
        <w:rPr>
          <w:rFonts w:ascii="Times New Roman" w:hAnsi="Times New Roman"/>
          <w:i/>
          <w:sz w:val="24"/>
          <w:szCs w:val="24"/>
        </w:rPr>
        <w:t xml:space="preserve"> poz. </w:t>
      </w:r>
      <w:r w:rsidR="0013664A">
        <w:rPr>
          <w:rFonts w:ascii="Times New Roman" w:hAnsi="Times New Roman"/>
          <w:i/>
          <w:sz w:val="24"/>
          <w:szCs w:val="24"/>
        </w:rPr>
        <w:t xml:space="preserve">682 z </w:t>
      </w:r>
      <w:proofErr w:type="spellStart"/>
      <w:r w:rsidR="0013664A">
        <w:rPr>
          <w:rFonts w:ascii="Times New Roman" w:hAnsi="Times New Roman"/>
          <w:i/>
          <w:sz w:val="24"/>
          <w:szCs w:val="24"/>
        </w:rPr>
        <w:t>późn</w:t>
      </w:r>
      <w:proofErr w:type="spellEnd"/>
      <w:r w:rsidR="0013664A">
        <w:rPr>
          <w:rFonts w:ascii="Times New Roman" w:hAnsi="Times New Roman"/>
          <w:i/>
          <w:sz w:val="24"/>
          <w:szCs w:val="24"/>
        </w:rPr>
        <w:t>. zm.</w:t>
      </w:r>
      <w:r w:rsidRPr="004C2DDD">
        <w:rPr>
          <w:rFonts w:ascii="Times New Roman" w:hAnsi="Times New Roman"/>
          <w:sz w:val="24"/>
          <w:szCs w:val="24"/>
        </w:rPr>
        <w:t>).</w:t>
      </w:r>
    </w:p>
    <w:p w14:paraId="44CA3806" w14:textId="77777777" w:rsidR="006C7529" w:rsidRDefault="006C7529" w:rsidP="006C752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 xml:space="preserve">Rozporządzenie Ministra </w:t>
      </w:r>
      <w:r>
        <w:rPr>
          <w:rFonts w:ascii="Times New Roman" w:hAnsi="Times New Roman"/>
          <w:sz w:val="24"/>
          <w:szCs w:val="24"/>
        </w:rPr>
        <w:t xml:space="preserve">Rozwoju i Technologii w sprawie </w:t>
      </w:r>
      <w:r w:rsidRPr="004C2DDD">
        <w:rPr>
          <w:rFonts w:ascii="Times New Roman" w:hAnsi="Times New Roman"/>
          <w:sz w:val="24"/>
          <w:szCs w:val="24"/>
        </w:rPr>
        <w:t>określeni</w:t>
      </w:r>
      <w:r>
        <w:rPr>
          <w:rFonts w:ascii="Times New Roman" w:hAnsi="Times New Roman"/>
          <w:sz w:val="24"/>
          <w:szCs w:val="24"/>
        </w:rPr>
        <w:t>a</w:t>
      </w:r>
      <w:r w:rsidRPr="004C2DDD">
        <w:rPr>
          <w:rFonts w:ascii="Times New Roman" w:hAnsi="Times New Roman"/>
          <w:sz w:val="24"/>
          <w:szCs w:val="24"/>
        </w:rPr>
        <w:t xml:space="preserve"> metod i podstaw sporządzania kosztorysu inwestorskiego, obliczania planowanych kosztów prac projektowych oraz planowanych kosztów robót budowlanych określonych w programie funkcjonalno-użytkowym</w:t>
      </w:r>
      <w:r>
        <w:rPr>
          <w:rFonts w:ascii="Times New Roman" w:hAnsi="Times New Roman"/>
          <w:sz w:val="24"/>
          <w:szCs w:val="24"/>
        </w:rPr>
        <w:t xml:space="preserve"> (</w:t>
      </w:r>
      <w:r w:rsidRPr="00C95374">
        <w:rPr>
          <w:rFonts w:ascii="Times New Roman" w:hAnsi="Times New Roman"/>
          <w:i/>
          <w:sz w:val="24"/>
          <w:szCs w:val="24"/>
        </w:rPr>
        <w:t>Dz. ust. z 202</w:t>
      </w:r>
      <w:r>
        <w:rPr>
          <w:rFonts w:ascii="Times New Roman" w:hAnsi="Times New Roman"/>
          <w:i/>
          <w:sz w:val="24"/>
          <w:szCs w:val="24"/>
        </w:rPr>
        <w:t>1</w:t>
      </w:r>
      <w:r w:rsidRPr="00C95374">
        <w:rPr>
          <w:rFonts w:ascii="Times New Roman" w:hAnsi="Times New Roman"/>
          <w:i/>
          <w:sz w:val="24"/>
          <w:szCs w:val="24"/>
        </w:rPr>
        <w:t xml:space="preserve"> poz. 2458</w:t>
      </w:r>
      <w:r>
        <w:rPr>
          <w:rFonts w:ascii="Times New Roman" w:hAnsi="Times New Roman"/>
          <w:sz w:val="24"/>
          <w:szCs w:val="24"/>
        </w:rPr>
        <w:t xml:space="preserve">). </w:t>
      </w:r>
    </w:p>
    <w:p w14:paraId="57AA8157" w14:textId="77777777" w:rsidR="00177796" w:rsidRDefault="00177796" w:rsidP="0017779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 xml:space="preserve"> Powołan</w:t>
      </w:r>
      <w:r>
        <w:rPr>
          <w:rFonts w:ascii="Times New Roman" w:hAnsi="Times New Roman"/>
          <w:sz w:val="24"/>
          <w:szCs w:val="24"/>
        </w:rPr>
        <w:t>a</w:t>
      </w:r>
      <w:r w:rsidRPr="004C2DDD">
        <w:rPr>
          <w:rFonts w:ascii="Times New Roman" w:hAnsi="Times New Roman"/>
          <w:sz w:val="24"/>
          <w:szCs w:val="24"/>
        </w:rPr>
        <w:t xml:space="preserve"> wyżej </w:t>
      </w:r>
      <w:r>
        <w:rPr>
          <w:rFonts w:ascii="Times New Roman" w:hAnsi="Times New Roman"/>
          <w:sz w:val="24"/>
          <w:szCs w:val="24"/>
        </w:rPr>
        <w:t>Dokumentacja Techniczna, Audyt efektywności energetycznej oświetlenia</w:t>
      </w:r>
      <w:r w:rsidRPr="004C2DDD">
        <w:rPr>
          <w:rFonts w:ascii="Times New Roman" w:hAnsi="Times New Roman"/>
          <w:sz w:val="24"/>
          <w:szCs w:val="24"/>
        </w:rPr>
        <w:t xml:space="preserve"> oraz wytyczne i ustalenia z Zamawiającym.</w:t>
      </w:r>
    </w:p>
    <w:p w14:paraId="7A076093" w14:textId="77777777" w:rsidR="006C4B37" w:rsidRDefault="006C4B37" w:rsidP="006C4B3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Opinia Wojewódzkiego Konserwatora Zabytków W/N.5183.4045.2023.PS</w:t>
      </w:r>
    </w:p>
    <w:p w14:paraId="532F63FC" w14:textId="3F559283" w:rsidR="006C4B37" w:rsidRPr="006C4B37" w:rsidRDefault="006C4B37" w:rsidP="006C4B3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6C4B37">
        <w:rPr>
          <w:rFonts w:ascii="Times New Roman" w:hAnsi="Times New Roman"/>
          <w:sz w:val="24"/>
          <w:szCs w:val="24"/>
        </w:rPr>
        <w:t>zynności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B37">
        <w:rPr>
          <w:rFonts w:ascii="Times New Roman" w:hAnsi="Times New Roman"/>
          <w:sz w:val="24"/>
          <w:szCs w:val="24"/>
        </w:rPr>
        <w:t>z zakresu bieżącej konserwacji nie stanowią robót budowlanych i wobec tego nie podlegają przepisom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B37">
        <w:rPr>
          <w:rFonts w:ascii="Times New Roman" w:hAnsi="Times New Roman"/>
          <w:sz w:val="24"/>
          <w:szCs w:val="24"/>
        </w:rPr>
        <w:t>ustawy Prawo budowlane. Tym samym zaś, nie wymagają one ani pozwolenia budowlanego (art. 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B37">
        <w:rPr>
          <w:rFonts w:ascii="Times New Roman" w:hAnsi="Times New Roman"/>
          <w:sz w:val="24"/>
          <w:szCs w:val="24"/>
        </w:rPr>
        <w:t>Prawa budowlanego), ani też zgłoszenia, o którym mowa w art. 30 ust. 1 Prawa budowlanego.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B37">
        <w:rPr>
          <w:rFonts w:ascii="Times New Roman" w:hAnsi="Times New Roman"/>
          <w:sz w:val="24"/>
          <w:szCs w:val="24"/>
        </w:rPr>
        <w:t>Jednocześnie nie są one objęte również zakresem działań organów nadzoru budowlanego, których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6C4B37">
        <w:rPr>
          <w:rFonts w:ascii="Times New Roman" w:hAnsi="Times New Roman"/>
          <w:sz w:val="24"/>
          <w:szCs w:val="24"/>
        </w:rPr>
        <w:t>kompetencje dotyczą wyłącznie robót budowlanych, określonych w przepisach Prawa budowlanego.</w:t>
      </w:r>
    </w:p>
    <w:p w14:paraId="72559999" w14:textId="77777777" w:rsidR="00337610" w:rsidRPr="00ED0D6F" w:rsidRDefault="00337610" w:rsidP="00337610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58F26CE7" w14:textId="77777777" w:rsidR="00337610" w:rsidRPr="00ED0D6F" w:rsidRDefault="00337610" w:rsidP="00337610">
      <w:pPr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3. CZ</w:t>
      </w:r>
      <w:r w:rsidRPr="00ED0D6F">
        <w:rPr>
          <w:rFonts w:ascii="Times New Roman" w:hAnsi="Times New Roman"/>
          <w:b/>
          <w:sz w:val="24"/>
          <w:szCs w:val="24"/>
        </w:rPr>
        <w:t xml:space="preserve">ĘŚĆ </w:t>
      </w:r>
      <w:r w:rsidRPr="00ED0D6F">
        <w:rPr>
          <w:rFonts w:ascii="Times New Roman" w:hAnsi="Times New Roman"/>
          <w:b/>
          <w:bCs/>
          <w:sz w:val="24"/>
          <w:szCs w:val="24"/>
        </w:rPr>
        <w:t>OPISOWA</w:t>
      </w:r>
    </w:p>
    <w:p w14:paraId="6748D087" w14:textId="77777777" w:rsidR="00337610" w:rsidRPr="00ED0D6F" w:rsidRDefault="00337610" w:rsidP="00337610">
      <w:pPr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3.1. Opis ogólny przedmiotu zamówienia.</w:t>
      </w:r>
    </w:p>
    <w:p w14:paraId="056535CB" w14:textId="77777777" w:rsidR="007D433A" w:rsidRDefault="00337610" w:rsidP="007D43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2DDD">
        <w:rPr>
          <w:rFonts w:ascii="Times New Roman" w:hAnsi="Times New Roman"/>
          <w:sz w:val="24"/>
          <w:szCs w:val="24"/>
        </w:rPr>
        <w:t>Przedmiotem zamówienia jest modernizacja systemu oświetlenia drogowego na terenie</w:t>
      </w:r>
      <w:r>
        <w:rPr>
          <w:rFonts w:ascii="Times New Roman" w:hAnsi="Times New Roman"/>
          <w:sz w:val="24"/>
          <w:szCs w:val="24"/>
        </w:rPr>
        <w:t xml:space="preserve"> </w:t>
      </w:r>
      <w:r w:rsidR="00177796">
        <w:rPr>
          <w:rFonts w:ascii="Times New Roman" w:hAnsi="Times New Roman"/>
          <w:sz w:val="24"/>
          <w:szCs w:val="24"/>
        </w:rPr>
        <w:t>gminy</w:t>
      </w:r>
      <w:r w:rsidR="00512D48">
        <w:rPr>
          <w:rFonts w:ascii="Times New Roman" w:hAnsi="Times New Roman"/>
          <w:sz w:val="24"/>
          <w:szCs w:val="24"/>
        </w:rPr>
        <w:t xml:space="preserve"> </w:t>
      </w:r>
      <w:r w:rsidR="00177796">
        <w:rPr>
          <w:rFonts w:ascii="Times New Roman" w:hAnsi="Times New Roman"/>
          <w:sz w:val="24"/>
          <w:szCs w:val="24"/>
        </w:rPr>
        <w:t>Strzegom</w:t>
      </w:r>
      <w:r>
        <w:rPr>
          <w:rFonts w:ascii="Times New Roman" w:hAnsi="Times New Roman"/>
          <w:sz w:val="24"/>
          <w:szCs w:val="24"/>
        </w:rPr>
        <w:t>,</w:t>
      </w:r>
      <w:r w:rsidRPr="004C2DDD">
        <w:rPr>
          <w:rFonts w:ascii="Times New Roman" w:hAnsi="Times New Roman"/>
          <w:sz w:val="24"/>
          <w:szCs w:val="24"/>
        </w:rPr>
        <w:t xml:space="preserve"> w ramach jednego zamówienia publicznego. Zakres obejmuje  wymianę nieefektywnych energetycznie opraw oświetleniowych na oprawy w technologii LED,</w:t>
      </w:r>
      <w:r>
        <w:rPr>
          <w:rFonts w:ascii="Times New Roman" w:hAnsi="Times New Roman"/>
          <w:sz w:val="24"/>
          <w:szCs w:val="24"/>
        </w:rPr>
        <w:t xml:space="preserve"> wymianę części wysięgników,</w:t>
      </w:r>
      <w:r w:rsidRPr="004C2DDD">
        <w:rPr>
          <w:rFonts w:ascii="Times New Roman" w:hAnsi="Times New Roman"/>
          <w:sz w:val="24"/>
          <w:szCs w:val="24"/>
        </w:rPr>
        <w:t xml:space="preserve"> </w:t>
      </w:r>
      <w:r w:rsidR="007D433A">
        <w:rPr>
          <w:rFonts w:ascii="Times New Roman" w:hAnsi="Times New Roman"/>
          <w:sz w:val="24"/>
          <w:szCs w:val="24"/>
        </w:rPr>
        <w:t>u</w:t>
      </w:r>
      <w:r w:rsidR="00177796">
        <w:rPr>
          <w:rFonts w:ascii="Times New Roman" w:hAnsi="Times New Roman"/>
          <w:sz w:val="24"/>
          <w:szCs w:val="24"/>
        </w:rPr>
        <w:t xml:space="preserve">ruchomienie systemu redukcji mocy w oprawach. </w:t>
      </w:r>
      <w:r w:rsidR="007D433A">
        <w:rPr>
          <w:rFonts w:ascii="Times New Roman" w:hAnsi="Times New Roman"/>
          <w:sz w:val="24"/>
          <w:szCs w:val="24"/>
        </w:rPr>
        <w:t>Zadanie realizowane zgodnie z założeniami programu</w:t>
      </w:r>
      <w:r w:rsidR="007D433A" w:rsidRPr="00732651">
        <w:rPr>
          <w:rFonts w:ascii="Times New Roman" w:hAnsi="Times New Roman"/>
          <w:sz w:val="24"/>
          <w:szCs w:val="24"/>
        </w:rPr>
        <w:t xml:space="preserve"> Inwestycji Strategicznych Regulamin Dziewiątej Edycji Naboru Wniosków o dofinansowanie „Rozświetlamy Polskę”</w:t>
      </w:r>
    </w:p>
    <w:p w14:paraId="362A55A6" w14:textId="52496727" w:rsidR="009756D2" w:rsidRDefault="009756D2" w:rsidP="007D433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powyższym zadanie podzielono na dwa zadania. Zadanie 1 objęte przedmiotem dofinasowania oraz zadanie 2 finansowane ze środków własnych. </w:t>
      </w:r>
    </w:p>
    <w:p w14:paraId="5A669C53" w14:textId="77777777" w:rsidR="00337610" w:rsidRPr="00ED0D6F" w:rsidRDefault="00337610" w:rsidP="00337610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2D880BB9" w14:textId="29376153" w:rsidR="00337610" w:rsidRPr="00ED0D6F" w:rsidRDefault="00337610" w:rsidP="00337610">
      <w:pPr>
        <w:pStyle w:val="Nagwek3"/>
        <w:spacing w:before="0" w:after="0"/>
        <w:jc w:val="both"/>
        <w:rPr>
          <w:rFonts w:ascii="Times New Roman" w:hAnsi="Times New Roman"/>
          <w:color w:val="000000"/>
        </w:rPr>
      </w:pPr>
      <w:r w:rsidRPr="00ED0D6F">
        <w:rPr>
          <w:rFonts w:ascii="Times New Roman" w:hAnsi="Times New Roman"/>
          <w:color w:val="000000"/>
        </w:rPr>
        <w:t>Zakres zadania</w:t>
      </w:r>
      <w:r w:rsidR="00AD7E09">
        <w:rPr>
          <w:rFonts w:ascii="Times New Roman" w:hAnsi="Times New Roman"/>
          <w:color w:val="000000"/>
        </w:rPr>
        <w:t xml:space="preserve"> – Opis Przedmiotu Zamówienia</w:t>
      </w:r>
      <w:r w:rsidRPr="00ED0D6F">
        <w:rPr>
          <w:rFonts w:ascii="Times New Roman" w:hAnsi="Times New Roman"/>
          <w:color w:val="000000"/>
        </w:rPr>
        <w:t xml:space="preserve">. </w:t>
      </w:r>
    </w:p>
    <w:p w14:paraId="57367D71" w14:textId="77777777" w:rsidR="00337610" w:rsidRPr="00ED0D6F" w:rsidRDefault="00337610" w:rsidP="00337610">
      <w:pPr>
        <w:pStyle w:val="Nagwek3"/>
        <w:spacing w:before="0" w:after="0"/>
        <w:jc w:val="both"/>
        <w:rPr>
          <w:rFonts w:ascii="Times New Roman" w:eastAsia="Calibri" w:hAnsi="Times New Roman"/>
          <w:b w:val="0"/>
          <w:bCs/>
        </w:rPr>
      </w:pPr>
    </w:p>
    <w:p w14:paraId="60772B98" w14:textId="6FDE0696" w:rsidR="00337610" w:rsidRDefault="00337610" w:rsidP="00337610">
      <w:pPr>
        <w:pStyle w:val="Nagwek3"/>
        <w:spacing w:before="0" w:after="0"/>
        <w:jc w:val="both"/>
        <w:rPr>
          <w:rFonts w:ascii="Times New Roman" w:hAnsi="Times New Roman"/>
        </w:rPr>
      </w:pPr>
      <w:bookmarkStart w:id="1" w:name="_Hlk77067676"/>
      <w:r w:rsidRPr="00ED0D6F">
        <w:rPr>
          <w:rFonts w:ascii="Times New Roman" w:hAnsi="Times New Roman"/>
          <w:b w:val="0"/>
        </w:rPr>
        <w:t>Zadanie</w:t>
      </w:r>
      <w:r w:rsidRPr="00ED0D6F">
        <w:rPr>
          <w:rFonts w:ascii="Times New Roman" w:hAnsi="Times New Roman"/>
        </w:rPr>
        <w:t xml:space="preserve"> </w:t>
      </w:r>
      <w:r w:rsidRPr="00ED0D6F">
        <w:rPr>
          <w:rFonts w:ascii="Times New Roman" w:hAnsi="Times New Roman"/>
          <w:b w:val="0"/>
        </w:rPr>
        <w:t>objęte niniejszym opracowaniem obejmuje wykonanie modernizacji następujących elementów systemu</w:t>
      </w:r>
      <w:r w:rsidRPr="00ED0D6F">
        <w:rPr>
          <w:rFonts w:ascii="Times New Roman" w:hAnsi="Times New Roman"/>
        </w:rPr>
        <w:t>:</w:t>
      </w:r>
    </w:p>
    <w:p w14:paraId="33AF97E9" w14:textId="77777777" w:rsidR="00816CB2" w:rsidRDefault="00816CB2" w:rsidP="00816CB2"/>
    <w:p w14:paraId="19B1F52E" w14:textId="15B137CF" w:rsidR="0013664A" w:rsidRDefault="0013664A" w:rsidP="0013664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</w:rPr>
        <w:t xml:space="preserve">Zadanie dofinansowane w ramach </w:t>
      </w:r>
      <w:r w:rsidRPr="0013664A">
        <w:rPr>
          <w:rFonts w:ascii="Times New Roman" w:hAnsi="Times New Roman"/>
          <w:b/>
          <w:bCs/>
          <w:sz w:val="24"/>
          <w:szCs w:val="24"/>
        </w:rPr>
        <w:t>Inwestycji Strategicznych Regulamin Dziewiątej Edycji Naboru Wniosków o dofinansowanie „Rozświetlamy Polskę”</w:t>
      </w:r>
    </w:p>
    <w:p w14:paraId="51AFABBE" w14:textId="77777777" w:rsidR="009756D2" w:rsidRDefault="009756D2" w:rsidP="0013664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61592E" w14:textId="4CBDD5F4" w:rsidR="007D433A" w:rsidRPr="009756D2" w:rsidRDefault="009756D2" w:rsidP="009756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Zadanie 1 </w:t>
      </w:r>
    </w:p>
    <w:p w14:paraId="05757CB6" w14:textId="77777777" w:rsidR="007D433A" w:rsidRPr="000B13CC" w:rsidRDefault="007D433A" w:rsidP="007D433A">
      <w:pPr>
        <w:pStyle w:val="Akapitzlist"/>
        <w:numPr>
          <w:ilvl w:val="0"/>
          <w:numId w:val="20"/>
        </w:numPr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Dostawa opraw oświetlenia ulicznego zgodnie z opisem PFU oraz zestawieniem projektowym wyposażonych w certyfikat ENEC, ENEC + oraz ZD4i wykonanych na terenie UE.</w:t>
      </w:r>
    </w:p>
    <w:p w14:paraId="46636154" w14:textId="271A30EC" w:rsidR="007D433A" w:rsidRDefault="007D433A" w:rsidP="007D433A">
      <w:pPr>
        <w:pStyle w:val="Akapitzlist"/>
      </w:pPr>
    </w:p>
    <w:tbl>
      <w:tblPr>
        <w:tblW w:w="7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4"/>
        <w:gridCol w:w="587"/>
        <w:gridCol w:w="2174"/>
        <w:gridCol w:w="1773"/>
      </w:tblGrid>
      <w:tr w:rsidR="009A15AA" w:rsidRPr="009A15AA" w14:paraId="0E426641" w14:textId="77777777" w:rsidTr="009A15AA">
        <w:trPr>
          <w:trHeight w:val="312"/>
          <w:jc w:val="center"/>
        </w:trPr>
        <w:tc>
          <w:tcPr>
            <w:tcW w:w="3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94AE44"/>
            <w:noWrap/>
            <w:vAlign w:val="bottom"/>
            <w:hideMark/>
          </w:tcPr>
          <w:p w14:paraId="26A9911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  <w:t>Oprawa</w:t>
            </w:r>
          </w:p>
        </w:tc>
        <w:tc>
          <w:tcPr>
            <w:tcW w:w="4534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94AE44"/>
            <w:noWrap/>
            <w:vAlign w:val="bottom"/>
            <w:hideMark/>
          </w:tcPr>
          <w:p w14:paraId="522FC91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  <w:t>Stan projektowany</w:t>
            </w:r>
          </w:p>
        </w:tc>
      </w:tr>
      <w:tr w:rsidR="009A15AA" w:rsidRPr="009A15AA" w14:paraId="1E9D4902" w14:textId="77777777" w:rsidTr="009A15AA">
        <w:trPr>
          <w:trHeight w:val="312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2459787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1770726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Ilość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4FE1EA8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jednostkowa [W]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28F01D3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łączna [kW]</w:t>
            </w:r>
          </w:p>
        </w:tc>
      </w:tr>
      <w:tr w:rsidR="009A15AA" w:rsidRPr="009A15AA" w14:paraId="23F5C112" w14:textId="77777777" w:rsidTr="009A15AA">
        <w:trPr>
          <w:trHeight w:val="300"/>
          <w:jc w:val="center"/>
        </w:trPr>
        <w:tc>
          <w:tcPr>
            <w:tcW w:w="3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306818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413E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57</w:t>
            </w:r>
          </w:p>
        </w:tc>
        <w:tc>
          <w:tcPr>
            <w:tcW w:w="21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9C420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59F1BA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1,46</w:t>
            </w:r>
          </w:p>
        </w:tc>
      </w:tr>
      <w:tr w:rsidR="009A15AA" w:rsidRPr="009A15AA" w14:paraId="2E8E1BEC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FCA7B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B82C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27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940D7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6D46E0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0,55</w:t>
            </w:r>
          </w:p>
        </w:tc>
      </w:tr>
      <w:tr w:rsidR="009A15AA" w:rsidRPr="009A15AA" w14:paraId="23E29465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CD1FF9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7B31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EC57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7DA119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0,03</w:t>
            </w:r>
          </w:p>
        </w:tc>
      </w:tr>
      <w:tr w:rsidR="009A15AA" w:rsidRPr="009A15AA" w14:paraId="5F4D6A1C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663B0C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24E3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0429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00873C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0,23</w:t>
            </w:r>
          </w:p>
        </w:tc>
      </w:tr>
      <w:tr w:rsidR="009A15AA" w:rsidRPr="009A15AA" w14:paraId="2404204E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7EC9A7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E12E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9168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6C2A36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0,84</w:t>
            </w:r>
          </w:p>
        </w:tc>
      </w:tr>
      <w:tr w:rsidR="009A15AA" w:rsidRPr="009A15AA" w14:paraId="518541A2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D58217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9610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309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BE7E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5BDEF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5,96</w:t>
            </w:r>
          </w:p>
        </w:tc>
      </w:tr>
      <w:tr w:rsidR="009A15AA" w:rsidRPr="009A15AA" w14:paraId="0473E4AD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033BB8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DA4B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229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52B0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8A0309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5,86</w:t>
            </w:r>
          </w:p>
        </w:tc>
      </w:tr>
      <w:tr w:rsidR="009A15AA" w:rsidRPr="009A15AA" w14:paraId="14080020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D18649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7C0F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34C0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2578EA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2,44</w:t>
            </w:r>
          </w:p>
        </w:tc>
      </w:tr>
      <w:tr w:rsidR="009A15AA" w:rsidRPr="009A15AA" w14:paraId="5770332E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F9773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007B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141BC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B7A21D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0,29</w:t>
            </w:r>
          </w:p>
        </w:tc>
      </w:tr>
      <w:tr w:rsidR="009A15AA" w:rsidRPr="009A15AA" w14:paraId="76DFF673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66846E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4C19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2B39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721630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0,20</w:t>
            </w:r>
          </w:p>
        </w:tc>
      </w:tr>
      <w:tr w:rsidR="009A15AA" w:rsidRPr="009A15AA" w14:paraId="49976315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8FE98D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AE5C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8E8D9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38,8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7DAA27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0,54</w:t>
            </w:r>
          </w:p>
        </w:tc>
      </w:tr>
      <w:tr w:rsidR="009A15AA" w:rsidRPr="009A15AA" w14:paraId="2104911B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FC0EAC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BBF7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412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EC222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7E6EC4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7,95</w:t>
            </w:r>
          </w:p>
        </w:tc>
      </w:tr>
      <w:tr w:rsidR="009A15AA" w:rsidRPr="009A15AA" w14:paraId="00E5531C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3F7CB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F81D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297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460D3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576FD6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7,60</w:t>
            </w:r>
          </w:p>
        </w:tc>
      </w:tr>
      <w:tr w:rsidR="009A15AA" w:rsidRPr="009A15AA" w14:paraId="42A82B99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8B20D1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D4D3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313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7901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5DFB82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10,05</w:t>
            </w:r>
          </w:p>
        </w:tc>
      </w:tr>
      <w:tr w:rsidR="009A15AA" w:rsidRPr="009A15AA" w14:paraId="50C7E2D1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89D635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9343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54BE2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38,8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D0FC36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0,43</w:t>
            </w:r>
          </w:p>
        </w:tc>
      </w:tr>
      <w:tr w:rsidR="009A15AA" w:rsidRPr="009A15AA" w14:paraId="659FFAD3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F553FB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96C5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E869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6BF580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5,73</w:t>
            </w:r>
          </w:p>
        </w:tc>
      </w:tr>
      <w:tr w:rsidR="009A15AA" w:rsidRPr="009A15AA" w14:paraId="3A0E1E56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566500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94BE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0ABB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61,5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D484F1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0,18</w:t>
            </w:r>
          </w:p>
        </w:tc>
      </w:tr>
      <w:tr w:rsidR="009A15AA" w:rsidRPr="009A15AA" w14:paraId="0FDC9C11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AAE96F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1834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57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5171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B03122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3,14</w:t>
            </w:r>
          </w:p>
        </w:tc>
      </w:tr>
      <w:tr w:rsidR="009A15AA" w:rsidRPr="009A15AA" w14:paraId="23CDC8A8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D5C049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96C4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B9B9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FCA18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1,13</w:t>
            </w:r>
          </w:p>
        </w:tc>
      </w:tr>
      <w:tr w:rsidR="009A15AA" w:rsidRPr="009A15AA" w14:paraId="3F6B07D7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8979E3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9E4F6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58A93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6150F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4,90</w:t>
            </w:r>
          </w:p>
        </w:tc>
      </w:tr>
      <w:tr w:rsidR="009A15AA" w:rsidRPr="009A15AA" w14:paraId="493CCE05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818983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4A9B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23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061C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CF39F8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2,46</w:t>
            </w:r>
          </w:p>
        </w:tc>
      </w:tr>
      <w:tr w:rsidR="009A15AA" w:rsidRPr="009A15AA" w14:paraId="422154E4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CB881F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DB22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82D1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9371B5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4,61</w:t>
            </w:r>
          </w:p>
        </w:tc>
      </w:tr>
      <w:tr w:rsidR="009A15AA" w:rsidRPr="009A15AA" w14:paraId="762F7DB4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3C278B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D955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6FF6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E31C3C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0,64</w:t>
            </w:r>
          </w:p>
        </w:tc>
      </w:tr>
      <w:tr w:rsidR="009A15AA" w:rsidRPr="009A15AA" w14:paraId="7544C71C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6F6643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0702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8A27A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02136E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0,07</w:t>
            </w:r>
          </w:p>
        </w:tc>
      </w:tr>
      <w:tr w:rsidR="009A15AA" w:rsidRPr="009A15AA" w14:paraId="660B815A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A97730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4EF7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3A83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258DC6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0,08</w:t>
            </w:r>
          </w:p>
        </w:tc>
      </w:tr>
      <w:tr w:rsidR="009A15AA" w:rsidRPr="009A15AA" w14:paraId="3B8838E4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26E4D2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2F43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AF9F0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22,1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8756AA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0,15</w:t>
            </w:r>
          </w:p>
        </w:tc>
      </w:tr>
      <w:tr w:rsidR="009A15AA" w:rsidRPr="009A15AA" w14:paraId="71DFF0DD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FB689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7E93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B52D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BD5530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0,41</w:t>
            </w:r>
          </w:p>
        </w:tc>
      </w:tr>
      <w:tr w:rsidR="009A15AA" w:rsidRPr="009A15AA" w14:paraId="37F9F055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72831B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814D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92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137FD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01D881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2,36</w:t>
            </w:r>
          </w:p>
        </w:tc>
      </w:tr>
      <w:tr w:rsidR="009A15AA" w:rsidRPr="009A15AA" w14:paraId="3B37293A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A85C5F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893C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B486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6B6BB2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0,52</w:t>
            </w:r>
          </w:p>
        </w:tc>
      </w:tr>
      <w:tr w:rsidR="009A15AA" w:rsidRPr="009A15AA" w14:paraId="64C55F81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E35704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16EA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F814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62F045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0,55</w:t>
            </w:r>
          </w:p>
        </w:tc>
      </w:tr>
      <w:tr w:rsidR="009A15AA" w:rsidRPr="009A15AA" w14:paraId="6452486D" w14:textId="77777777" w:rsidTr="009A15AA">
        <w:trPr>
          <w:trHeight w:val="288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2EDCE0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5A72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61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B51E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DB0D7C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2,78</w:t>
            </w:r>
          </w:p>
        </w:tc>
      </w:tr>
      <w:tr w:rsidR="009A15AA" w:rsidRPr="009A15AA" w14:paraId="47DB54B1" w14:textId="77777777" w:rsidTr="009A15AA">
        <w:trPr>
          <w:trHeight w:val="300"/>
          <w:jc w:val="center"/>
        </w:trPr>
        <w:tc>
          <w:tcPr>
            <w:tcW w:w="3104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3B16FB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5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178B7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</w:t>
            </w:r>
          </w:p>
        </w:tc>
        <w:tc>
          <w:tcPr>
            <w:tcW w:w="21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DE86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2D8F27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0,27</w:t>
            </w:r>
          </w:p>
        </w:tc>
      </w:tr>
      <w:tr w:rsidR="009A15AA" w:rsidRPr="009A15AA" w14:paraId="2F9F5066" w14:textId="77777777" w:rsidTr="009A15AA">
        <w:trPr>
          <w:trHeight w:val="300"/>
          <w:jc w:val="center"/>
        </w:trPr>
        <w:tc>
          <w:tcPr>
            <w:tcW w:w="3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CD56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RAZEM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C43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2337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EC4A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C185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74,41</w:t>
            </w:r>
          </w:p>
        </w:tc>
      </w:tr>
    </w:tbl>
    <w:p w14:paraId="7B66545E" w14:textId="77777777" w:rsidR="007D433A" w:rsidRDefault="007D433A" w:rsidP="007D433A">
      <w:pPr>
        <w:pStyle w:val="Akapitzlist"/>
      </w:pPr>
    </w:p>
    <w:p w14:paraId="7872C230" w14:textId="77777777" w:rsidR="00CE5911" w:rsidRPr="000B13CC" w:rsidRDefault="00F42E3C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Montaż 233</w:t>
      </w:r>
      <w:r w:rsidR="00DE707E" w:rsidRPr="000B13CC">
        <w:rPr>
          <w:rFonts w:asciiTheme="minorHAnsi" w:hAnsiTheme="minorHAnsi" w:cstheme="minorHAnsi"/>
          <w:sz w:val="24"/>
          <w:szCs w:val="24"/>
        </w:rPr>
        <w:t>7</w:t>
      </w:r>
      <w:r w:rsidRPr="000B13CC">
        <w:rPr>
          <w:rFonts w:asciiTheme="minorHAnsi" w:hAnsiTheme="minorHAnsi" w:cstheme="minorHAnsi"/>
          <w:sz w:val="24"/>
          <w:szCs w:val="24"/>
        </w:rPr>
        <w:t xml:space="preserve"> opraw LED zgodnie z dokumentacją Zamawiającego.</w:t>
      </w:r>
    </w:p>
    <w:p w14:paraId="2B7FD63E" w14:textId="1E1DAFA8" w:rsidR="00CE5911" w:rsidRDefault="00F42E3C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D</w:t>
      </w:r>
      <w:r w:rsidR="00816CB2" w:rsidRPr="000B13CC">
        <w:rPr>
          <w:rFonts w:asciiTheme="minorHAnsi" w:hAnsiTheme="minorHAnsi" w:cstheme="minorHAnsi"/>
          <w:sz w:val="24"/>
          <w:szCs w:val="24"/>
        </w:rPr>
        <w:t xml:space="preserve">emontaż opraw oświetlenia ulicznego zamontowanych na wysięgnikach linii napowietrznej </w:t>
      </w:r>
      <w:proofErr w:type="spellStart"/>
      <w:r w:rsidR="00816CB2" w:rsidRPr="000B13CC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="00816CB2" w:rsidRPr="000B13CC">
        <w:rPr>
          <w:rFonts w:asciiTheme="minorHAnsi" w:hAnsiTheme="minorHAnsi" w:cstheme="minorHAnsi"/>
          <w:sz w:val="24"/>
          <w:szCs w:val="24"/>
        </w:rPr>
        <w:t xml:space="preserve">. </w:t>
      </w:r>
      <w:r w:rsidR="00177796" w:rsidRPr="000B13CC">
        <w:rPr>
          <w:rFonts w:asciiTheme="minorHAnsi" w:hAnsiTheme="minorHAnsi" w:cstheme="minorHAnsi"/>
          <w:sz w:val="24"/>
          <w:szCs w:val="24"/>
        </w:rPr>
        <w:t>1616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331C413C" w14:textId="77777777" w:rsidR="009756D2" w:rsidRPr="000B13CC" w:rsidRDefault="009756D2" w:rsidP="009756D2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Demontaż opraw oświetlenia ulicznego zamontowanych na wysięgnikach lub słupach linii oświetleniowej kablowej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>. 721.</w:t>
      </w:r>
    </w:p>
    <w:p w14:paraId="13655FE3" w14:textId="77777777" w:rsidR="009756D2" w:rsidRDefault="009756D2" w:rsidP="009756D2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2C6C7FEA" w14:textId="249A79AB" w:rsidR="009756D2" w:rsidRPr="009756D2" w:rsidRDefault="009756D2" w:rsidP="009756D2">
      <w:pPr>
        <w:pStyle w:val="Akapitzli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756D2">
        <w:rPr>
          <w:rFonts w:asciiTheme="minorHAnsi" w:hAnsiTheme="minorHAnsi" w:cstheme="minorHAnsi"/>
          <w:b/>
          <w:bCs/>
          <w:sz w:val="24"/>
          <w:szCs w:val="24"/>
        </w:rPr>
        <w:t>Zadanie 2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46BEAC7" w14:textId="73E87321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 wysięgników mocowanych na słupie linii napowietrznej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szt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  <w:r w:rsidR="00177796" w:rsidRPr="000B13CC">
        <w:rPr>
          <w:rFonts w:asciiTheme="minorHAnsi" w:hAnsiTheme="minorHAnsi" w:cstheme="minorHAnsi"/>
          <w:sz w:val="24"/>
          <w:szCs w:val="24"/>
        </w:rPr>
        <w:t>398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206368DC" w14:textId="053C2692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Wymiana/montaż przewodów w wysięgnikach zamontowanych na słupach linii napowietrznych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. </w:t>
      </w:r>
      <w:r w:rsidR="00177796" w:rsidRPr="000B13CC">
        <w:rPr>
          <w:rFonts w:asciiTheme="minorHAnsi" w:hAnsiTheme="minorHAnsi" w:cstheme="minorHAnsi"/>
          <w:sz w:val="24"/>
          <w:szCs w:val="24"/>
        </w:rPr>
        <w:t>398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65DF739D" w14:textId="6FA05BFE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Wymiana/montaż zacisków prądowych na liniach napowietrznych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szt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  <w:r w:rsidR="00177796" w:rsidRPr="000B13CC">
        <w:rPr>
          <w:rFonts w:asciiTheme="minorHAnsi" w:hAnsiTheme="minorHAnsi" w:cstheme="minorHAnsi"/>
          <w:sz w:val="24"/>
          <w:szCs w:val="24"/>
        </w:rPr>
        <w:t>1616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4B00767C" w14:textId="75F61EE0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Wymiana/montaż bezpieczników słupowych na słupach w liniach napowietrznych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szt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  <w:r w:rsidR="00177796" w:rsidRPr="000B13CC">
        <w:rPr>
          <w:rFonts w:asciiTheme="minorHAnsi" w:hAnsiTheme="minorHAnsi" w:cstheme="minorHAnsi"/>
          <w:sz w:val="24"/>
          <w:szCs w:val="24"/>
        </w:rPr>
        <w:t>1616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4135AC9C" w14:textId="1525E67C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 tabliczek bezpiecznikowych słupowych oświetlenia zewnętrznego na izolowane złącze bezpiecznikowe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szt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  <w:r w:rsidR="00177796" w:rsidRPr="000B13CC">
        <w:rPr>
          <w:rFonts w:asciiTheme="minorHAnsi" w:hAnsiTheme="minorHAnsi" w:cstheme="minorHAnsi"/>
          <w:sz w:val="24"/>
          <w:szCs w:val="24"/>
        </w:rPr>
        <w:t>7</w:t>
      </w:r>
      <w:r w:rsidR="00AD7E09" w:rsidRPr="000B13CC">
        <w:rPr>
          <w:rFonts w:asciiTheme="minorHAnsi" w:hAnsiTheme="minorHAnsi" w:cstheme="minorHAnsi"/>
          <w:sz w:val="24"/>
          <w:szCs w:val="24"/>
        </w:rPr>
        <w:t>21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070784A5" w14:textId="41EBC4E2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Wymiana przewodów izolowanych w słupach oświetleniowych linii kablowych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kpl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. </w:t>
      </w:r>
      <w:r w:rsidR="00177796" w:rsidRPr="000B13CC">
        <w:rPr>
          <w:rFonts w:asciiTheme="minorHAnsi" w:hAnsiTheme="minorHAnsi" w:cstheme="minorHAnsi"/>
          <w:sz w:val="24"/>
          <w:szCs w:val="24"/>
        </w:rPr>
        <w:t>7</w:t>
      </w:r>
      <w:r w:rsidR="00AD7E09" w:rsidRPr="000B13CC">
        <w:rPr>
          <w:rFonts w:asciiTheme="minorHAnsi" w:hAnsiTheme="minorHAnsi" w:cstheme="minorHAnsi"/>
          <w:sz w:val="24"/>
          <w:szCs w:val="24"/>
        </w:rPr>
        <w:t>21</w:t>
      </w:r>
    </w:p>
    <w:p w14:paraId="59497FFC" w14:textId="4DBCF650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Programowanie opraw -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szt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  <w:r w:rsidR="00177796" w:rsidRPr="000B13CC">
        <w:rPr>
          <w:rFonts w:asciiTheme="minorHAnsi" w:hAnsiTheme="minorHAnsi" w:cstheme="minorHAnsi"/>
          <w:sz w:val="24"/>
          <w:szCs w:val="24"/>
        </w:rPr>
        <w:t>233</w:t>
      </w:r>
      <w:r w:rsidR="00AD7E09" w:rsidRPr="000B13CC">
        <w:rPr>
          <w:rFonts w:asciiTheme="minorHAnsi" w:hAnsiTheme="minorHAnsi" w:cstheme="minorHAnsi"/>
          <w:sz w:val="24"/>
          <w:szCs w:val="24"/>
        </w:rPr>
        <w:t>7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022BA302" w14:textId="65422B29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Przeprowadzenie wymaganych prób, badań i sprawdzeń pomiar </w:t>
      </w:r>
      <w:r w:rsidR="00177796" w:rsidRPr="000B13CC">
        <w:rPr>
          <w:rFonts w:asciiTheme="minorHAnsi" w:hAnsiTheme="minorHAnsi" w:cstheme="minorHAnsi"/>
          <w:sz w:val="24"/>
          <w:szCs w:val="24"/>
        </w:rPr>
        <w:t>233</w:t>
      </w:r>
      <w:r w:rsidR="00AD7E09" w:rsidRPr="000B13CC">
        <w:rPr>
          <w:rFonts w:asciiTheme="minorHAnsi" w:hAnsiTheme="minorHAnsi" w:cstheme="minorHAnsi"/>
          <w:sz w:val="24"/>
          <w:szCs w:val="24"/>
        </w:rPr>
        <w:t>7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6E61E9FA" w14:textId="367EA467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Uzgodnienia oraz uzyskanie dopuszczeni do sieci elektroenergetycznych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</w:p>
    <w:p w14:paraId="496D94BB" w14:textId="77777777" w:rsidR="00CE5911" w:rsidRPr="000B13CC" w:rsidRDefault="00816CB2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Wykonanie </w:t>
      </w:r>
      <w:r w:rsidR="00590327" w:rsidRPr="000B13CC">
        <w:rPr>
          <w:rFonts w:asciiTheme="minorHAnsi" w:hAnsiTheme="minorHAnsi" w:cstheme="minorHAnsi"/>
          <w:sz w:val="24"/>
          <w:szCs w:val="24"/>
        </w:rPr>
        <w:t>projektu wykonawczego planowanej modernizacji wraz z uzgodnieniem z zamawiającym, uzyskaniem wszelkich zgód niezbędnych do realizacji przedmiotu zamówienia w tym uzyskanie pozytywnej opinii konserwatora zabytków oraz zakładu energetycznego.</w:t>
      </w:r>
    </w:p>
    <w:p w14:paraId="661F06A7" w14:textId="3375DB76" w:rsidR="00337610" w:rsidRPr="000B13CC" w:rsidRDefault="00590327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Wykonanie dokumentacji powykonawczej</w:t>
      </w:r>
      <w:r w:rsidR="000F644B" w:rsidRPr="000B13CC">
        <w:rPr>
          <w:rFonts w:asciiTheme="minorHAnsi" w:hAnsiTheme="minorHAnsi" w:cstheme="minorHAnsi"/>
          <w:sz w:val="24"/>
          <w:szCs w:val="24"/>
        </w:rPr>
        <w:t>.</w:t>
      </w:r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9610045" w14:textId="6F157ED1" w:rsidR="00816CB2" w:rsidRDefault="000F644B" w:rsidP="000B13CC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Utylizacja zdemontowanego osprzętu.</w:t>
      </w:r>
    </w:p>
    <w:p w14:paraId="69DA03E2" w14:textId="77777777" w:rsidR="009756D2" w:rsidRPr="004E3FC8" w:rsidRDefault="009756D2" w:rsidP="009756D2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017F72">
        <w:rPr>
          <w:rFonts w:ascii="Times New Roman" w:hAnsi="Times New Roman"/>
          <w:sz w:val="24"/>
          <w:szCs w:val="24"/>
        </w:rPr>
        <w:t>Wykonawca ma za zadanie zaoferować rozwiązanie zapewniające kompensację mocy biernej</w:t>
      </w:r>
      <w:r>
        <w:rPr>
          <w:rFonts w:ascii="Times New Roman" w:hAnsi="Times New Roman"/>
          <w:sz w:val="24"/>
          <w:szCs w:val="24"/>
        </w:rPr>
        <w:t>.</w:t>
      </w:r>
      <w:r w:rsidRPr="00017F72">
        <w:rPr>
          <w:rFonts w:ascii="Times New Roman" w:hAnsi="Times New Roman"/>
          <w:sz w:val="24"/>
          <w:szCs w:val="24"/>
        </w:rPr>
        <w:t xml:space="preserve"> Zamawiający wymaga, aby zapewnić utrzymanie parametrów mocy biernej w dopuszczalnym na dzień ogłoszenia przetargu zakresie. Pod pojęciem dopuszczalny rozumie się – zgodny z zakresem określonym w aktualnych taryfach za energię elektryczną przy którym nie jest pobierana opłata za moc bierną (pojemnościową i indukcyjną). Zadaniem Wykonawcy jest taki dobór urządzeń – opraw i/lub układów kompensacji mocy biernej – aby Zamawiający nie ponosił kosztów opłat za moc bierną w okresie projektu wynikających z przekroczenia opisanych wcześniej zakresów dopuszczalnych.</w:t>
      </w:r>
    </w:p>
    <w:p w14:paraId="2832EF5A" w14:textId="77777777" w:rsidR="009756D2" w:rsidRPr="000B13CC" w:rsidRDefault="009756D2" w:rsidP="009756D2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14:paraId="4F4F177F" w14:textId="77777777" w:rsidR="00337610" w:rsidRPr="00ED0D6F" w:rsidRDefault="00337610" w:rsidP="00337610">
      <w:pPr>
        <w:autoSpaceDE w:val="0"/>
        <w:autoSpaceDN w:val="0"/>
        <w:adjustRightInd w:val="0"/>
        <w:spacing w:after="24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PODSTAWA PRAWNA DOTYCZĄCA WYKONYWANIA ROBÓT BUDOWLANYCH, </w:t>
      </w: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 xml:space="preserve">MODERNIZACJI </w:t>
      </w:r>
      <w:r w:rsidRPr="00ED0D6F">
        <w:rPr>
          <w:rFonts w:ascii="Times New Roman" w:hAnsi="Times New Roman"/>
          <w:b/>
          <w:bCs/>
          <w:sz w:val="24"/>
          <w:szCs w:val="24"/>
        </w:rPr>
        <w:t>OŚWIETLENIA ULICZNEGO NA ISTNIEJĄCYCH PODPORACH</w:t>
      </w:r>
      <w:r w:rsidRPr="00ED0D6F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</w:p>
    <w:p w14:paraId="069C8DD4" w14:textId="4FB341A4" w:rsidR="00337610" w:rsidRDefault="00512D48" w:rsidP="00337610">
      <w:pPr>
        <w:autoSpaceDE w:val="0"/>
        <w:autoSpaceDN w:val="0"/>
        <w:adjustRightInd w:val="0"/>
        <w:spacing w:after="0"/>
        <w:jc w:val="both"/>
        <w:rPr>
          <w:sz w:val="24"/>
          <w:szCs w:val="24"/>
          <w:u w:val="single"/>
        </w:rPr>
      </w:pPr>
      <w:r w:rsidRPr="00512D48">
        <w:rPr>
          <w:sz w:val="24"/>
          <w:szCs w:val="24"/>
        </w:rPr>
        <w:t>Na podstawie Ustawy z dnia 7 lipca 1994 roku Prawo Budowlane (Dz. U. z 202</w:t>
      </w:r>
      <w:r w:rsidR="0013664A">
        <w:rPr>
          <w:sz w:val="24"/>
          <w:szCs w:val="24"/>
        </w:rPr>
        <w:t>3</w:t>
      </w:r>
      <w:r w:rsidRPr="00512D48">
        <w:rPr>
          <w:sz w:val="24"/>
          <w:szCs w:val="24"/>
        </w:rPr>
        <w:t xml:space="preserve"> poz. </w:t>
      </w:r>
      <w:r w:rsidR="0013664A">
        <w:rPr>
          <w:sz w:val="24"/>
          <w:szCs w:val="24"/>
        </w:rPr>
        <w:t xml:space="preserve">682 z </w:t>
      </w:r>
      <w:proofErr w:type="spellStart"/>
      <w:r w:rsidR="0013664A">
        <w:rPr>
          <w:sz w:val="24"/>
          <w:szCs w:val="24"/>
        </w:rPr>
        <w:t>późn</w:t>
      </w:r>
      <w:proofErr w:type="spellEnd"/>
      <w:r w:rsidR="0013664A">
        <w:rPr>
          <w:sz w:val="24"/>
          <w:szCs w:val="24"/>
        </w:rPr>
        <w:t xml:space="preserve">. </w:t>
      </w:r>
      <w:proofErr w:type="spellStart"/>
      <w:r w:rsidR="0013664A">
        <w:rPr>
          <w:sz w:val="24"/>
          <w:szCs w:val="24"/>
        </w:rPr>
        <w:t>zm</w:t>
      </w:r>
      <w:proofErr w:type="spellEnd"/>
      <w:r w:rsidRPr="00512D48">
        <w:rPr>
          <w:sz w:val="24"/>
          <w:szCs w:val="24"/>
        </w:rPr>
        <w:t>)</w:t>
      </w:r>
      <w:r w:rsidR="00DE707E">
        <w:rPr>
          <w:sz w:val="24"/>
          <w:szCs w:val="24"/>
        </w:rPr>
        <w:t>.</w:t>
      </w:r>
      <w:r w:rsidRPr="00512D48">
        <w:rPr>
          <w:sz w:val="24"/>
          <w:szCs w:val="24"/>
        </w:rPr>
        <w:t xml:space="preserve"> W rozumieniu Ustawy Art.</w:t>
      </w:r>
      <w:r w:rsidR="00F42E3C">
        <w:rPr>
          <w:sz w:val="24"/>
          <w:szCs w:val="24"/>
        </w:rPr>
        <w:t>3</w:t>
      </w:r>
      <w:r w:rsidRPr="00512D48">
        <w:rPr>
          <w:sz w:val="24"/>
          <w:szCs w:val="24"/>
        </w:rPr>
        <w:t xml:space="preserve"> ust.</w:t>
      </w:r>
      <w:r w:rsidR="00F42E3C">
        <w:rPr>
          <w:sz w:val="24"/>
          <w:szCs w:val="24"/>
        </w:rPr>
        <w:t>7</w:t>
      </w:r>
      <w:r w:rsidRPr="00512D48">
        <w:rPr>
          <w:sz w:val="24"/>
          <w:szCs w:val="24"/>
        </w:rPr>
        <w:t xml:space="preserve">a polegającej na instalowaniu urządzeń, jakimi są oprawy oświetleniowe wraz z osprzętem elektrycznym (złącza bezpiecznikowe i zaciski przyłączeniowe) oraz mechanicznym (wysięgniki), </w:t>
      </w:r>
      <w:r w:rsidRPr="00F42E3C">
        <w:rPr>
          <w:sz w:val="24"/>
          <w:szCs w:val="24"/>
        </w:rPr>
        <w:t xml:space="preserve">na obiektach budowlanych, jakimi są istniejące słupy sieci elektroenergetycznej niskiego napięcia, </w:t>
      </w:r>
      <w:r w:rsidRPr="00F42E3C">
        <w:rPr>
          <w:b/>
          <w:sz w:val="24"/>
          <w:szCs w:val="24"/>
        </w:rPr>
        <w:t>nie wymagają pozwolenia na budowę</w:t>
      </w:r>
      <w:r w:rsidRPr="00F42E3C">
        <w:rPr>
          <w:sz w:val="24"/>
          <w:szCs w:val="24"/>
        </w:rPr>
        <w:t xml:space="preserve"> według przepisów Ustawy Art. 29 ust</w:t>
      </w:r>
      <w:r w:rsidRPr="00F42E3C">
        <w:rPr>
          <w:color w:val="FF0000"/>
          <w:sz w:val="24"/>
          <w:szCs w:val="24"/>
        </w:rPr>
        <w:t xml:space="preserve">. </w:t>
      </w:r>
      <w:r w:rsidRPr="00F42E3C">
        <w:rPr>
          <w:sz w:val="24"/>
          <w:szCs w:val="24"/>
        </w:rPr>
        <w:t>23 pkt. 2. oraz pkt 27.</w:t>
      </w:r>
      <w:r w:rsidRPr="00512D48">
        <w:rPr>
          <w:sz w:val="24"/>
          <w:szCs w:val="24"/>
          <w:u w:val="single"/>
        </w:rPr>
        <w:t xml:space="preserve"> </w:t>
      </w:r>
    </w:p>
    <w:p w14:paraId="16D8FEE7" w14:textId="77777777" w:rsidR="00512D48" w:rsidRPr="00512D48" w:rsidRDefault="00512D48" w:rsidP="0033761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EF9AC79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4. Opis wymaga</w:t>
      </w:r>
      <w:r w:rsidRPr="00ED0D6F">
        <w:rPr>
          <w:rFonts w:ascii="Times New Roman" w:hAnsi="Times New Roman"/>
          <w:b/>
          <w:sz w:val="24"/>
          <w:szCs w:val="24"/>
        </w:rPr>
        <w:t xml:space="preserve">ń </w:t>
      </w:r>
      <w:r w:rsidRPr="00ED0D6F">
        <w:rPr>
          <w:rFonts w:ascii="Times New Roman" w:hAnsi="Times New Roman"/>
          <w:b/>
          <w:bCs/>
          <w:sz w:val="24"/>
          <w:szCs w:val="24"/>
        </w:rPr>
        <w:t>zamawiaj</w:t>
      </w:r>
      <w:r w:rsidRPr="00ED0D6F">
        <w:rPr>
          <w:rFonts w:ascii="Times New Roman" w:hAnsi="Times New Roman"/>
          <w:b/>
          <w:sz w:val="24"/>
          <w:szCs w:val="24"/>
        </w:rPr>
        <w:t>ą</w:t>
      </w:r>
      <w:r w:rsidRPr="00ED0D6F">
        <w:rPr>
          <w:rFonts w:ascii="Times New Roman" w:hAnsi="Times New Roman"/>
          <w:b/>
          <w:bCs/>
          <w:sz w:val="24"/>
          <w:szCs w:val="24"/>
        </w:rPr>
        <w:t>cego w stosunku do przedmiotu zamówienia.</w:t>
      </w:r>
    </w:p>
    <w:p w14:paraId="267F3822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9992579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4.1. Wymagania ogólne Zamawiaj</w:t>
      </w:r>
      <w:r w:rsidRPr="00ED0D6F">
        <w:rPr>
          <w:rFonts w:ascii="Times New Roman" w:hAnsi="Times New Roman"/>
          <w:b/>
          <w:sz w:val="24"/>
          <w:szCs w:val="24"/>
        </w:rPr>
        <w:t>ą</w:t>
      </w:r>
      <w:r w:rsidRPr="00ED0D6F">
        <w:rPr>
          <w:rFonts w:ascii="Times New Roman" w:hAnsi="Times New Roman"/>
          <w:b/>
          <w:bCs/>
          <w:sz w:val="24"/>
          <w:szCs w:val="24"/>
        </w:rPr>
        <w:t>cego</w:t>
      </w:r>
    </w:p>
    <w:p w14:paraId="033F8AD9" w14:textId="77777777" w:rsidR="00337610" w:rsidRPr="00ED0D6F" w:rsidRDefault="00337610" w:rsidP="0033761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7BE4BEC" w14:textId="77777777" w:rsidR="00337610" w:rsidRPr="00ED0D6F" w:rsidRDefault="00337610" w:rsidP="0033761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_Hlk77067845"/>
      <w:r w:rsidRPr="00ED0D6F">
        <w:rPr>
          <w:rFonts w:ascii="Times New Roman" w:hAnsi="Times New Roman"/>
          <w:sz w:val="24"/>
          <w:szCs w:val="24"/>
        </w:rPr>
        <w:t>Do zadań Wykonawcy będzie należała realizacja następujących prac:</w:t>
      </w:r>
    </w:p>
    <w:p w14:paraId="1A737335" w14:textId="77777777" w:rsidR="00337610" w:rsidRPr="00D64FAC" w:rsidRDefault="00337610" w:rsidP="00CC2B43">
      <w:pPr>
        <w:pStyle w:val="Akapitzlist"/>
        <w:numPr>
          <w:ilvl w:val="0"/>
          <w:numId w:val="7"/>
        </w:numPr>
        <w:spacing w:before="12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64FA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Przewiduje się maksymalne wykorzystanie istniejących słupów, wysięgników i sieci oświetleniowej, co jest zgodne z postulatem, o możliwie oszczędne skalkulowanie potrzeb inwestycyjnych. Zaleca się wymianę wskazanych opraw, przewodów zasilających od zabezpieczenia do oprawy na przewody w podwójnej izolacji, wymianę 100% zabezpieczeń dla sieci napowietrznej. </w:t>
      </w:r>
    </w:p>
    <w:p w14:paraId="584147C7" w14:textId="77777777" w:rsidR="00337610" w:rsidRDefault="00337610" w:rsidP="00CC2B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Wykonawca jest zobowiązany do odtworzenia nawierzchni dróg zniszczonych w czasie wykonywania Robót do stanu nie gorszego niż pierwotny i zapewnienia przejezdności dróg. W przypadku stwierdzenia przez Zamawiającego zniszczeń poza tym pasem, spowodowanych przez Wykonawcę, Wykonawca będzie zobowiązany do usunięcia uszkodzeń i przywrócenia stanu pierwotnego terenu na swój koszt. Wykonawca odtworzy nawierzchnie w sposób uzgodniony z zarządcą danej drogi.</w:t>
      </w:r>
    </w:p>
    <w:p w14:paraId="5B6B945A" w14:textId="11FCDBCD" w:rsidR="00337610" w:rsidRPr="00ED0D6F" w:rsidRDefault="00337610" w:rsidP="00CC2B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dokona wszelkich uzgodnień z właściwym Rejonem Energetycznym w zakresie wymiany lamp oświetleniowych</w:t>
      </w:r>
      <w:r w:rsidR="00F42E3C">
        <w:rPr>
          <w:rFonts w:ascii="Times New Roman" w:hAnsi="Times New Roman"/>
          <w:sz w:val="24"/>
          <w:szCs w:val="24"/>
        </w:rPr>
        <w:t>.</w:t>
      </w:r>
    </w:p>
    <w:p w14:paraId="49273296" w14:textId="21D5E27F" w:rsidR="00337610" w:rsidRPr="00ED0D6F" w:rsidRDefault="00F42E3C" w:rsidP="00CC2B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337610" w:rsidRPr="00ED0D6F">
        <w:rPr>
          <w:rFonts w:ascii="Times New Roman" w:hAnsi="Times New Roman"/>
          <w:sz w:val="24"/>
          <w:szCs w:val="24"/>
        </w:rPr>
        <w:t>ykonanie pomiarów i przeprowadzenie rozruchu urządzeń.</w:t>
      </w:r>
    </w:p>
    <w:p w14:paraId="7FCC81ED" w14:textId="475A3E7A" w:rsidR="00337610" w:rsidRPr="00ED0D6F" w:rsidRDefault="00F42E3C" w:rsidP="00CC2B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337610" w:rsidRPr="00ED0D6F">
        <w:rPr>
          <w:rFonts w:ascii="Times New Roman" w:hAnsi="Times New Roman"/>
          <w:sz w:val="24"/>
          <w:szCs w:val="24"/>
        </w:rPr>
        <w:t>rowadzenie wymaganej przepisami prawa dokumentacji budowy.</w:t>
      </w:r>
    </w:p>
    <w:p w14:paraId="63A14E57" w14:textId="7AD88C88" w:rsidR="00337610" w:rsidRPr="00ED0D6F" w:rsidRDefault="00F42E3C" w:rsidP="00CC2B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337610" w:rsidRPr="00ED0D6F">
        <w:rPr>
          <w:rFonts w:ascii="Times New Roman" w:hAnsi="Times New Roman"/>
          <w:sz w:val="24"/>
          <w:szCs w:val="24"/>
        </w:rPr>
        <w:t>akończenie prac i przekazanie terenu Zamawiającemu</w:t>
      </w:r>
      <w:r w:rsidR="00177796">
        <w:rPr>
          <w:rFonts w:ascii="Times New Roman" w:hAnsi="Times New Roman"/>
          <w:sz w:val="24"/>
          <w:szCs w:val="24"/>
        </w:rPr>
        <w:t>.</w:t>
      </w:r>
    </w:p>
    <w:p w14:paraId="45E56647" w14:textId="02A0C350" w:rsidR="00CE5911" w:rsidRPr="000F644B" w:rsidRDefault="00F42E3C" w:rsidP="0033761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337610" w:rsidRPr="00ED0D6F">
        <w:rPr>
          <w:rFonts w:ascii="Times New Roman" w:hAnsi="Times New Roman"/>
          <w:sz w:val="24"/>
          <w:szCs w:val="24"/>
        </w:rPr>
        <w:t xml:space="preserve">rzestrzeganie warunków prowadzenia robót na terenie </w:t>
      </w:r>
      <w:r w:rsidR="00177796">
        <w:rPr>
          <w:rFonts w:ascii="Times New Roman" w:hAnsi="Times New Roman"/>
          <w:sz w:val="24"/>
          <w:szCs w:val="24"/>
        </w:rPr>
        <w:t>gminy Strzegom.</w:t>
      </w:r>
      <w:bookmarkEnd w:id="2"/>
    </w:p>
    <w:p w14:paraId="66FE819C" w14:textId="77777777" w:rsidR="00337610" w:rsidRPr="00ED0D6F" w:rsidRDefault="00337610" w:rsidP="00337610">
      <w:pPr>
        <w:autoSpaceDE w:val="0"/>
        <w:autoSpaceDN w:val="0"/>
        <w:adjustRightInd w:val="0"/>
        <w:spacing w:before="120" w:after="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4.1.1. Charakterystyczne parametry okre</w:t>
      </w:r>
      <w:r w:rsidRPr="00ED0D6F">
        <w:rPr>
          <w:rFonts w:ascii="Times New Roman" w:hAnsi="Times New Roman"/>
          <w:b/>
          <w:sz w:val="24"/>
          <w:szCs w:val="24"/>
        </w:rPr>
        <w:t>ś</w:t>
      </w:r>
      <w:r w:rsidRPr="00ED0D6F">
        <w:rPr>
          <w:rFonts w:ascii="Times New Roman" w:hAnsi="Times New Roman"/>
          <w:b/>
          <w:bCs/>
          <w:sz w:val="24"/>
          <w:szCs w:val="24"/>
        </w:rPr>
        <w:t>laj</w:t>
      </w:r>
      <w:r w:rsidRPr="00ED0D6F">
        <w:rPr>
          <w:rFonts w:ascii="Times New Roman" w:hAnsi="Times New Roman"/>
          <w:b/>
          <w:sz w:val="24"/>
          <w:szCs w:val="24"/>
        </w:rPr>
        <w:t>ą</w:t>
      </w:r>
      <w:r w:rsidRPr="00ED0D6F">
        <w:rPr>
          <w:rFonts w:ascii="Times New Roman" w:hAnsi="Times New Roman"/>
          <w:b/>
          <w:bCs/>
          <w:sz w:val="24"/>
          <w:szCs w:val="24"/>
        </w:rPr>
        <w:t>ce wielko</w:t>
      </w:r>
      <w:r w:rsidRPr="00ED0D6F">
        <w:rPr>
          <w:rFonts w:ascii="Times New Roman" w:hAnsi="Times New Roman"/>
          <w:b/>
          <w:sz w:val="24"/>
          <w:szCs w:val="24"/>
        </w:rPr>
        <w:t xml:space="preserve">ść </w:t>
      </w:r>
      <w:r w:rsidRPr="00ED0D6F">
        <w:rPr>
          <w:rFonts w:ascii="Times New Roman" w:hAnsi="Times New Roman"/>
          <w:b/>
          <w:bCs/>
          <w:sz w:val="24"/>
          <w:szCs w:val="24"/>
        </w:rPr>
        <w:t>obiektu oraz</w:t>
      </w:r>
    </w:p>
    <w:p w14:paraId="4CBF24B3" w14:textId="5440E6C9" w:rsidR="00337610" w:rsidRPr="00C957FB" w:rsidRDefault="00337610" w:rsidP="00337610">
      <w:pPr>
        <w:autoSpaceDE w:val="0"/>
        <w:autoSpaceDN w:val="0"/>
        <w:adjustRightInd w:val="0"/>
        <w:spacing w:after="24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zakres robót</w:t>
      </w:r>
      <w:r w:rsidR="00665E1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5BEFB780" w14:textId="220FEB00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Ilość punktów świetlnych </w:t>
      </w:r>
      <w:r w:rsidR="00512D48">
        <w:rPr>
          <w:rFonts w:ascii="Times New Roman" w:hAnsi="Times New Roman"/>
          <w:sz w:val="24"/>
          <w:szCs w:val="24"/>
        </w:rPr>
        <w:t>przeznaczonych na tym etapie inwestycji</w:t>
      </w:r>
      <w:r w:rsidRPr="00ED0D6F">
        <w:rPr>
          <w:rFonts w:ascii="Times New Roman" w:hAnsi="Times New Roman"/>
          <w:sz w:val="24"/>
          <w:szCs w:val="24"/>
        </w:rPr>
        <w:t xml:space="preserve"> (na podstawie inwentaryzacji – załącznik zestawienie </w:t>
      </w:r>
      <w:r w:rsidR="00F42E3C">
        <w:rPr>
          <w:rFonts w:ascii="Times New Roman" w:hAnsi="Times New Roman"/>
          <w:sz w:val="24"/>
          <w:szCs w:val="24"/>
        </w:rPr>
        <w:t>projektowe</w:t>
      </w:r>
      <w:r w:rsidRPr="00ED0D6F">
        <w:rPr>
          <w:rFonts w:ascii="Times New Roman" w:hAnsi="Times New Roman"/>
          <w:sz w:val="24"/>
          <w:szCs w:val="24"/>
        </w:rPr>
        <w:t xml:space="preserve">) jest podane w tabeli poniżej. Lokalizacja opraw oraz obwodów oświetleniowych określona jest w tabeli inwentaryzacyjnej oraz tabeli projektowej stanowiącej załącznik do tego opracowania. Nazwy obwodów oświetleniowych jednoznacznie wskazują położenie modernizowanych punktów świetlnych. </w:t>
      </w:r>
    </w:p>
    <w:p w14:paraId="165F867D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Dodatkowo załączono wydruki map GIS w systemie WMS z usytuowaniem punktów oświetleniowych w podziale na obwody poszczególnych szaf oświetleniowych SO. </w:t>
      </w:r>
    </w:p>
    <w:p w14:paraId="69B72CD8" w14:textId="77777777" w:rsidR="00337610" w:rsidRPr="003134A6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3134A6">
        <w:rPr>
          <w:rFonts w:ascii="Times New Roman" w:hAnsi="Times New Roman"/>
          <w:b/>
          <w:sz w:val="24"/>
          <w:szCs w:val="24"/>
        </w:rPr>
        <w:t xml:space="preserve">Oprawy przed i po modernizacji z określeniem mocy rzeczywistych  </w:t>
      </w:r>
      <w:r w:rsidRPr="003134A6">
        <w:rPr>
          <w:rFonts w:ascii="Times New Roman" w:hAnsi="Times New Roman"/>
          <w:sz w:val="24"/>
          <w:szCs w:val="24"/>
        </w:rPr>
        <w:t xml:space="preserve">                         </w:t>
      </w:r>
    </w:p>
    <w:p w14:paraId="25F782A4" w14:textId="77777777" w:rsidR="009A15AA" w:rsidRPr="00ED0D6F" w:rsidRDefault="00337610" w:rsidP="00337610">
      <w:pPr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0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587"/>
        <w:gridCol w:w="1628"/>
        <w:gridCol w:w="1231"/>
        <w:gridCol w:w="587"/>
        <w:gridCol w:w="1628"/>
        <w:gridCol w:w="1231"/>
      </w:tblGrid>
      <w:tr w:rsidR="009A15AA" w:rsidRPr="009A15AA" w14:paraId="24B6327F" w14:textId="77777777" w:rsidTr="009A15AA">
        <w:trPr>
          <w:trHeight w:val="288"/>
        </w:trPr>
        <w:tc>
          <w:tcPr>
            <w:tcW w:w="2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94AE44"/>
            <w:noWrap/>
            <w:vAlign w:val="bottom"/>
            <w:hideMark/>
          </w:tcPr>
          <w:p w14:paraId="235B81A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  <w:t>Oprawa</w:t>
            </w:r>
          </w:p>
        </w:tc>
        <w:tc>
          <w:tcPr>
            <w:tcW w:w="324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94AE44"/>
            <w:noWrap/>
            <w:vAlign w:val="bottom"/>
            <w:hideMark/>
          </w:tcPr>
          <w:p w14:paraId="0889C6B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  <w:t>Stan istniejący</w:t>
            </w:r>
          </w:p>
        </w:tc>
        <w:tc>
          <w:tcPr>
            <w:tcW w:w="324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94AE44"/>
            <w:noWrap/>
            <w:vAlign w:val="bottom"/>
            <w:hideMark/>
          </w:tcPr>
          <w:p w14:paraId="289985F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FFFFFF"/>
                <w:szCs w:val="22"/>
              </w:rPr>
              <w:t>Stan projektowany</w:t>
            </w:r>
          </w:p>
        </w:tc>
      </w:tr>
      <w:tr w:rsidR="009A15AA" w:rsidRPr="009A15AA" w14:paraId="75ACB4B9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7CBC081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548ECE3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Ilość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058A040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jednostkowa [W]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1AC83CA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łączna [kW]</w:t>
            </w:r>
          </w:p>
        </w:tc>
        <w:tc>
          <w:tcPr>
            <w:tcW w:w="38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0ECCC06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Ilość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5FFDACB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jednostkowa [W]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A1B1DF"/>
            <w:noWrap/>
            <w:vAlign w:val="bottom"/>
            <w:hideMark/>
          </w:tcPr>
          <w:p w14:paraId="21D7FA5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Moc łączna [kW]</w:t>
            </w:r>
          </w:p>
        </w:tc>
      </w:tr>
      <w:tr w:rsidR="009A15AA" w:rsidRPr="009A15AA" w14:paraId="32935D62" w14:textId="77777777" w:rsidTr="009A15AA">
        <w:trPr>
          <w:trHeight w:val="288"/>
        </w:trPr>
        <w:tc>
          <w:tcPr>
            <w:tcW w:w="2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D9E0F7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46EF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E1199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39FDAB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5CFE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57</w:t>
            </w:r>
          </w:p>
        </w:tc>
        <w:tc>
          <w:tcPr>
            <w:tcW w:w="1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4D62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2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DA9B50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1,4649</w:t>
            </w:r>
          </w:p>
        </w:tc>
      </w:tr>
      <w:tr w:rsidR="009A15AA" w:rsidRPr="009A15AA" w14:paraId="38A6D339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72522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C60B3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A0D0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CC2DF1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4965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8A1E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A734F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0,5508</w:t>
            </w:r>
          </w:p>
        </w:tc>
      </w:tr>
      <w:tr w:rsidR="009A15AA" w:rsidRPr="009A15AA" w14:paraId="5A4D465A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020B1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08C4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37E7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ED6F41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003C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DE42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DA767F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0,0257</w:t>
            </w:r>
          </w:p>
        </w:tc>
      </w:tr>
      <w:tr w:rsidR="009A15AA" w:rsidRPr="009A15AA" w14:paraId="59AE8DF8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190C4A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64D3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BD53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70FBAA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9906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6C96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C88DDB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0,2313</w:t>
            </w:r>
          </w:p>
        </w:tc>
      </w:tr>
      <w:tr w:rsidR="009A15AA" w:rsidRPr="009A15AA" w14:paraId="73C99B8E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88950D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1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00C1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CDE7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2BE7A3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2FEF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C676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276D4A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0,8364</w:t>
            </w:r>
          </w:p>
        </w:tc>
      </w:tr>
      <w:tr w:rsidR="009A15AA" w:rsidRPr="009A15AA" w14:paraId="6C482EA2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86184F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673E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9815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BB4D72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FC61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309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E698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032EA0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5,9637</w:t>
            </w:r>
          </w:p>
        </w:tc>
      </w:tr>
      <w:tr w:rsidR="009A15AA" w:rsidRPr="009A15AA" w14:paraId="4389158B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831E9E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5F4F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F28EB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95A52D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297AD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229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B724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A3C39F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5,8624</w:t>
            </w:r>
          </w:p>
        </w:tc>
      </w:tr>
      <w:tr w:rsidR="009A15AA" w:rsidRPr="009A15AA" w14:paraId="68137BC1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D0C5AA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E746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3CAF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34E26C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2208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656B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208D65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2,4396</w:t>
            </w:r>
          </w:p>
        </w:tc>
      </w:tr>
      <w:tr w:rsidR="009A15AA" w:rsidRPr="009A15AA" w14:paraId="02B5F8D1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E7F852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36A6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4DCD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F88D02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6AD9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EDEB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191D56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0,2895</w:t>
            </w:r>
          </w:p>
        </w:tc>
      </w:tr>
      <w:tr w:rsidR="009A15AA" w:rsidRPr="009A15AA" w14:paraId="73ADF1D6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17163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BD68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10F3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E52AB7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810C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960E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406CB3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0,2048</w:t>
            </w:r>
          </w:p>
        </w:tc>
      </w:tr>
      <w:tr w:rsidR="009A15AA" w:rsidRPr="009A15AA" w14:paraId="3ADB9B8C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23932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2300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9D1D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44EA2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D765A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62C9A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38,8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2DFB2C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0,5432</w:t>
            </w:r>
          </w:p>
        </w:tc>
      </w:tr>
      <w:tr w:rsidR="009A15AA" w:rsidRPr="009A15AA" w14:paraId="6D05C6ED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5EB165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lastRenderedPageBreak/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C5B2B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61AE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D22021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6990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95A6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19,3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BAE692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7,9516</w:t>
            </w:r>
          </w:p>
        </w:tc>
      </w:tr>
      <w:tr w:rsidR="009A15AA" w:rsidRPr="009A15AA" w14:paraId="6DD53230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1AD5B6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72D4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171A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E622AF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67BD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297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A307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A41152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7,6032</w:t>
            </w:r>
          </w:p>
        </w:tc>
      </w:tr>
      <w:tr w:rsidR="009A15AA" w:rsidRPr="009A15AA" w14:paraId="286F79AB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6F33E0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0075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4631D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9F265B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4CCD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313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316C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AE368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10,0473</w:t>
            </w:r>
          </w:p>
        </w:tc>
      </w:tr>
      <w:tr w:rsidR="009A15AA" w:rsidRPr="009A15AA" w14:paraId="52844191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79B62A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53A3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873F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C5353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7C6E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5E3F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38,8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F7F52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0,4268</w:t>
            </w:r>
          </w:p>
        </w:tc>
      </w:tr>
      <w:tr w:rsidR="009A15AA" w:rsidRPr="009A15AA" w14:paraId="2ED3FEC5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6D4293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D54F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1F7A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0B68CA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F758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BB99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A5BCCF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5,733</w:t>
            </w:r>
          </w:p>
        </w:tc>
      </w:tr>
      <w:tr w:rsidR="009A15AA" w:rsidRPr="009A15AA" w14:paraId="67B869E0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5E1A4F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2193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EB82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DBCD56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4248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0AA49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61,5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E59024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0,1845</w:t>
            </w:r>
          </w:p>
        </w:tc>
      </w:tr>
      <w:tr w:rsidR="009A15AA" w:rsidRPr="009A15AA" w14:paraId="5C602D64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8C2B6B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8DD2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9FED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3330CE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2984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1831D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C3C9D0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3,135</w:t>
            </w:r>
          </w:p>
        </w:tc>
      </w:tr>
      <w:tr w:rsidR="009A15AA" w:rsidRPr="009A15AA" w14:paraId="048DFE7C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0BA431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CF3E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55B8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066156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EE5F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8B8E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D3B3C8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1,125</w:t>
            </w:r>
          </w:p>
        </w:tc>
      </w:tr>
      <w:tr w:rsidR="009A15AA" w:rsidRPr="009A15AA" w14:paraId="1D8863BA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6687CB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45B2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A8F01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51023F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065B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8BE78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E3E77D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4,896</w:t>
            </w:r>
          </w:p>
        </w:tc>
      </w:tr>
      <w:tr w:rsidR="009A15AA" w:rsidRPr="009A15AA" w14:paraId="7E223B28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4668A4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D35FA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0909F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9D03E7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F85C9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055AD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37A83E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2,461</w:t>
            </w:r>
          </w:p>
        </w:tc>
      </w:tr>
      <w:tr w:rsidR="009A15AA" w:rsidRPr="009A15AA" w14:paraId="1E418DF5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244675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3E421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B188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D6889D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7C1F8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2102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7C3668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4,608</w:t>
            </w:r>
          </w:p>
        </w:tc>
      </w:tr>
      <w:tr w:rsidR="009A15AA" w:rsidRPr="009A15AA" w14:paraId="6796E165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3EFB0F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Uliczna LED Projektowana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4E014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52BC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59CE98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6B18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5AD0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08C0B3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0,64</w:t>
            </w:r>
          </w:p>
        </w:tc>
      </w:tr>
      <w:tr w:rsidR="009A15AA" w:rsidRPr="009A15AA" w14:paraId="7FDDB288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251C42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F95B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7F5D21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A24980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9F52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DB4B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5BA1C5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0,068</w:t>
            </w:r>
          </w:p>
        </w:tc>
      </w:tr>
      <w:tr w:rsidR="009A15AA" w:rsidRPr="009A15AA" w14:paraId="6EEE45CB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716FA86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95CEE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F673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A98312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3770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9D55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F19E18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0,0816</w:t>
            </w:r>
          </w:p>
        </w:tc>
      </w:tr>
      <w:tr w:rsidR="009A15AA" w:rsidRPr="009A15AA" w14:paraId="64B9DCF3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5F874B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A2163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C6E9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96A77E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87DBB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042DA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22,1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A575DE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0,1547</w:t>
            </w:r>
          </w:p>
        </w:tc>
      </w:tr>
      <w:tr w:rsidR="009A15AA" w:rsidRPr="009A15AA" w14:paraId="08773761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95E506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FA8D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CC14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8D0A39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0413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32D9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CA95D8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0,4112</w:t>
            </w:r>
          </w:p>
        </w:tc>
      </w:tr>
      <w:tr w:rsidR="009A15AA" w:rsidRPr="009A15AA" w14:paraId="1C526732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094449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8A2E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E8BC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BB42D0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11F9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4E15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F9543A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2,3644</w:t>
            </w:r>
          </w:p>
        </w:tc>
      </w:tr>
      <w:tr w:rsidR="009A15AA" w:rsidRPr="009A15AA" w14:paraId="04E887DC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04D9BB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C92C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8A6F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DA9A85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D142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B45F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EE7926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0,5152</w:t>
            </w:r>
          </w:p>
        </w:tc>
      </w:tr>
      <w:tr w:rsidR="009A15AA" w:rsidRPr="009A15AA" w14:paraId="410D9D8E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7B0C1D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A04F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C5A3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1CE6A9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D106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CC2E6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32,2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91DA34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0,5474</w:t>
            </w:r>
          </w:p>
        </w:tc>
      </w:tr>
      <w:tr w:rsidR="009A15AA" w:rsidRPr="009A15AA" w14:paraId="02A27473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262245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993B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5D45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EED74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C6A7C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01C7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EF1F07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2,7755</w:t>
            </w:r>
          </w:p>
        </w:tc>
      </w:tr>
      <w:tr w:rsidR="009A15AA" w:rsidRPr="009A15AA" w14:paraId="3D71A937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D5A1F3E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Parkowa typ 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D619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5ED6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5B1FC9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34C53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F91D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45,5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80A47C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0,273</w:t>
            </w:r>
          </w:p>
        </w:tc>
      </w:tr>
      <w:tr w:rsidR="009A15AA" w:rsidRPr="009A15AA" w14:paraId="2FC1AED4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C7574B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20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BE3E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3EB9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2E0E5C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DCD84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2819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D12A7F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1,3</w:t>
            </w:r>
          </w:p>
        </w:tc>
      </w:tr>
      <w:tr w:rsidR="009A15AA" w:rsidRPr="009A15AA" w14:paraId="34DA27A0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45CD288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25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58B3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B893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08BC59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0,175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81E0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5BDA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8197CE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0,175</w:t>
            </w:r>
          </w:p>
        </w:tc>
      </w:tr>
      <w:tr w:rsidR="009A15AA" w:rsidRPr="009A15AA" w14:paraId="0E59E32D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02F005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30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BD91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389D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33BD21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2,91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6FBF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97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E181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15E010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2,91</w:t>
            </w:r>
          </w:p>
        </w:tc>
      </w:tr>
      <w:tr w:rsidR="009A15AA" w:rsidRPr="009A15AA" w14:paraId="006C0CC0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96CFE5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40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5BEB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52145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6E2081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2,6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D620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8764B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22E973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2,6</w:t>
            </w:r>
          </w:p>
        </w:tc>
      </w:tr>
      <w:tr w:rsidR="009A15AA" w:rsidRPr="009A15AA" w14:paraId="1D8DEA27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C31C74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50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B73BC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DE53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4CF3C3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0,8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687B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0462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21F15A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0,8</w:t>
            </w:r>
          </w:p>
        </w:tc>
      </w:tr>
      <w:tr w:rsidR="009A15AA" w:rsidRPr="009A15AA" w14:paraId="25A97B5A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85CAF2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55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7AAC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0798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BE3F27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0,015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9635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C5161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BED322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0,015</w:t>
            </w:r>
          </w:p>
        </w:tc>
      </w:tr>
      <w:tr w:rsidR="009A15AA" w:rsidRPr="009A15AA" w14:paraId="31EC95B0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1EDF13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55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C2D7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9F22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24B583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14,52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35F7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264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12D6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867672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14,52</w:t>
            </w:r>
          </w:p>
        </w:tc>
      </w:tr>
      <w:tr w:rsidR="009A15AA" w:rsidRPr="009A15AA" w14:paraId="240838BB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C375109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60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CA6C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06F85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B71BF2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1,08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E1E3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9296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3D6019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1,08</w:t>
            </w:r>
          </w:p>
        </w:tc>
      </w:tr>
      <w:tr w:rsidR="009A15AA" w:rsidRPr="009A15AA" w14:paraId="0460AFF8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A7511DB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75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3AFA0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738A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9657BD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18,75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DD0C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F806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75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5FD603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18,75</w:t>
            </w:r>
          </w:p>
        </w:tc>
      </w:tr>
      <w:tr w:rsidR="009A15AA" w:rsidRPr="009A15AA" w14:paraId="40676145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C4B60F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LED 80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47D9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3B03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5ED544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0,96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6F72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407B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DA8663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0,96</w:t>
            </w:r>
          </w:p>
        </w:tc>
      </w:tr>
      <w:tr w:rsidR="009A15AA" w:rsidRPr="009A15AA" w14:paraId="24FE8347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90B5A93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proofErr w:type="spellStart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metalohal</w:t>
            </w:r>
            <w:proofErr w:type="spellEnd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. 150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E905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3683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492CCD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2,64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853E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7A6E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5DB9C0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2,64</w:t>
            </w:r>
          </w:p>
        </w:tc>
      </w:tr>
      <w:tr w:rsidR="009A15AA" w:rsidRPr="009A15AA" w14:paraId="5DC27413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2FF0B7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proofErr w:type="spellStart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rteciowa</w:t>
            </w:r>
            <w:proofErr w:type="spellEnd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 xml:space="preserve"> 125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8AC4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6E36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137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46EFA0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3,562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7AB1E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9246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137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FC6193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37B49D33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7EBEAFA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proofErr w:type="spellStart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rteciowa</w:t>
            </w:r>
            <w:proofErr w:type="spellEnd"/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 xml:space="preserve"> 250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225C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01C8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EA3741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0,53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842E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1BA7D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410353DA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7619D21D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6FF808D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sodowa 100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35E9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941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097A1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945CDF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108,215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C15DC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F868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115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439525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6735EE2D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79E86F0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sodowa 150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B8E4F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F66D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3198D637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30,448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ED7D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B477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176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E41A3CD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03233132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AFF142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sodowa 250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60EC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137D0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9A712C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1,325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7816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C3FF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265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FAE774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42853991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7823006F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sodowa 400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4A82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3941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99531E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1,29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8A5A4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750E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430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81897D2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0</w:t>
            </w:r>
          </w:p>
        </w:tc>
      </w:tr>
      <w:tr w:rsidR="009A15AA" w:rsidRPr="009A15AA" w14:paraId="1D9600C5" w14:textId="77777777" w:rsidTr="009A15AA">
        <w:trPr>
          <w:trHeight w:val="288"/>
        </w:trPr>
        <w:tc>
          <w:tcPr>
            <w:tcW w:w="25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BFE4732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sodowa 70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E02A3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1218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B7E6E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1D2214E5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101,094</w:t>
            </w:r>
          </w:p>
        </w:tc>
        <w:tc>
          <w:tcPr>
            <w:tcW w:w="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85B06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31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8DA1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83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D743158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Cs w:val="22"/>
              </w:rPr>
            </w:pPr>
            <w:r w:rsidRPr="009A15AA">
              <w:rPr>
                <w:rFonts w:ascii="Calibri" w:eastAsia="Times New Roman" w:hAnsi="Calibri" w:cs="Calibri"/>
                <w:color w:val="000000"/>
                <w:szCs w:val="22"/>
              </w:rPr>
              <w:t>2,573</w:t>
            </w:r>
          </w:p>
        </w:tc>
      </w:tr>
      <w:tr w:rsidR="009A15AA" w:rsidRPr="009A15AA" w14:paraId="4BC2E051" w14:textId="77777777" w:rsidTr="009A15AA">
        <w:trPr>
          <w:trHeight w:val="288"/>
        </w:trPr>
        <w:tc>
          <w:tcPr>
            <w:tcW w:w="2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1EA84C87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Razem</w:t>
            </w:r>
          </w:p>
        </w:tc>
        <w:tc>
          <w:tcPr>
            <w:tcW w:w="3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398C8B0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3180</w:t>
            </w:r>
          </w:p>
        </w:tc>
        <w:tc>
          <w:tcPr>
            <w:tcW w:w="16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5FBF0115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 </w:t>
            </w:r>
          </w:p>
        </w:tc>
        <w:tc>
          <w:tcPr>
            <w:tcW w:w="12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3D996589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292,21</w:t>
            </w:r>
          </w:p>
        </w:tc>
        <w:tc>
          <w:tcPr>
            <w:tcW w:w="38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40D9099E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3180</w:t>
            </w:r>
          </w:p>
        </w:tc>
        <w:tc>
          <w:tcPr>
            <w:tcW w:w="162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6152CBDC" w14:textId="77777777" w:rsidR="009A15AA" w:rsidRPr="009A15AA" w:rsidRDefault="009A15AA" w:rsidP="009A15A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 </w:t>
            </w:r>
          </w:p>
        </w:tc>
        <w:tc>
          <w:tcPr>
            <w:tcW w:w="1231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000000" w:fill="B8B7BF"/>
            <w:noWrap/>
            <w:vAlign w:val="bottom"/>
            <w:hideMark/>
          </w:tcPr>
          <w:p w14:paraId="4063B27B" w14:textId="77777777" w:rsidR="009A15AA" w:rsidRPr="009A15AA" w:rsidRDefault="009A15AA" w:rsidP="009A15A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</w:pPr>
            <w:r w:rsidRPr="009A15AA">
              <w:rPr>
                <w:rFonts w:ascii="Calibri" w:eastAsia="Times New Roman" w:hAnsi="Calibri" w:cs="Calibri"/>
                <w:b/>
                <w:bCs/>
                <w:color w:val="000080"/>
                <w:szCs w:val="22"/>
              </w:rPr>
              <w:t>122,74</w:t>
            </w:r>
          </w:p>
        </w:tc>
      </w:tr>
    </w:tbl>
    <w:p w14:paraId="63109551" w14:textId="4AB9E1E4" w:rsidR="00337610" w:rsidRPr="00ED0D6F" w:rsidRDefault="00337610" w:rsidP="00337610">
      <w:pPr>
        <w:rPr>
          <w:rFonts w:ascii="Times New Roman" w:hAnsi="Times New Roman"/>
          <w:sz w:val="24"/>
          <w:szCs w:val="24"/>
        </w:rPr>
      </w:pPr>
    </w:p>
    <w:p w14:paraId="0E3D35F2" w14:textId="703E6ED9" w:rsidR="00337610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bookmarkStart w:id="3" w:name="_Hlk77067925"/>
      <w:r w:rsidRPr="00ED0D6F">
        <w:rPr>
          <w:rFonts w:ascii="Times New Roman" w:hAnsi="Times New Roman"/>
          <w:sz w:val="24"/>
          <w:szCs w:val="24"/>
        </w:rPr>
        <w:t xml:space="preserve">Do modernizacji zakwalifikowano </w:t>
      </w:r>
      <w:r w:rsidR="00152C23">
        <w:rPr>
          <w:rFonts w:ascii="Times New Roman" w:hAnsi="Times New Roman"/>
          <w:sz w:val="24"/>
          <w:szCs w:val="24"/>
        </w:rPr>
        <w:t>233</w:t>
      </w:r>
      <w:r w:rsidR="00AD7E09">
        <w:rPr>
          <w:rFonts w:ascii="Times New Roman" w:hAnsi="Times New Roman"/>
          <w:sz w:val="24"/>
          <w:szCs w:val="24"/>
        </w:rPr>
        <w:t>7</w:t>
      </w:r>
      <w:r w:rsidR="00512D48">
        <w:rPr>
          <w:rFonts w:ascii="Times New Roman" w:hAnsi="Times New Roman"/>
          <w:sz w:val="24"/>
          <w:szCs w:val="24"/>
        </w:rPr>
        <w:t xml:space="preserve"> </w:t>
      </w:r>
      <w:r w:rsidRPr="00ED0D6F">
        <w:rPr>
          <w:rFonts w:ascii="Times New Roman" w:hAnsi="Times New Roman"/>
          <w:sz w:val="24"/>
          <w:szCs w:val="24"/>
        </w:rPr>
        <w:t>istniejącyc</w:t>
      </w:r>
      <w:r>
        <w:rPr>
          <w:rFonts w:ascii="Times New Roman" w:hAnsi="Times New Roman"/>
          <w:sz w:val="24"/>
          <w:szCs w:val="24"/>
        </w:rPr>
        <w:t>h</w:t>
      </w:r>
      <w:r w:rsidR="00F42E3C">
        <w:rPr>
          <w:rFonts w:ascii="Times New Roman" w:hAnsi="Times New Roman"/>
          <w:sz w:val="24"/>
          <w:szCs w:val="24"/>
        </w:rPr>
        <w:t xml:space="preserve"> opraw</w:t>
      </w:r>
      <w:r>
        <w:rPr>
          <w:rFonts w:ascii="Times New Roman" w:hAnsi="Times New Roman"/>
          <w:sz w:val="24"/>
          <w:szCs w:val="24"/>
        </w:rPr>
        <w:t xml:space="preserve"> na liniach</w:t>
      </w:r>
      <w:r w:rsidR="00F42E3C">
        <w:rPr>
          <w:rFonts w:ascii="Times New Roman" w:hAnsi="Times New Roman"/>
          <w:sz w:val="24"/>
          <w:szCs w:val="24"/>
        </w:rPr>
        <w:t xml:space="preserve"> NN</w:t>
      </w:r>
      <w:r>
        <w:rPr>
          <w:rFonts w:ascii="Times New Roman" w:hAnsi="Times New Roman"/>
          <w:sz w:val="24"/>
          <w:szCs w:val="24"/>
        </w:rPr>
        <w:t>.</w:t>
      </w:r>
    </w:p>
    <w:p w14:paraId="5D4B3F82" w14:textId="6DFF159C" w:rsidR="00337610" w:rsidRPr="00A16C4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Modernizacja przewiduje wymianę </w:t>
      </w:r>
      <w:r w:rsidR="00152C23">
        <w:rPr>
          <w:rFonts w:ascii="Times New Roman" w:hAnsi="Times New Roman"/>
          <w:sz w:val="24"/>
          <w:szCs w:val="24"/>
        </w:rPr>
        <w:t>398</w:t>
      </w:r>
      <w:r>
        <w:rPr>
          <w:rFonts w:ascii="Times New Roman" w:hAnsi="Times New Roman"/>
          <w:sz w:val="24"/>
          <w:szCs w:val="24"/>
        </w:rPr>
        <w:t xml:space="preserve"> wysięgników, zgodnie z uzyskanymi warunkami na podstawie wniosku złożonego przez </w:t>
      </w:r>
      <w:r w:rsidR="00152C23">
        <w:rPr>
          <w:rFonts w:ascii="Times New Roman" w:hAnsi="Times New Roman"/>
          <w:sz w:val="24"/>
          <w:szCs w:val="24"/>
        </w:rPr>
        <w:t>Gmin</w:t>
      </w:r>
      <w:r w:rsidR="0013664A">
        <w:rPr>
          <w:rFonts w:ascii="Times New Roman" w:hAnsi="Times New Roman"/>
          <w:sz w:val="24"/>
          <w:szCs w:val="24"/>
        </w:rPr>
        <w:t>ę</w:t>
      </w:r>
      <w:r w:rsidR="00152C23">
        <w:rPr>
          <w:rFonts w:ascii="Times New Roman" w:hAnsi="Times New Roman"/>
          <w:sz w:val="24"/>
          <w:szCs w:val="24"/>
        </w:rPr>
        <w:t xml:space="preserve"> </w:t>
      </w:r>
      <w:r w:rsidR="0013664A">
        <w:rPr>
          <w:rFonts w:ascii="Times New Roman" w:hAnsi="Times New Roman"/>
          <w:sz w:val="24"/>
          <w:szCs w:val="24"/>
        </w:rPr>
        <w:t>Strzegom</w:t>
      </w:r>
      <w:r>
        <w:rPr>
          <w:rFonts w:ascii="Times New Roman" w:hAnsi="Times New Roman"/>
          <w:sz w:val="24"/>
          <w:szCs w:val="24"/>
        </w:rPr>
        <w:t xml:space="preserve">. </w:t>
      </w:r>
    </w:p>
    <w:bookmarkEnd w:id="3"/>
    <w:p w14:paraId="2AD039B7" w14:textId="3AA31964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lastRenderedPageBreak/>
        <w:t xml:space="preserve">Moc rzeczywista (przy uwzględnieniu strat mocy na układzie zapłonowym i stateczniku) opraw  </w:t>
      </w:r>
      <w:r>
        <w:rPr>
          <w:rFonts w:ascii="Times New Roman" w:hAnsi="Times New Roman"/>
          <w:sz w:val="24"/>
          <w:szCs w:val="24"/>
        </w:rPr>
        <w:t>istniejących,</w:t>
      </w:r>
      <w:r w:rsidRPr="00ED0D6F">
        <w:rPr>
          <w:rFonts w:ascii="Times New Roman" w:hAnsi="Times New Roman"/>
          <w:sz w:val="24"/>
          <w:szCs w:val="24"/>
        </w:rPr>
        <w:t xml:space="preserve"> zainstalowanych obecnie na terenie </w:t>
      </w:r>
      <w:r w:rsidR="00152C23">
        <w:rPr>
          <w:rFonts w:ascii="Times New Roman" w:hAnsi="Times New Roman"/>
          <w:sz w:val="24"/>
          <w:szCs w:val="24"/>
        </w:rPr>
        <w:t>giny</w:t>
      </w:r>
      <w:r w:rsidR="009758A2">
        <w:rPr>
          <w:rFonts w:ascii="Times New Roman" w:hAnsi="Times New Roman"/>
          <w:sz w:val="24"/>
          <w:szCs w:val="24"/>
        </w:rPr>
        <w:t xml:space="preserve"> przeznaczonych do modernizacji</w:t>
      </w:r>
      <w:r w:rsidRPr="00ED0D6F">
        <w:rPr>
          <w:rFonts w:ascii="Times New Roman" w:hAnsi="Times New Roman"/>
          <w:sz w:val="24"/>
          <w:szCs w:val="24"/>
        </w:rPr>
        <w:t xml:space="preserve">, wynosi ok. </w:t>
      </w:r>
      <w:r w:rsidR="00152C23">
        <w:rPr>
          <w:rFonts w:ascii="Times New Roman" w:hAnsi="Times New Roman"/>
          <w:sz w:val="24"/>
          <w:szCs w:val="24"/>
        </w:rPr>
        <w:t>292,21</w:t>
      </w:r>
      <w:r w:rsidRPr="00ED0D6F">
        <w:rPr>
          <w:rFonts w:ascii="Times New Roman" w:hAnsi="Times New Roman"/>
          <w:sz w:val="24"/>
          <w:szCs w:val="24"/>
        </w:rPr>
        <w:t> </w:t>
      </w:r>
      <w:proofErr w:type="spellStart"/>
      <w:r w:rsidRPr="00ED0D6F">
        <w:rPr>
          <w:rFonts w:ascii="Times New Roman" w:hAnsi="Times New Roman"/>
          <w:sz w:val="24"/>
          <w:szCs w:val="24"/>
        </w:rPr>
        <w:t>kW.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Po przebudowie systemu oświetleniowego moc zostanie zmniejszona do </w:t>
      </w:r>
      <w:r w:rsidR="00152C23">
        <w:rPr>
          <w:rFonts w:ascii="Times New Roman" w:hAnsi="Times New Roman"/>
          <w:sz w:val="24"/>
          <w:szCs w:val="24"/>
        </w:rPr>
        <w:t>12</w:t>
      </w:r>
      <w:r w:rsidR="009A15AA">
        <w:rPr>
          <w:rFonts w:ascii="Times New Roman" w:hAnsi="Times New Roman"/>
          <w:sz w:val="24"/>
          <w:szCs w:val="24"/>
        </w:rPr>
        <w:t>2,74</w:t>
      </w:r>
      <w:r w:rsidR="00152C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0D6F">
        <w:rPr>
          <w:rFonts w:ascii="Times New Roman" w:hAnsi="Times New Roman"/>
          <w:sz w:val="24"/>
          <w:szCs w:val="24"/>
        </w:rPr>
        <w:t>kW.</w:t>
      </w:r>
      <w:proofErr w:type="spellEnd"/>
      <w:r>
        <w:rPr>
          <w:rFonts w:ascii="Times New Roman" w:hAnsi="Times New Roman"/>
          <w:sz w:val="24"/>
          <w:szCs w:val="24"/>
        </w:rPr>
        <w:t xml:space="preserve"> ( bez redukcji mocy ) </w:t>
      </w:r>
    </w:p>
    <w:p w14:paraId="1142F301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sz w:val="24"/>
          <w:szCs w:val="24"/>
        </w:rPr>
        <w:t>Drogi</w:t>
      </w:r>
      <w:r w:rsidRPr="00ED0D6F">
        <w:rPr>
          <w:rFonts w:ascii="Times New Roman" w:hAnsi="Times New Roman"/>
          <w:sz w:val="24"/>
          <w:szCs w:val="24"/>
        </w:rPr>
        <w:t xml:space="preserve">: klasy oświetleniowe oświetlanych dróg dobrane zostały zgodnie z zasadami „Warunków technicznych” określonych w Rozporządzeniu Ministra Transportu i Gospodarki Morskiej </w:t>
      </w:r>
      <w:r>
        <w:rPr>
          <w:rFonts w:ascii="Times New Roman" w:hAnsi="Times New Roman"/>
          <w:sz w:val="24"/>
          <w:szCs w:val="24"/>
        </w:rPr>
        <w:t>.</w:t>
      </w:r>
    </w:p>
    <w:p w14:paraId="507138D1" w14:textId="77777777" w:rsidR="00337610" w:rsidRPr="00ED0D6F" w:rsidRDefault="00337610" w:rsidP="003376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W celu oszacowania i wyceny zakresu robót, oraz wykonania projektu zaleca się kierowanie dodatkowo:  </w:t>
      </w:r>
    </w:p>
    <w:p w14:paraId="229D8065" w14:textId="77777777" w:rsidR="00337610" w:rsidRPr="00ED0D6F" w:rsidRDefault="00337610" w:rsidP="00CC2B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wynikami szczegółowych wizji terenowych i inwentaryzacji własnych, </w:t>
      </w:r>
    </w:p>
    <w:p w14:paraId="0F536DB3" w14:textId="77777777" w:rsidR="00337610" w:rsidRPr="00ED0D6F" w:rsidRDefault="00337610" w:rsidP="00CC2B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wynikami badan i pomiarów własnych,</w:t>
      </w:r>
    </w:p>
    <w:p w14:paraId="0EA418B0" w14:textId="77777777" w:rsidR="00337610" w:rsidRPr="00ED0D6F" w:rsidRDefault="00337610" w:rsidP="00CC2B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wynikami opracowań własnych</w:t>
      </w:r>
    </w:p>
    <w:p w14:paraId="7C7B27E6" w14:textId="1EF2DC61" w:rsidR="00BB4880" w:rsidRPr="000B13CC" w:rsidRDefault="00337610" w:rsidP="000B13C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treścią opracowań stanowiących załączniki do niniejszego projektu,</w:t>
      </w:r>
    </w:p>
    <w:p w14:paraId="532AE21C" w14:textId="77777777" w:rsidR="00337610" w:rsidRPr="00ED0D6F" w:rsidRDefault="00337610" w:rsidP="00337610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sz w:val="24"/>
          <w:szCs w:val="24"/>
        </w:rPr>
      </w:pPr>
      <w:r w:rsidRPr="00ED0D6F">
        <w:rPr>
          <w:rFonts w:ascii="Times New Roman" w:hAnsi="Times New Roman"/>
          <w:b/>
          <w:sz w:val="24"/>
          <w:szCs w:val="24"/>
        </w:rPr>
        <w:t>4.1.2. Strefy ochronne</w:t>
      </w:r>
    </w:p>
    <w:p w14:paraId="2F311EAB" w14:textId="61D68598" w:rsidR="00337610" w:rsidRPr="00ED0D6F" w:rsidRDefault="00337610" w:rsidP="009A15AA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Teren inwestycy</w:t>
      </w:r>
      <w:r w:rsidR="00665E1B">
        <w:rPr>
          <w:rFonts w:ascii="Times New Roman" w:hAnsi="Times New Roman"/>
          <w:sz w:val="24"/>
          <w:szCs w:val="24"/>
        </w:rPr>
        <w:t xml:space="preserve">jny zawiera strefę wpisaną jako historyczny układ urbanistyczny. Dokumentacja w uzgodnieniu z Zamawiający określa tę strefę jako Strefa A. Dotyczy to Plantów Strzegomskich oraz obręb ścisłego centrum miasta Strzegom. </w:t>
      </w:r>
      <w:r w:rsidR="009A15AA">
        <w:rPr>
          <w:rFonts w:ascii="Times New Roman" w:hAnsi="Times New Roman"/>
          <w:sz w:val="24"/>
          <w:szCs w:val="24"/>
        </w:rPr>
        <w:t>Oprawy w tej strefie winny odpowiadać wymagania z zakresu proponowanego kształtu oraz formy. Dodatkowo oprawy winne posiadać RAL 9005 oraz temperaturę barwową w zakresie 2200K-2700K</w:t>
      </w:r>
    </w:p>
    <w:p w14:paraId="0A725F70" w14:textId="77777777" w:rsidR="00337610" w:rsidRPr="00ED0D6F" w:rsidRDefault="00337610" w:rsidP="00337610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sz w:val="24"/>
          <w:szCs w:val="24"/>
        </w:rPr>
      </w:pPr>
      <w:r w:rsidRPr="00ED0D6F">
        <w:rPr>
          <w:rFonts w:ascii="Times New Roman" w:hAnsi="Times New Roman"/>
          <w:b/>
          <w:sz w:val="24"/>
          <w:szCs w:val="24"/>
        </w:rPr>
        <w:t>4.1.3. Dokumentacja Zamawiającego</w:t>
      </w:r>
    </w:p>
    <w:p w14:paraId="60C412F1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Zamawiający posiada niżej wymieniona dokumentację:</w:t>
      </w:r>
    </w:p>
    <w:p w14:paraId="5D179DC9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6399"/>
        <w:gridCol w:w="2119"/>
      </w:tblGrid>
      <w:tr w:rsidR="00337610" w:rsidRPr="00ED0D6F" w14:paraId="24330631" w14:textId="77777777" w:rsidTr="009155C3">
        <w:tc>
          <w:tcPr>
            <w:tcW w:w="543" w:type="dxa"/>
          </w:tcPr>
          <w:p w14:paraId="6E0D19FC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639" w:type="dxa"/>
          </w:tcPr>
          <w:p w14:paraId="07AABCF4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Nazwa dokumentu</w:t>
            </w:r>
          </w:p>
        </w:tc>
        <w:tc>
          <w:tcPr>
            <w:tcW w:w="2164" w:type="dxa"/>
          </w:tcPr>
          <w:p w14:paraId="3C1F9F67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Zawartość</w:t>
            </w:r>
          </w:p>
        </w:tc>
      </w:tr>
      <w:tr w:rsidR="00337610" w:rsidRPr="00ED0D6F" w14:paraId="784BB9C4" w14:textId="77777777" w:rsidTr="009155C3">
        <w:tc>
          <w:tcPr>
            <w:tcW w:w="543" w:type="dxa"/>
          </w:tcPr>
          <w:p w14:paraId="54813C1F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39" w:type="dxa"/>
          </w:tcPr>
          <w:p w14:paraId="7CEC658C" w14:textId="51BD4664" w:rsidR="00337610" w:rsidRPr="00ED0D6F" w:rsidRDefault="00665E1B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Dokumentacja Techniczna</w:t>
            </w:r>
          </w:p>
        </w:tc>
        <w:tc>
          <w:tcPr>
            <w:tcW w:w="2164" w:type="dxa"/>
          </w:tcPr>
          <w:p w14:paraId="1400A878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Załącznik nr 1</w:t>
            </w:r>
          </w:p>
        </w:tc>
      </w:tr>
      <w:tr w:rsidR="00337610" w:rsidRPr="00ED0D6F" w14:paraId="33381F76" w14:textId="77777777" w:rsidTr="009155C3">
        <w:tc>
          <w:tcPr>
            <w:tcW w:w="543" w:type="dxa"/>
          </w:tcPr>
          <w:p w14:paraId="0C227A8F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39" w:type="dxa"/>
          </w:tcPr>
          <w:p w14:paraId="21C47839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color w:val="000000"/>
                <w:sz w:val="24"/>
                <w:szCs w:val="24"/>
              </w:rPr>
              <w:t>Zestawienie Projektowe</w:t>
            </w:r>
          </w:p>
        </w:tc>
        <w:tc>
          <w:tcPr>
            <w:tcW w:w="2164" w:type="dxa"/>
          </w:tcPr>
          <w:p w14:paraId="0944E5FF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Załącznik nr 2</w:t>
            </w:r>
          </w:p>
        </w:tc>
      </w:tr>
      <w:tr w:rsidR="00337610" w:rsidRPr="00ED0D6F" w14:paraId="2E9BE7C7" w14:textId="77777777" w:rsidTr="009155C3">
        <w:tc>
          <w:tcPr>
            <w:tcW w:w="543" w:type="dxa"/>
          </w:tcPr>
          <w:p w14:paraId="0B1BB1B6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39" w:type="dxa"/>
          </w:tcPr>
          <w:p w14:paraId="407D3D4D" w14:textId="32495CFF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Przedmiar robót</w:t>
            </w:r>
            <w:r w:rsidR="00665E1B">
              <w:rPr>
                <w:rFonts w:ascii="Times New Roman" w:hAnsi="Times New Roman"/>
                <w:sz w:val="24"/>
                <w:szCs w:val="24"/>
              </w:rPr>
              <w:t xml:space="preserve"> – stanowiący element pomocniczy</w:t>
            </w:r>
          </w:p>
        </w:tc>
        <w:tc>
          <w:tcPr>
            <w:tcW w:w="2164" w:type="dxa"/>
          </w:tcPr>
          <w:p w14:paraId="1FA596EE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Załącznik nr 3</w:t>
            </w:r>
          </w:p>
        </w:tc>
      </w:tr>
      <w:tr w:rsidR="00337610" w:rsidRPr="00ED0D6F" w14:paraId="705559EF" w14:textId="77777777" w:rsidTr="009155C3">
        <w:tc>
          <w:tcPr>
            <w:tcW w:w="543" w:type="dxa"/>
          </w:tcPr>
          <w:p w14:paraId="2E17836D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39" w:type="dxa"/>
          </w:tcPr>
          <w:p w14:paraId="5719C709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 xml:space="preserve">Obliczenia fotometryczne dróg </w:t>
            </w:r>
          </w:p>
        </w:tc>
        <w:tc>
          <w:tcPr>
            <w:tcW w:w="2164" w:type="dxa"/>
          </w:tcPr>
          <w:p w14:paraId="12F58754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0D6F">
              <w:rPr>
                <w:rFonts w:ascii="Times New Roman" w:hAnsi="Times New Roman"/>
                <w:sz w:val="24"/>
                <w:szCs w:val="24"/>
              </w:rPr>
              <w:t>Załącznik nr 4</w:t>
            </w:r>
          </w:p>
        </w:tc>
      </w:tr>
    </w:tbl>
    <w:p w14:paraId="15681D6A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563D1B16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4.2. Szczegółowe wła</w:t>
      </w:r>
      <w:r w:rsidRPr="00ED0D6F">
        <w:rPr>
          <w:rFonts w:ascii="Times New Roman" w:hAnsi="Times New Roman"/>
          <w:b/>
          <w:color w:val="000000"/>
          <w:sz w:val="24"/>
          <w:szCs w:val="24"/>
        </w:rPr>
        <w:t>ś</w:t>
      </w: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ciwo</w:t>
      </w:r>
      <w:r w:rsidRPr="00ED0D6F">
        <w:rPr>
          <w:rFonts w:ascii="Times New Roman" w:hAnsi="Times New Roman"/>
          <w:b/>
          <w:color w:val="000000"/>
          <w:sz w:val="24"/>
          <w:szCs w:val="24"/>
        </w:rPr>
        <w:t>ś</w:t>
      </w: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ci funkcjonalno-u</w:t>
      </w:r>
      <w:r w:rsidRPr="00ED0D6F">
        <w:rPr>
          <w:rFonts w:ascii="Times New Roman" w:hAnsi="Times New Roman"/>
          <w:b/>
          <w:color w:val="000000"/>
          <w:sz w:val="24"/>
          <w:szCs w:val="24"/>
        </w:rPr>
        <w:t>ż</w:t>
      </w:r>
      <w:r w:rsidRPr="00ED0D6F">
        <w:rPr>
          <w:rFonts w:ascii="Times New Roman" w:hAnsi="Times New Roman"/>
          <w:b/>
          <w:bCs/>
          <w:color w:val="000000"/>
          <w:sz w:val="24"/>
          <w:szCs w:val="24"/>
        </w:rPr>
        <w:t>ytkowe.</w:t>
      </w:r>
    </w:p>
    <w:p w14:paraId="014501F3" w14:textId="77777777" w:rsidR="00337610" w:rsidRPr="00ED0D6F" w:rsidRDefault="00337610" w:rsidP="00337610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4.2.1. Zasilanie w energie elektryczną</w:t>
      </w:r>
    </w:p>
    <w:p w14:paraId="4F686A6B" w14:textId="3BA0C2F3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Zasilanie w energię elektryczną dla systemu oświetleniowego dróg o łącznej mocy </w:t>
      </w:r>
      <w:r w:rsidR="00152C23">
        <w:rPr>
          <w:rFonts w:ascii="Times New Roman" w:hAnsi="Times New Roman"/>
          <w:sz w:val="24"/>
          <w:szCs w:val="24"/>
        </w:rPr>
        <w:t>300</w:t>
      </w:r>
      <w:r w:rsidRPr="00ED0D6F">
        <w:rPr>
          <w:rFonts w:ascii="Times New Roman" w:hAnsi="Times New Roman"/>
          <w:sz w:val="24"/>
          <w:szCs w:val="24"/>
        </w:rPr>
        <w:t>,00 kVA o napięciu 230 V.</w:t>
      </w:r>
    </w:p>
    <w:p w14:paraId="73C76BFA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44864AB5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ED0D6F">
        <w:rPr>
          <w:rFonts w:ascii="Times New Roman" w:hAnsi="Times New Roman"/>
          <w:b/>
          <w:sz w:val="24"/>
          <w:szCs w:val="24"/>
        </w:rPr>
        <w:t xml:space="preserve">4.2.2.  Wymagania co do zastosowania sprzętu oświetleniowego : </w:t>
      </w:r>
    </w:p>
    <w:p w14:paraId="6EECE961" w14:textId="77777777" w:rsidR="00337610" w:rsidRPr="00ED0D6F" w:rsidRDefault="00337610" w:rsidP="00337610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14:paraId="11C21019" w14:textId="77777777" w:rsidR="00337610" w:rsidRPr="00ED0D6F" w:rsidRDefault="00337610" w:rsidP="00337610">
      <w:pPr>
        <w:tabs>
          <w:tab w:val="left" w:pos="284"/>
        </w:tabs>
        <w:autoSpaceDE w:val="0"/>
        <w:autoSpaceDN w:val="0"/>
        <w:adjustRightInd w:val="0"/>
        <w:spacing w:before="20" w:after="20"/>
        <w:ind w:left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Zadaniu podlega :</w:t>
      </w:r>
    </w:p>
    <w:p w14:paraId="54932CEE" w14:textId="6673C5F0" w:rsidR="00337610" w:rsidRPr="000B13CC" w:rsidRDefault="00337610" w:rsidP="00152C23">
      <w:pPr>
        <w:pStyle w:val="Akapitzlist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before="20" w:after="20"/>
        <w:jc w:val="both"/>
        <w:rPr>
          <w:rFonts w:ascii="Times New Roman" w:hAnsi="Times New Roman"/>
          <w:sz w:val="24"/>
          <w:szCs w:val="24"/>
        </w:rPr>
      </w:pPr>
      <w:r w:rsidRPr="000B13CC">
        <w:rPr>
          <w:rFonts w:ascii="Times New Roman" w:hAnsi="Times New Roman"/>
          <w:sz w:val="24"/>
          <w:szCs w:val="24"/>
        </w:rPr>
        <w:t xml:space="preserve">Wymiana opraw i źródeł światła zgodnie z doborem oraz dokumentacją przebudowy oświetlenia w ilości </w:t>
      </w:r>
      <w:r w:rsidR="00152C23" w:rsidRPr="000B13CC">
        <w:rPr>
          <w:rFonts w:ascii="Times New Roman" w:hAnsi="Times New Roman"/>
          <w:b/>
          <w:bCs/>
          <w:sz w:val="24"/>
          <w:szCs w:val="24"/>
        </w:rPr>
        <w:t>233</w:t>
      </w:r>
      <w:r w:rsidR="00AD7E09" w:rsidRPr="000B13CC">
        <w:rPr>
          <w:rFonts w:ascii="Times New Roman" w:hAnsi="Times New Roman"/>
          <w:b/>
          <w:bCs/>
          <w:sz w:val="24"/>
          <w:szCs w:val="24"/>
        </w:rPr>
        <w:t>7</w:t>
      </w:r>
      <w:r w:rsidRPr="000B13CC">
        <w:rPr>
          <w:rFonts w:ascii="Times New Roman" w:hAnsi="Times New Roman"/>
          <w:b/>
          <w:bCs/>
          <w:sz w:val="24"/>
          <w:szCs w:val="24"/>
        </w:rPr>
        <w:t xml:space="preserve">  </w:t>
      </w:r>
      <w:proofErr w:type="spellStart"/>
      <w:r w:rsidRPr="000B13CC">
        <w:rPr>
          <w:rFonts w:ascii="Times New Roman" w:hAnsi="Times New Roman"/>
          <w:sz w:val="24"/>
          <w:szCs w:val="24"/>
        </w:rPr>
        <w:t>szt</w:t>
      </w:r>
      <w:proofErr w:type="spellEnd"/>
      <w:r w:rsidRPr="000B13CC">
        <w:rPr>
          <w:rFonts w:ascii="Times New Roman" w:hAnsi="Times New Roman"/>
          <w:sz w:val="24"/>
          <w:szCs w:val="24"/>
        </w:rPr>
        <w:t>, z podziałem na:</w:t>
      </w:r>
    </w:p>
    <w:p w14:paraId="2D2F8911" w14:textId="46808E24" w:rsidR="00337610" w:rsidRPr="000B13CC" w:rsidRDefault="00337610" w:rsidP="00CC2B43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 w:themeShade="80"/>
          <w:sz w:val="24"/>
          <w:szCs w:val="24"/>
        </w:rPr>
      </w:pPr>
      <w:r w:rsidRPr="000B13CC">
        <w:rPr>
          <w:color w:val="000000" w:themeColor="text1" w:themeShade="80"/>
          <w:sz w:val="24"/>
          <w:szCs w:val="24"/>
        </w:rPr>
        <w:t xml:space="preserve">Uruchomienie systemu </w:t>
      </w:r>
      <w:r w:rsidR="00AD7E09" w:rsidRPr="000B13CC">
        <w:rPr>
          <w:color w:val="000000" w:themeColor="text1" w:themeShade="80"/>
          <w:sz w:val="24"/>
          <w:szCs w:val="24"/>
        </w:rPr>
        <w:t>sterowania</w:t>
      </w:r>
      <w:r w:rsidRPr="000B13CC">
        <w:rPr>
          <w:color w:val="000000" w:themeColor="text1" w:themeShade="80"/>
          <w:sz w:val="24"/>
          <w:szCs w:val="24"/>
        </w:rPr>
        <w:t xml:space="preserve"> w oprawach – szt. </w:t>
      </w:r>
      <w:r w:rsidR="00152C23" w:rsidRPr="000B13CC">
        <w:rPr>
          <w:color w:val="000000" w:themeColor="text1" w:themeShade="80"/>
          <w:sz w:val="24"/>
          <w:szCs w:val="24"/>
        </w:rPr>
        <w:t>233</w:t>
      </w:r>
      <w:r w:rsidR="00AD7E09" w:rsidRPr="000B13CC">
        <w:rPr>
          <w:color w:val="000000" w:themeColor="text1" w:themeShade="80"/>
          <w:sz w:val="24"/>
          <w:szCs w:val="24"/>
        </w:rPr>
        <w:t>7</w:t>
      </w:r>
      <w:r w:rsidRPr="000B13CC">
        <w:rPr>
          <w:color w:val="000000" w:themeColor="text1" w:themeShade="80"/>
          <w:sz w:val="24"/>
          <w:szCs w:val="24"/>
        </w:rPr>
        <w:t xml:space="preserve"> </w:t>
      </w:r>
      <w:proofErr w:type="spellStart"/>
      <w:r w:rsidRPr="000B13CC">
        <w:rPr>
          <w:color w:val="000000" w:themeColor="text1" w:themeShade="80"/>
          <w:sz w:val="24"/>
          <w:szCs w:val="24"/>
        </w:rPr>
        <w:t>szt</w:t>
      </w:r>
      <w:proofErr w:type="spellEnd"/>
    </w:p>
    <w:p w14:paraId="13AA2C84" w14:textId="144EEF09" w:rsidR="00337610" w:rsidRPr="000B13CC" w:rsidRDefault="00337610" w:rsidP="00CC2B43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 xml:space="preserve">Wymiana wysięgników  - </w:t>
      </w:r>
      <w:r w:rsidR="00152C23" w:rsidRPr="000B13CC">
        <w:rPr>
          <w:color w:val="000000" w:themeColor="text1"/>
          <w:sz w:val="24"/>
          <w:szCs w:val="24"/>
        </w:rPr>
        <w:t>398</w:t>
      </w:r>
      <w:r w:rsidRPr="000B13CC">
        <w:rPr>
          <w:color w:val="000000" w:themeColor="text1"/>
          <w:sz w:val="24"/>
          <w:szCs w:val="24"/>
        </w:rPr>
        <w:t xml:space="preserve"> </w:t>
      </w:r>
      <w:proofErr w:type="spellStart"/>
      <w:r w:rsidRPr="000B13CC">
        <w:rPr>
          <w:color w:val="000000" w:themeColor="text1"/>
          <w:sz w:val="24"/>
          <w:szCs w:val="24"/>
        </w:rPr>
        <w:t>szt</w:t>
      </w:r>
      <w:proofErr w:type="spellEnd"/>
      <w:r w:rsidR="009758A2" w:rsidRPr="000B13CC">
        <w:rPr>
          <w:color w:val="000000" w:themeColor="text1"/>
          <w:sz w:val="24"/>
          <w:szCs w:val="24"/>
        </w:rPr>
        <w:t xml:space="preserve"> wraz z wyniesieniem </w:t>
      </w:r>
      <w:r w:rsidR="00152C23" w:rsidRPr="000B13CC">
        <w:rPr>
          <w:color w:val="000000" w:themeColor="text1"/>
          <w:sz w:val="24"/>
          <w:szCs w:val="24"/>
        </w:rPr>
        <w:t>73</w:t>
      </w:r>
      <w:r w:rsidR="009758A2" w:rsidRPr="000B13CC">
        <w:rPr>
          <w:color w:val="000000" w:themeColor="text1"/>
          <w:sz w:val="24"/>
          <w:szCs w:val="24"/>
        </w:rPr>
        <w:t>szt</w:t>
      </w:r>
    </w:p>
    <w:p w14:paraId="777A989B" w14:textId="02EE9ADD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 xml:space="preserve">Wymiana przewodów w słupach linii kablowej  </w:t>
      </w:r>
    </w:p>
    <w:p w14:paraId="353D6F71" w14:textId="3A5E6FD8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lastRenderedPageBreak/>
        <w:t xml:space="preserve">Wymiana złącz w słupach linii kablowej  </w:t>
      </w:r>
    </w:p>
    <w:p w14:paraId="10E902B8" w14:textId="53F59173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 xml:space="preserve">Wymiana przewodów w wysięgnikach linii napowietrznej </w:t>
      </w:r>
    </w:p>
    <w:p w14:paraId="5619F6F4" w14:textId="0ED9DCC5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 xml:space="preserve">Wymiana zabezpieczeń i zacisków na liniach napowietrznych  </w:t>
      </w:r>
    </w:p>
    <w:p w14:paraId="3D23CBA1" w14:textId="77777777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>Utylizacja zdemontowanego osprzętu</w:t>
      </w:r>
    </w:p>
    <w:p w14:paraId="2147A2ED" w14:textId="56F72BEF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>Szkolenie z zakresu systemu sterowani</w:t>
      </w:r>
      <w:r w:rsidR="000542CD" w:rsidRPr="000B13CC">
        <w:rPr>
          <w:color w:val="000000" w:themeColor="text1"/>
          <w:sz w:val="24"/>
          <w:szCs w:val="24"/>
        </w:rPr>
        <w:t>a</w:t>
      </w:r>
    </w:p>
    <w:p w14:paraId="4E299DE5" w14:textId="5B77CD9D" w:rsidR="00F42E3C" w:rsidRPr="000B13CC" w:rsidRDefault="00F42E3C" w:rsidP="00F42E3C">
      <w:pPr>
        <w:pStyle w:val="Tekstblokowy"/>
        <w:numPr>
          <w:ilvl w:val="0"/>
          <w:numId w:val="9"/>
        </w:numPr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right="74"/>
        <w:rPr>
          <w:color w:val="000000" w:themeColor="text1"/>
          <w:sz w:val="24"/>
          <w:szCs w:val="24"/>
        </w:rPr>
      </w:pPr>
      <w:r w:rsidRPr="000B13CC">
        <w:rPr>
          <w:color w:val="000000" w:themeColor="text1"/>
          <w:sz w:val="24"/>
          <w:szCs w:val="24"/>
        </w:rPr>
        <w:t xml:space="preserve">Dokumentacja powykonawcza  </w:t>
      </w:r>
    </w:p>
    <w:p w14:paraId="6CA0F358" w14:textId="4E11208E" w:rsidR="00337610" w:rsidRPr="009758A2" w:rsidRDefault="00337610" w:rsidP="00152C23">
      <w:pPr>
        <w:pStyle w:val="Tekstblokowy"/>
        <w:pBdr>
          <w:top w:val="none" w:sz="0" w:space="0" w:color="auto"/>
          <w:bottom w:val="none" w:sz="0" w:space="0" w:color="auto"/>
        </w:pBdr>
        <w:tabs>
          <w:tab w:val="left" w:pos="-1985"/>
          <w:tab w:val="left" w:pos="284"/>
          <w:tab w:val="left" w:pos="420"/>
        </w:tabs>
        <w:spacing w:before="20" w:after="20" w:line="278" w:lineRule="exact"/>
        <w:ind w:left="644" w:right="74"/>
        <w:rPr>
          <w:color w:val="000000" w:themeColor="text1"/>
        </w:rPr>
      </w:pPr>
    </w:p>
    <w:p w14:paraId="26020B76" w14:textId="77777777" w:rsidR="00C75F7B" w:rsidRDefault="00C75F7B" w:rsidP="009756D2">
      <w:pPr>
        <w:pStyle w:val="Tekstblokowy"/>
        <w:tabs>
          <w:tab w:val="left" w:pos="-1985"/>
          <w:tab w:val="left" w:pos="284"/>
          <w:tab w:val="left" w:pos="420"/>
        </w:tabs>
        <w:spacing w:before="20" w:after="20"/>
        <w:ind w:left="0" w:right="74"/>
        <w:rPr>
          <w:color w:val="000000" w:themeColor="text1" w:themeShade="80"/>
        </w:rPr>
      </w:pPr>
    </w:p>
    <w:p w14:paraId="3F887B3C" w14:textId="77777777" w:rsidR="00337610" w:rsidRPr="00ED0D6F" w:rsidRDefault="00337610" w:rsidP="00337610">
      <w:pPr>
        <w:pStyle w:val="Akapitzlist"/>
        <w:tabs>
          <w:tab w:val="left" w:pos="28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1EC8163" w14:textId="77777777" w:rsidR="00337610" w:rsidRPr="00ED0D6F" w:rsidRDefault="00337610" w:rsidP="00CC2B43">
      <w:pPr>
        <w:pStyle w:val="Nagwek1"/>
        <w:numPr>
          <w:ilvl w:val="2"/>
          <w:numId w:val="9"/>
        </w:numPr>
        <w:tabs>
          <w:tab w:val="clear" w:pos="2340"/>
        </w:tabs>
        <w:spacing w:before="120" w:after="120"/>
        <w:ind w:left="993" w:hanging="993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Wymagania dla ofert równoważnych: </w:t>
      </w:r>
    </w:p>
    <w:p w14:paraId="192CB5F1" w14:textId="0C4C54E3" w:rsidR="00337610" w:rsidRPr="00ED0D6F" w:rsidRDefault="00337610" w:rsidP="00337610">
      <w:pPr>
        <w:tabs>
          <w:tab w:val="lef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bookmarkStart w:id="4" w:name="_Toc248953761"/>
      <w:bookmarkStart w:id="5" w:name="_Toc248953976"/>
      <w:bookmarkStart w:id="6" w:name="_Toc248954127"/>
      <w:bookmarkStart w:id="7" w:name="_Toc248954278"/>
      <w:bookmarkStart w:id="8" w:name="_Toc248954522"/>
      <w:bookmarkStart w:id="9" w:name="_Toc248954677"/>
      <w:bookmarkStart w:id="10" w:name="_Toc248954832"/>
      <w:bookmarkStart w:id="11" w:name="_Toc248954987"/>
      <w:bookmarkStart w:id="12" w:name="_Toc248955342"/>
      <w:bookmarkStart w:id="13" w:name="_Toc248955596"/>
      <w:bookmarkStart w:id="14" w:name="_Toc248956569"/>
      <w:bookmarkStart w:id="15" w:name="_Toc248957038"/>
      <w:bookmarkStart w:id="16" w:name="_Toc248957808"/>
      <w:bookmarkStart w:id="17" w:name="_Toc248957964"/>
      <w:bookmarkStart w:id="18" w:name="_Toc248958118"/>
      <w:bookmarkStart w:id="19" w:name="_Toc248958481"/>
      <w:bookmarkStart w:id="20" w:name="_Toc248959724"/>
      <w:bookmarkStart w:id="21" w:name="_Toc248959921"/>
      <w:bookmarkStart w:id="22" w:name="_Toc248960075"/>
      <w:bookmarkStart w:id="23" w:name="_Toc248960551"/>
      <w:bookmarkStart w:id="24" w:name="_Toc248960872"/>
      <w:bookmarkStart w:id="25" w:name="_Toc248961202"/>
      <w:bookmarkStart w:id="26" w:name="_Toc248989637"/>
      <w:bookmarkStart w:id="27" w:name="_Toc249004771"/>
      <w:bookmarkStart w:id="28" w:name="_Toc249004941"/>
      <w:bookmarkStart w:id="29" w:name="_Toc249005105"/>
      <w:bookmarkStart w:id="30" w:name="_Toc249006084"/>
      <w:bookmarkStart w:id="31" w:name="_Toc249011357"/>
      <w:bookmarkStart w:id="32" w:name="_Toc249011746"/>
      <w:bookmarkStart w:id="33" w:name="_Toc249066576"/>
      <w:bookmarkStart w:id="34" w:name="_Toc249066739"/>
      <w:bookmarkStart w:id="35" w:name="_Toc249067080"/>
      <w:bookmarkStart w:id="36" w:name="_Toc249072674"/>
      <w:bookmarkStart w:id="37" w:name="_Toc250232807"/>
      <w:bookmarkStart w:id="38" w:name="_Toc250582054"/>
      <w:bookmarkStart w:id="39" w:name="_Toc250583240"/>
      <w:bookmarkStart w:id="40" w:name="_Toc250583524"/>
      <w:bookmarkStart w:id="41" w:name="_Toc250583701"/>
      <w:bookmarkStart w:id="42" w:name="_Toc250583866"/>
      <w:bookmarkStart w:id="43" w:name="_Toc250584032"/>
      <w:bookmarkStart w:id="44" w:name="_Toc250584198"/>
      <w:bookmarkStart w:id="45" w:name="_Toc250584364"/>
      <w:bookmarkStart w:id="46" w:name="_Toc250584530"/>
      <w:bookmarkStart w:id="47" w:name="_Toc250584695"/>
      <w:bookmarkStart w:id="48" w:name="_Toc250657400"/>
      <w:bookmarkStart w:id="49" w:name="_Toc250661001"/>
      <w:bookmarkStart w:id="50" w:name="_Toc250662235"/>
      <w:bookmarkStart w:id="51" w:name="_Toc250662696"/>
      <w:bookmarkStart w:id="52" w:name="_Toc251177557"/>
      <w:bookmarkStart w:id="53" w:name="_Toc251177720"/>
      <w:bookmarkStart w:id="54" w:name="_Toc251177883"/>
      <w:bookmarkStart w:id="55" w:name="_Toc251178046"/>
      <w:bookmarkStart w:id="56" w:name="_Toc266736849"/>
      <w:bookmarkStart w:id="57" w:name="_Toc266737259"/>
      <w:bookmarkStart w:id="58" w:name="_Toc266737503"/>
      <w:bookmarkStart w:id="59" w:name="_Toc266737681"/>
      <w:bookmarkStart w:id="60" w:name="_Toc266737855"/>
      <w:bookmarkStart w:id="61" w:name="_Toc266738029"/>
      <w:bookmarkStart w:id="62" w:name="_Toc266738568"/>
      <w:bookmarkStart w:id="63" w:name="_Toc266738741"/>
      <w:bookmarkStart w:id="64" w:name="_Toc266739102"/>
      <w:bookmarkStart w:id="65" w:name="_Toc266739277"/>
      <w:bookmarkStart w:id="66" w:name="_Toc266739452"/>
      <w:bookmarkStart w:id="67" w:name="_Toc266739627"/>
      <w:bookmarkStart w:id="68" w:name="_Toc266739807"/>
      <w:bookmarkStart w:id="69" w:name="_Toc266976323"/>
      <w:bookmarkStart w:id="70" w:name="_Toc267054880"/>
      <w:bookmarkStart w:id="71" w:name="_Toc267055322"/>
      <w:bookmarkStart w:id="72" w:name="_Toc267055502"/>
      <w:bookmarkStart w:id="73" w:name="_Toc267058138"/>
      <w:bookmarkStart w:id="74" w:name="_Toc267399172"/>
      <w:bookmarkStart w:id="75" w:name="_Toc267400099"/>
      <w:bookmarkStart w:id="76" w:name="_Toc267428388"/>
      <w:bookmarkStart w:id="77" w:name="_Toc267429165"/>
      <w:bookmarkStart w:id="78" w:name="_Toc267430367"/>
      <w:bookmarkStart w:id="79" w:name="_Toc267430548"/>
      <w:bookmarkStart w:id="80" w:name="_Toc267467953"/>
      <w:bookmarkStart w:id="81" w:name="_Toc267468135"/>
      <w:bookmarkStart w:id="82" w:name="_Toc267468473"/>
      <w:bookmarkStart w:id="83" w:name="_Toc267468656"/>
      <w:bookmarkStart w:id="84" w:name="_Toc272871005"/>
      <w:bookmarkStart w:id="85" w:name="_Toc272871185"/>
      <w:bookmarkStart w:id="86" w:name="_Toc272918166"/>
      <w:bookmarkStart w:id="87" w:name="_Toc272919016"/>
      <w:bookmarkStart w:id="88" w:name="_Toc273000615"/>
      <w:bookmarkStart w:id="89" w:name="_Toc248953762"/>
      <w:bookmarkStart w:id="90" w:name="_Toc248953977"/>
      <w:bookmarkStart w:id="91" w:name="_Toc248954128"/>
      <w:bookmarkStart w:id="92" w:name="_Toc248954279"/>
      <w:bookmarkStart w:id="93" w:name="_Toc248954523"/>
      <w:bookmarkStart w:id="94" w:name="_Toc248954678"/>
      <w:bookmarkStart w:id="95" w:name="_Toc248954833"/>
      <w:bookmarkStart w:id="96" w:name="_Toc248954988"/>
      <w:bookmarkStart w:id="97" w:name="_Toc248955343"/>
      <w:bookmarkStart w:id="98" w:name="_Toc248955597"/>
      <w:bookmarkStart w:id="99" w:name="_Toc248956570"/>
      <w:bookmarkStart w:id="100" w:name="_Toc248957039"/>
      <w:bookmarkStart w:id="101" w:name="_Toc248957809"/>
      <w:bookmarkStart w:id="102" w:name="_Toc248957965"/>
      <w:bookmarkStart w:id="103" w:name="_Toc248958119"/>
      <w:bookmarkStart w:id="104" w:name="_Toc248958482"/>
      <w:bookmarkStart w:id="105" w:name="_Toc248959725"/>
      <w:bookmarkStart w:id="106" w:name="_Toc248959922"/>
      <w:bookmarkStart w:id="107" w:name="_Toc248960076"/>
      <w:bookmarkStart w:id="108" w:name="_Toc248960552"/>
      <w:bookmarkStart w:id="109" w:name="_Toc248960873"/>
      <w:bookmarkStart w:id="110" w:name="_Toc248961203"/>
      <w:bookmarkStart w:id="111" w:name="_Toc248989638"/>
      <w:bookmarkStart w:id="112" w:name="_Toc249004772"/>
      <w:bookmarkStart w:id="113" w:name="_Toc249004942"/>
      <w:bookmarkStart w:id="114" w:name="_Toc249005106"/>
      <w:bookmarkStart w:id="115" w:name="_Toc249006085"/>
      <w:bookmarkStart w:id="116" w:name="_Toc249011358"/>
      <w:bookmarkStart w:id="117" w:name="_Toc249011747"/>
      <w:bookmarkStart w:id="118" w:name="_Toc249066577"/>
      <w:bookmarkStart w:id="119" w:name="_Toc249066740"/>
      <w:bookmarkStart w:id="120" w:name="_Toc249067081"/>
      <w:bookmarkStart w:id="121" w:name="_Toc249072675"/>
      <w:bookmarkStart w:id="122" w:name="_Toc250232808"/>
      <w:bookmarkStart w:id="123" w:name="_Toc250582055"/>
      <w:bookmarkStart w:id="124" w:name="_Toc250583241"/>
      <w:bookmarkStart w:id="125" w:name="_Toc250583525"/>
      <w:bookmarkStart w:id="126" w:name="_Toc250583702"/>
      <w:bookmarkStart w:id="127" w:name="_Toc250583867"/>
      <w:bookmarkStart w:id="128" w:name="_Toc250584033"/>
      <w:bookmarkStart w:id="129" w:name="_Toc250584199"/>
      <w:bookmarkStart w:id="130" w:name="_Toc250584365"/>
      <w:bookmarkStart w:id="131" w:name="_Toc250584531"/>
      <w:bookmarkStart w:id="132" w:name="_Toc250584696"/>
      <w:bookmarkStart w:id="133" w:name="_Toc250657401"/>
      <w:bookmarkStart w:id="134" w:name="_Toc250661002"/>
      <w:bookmarkStart w:id="135" w:name="_Toc250662236"/>
      <w:bookmarkStart w:id="136" w:name="_Toc250662697"/>
      <w:bookmarkStart w:id="137" w:name="_Toc251177558"/>
      <w:bookmarkStart w:id="138" w:name="_Toc251177721"/>
      <w:bookmarkStart w:id="139" w:name="_Toc251177884"/>
      <w:bookmarkStart w:id="140" w:name="_Toc251178047"/>
      <w:bookmarkStart w:id="141" w:name="_Toc266736850"/>
      <w:bookmarkStart w:id="142" w:name="_Toc266737260"/>
      <w:bookmarkStart w:id="143" w:name="_Toc266737504"/>
      <w:bookmarkStart w:id="144" w:name="_Toc266737682"/>
      <w:bookmarkStart w:id="145" w:name="_Toc266737856"/>
      <w:bookmarkStart w:id="146" w:name="_Toc266738030"/>
      <w:bookmarkStart w:id="147" w:name="_Toc266738569"/>
      <w:bookmarkStart w:id="148" w:name="_Toc266738742"/>
      <w:bookmarkStart w:id="149" w:name="_Toc266739103"/>
      <w:bookmarkStart w:id="150" w:name="_Toc266739278"/>
      <w:bookmarkStart w:id="151" w:name="_Toc266739453"/>
      <w:bookmarkStart w:id="152" w:name="_Toc266739628"/>
      <w:bookmarkStart w:id="153" w:name="_Toc266739808"/>
      <w:bookmarkStart w:id="154" w:name="_Toc266976324"/>
      <w:bookmarkStart w:id="155" w:name="_Toc267054881"/>
      <w:bookmarkStart w:id="156" w:name="_Toc267055323"/>
      <w:bookmarkStart w:id="157" w:name="_Toc267055503"/>
      <w:bookmarkStart w:id="158" w:name="_Toc267058139"/>
      <w:bookmarkStart w:id="159" w:name="_Toc267399173"/>
      <w:bookmarkStart w:id="160" w:name="_Toc267400100"/>
      <w:bookmarkStart w:id="161" w:name="_Toc267428389"/>
      <w:bookmarkStart w:id="162" w:name="_Toc267429166"/>
      <w:bookmarkStart w:id="163" w:name="_Toc267430368"/>
      <w:bookmarkStart w:id="164" w:name="_Toc267430549"/>
      <w:bookmarkStart w:id="165" w:name="_Toc267467954"/>
      <w:bookmarkStart w:id="166" w:name="_Toc267468136"/>
      <w:bookmarkStart w:id="167" w:name="_Toc267468474"/>
      <w:bookmarkStart w:id="168" w:name="_Toc267468657"/>
      <w:bookmarkStart w:id="169" w:name="_Toc272871006"/>
      <w:bookmarkStart w:id="170" w:name="_Toc272871186"/>
      <w:bookmarkStart w:id="171" w:name="_Toc272918167"/>
      <w:bookmarkStart w:id="172" w:name="_Toc272919017"/>
      <w:bookmarkStart w:id="173" w:name="_Toc273000616"/>
      <w:bookmarkStart w:id="174" w:name="_Toc248953763"/>
      <w:bookmarkStart w:id="175" w:name="_Toc248953978"/>
      <w:bookmarkStart w:id="176" w:name="_Toc248954129"/>
      <w:bookmarkStart w:id="177" w:name="_Toc248954280"/>
      <w:bookmarkStart w:id="178" w:name="_Toc248954524"/>
      <w:bookmarkStart w:id="179" w:name="_Toc248954679"/>
      <w:bookmarkStart w:id="180" w:name="_Toc248954834"/>
      <w:bookmarkStart w:id="181" w:name="_Toc248954989"/>
      <w:bookmarkStart w:id="182" w:name="_Toc248955344"/>
      <w:bookmarkStart w:id="183" w:name="_Toc248955598"/>
      <w:bookmarkStart w:id="184" w:name="_Toc248956571"/>
      <w:bookmarkStart w:id="185" w:name="_Toc248957040"/>
      <w:bookmarkStart w:id="186" w:name="_Toc248957810"/>
      <w:bookmarkStart w:id="187" w:name="_Toc248957966"/>
      <w:bookmarkStart w:id="188" w:name="_Toc248958120"/>
      <w:bookmarkStart w:id="189" w:name="_Toc248958483"/>
      <w:bookmarkStart w:id="190" w:name="_Toc248959726"/>
      <w:bookmarkStart w:id="191" w:name="_Toc248959923"/>
      <w:bookmarkStart w:id="192" w:name="_Toc248960077"/>
      <w:bookmarkStart w:id="193" w:name="_Toc248960553"/>
      <w:bookmarkStart w:id="194" w:name="_Toc248960874"/>
      <w:bookmarkStart w:id="195" w:name="_Toc248961204"/>
      <w:bookmarkStart w:id="196" w:name="_Toc248989639"/>
      <w:bookmarkStart w:id="197" w:name="_Toc249004773"/>
      <w:bookmarkStart w:id="198" w:name="_Toc249004943"/>
      <w:bookmarkStart w:id="199" w:name="_Toc249005107"/>
      <w:bookmarkStart w:id="200" w:name="_Toc249006086"/>
      <w:bookmarkStart w:id="201" w:name="_Toc249011359"/>
      <w:bookmarkStart w:id="202" w:name="_Toc249011748"/>
      <w:bookmarkStart w:id="203" w:name="_Toc249066578"/>
      <w:bookmarkStart w:id="204" w:name="_Toc249066741"/>
      <w:bookmarkStart w:id="205" w:name="_Toc249067082"/>
      <w:bookmarkStart w:id="206" w:name="_Toc249072676"/>
      <w:bookmarkStart w:id="207" w:name="_Toc250232809"/>
      <w:bookmarkStart w:id="208" w:name="_Toc250582056"/>
      <w:bookmarkStart w:id="209" w:name="_Toc250583242"/>
      <w:bookmarkStart w:id="210" w:name="_Toc250583526"/>
      <w:bookmarkStart w:id="211" w:name="_Toc250583703"/>
      <w:bookmarkStart w:id="212" w:name="_Toc250583868"/>
      <w:bookmarkStart w:id="213" w:name="_Toc250584034"/>
      <w:bookmarkStart w:id="214" w:name="_Toc250584200"/>
      <w:bookmarkStart w:id="215" w:name="_Toc250584366"/>
      <w:bookmarkStart w:id="216" w:name="_Toc250584532"/>
      <w:bookmarkStart w:id="217" w:name="_Toc250584697"/>
      <w:bookmarkStart w:id="218" w:name="_Toc250657402"/>
      <w:bookmarkStart w:id="219" w:name="_Toc250661003"/>
      <w:bookmarkStart w:id="220" w:name="_Toc250662237"/>
      <w:bookmarkStart w:id="221" w:name="_Toc250662698"/>
      <w:bookmarkStart w:id="222" w:name="_Toc251177559"/>
      <w:bookmarkStart w:id="223" w:name="_Toc251177722"/>
      <w:bookmarkStart w:id="224" w:name="_Toc251177885"/>
      <w:bookmarkStart w:id="225" w:name="_Toc251178048"/>
      <w:bookmarkStart w:id="226" w:name="_Toc266736851"/>
      <w:bookmarkStart w:id="227" w:name="_Toc266737261"/>
      <w:bookmarkStart w:id="228" w:name="_Toc266737505"/>
      <w:bookmarkStart w:id="229" w:name="_Toc266737683"/>
      <w:bookmarkStart w:id="230" w:name="_Toc266737857"/>
      <w:bookmarkStart w:id="231" w:name="_Toc266738031"/>
      <w:bookmarkStart w:id="232" w:name="_Toc266738570"/>
      <w:bookmarkStart w:id="233" w:name="_Toc266738743"/>
      <w:bookmarkStart w:id="234" w:name="_Toc266739104"/>
      <w:bookmarkStart w:id="235" w:name="_Toc266739279"/>
      <w:bookmarkStart w:id="236" w:name="_Toc266739454"/>
      <w:bookmarkStart w:id="237" w:name="_Toc266739629"/>
      <w:bookmarkStart w:id="238" w:name="_Toc266739809"/>
      <w:bookmarkStart w:id="239" w:name="_Toc266976325"/>
      <w:bookmarkStart w:id="240" w:name="_Toc267054882"/>
      <w:bookmarkStart w:id="241" w:name="_Toc267055324"/>
      <w:bookmarkStart w:id="242" w:name="_Toc267055504"/>
      <w:bookmarkStart w:id="243" w:name="_Toc267058140"/>
      <w:bookmarkStart w:id="244" w:name="_Toc267399174"/>
      <w:bookmarkStart w:id="245" w:name="_Toc267400101"/>
      <w:bookmarkStart w:id="246" w:name="_Toc267428390"/>
      <w:bookmarkStart w:id="247" w:name="_Toc267429167"/>
      <w:bookmarkStart w:id="248" w:name="_Toc267430369"/>
      <w:bookmarkStart w:id="249" w:name="_Toc267430550"/>
      <w:bookmarkStart w:id="250" w:name="_Toc267467955"/>
      <w:bookmarkStart w:id="251" w:name="_Toc267468137"/>
      <w:bookmarkStart w:id="252" w:name="_Toc267468475"/>
      <w:bookmarkStart w:id="253" w:name="_Toc267468658"/>
      <w:bookmarkStart w:id="254" w:name="_Toc272871007"/>
      <w:bookmarkStart w:id="255" w:name="_Toc272871187"/>
      <w:bookmarkStart w:id="256" w:name="_Toc272918168"/>
      <w:bookmarkStart w:id="257" w:name="_Toc272919018"/>
      <w:bookmarkStart w:id="258" w:name="_Toc273000617"/>
      <w:bookmarkStart w:id="259" w:name="_Toc248953764"/>
      <w:bookmarkStart w:id="260" w:name="_Toc248953979"/>
      <w:bookmarkStart w:id="261" w:name="_Toc248954130"/>
      <w:bookmarkStart w:id="262" w:name="_Toc248954281"/>
      <w:bookmarkStart w:id="263" w:name="_Toc248954525"/>
      <w:bookmarkStart w:id="264" w:name="_Toc248954680"/>
      <w:bookmarkStart w:id="265" w:name="_Toc248954835"/>
      <w:bookmarkStart w:id="266" w:name="_Toc248954990"/>
      <w:bookmarkStart w:id="267" w:name="_Toc248955345"/>
      <w:bookmarkStart w:id="268" w:name="_Toc248955599"/>
      <w:bookmarkStart w:id="269" w:name="_Toc248956572"/>
      <w:bookmarkStart w:id="270" w:name="_Toc248957041"/>
      <w:bookmarkStart w:id="271" w:name="_Toc248957811"/>
      <w:bookmarkStart w:id="272" w:name="_Toc248957967"/>
      <w:bookmarkStart w:id="273" w:name="_Toc248958121"/>
      <w:bookmarkStart w:id="274" w:name="_Toc248958484"/>
      <w:bookmarkStart w:id="275" w:name="_Toc248959727"/>
      <w:bookmarkStart w:id="276" w:name="_Toc248959924"/>
      <w:bookmarkStart w:id="277" w:name="_Toc248960078"/>
      <w:bookmarkStart w:id="278" w:name="_Toc248960554"/>
      <w:bookmarkStart w:id="279" w:name="_Toc248960875"/>
      <w:bookmarkStart w:id="280" w:name="_Toc248961205"/>
      <w:bookmarkStart w:id="281" w:name="_Toc248989640"/>
      <w:bookmarkStart w:id="282" w:name="_Toc249004774"/>
      <w:bookmarkStart w:id="283" w:name="_Toc249004944"/>
      <w:bookmarkStart w:id="284" w:name="_Toc249005108"/>
      <w:bookmarkStart w:id="285" w:name="_Toc249006087"/>
      <w:bookmarkStart w:id="286" w:name="_Toc249011360"/>
      <w:bookmarkStart w:id="287" w:name="_Toc249011749"/>
      <w:bookmarkStart w:id="288" w:name="_Toc249066579"/>
      <w:bookmarkStart w:id="289" w:name="_Toc249066742"/>
      <w:bookmarkStart w:id="290" w:name="_Toc249067083"/>
      <w:bookmarkStart w:id="291" w:name="_Toc249072677"/>
      <w:bookmarkStart w:id="292" w:name="_Toc250232810"/>
      <w:bookmarkStart w:id="293" w:name="_Toc250582057"/>
      <w:bookmarkStart w:id="294" w:name="_Toc250583243"/>
      <w:bookmarkStart w:id="295" w:name="_Toc250583527"/>
      <w:bookmarkStart w:id="296" w:name="_Toc250583704"/>
      <w:bookmarkStart w:id="297" w:name="_Toc250583869"/>
      <w:bookmarkStart w:id="298" w:name="_Toc250584035"/>
      <w:bookmarkStart w:id="299" w:name="_Toc250584201"/>
      <w:bookmarkStart w:id="300" w:name="_Toc250584367"/>
      <w:bookmarkStart w:id="301" w:name="_Toc250584533"/>
      <w:bookmarkStart w:id="302" w:name="_Toc250584698"/>
      <w:bookmarkStart w:id="303" w:name="_Toc250657403"/>
      <w:bookmarkStart w:id="304" w:name="_Toc250661004"/>
      <w:bookmarkStart w:id="305" w:name="_Toc250662238"/>
      <w:bookmarkStart w:id="306" w:name="_Toc250662699"/>
      <w:bookmarkStart w:id="307" w:name="_Toc251177560"/>
      <w:bookmarkStart w:id="308" w:name="_Toc251177723"/>
      <w:bookmarkStart w:id="309" w:name="_Toc251177886"/>
      <w:bookmarkStart w:id="310" w:name="_Toc251178049"/>
      <w:bookmarkStart w:id="311" w:name="_Toc266736852"/>
      <w:bookmarkStart w:id="312" w:name="_Toc266737262"/>
      <w:bookmarkStart w:id="313" w:name="_Toc266737506"/>
      <w:bookmarkStart w:id="314" w:name="_Toc266737684"/>
      <w:bookmarkStart w:id="315" w:name="_Toc266737858"/>
      <w:bookmarkStart w:id="316" w:name="_Toc266738032"/>
      <w:bookmarkStart w:id="317" w:name="_Toc266738571"/>
      <w:bookmarkStart w:id="318" w:name="_Toc266738744"/>
      <w:bookmarkStart w:id="319" w:name="_Toc266739105"/>
      <w:bookmarkStart w:id="320" w:name="_Toc266739280"/>
      <w:bookmarkStart w:id="321" w:name="_Toc266739455"/>
      <w:bookmarkStart w:id="322" w:name="_Toc266739630"/>
      <w:bookmarkStart w:id="323" w:name="_Toc266739810"/>
      <w:bookmarkStart w:id="324" w:name="_Toc266976326"/>
      <w:bookmarkStart w:id="325" w:name="_Toc267054883"/>
      <w:bookmarkStart w:id="326" w:name="_Toc267055325"/>
      <w:bookmarkStart w:id="327" w:name="_Toc267055505"/>
      <w:bookmarkStart w:id="328" w:name="_Toc267058141"/>
      <w:bookmarkStart w:id="329" w:name="_Toc267399175"/>
      <w:bookmarkStart w:id="330" w:name="_Toc267400102"/>
      <w:bookmarkStart w:id="331" w:name="_Toc267428391"/>
      <w:bookmarkStart w:id="332" w:name="_Toc267429168"/>
      <w:bookmarkStart w:id="333" w:name="_Toc267430370"/>
      <w:bookmarkStart w:id="334" w:name="_Toc267430551"/>
      <w:bookmarkStart w:id="335" w:name="_Toc267467956"/>
      <w:bookmarkStart w:id="336" w:name="_Toc267468138"/>
      <w:bookmarkStart w:id="337" w:name="_Toc267468476"/>
      <w:bookmarkStart w:id="338" w:name="_Toc267468659"/>
      <w:bookmarkStart w:id="339" w:name="_Toc272871008"/>
      <w:bookmarkStart w:id="340" w:name="_Toc272871188"/>
      <w:bookmarkStart w:id="341" w:name="_Toc272918169"/>
      <w:bookmarkStart w:id="342" w:name="_Toc272919019"/>
      <w:bookmarkStart w:id="343" w:name="_Toc273000618"/>
      <w:bookmarkStart w:id="344" w:name="_Toc248953765"/>
      <w:bookmarkStart w:id="345" w:name="_Toc248953980"/>
      <w:bookmarkStart w:id="346" w:name="_Toc248954131"/>
      <w:bookmarkStart w:id="347" w:name="_Toc248954282"/>
      <w:bookmarkStart w:id="348" w:name="_Toc248954526"/>
      <w:bookmarkStart w:id="349" w:name="_Toc248954681"/>
      <w:bookmarkStart w:id="350" w:name="_Toc248954836"/>
      <w:bookmarkStart w:id="351" w:name="_Toc248954991"/>
      <w:bookmarkStart w:id="352" w:name="_Toc248955346"/>
      <w:bookmarkStart w:id="353" w:name="_Toc248955600"/>
      <w:bookmarkStart w:id="354" w:name="_Toc248956573"/>
      <w:bookmarkStart w:id="355" w:name="_Toc248957042"/>
      <w:bookmarkStart w:id="356" w:name="_Toc248957812"/>
      <w:bookmarkStart w:id="357" w:name="_Toc248957968"/>
      <w:bookmarkStart w:id="358" w:name="_Toc248958122"/>
      <w:bookmarkStart w:id="359" w:name="_Toc248958485"/>
      <w:bookmarkStart w:id="360" w:name="_Toc248959728"/>
      <w:bookmarkStart w:id="361" w:name="_Toc248959925"/>
      <w:bookmarkStart w:id="362" w:name="_Toc248960079"/>
      <w:bookmarkStart w:id="363" w:name="_Toc248960555"/>
      <w:bookmarkStart w:id="364" w:name="_Toc248960876"/>
      <w:bookmarkStart w:id="365" w:name="_Toc248961206"/>
      <w:bookmarkStart w:id="366" w:name="_Toc248989641"/>
      <w:bookmarkStart w:id="367" w:name="_Toc249004775"/>
      <w:bookmarkStart w:id="368" w:name="_Toc249004945"/>
      <w:bookmarkStart w:id="369" w:name="_Toc249005109"/>
      <w:bookmarkStart w:id="370" w:name="_Toc249006088"/>
      <w:bookmarkStart w:id="371" w:name="_Toc249011361"/>
      <w:bookmarkStart w:id="372" w:name="_Toc249011750"/>
      <w:bookmarkStart w:id="373" w:name="_Toc249066580"/>
      <w:bookmarkStart w:id="374" w:name="_Toc249066743"/>
      <w:bookmarkStart w:id="375" w:name="_Toc249067084"/>
      <w:bookmarkStart w:id="376" w:name="_Toc249072678"/>
      <w:bookmarkStart w:id="377" w:name="_Toc250232811"/>
      <w:bookmarkStart w:id="378" w:name="_Toc250582058"/>
      <w:bookmarkStart w:id="379" w:name="_Toc250583244"/>
      <w:bookmarkStart w:id="380" w:name="_Toc250583528"/>
      <w:bookmarkStart w:id="381" w:name="_Toc250583705"/>
      <w:bookmarkStart w:id="382" w:name="_Toc250583870"/>
      <w:bookmarkStart w:id="383" w:name="_Toc250584036"/>
      <w:bookmarkStart w:id="384" w:name="_Toc250584202"/>
      <w:bookmarkStart w:id="385" w:name="_Toc250584368"/>
      <w:bookmarkStart w:id="386" w:name="_Toc250584534"/>
      <w:bookmarkStart w:id="387" w:name="_Toc250584699"/>
      <w:bookmarkStart w:id="388" w:name="_Toc250657404"/>
      <w:bookmarkStart w:id="389" w:name="_Toc250661005"/>
      <w:bookmarkStart w:id="390" w:name="_Toc250662239"/>
      <w:bookmarkStart w:id="391" w:name="_Toc250662700"/>
      <w:bookmarkStart w:id="392" w:name="_Toc251177561"/>
      <w:bookmarkStart w:id="393" w:name="_Toc251177724"/>
      <w:bookmarkStart w:id="394" w:name="_Toc251177887"/>
      <w:bookmarkStart w:id="395" w:name="_Toc251178050"/>
      <w:bookmarkStart w:id="396" w:name="_Toc266736853"/>
      <w:bookmarkStart w:id="397" w:name="_Toc266737263"/>
      <w:bookmarkStart w:id="398" w:name="_Toc266737507"/>
      <w:bookmarkStart w:id="399" w:name="_Toc266737685"/>
      <w:bookmarkStart w:id="400" w:name="_Toc266737859"/>
      <w:bookmarkStart w:id="401" w:name="_Toc266738033"/>
      <w:bookmarkStart w:id="402" w:name="_Toc266738572"/>
      <w:bookmarkStart w:id="403" w:name="_Toc266738745"/>
      <w:bookmarkStart w:id="404" w:name="_Toc266739106"/>
      <w:bookmarkStart w:id="405" w:name="_Toc266739281"/>
      <w:bookmarkStart w:id="406" w:name="_Toc266739456"/>
      <w:bookmarkStart w:id="407" w:name="_Toc266739631"/>
      <w:bookmarkStart w:id="408" w:name="_Toc266739811"/>
      <w:bookmarkStart w:id="409" w:name="_Toc266976327"/>
      <w:bookmarkStart w:id="410" w:name="_Toc267054884"/>
      <w:bookmarkStart w:id="411" w:name="_Toc267055326"/>
      <w:bookmarkStart w:id="412" w:name="_Toc267055506"/>
      <w:bookmarkStart w:id="413" w:name="_Toc267058142"/>
      <w:bookmarkStart w:id="414" w:name="_Toc267399176"/>
      <w:bookmarkStart w:id="415" w:name="_Toc267400103"/>
      <w:bookmarkStart w:id="416" w:name="_Toc267428392"/>
      <w:bookmarkStart w:id="417" w:name="_Toc267429169"/>
      <w:bookmarkStart w:id="418" w:name="_Toc267430371"/>
      <w:bookmarkStart w:id="419" w:name="_Toc267430552"/>
      <w:bookmarkStart w:id="420" w:name="_Toc267467957"/>
      <w:bookmarkStart w:id="421" w:name="_Toc267468139"/>
      <w:bookmarkStart w:id="422" w:name="_Toc267468477"/>
      <w:bookmarkStart w:id="423" w:name="_Toc267468660"/>
      <w:bookmarkStart w:id="424" w:name="_Toc272871009"/>
      <w:bookmarkStart w:id="425" w:name="_Toc272871189"/>
      <w:bookmarkStart w:id="426" w:name="_Toc272918170"/>
      <w:bookmarkStart w:id="427" w:name="_Toc272919020"/>
      <w:bookmarkStart w:id="428" w:name="_Toc273000619"/>
      <w:bookmarkStart w:id="429" w:name="_Toc248953766"/>
      <w:bookmarkStart w:id="430" w:name="_Toc248953981"/>
      <w:bookmarkStart w:id="431" w:name="_Toc248954132"/>
      <w:bookmarkStart w:id="432" w:name="_Toc248954283"/>
      <w:bookmarkStart w:id="433" w:name="_Toc248954527"/>
      <w:bookmarkStart w:id="434" w:name="_Toc248954682"/>
      <w:bookmarkStart w:id="435" w:name="_Toc248954837"/>
      <w:bookmarkStart w:id="436" w:name="_Toc248954992"/>
      <w:bookmarkStart w:id="437" w:name="_Toc248955347"/>
      <w:bookmarkStart w:id="438" w:name="_Toc248955601"/>
      <w:bookmarkStart w:id="439" w:name="_Toc248956574"/>
      <w:bookmarkStart w:id="440" w:name="_Toc248957043"/>
      <w:bookmarkStart w:id="441" w:name="_Toc248957813"/>
      <w:bookmarkStart w:id="442" w:name="_Toc248957969"/>
      <w:bookmarkStart w:id="443" w:name="_Toc248958123"/>
      <w:bookmarkStart w:id="444" w:name="_Toc248958486"/>
      <w:bookmarkStart w:id="445" w:name="_Toc248959729"/>
      <w:bookmarkStart w:id="446" w:name="_Toc248959926"/>
      <w:bookmarkStart w:id="447" w:name="_Toc248960080"/>
      <w:bookmarkStart w:id="448" w:name="_Toc248960556"/>
      <w:bookmarkStart w:id="449" w:name="_Toc248960877"/>
      <w:bookmarkStart w:id="450" w:name="_Toc248961207"/>
      <w:bookmarkStart w:id="451" w:name="_Toc248989642"/>
      <w:bookmarkStart w:id="452" w:name="_Toc249004776"/>
      <w:bookmarkStart w:id="453" w:name="_Toc249004946"/>
      <w:bookmarkStart w:id="454" w:name="_Toc249005110"/>
      <w:bookmarkStart w:id="455" w:name="_Toc249006089"/>
      <w:bookmarkStart w:id="456" w:name="_Toc249011362"/>
      <w:bookmarkStart w:id="457" w:name="_Toc249011751"/>
      <w:bookmarkStart w:id="458" w:name="_Toc249066581"/>
      <w:bookmarkStart w:id="459" w:name="_Toc249066744"/>
      <w:bookmarkStart w:id="460" w:name="_Toc249067085"/>
      <w:bookmarkStart w:id="461" w:name="_Toc249072679"/>
      <w:bookmarkStart w:id="462" w:name="_Toc250232812"/>
      <w:bookmarkStart w:id="463" w:name="_Toc250582059"/>
      <w:bookmarkStart w:id="464" w:name="_Toc250583245"/>
      <w:bookmarkStart w:id="465" w:name="_Toc250583529"/>
      <w:bookmarkStart w:id="466" w:name="_Toc250583706"/>
      <w:bookmarkStart w:id="467" w:name="_Toc250583871"/>
      <w:bookmarkStart w:id="468" w:name="_Toc250584037"/>
      <w:bookmarkStart w:id="469" w:name="_Toc250584203"/>
      <w:bookmarkStart w:id="470" w:name="_Toc250584369"/>
      <w:bookmarkStart w:id="471" w:name="_Toc250584535"/>
      <w:bookmarkStart w:id="472" w:name="_Toc250584700"/>
      <w:bookmarkStart w:id="473" w:name="_Toc250657405"/>
      <w:bookmarkStart w:id="474" w:name="_Toc250661006"/>
      <w:bookmarkStart w:id="475" w:name="_Toc250662240"/>
      <w:bookmarkStart w:id="476" w:name="_Toc250662701"/>
      <w:bookmarkStart w:id="477" w:name="_Toc251177562"/>
      <w:bookmarkStart w:id="478" w:name="_Toc251177725"/>
      <w:bookmarkStart w:id="479" w:name="_Toc251177888"/>
      <w:bookmarkStart w:id="480" w:name="_Toc251178051"/>
      <w:bookmarkStart w:id="481" w:name="_Toc266736854"/>
      <w:bookmarkStart w:id="482" w:name="_Toc266737264"/>
      <w:bookmarkStart w:id="483" w:name="_Toc266737508"/>
      <w:bookmarkStart w:id="484" w:name="_Toc266737686"/>
      <w:bookmarkStart w:id="485" w:name="_Toc266737860"/>
      <w:bookmarkStart w:id="486" w:name="_Toc266738034"/>
      <w:bookmarkStart w:id="487" w:name="_Toc266738573"/>
      <w:bookmarkStart w:id="488" w:name="_Toc266738746"/>
      <w:bookmarkStart w:id="489" w:name="_Toc266739107"/>
      <w:bookmarkStart w:id="490" w:name="_Toc266739282"/>
      <w:bookmarkStart w:id="491" w:name="_Toc266739457"/>
      <w:bookmarkStart w:id="492" w:name="_Toc266739632"/>
      <w:bookmarkStart w:id="493" w:name="_Toc266739812"/>
      <w:bookmarkStart w:id="494" w:name="_Toc266976328"/>
      <w:bookmarkStart w:id="495" w:name="_Toc267054885"/>
      <w:bookmarkStart w:id="496" w:name="_Toc267055327"/>
      <w:bookmarkStart w:id="497" w:name="_Toc267055507"/>
      <w:bookmarkStart w:id="498" w:name="_Toc267058143"/>
      <w:bookmarkStart w:id="499" w:name="_Toc267399177"/>
      <w:bookmarkStart w:id="500" w:name="_Toc267400104"/>
      <w:bookmarkStart w:id="501" w:name="_Toc267428393"/>
      <w:bookmarkStart w:id="502" w:name="_Toc267429170"/>
      <w:bookmarkStart w:id="503" w:name="_Toc267430372"/>
      <w:bookmarkStart w:id="504" w:name="_Toc267430553"/>
      <w:bookmarkStart w:id="505" w:name="_Toc267467958"/>
      <w:bookmarkStart w:id="506" w:name="_Toc267468140"/>
      <w:bookmarkStart w:id="507" w:name="_Toc267468478"/>
      <w:bookmarkStart w:id="508" w:name="_Toc267468661"/>
      <w:bookmarkStart w:id="509" w:name="_Toc272871010"/>
      <w:bookmarkStart w:id="510" w:name="_Toc272871190"/>
      <w:bookmarkStart w:id="511" w:name="_Toc272918171"/>
      <w:bookmarkStart w:id="512" w:name="_Toc272919021"/>
      <w:bookmarkStart w:id="513" w:name="_Toc273000620"/>
      <w:bookmarkStart w:id="514" w:name="_Toc248953767"/>
      <w:bookmarkStart w:id="515" w:name="_Toc248953982"/>
      <w:bookmarkStart w:id="516" w:name="_Toc248954133"/>
      <w:bookmarkStart w:id="517" w:name="_Toc248954284"/>
      <w:bookmarkStart w:id="518" w:name="_Toc248954528"/>
      <w:bookmarkStart w:id="519" w:name="_Toc248954683"/>
      <w:bookmarkStart w:id="520" w:name="_Toc248954838"/>
      <w:bookmarkStart w:id="521" w:name="_Toc248954993"/>
      <w:bookmarkStart w:id="522" w:name="_Toc248955348"/>
      <w:bookmarkStart w:id="523" w:name="_Toc248955602"/>
      <w:bookmarkStart w:id="524" w:name="_Toc248956575"/>
      <w:bookmarkStart w:id="525" w:name="_Toc248957044"/>
      <w:bookmarkStart w:id="526" w:name="_Toc248957814"/>
      <w:bookmarkStart w:id="527" w:name="_Toc248957970"/>
      <w:bookmarkStart w:id="528" w:name="_Toc248958124"/>
      <w:bookmarkStart w:id="529" w:name="_Toc248958487"/>
      <w:bookmarkStart w:id="530" w:name="_Toc248959730"/>
      <w:bookmarkStart w:id="531" w:name="_Toc248959927"/>
      <w:bookmarkStart w:id="532" w:name="_Toc248960081"/>
      <w:bookmarkStart w:id="533" w:name="_Toc248960557"/>
      <w:bookmarkStart w:id="534" w:name="_Toc248960878"/>
      <w:bookmarkStart w:id="535" w:name="_Toc248961208"/>
      <w:bookmarkStart w:id="536" w:name="_Toc248989643"/>
      <w:bookmarkStart w:id="537" w:name="_Toc249004777"/>
      <w:bookmarkStart w:id="538" w:name="_Toc249004947"/>
      <w:bookmarkStart w:id="539" w:name="_Toc249005111"/>
      <w:bookmarkStart w:id="540" w:name="_Toc249006090"/>
      <w:bookmarkStart w:id="541" w:name="_Toc249011363"/>
      <w:bookmarkStart w:id="542" w:name="_Toc249011752"/>
      <w:bookmarkStart w:id="543" w:name="_Toc249066582"/>
      <w:bookmarkStart w:id="544" w:name="_Toc249066745"/>
      <w:bookmarkStart w:id="545" w:name="_Toc249067086"/>
      <w:bookmarkStart w:id="546" w:name="_Toc249072680"/>
      <w:bookmarkStart w:id="547" w:name="_Toc250232813"/>
      <w:bookmarkStart w:id="548" w:name="_Toc250582060"/>
      <w:bookmarkStart w:id="549" w:name="_Toc250583246"/>
      <w:bookmarkStart w:id="550" w:name="_Toc250583530"/>
      <w:bookmarkStart w:id="551" w:name="_Toc250583707"/>
      <w:bookmarkStart w:id="552" w:name="_Toc250583872"/>
      <w:bookmarkStart w:id="553" w:name="_Toc250584038"/>
      <w:bookmarkStart w:id="554" w:name="_Toc250584204"/>
      <w:bookmarkStart w:id="555" w:name="_Toc250584370"/>
      <w:bookmarkStart w:id="556" w:name="_Toc250584536"/>
      <w:bookmarkStart w:id="557" w:name="_Toc250584701"/>
      <w:bookmarkStart w:id="558" w:name="_Toc250657406"/>
      <w:bookmarkStart w:id="559" w:name="_Toc250661007"/>
      <w:bookmarkStart w:id="560" w:name="_Toc250662241"/>
      <w:bookmarkStart w:id="561" w:name="_Toc250662702"/>
      <w:bookmarkStart w:id="562" w:name="_Toc251177563"/>
      <w:bookmarkStart w:id="563" w:name="_Toc251177726"/>
      <w:bookmarkStart w:id="564" w:name="_Toc251177889"/>
      <w:bookmarkStart w:id="565" w:name="_Toc251178052"/>
      <w:bookmarkStart w:id="566" w:name="_Toc266736855"/>
      <w:bookmarkStart w:id="567" w:name="_Toc266737265"/>
      <w:bookmarkStart w:id="568" w:name="_Toc266737509"/>
      <w:bookmarkStart w:id="569" w:name="_Toc266737687"/>
      <w:bookmarkStart w:id="570" w:name="_Toc266737861"/>
      <w:bookmarkStart w:id="571" w:name="_Toc266738035"/>
      <w:bookmarkStart w:id="572" w:name="_Toc266738574"/>
      <w:bookmarkStart w:id="573" w:name="_Toc266738747"/>
      <w:bookmarkStart w:id="574" w:name="_Toc266739108"/>
      <w:bookmarkStart w:id="575" w:name="_Toc266739283"/>
      <w:bookmarkStart w:id="576" w:name="_Toc266739458"/>
      <w:bookmarkStart w:id="577" w:name="_Toc266739633"/>
      <w:bookmarkStart w:id="578" w:name="_Toc266739813"/>
      <w:bookmarkStart w:id="579" w:name="_Toc266976329"/>
      <w:bookmarkStart w:id="580" w:name="_Toc267054886"/>
      <w:bookmarkStart w:id="581" w:name="_Toc267055328"/>
      <w:bookmarkStart w:id="582" w:name="_Toc267055508"/>
      <w:bookmarkStart w:id="583" w:name="_Toc267058144"/>
      <w:bookmarkStart w:id="584" w:name="_Toc267399178"/>
      <w:bookmarkStart w:id="585" w:name="_Toc267400105"/>
      <w:bookmarkStart w:id="586" w:name="_Toc267428394"/>
      <w:bookmarkStart w:id="587" w:name="_Toc267429171"/>
      <w:bookmarkStart w:id="588" w:name="_Toc267430373"/>
      <w:bookmarkStart w:id="589" w:name="_Toc267430554"/>
      <w:bookmarkStart w:id="590" w:name="_Toc267467959"/>
      <w:bookmarkStart w:id="591" w:name="_Toc267468141"/>
      <w:bookmarkStart w:id="592" w:name="_Toc267468479"/>
      <w:bookmarkStart w:id="593" w:name="_Toc267468662"/>
      <w:bookmarkStart w:id="594" w:name="_Toc272871011"/>
      <w:bookmarkStart w:id="595" w:name="_Toc272871191"/>
      <w:bookmarkStart w:id="596" w:name="_Toc272918172"/>
      <w:bookmarkStart w:id="597" w:name="_Toc272919022"/>
      <w:bookmarkStart w:id="598" w:name="_Toc273000621"/>
      <w:bookmarkStart w:id="599" w:name="_Toc248953768"/>
      <w:bookmarkStart w:id="600" w:name="_Toc248953983"/>
      <w:bookmarkStart w:id="601" w:name="_Toc248954134"/>
      <w:bookmarkStart w:id="602" w:name="_Toc248954285"/>
      <w:bookmarkStart w:id="603" w:name="_Toc248954529"/>
      <w:bookmarkStart w:id="604" w:name="_Toc248954684"/>
      <w:bookmarkStart w:id="605" w:name="_Toc248954839"/>
      <w:bookmarkStart w:id="606" w:name="_Toc248954994"/>
      <w:bookmarkStart w:id="607" w:name="_Toc248955349"/>
      <w:bookmarkStart w:id="608" w:name="_Toc248955603"/>
      <w:bookmarkStart w:id="609" w:name="_Toc248956576"/>
      <w:bookmarkStart w:id="610" w:name="_Toc248957045"/>
      <w:bookmarkStart w:id="611" w:name="_Toc248957815"/>
      <w:bookmarkStart w:id="612" w:name="_Toc248957971"/>
      <w:bookmarkStart w:id="613" w:name="_Toc248958125"/>
      <w:bookmarkStart w:id="614" w:name="_Toc248958488"/>
      <w:bookmarkStart w:id="615" w:name="_Toc248959731"/>
      <w:bookmarkStart w:id="616" w:name="_Toc248959928"/>
      <w:bookmarkStart w:id="617" w:name="_Toc248960082"/>
      <w:bookmarkStart w:id="618" w:name="_Toc248960558"/>
      <w:bookmarkStart w:id="619" w:name="_Toc248960879"/>
      <w:bookmarkStart w:id="620" w:name="_Toc248961209"/>
      <w:bookmarkStart w:id="621" w:name="_Toc248989644"/>
      <w:bookmarkStart w:id="622" w:name="_Toc249004778"/>
      <w:bookmarkStart w:id="623" w:name="_Toc249004948"/>
      <w:bookmarkStart w:id="624" w:name="_Toc249005112"/>
      <w:bookmarkStart w:id="625" w:name="_Toc249006091"/>
      <w:bookmarkStart w:id="626" w:name="_Toc249011364"/>
      <w:bookmarkStart w:id="627" w:name="_Toc249011753"/>
      <w:bookmarkStart w:id="628" w:name="_Toc249066583"/>
      <w:bookmarkStart w:id="629" w:name="_Toc249066746"/>
      <w:bookmarkStart w:id="630" w:name="_Toc249067087"/>
      <w:bookmarkStart w:id="631" w:name="_Toc249072681"/>
      <w:bookmarkStart w:id="632" w:name="_Toc250232814"/>
      <w:bookmarkStart w:id="633" w:name="_Toc250582061"/>
      <w:bookmarkStart w:id="634" w:name="_Toc250583247"/>
      <w:bookmarkStart w:id="635" w:name="_Toc250583531"/>
      <w:bookmarkStart w:id="636" w:name="_Toc250583708"/>
      <w:bookmarkStart w:id="637" w:name="_Toc250583873"/>
      <w:bookmarkStart w:id="638" w:name="_Toc250584039"/>
      <w:bookmarkStart w:id="639" w:name="_Toc250584205"/>
      <w:bookmarkStart w:id="640" w:name="_Toc250584371"/>
      <w:bookmarkStart w:id="641" w:name="_Toc250584537"/>
      <w:bookmarkStart w:id="642" w:name="_Toc250584702"/>
      <w:bookmarkStart w:id="643" w:name="_Toc250657407"/>
      <w:bookmarkStart w:id="644" w:name="_Toc250661008"/>
      <w:bookmarkStart w:id="645" w:name="_Toc250662242"/>
      <w:bookmarkStart w:id="646" w:name="_Toc250662703"/>
      <w:bookmarkStart w:id="647" w:name="_Toc251177564"/>
      <w:bookmarkStart w:id="648" w:name="_Toc251177727"/>
      <w:bookmarkStart w:id="649" w:name="_Toc251177890"/>
      <w:bookmarkStart w:id="650" w:name="_Toc251178053"/>
      <w:bookmarkStart w:id="651" w:name="_Toc266736856"/>
      <w:bookmarkStart w:id="652" w:name="_Toc266737266"/>
      <w:bookmarkStart w:id="653" w:name="_Toc266737510"/>
      <w:bookmarkStart w:id="654" w:name="_Toc266737688"/>
      <w:bookmarkStart w:id="655" w:name="_Toc266737862"/>
      <w:bookmarkStart w:id="656" w:name="_Toc266738036"/>
      <w:bookmarkStart w:id="657" w:name="_Toc266738575"/>
      <w:bookmarkStart w:id="658" w:name="_Toc266738748"/>
      <w:bookmarkStart w:id="659" w:name="_Toc266739109"/>
      <w:bookmarkStart w:id="660" w:name="_Toc266739284"/>
      <w:bookmarkStart w:id="661" w:name="_Toc266739459"/>
      <w:bookmarkStart w:id="662" w:name="_Toc266739634"/>
      <w:bookmarkStart w:id="663" w:name="_Toc266739814"/>
      <w:bookmarkStart w:id="664" w:name="_Toc266976330"/>
      <w:bookmarkStart w:id="665" w:name="_Toc267054887"/>
      <w:bookmarkStart w:id="666" w:name="_Toc267055329"/>
      <w:bookmarkStart w:id="667" w:name="_Toc267055509"/>
      <w:bookmarkStart w:id="668" w:name="_Toc267058145"/>
      <w:bookmarkStart w:id="669" w:name="_Toc267399179"/>
      <w:bookmarkStart w:id="670" w:name="_Toc267400106"/>
      <w:bookmarkStart w:id="671" w:name="_Toc267428395"/>
      <w:bookmarkStart w:id="672" w:name="_Toc267429172"/>
      <w:bookmarkStart w:id="673" w:name="_Toc267430374"/>
      <w:bookmarkStart w:id="674" w:name="_Toc267430555"/>
      <w:bookmarkStart w:id="675" w:name="_Toc267467960"/>
      <w:bookmarkStart w:id="676" w:name="_Toc267468142"/>
      <w:bookmarkStart w:id="677" w:name="_Toc267468480"/>
      <w:bookmarkStart w:id="678" w:name="_Toc267468663"/>
      <w:bookmarkStart w:id="679" w:name="_Toc272871012"/>
      <w:bookmarkStart w:id="680" w:name="_Toc272871192"/>
      <w:bookmarkStart w:id="681" w:name="_Toc272918173"/>
      <w:bookmarkStart w:id="682" w:name="_Toc272919023"/>
      <w:bookmarkStart w:id="683" w:name="_Toc273000622"/>
      <w:bookmarkStart w:id="684" w:name="_Toc248953769"/>
      <w:bookmarkStart w:id="685" w:name="_Toc248953984"/>
      <w:bookmarkStart w:id="686" w:name="_Toc248954135"/>
      <w:bookmarkStart w:id="687" w:name="_Toc248954286"/>
      <w:bookmarkStart w:id="688" w:name="_Toc248954530"/>
      <w:bookmarkStart w:id="689" w:name="_Toc248954685"/>
      <w:bookmarkStart w:id="690" w:name="_Toc248954840"/>
      <w:bookmarkStart w:id="691" w:name="_Toc248954995"/>
      <w:bookmarkStart w:id="692" w:name="_Toc248955350"/>
      <w:bookmarkStart w:id="693" w:name="_Toc248955604"/>
      <w:bookmarkStart w:id="694" w:name="_Toc248956577"/>
      <w:bookmarkStart w:id="695" w:name="_Toc248957046"/>
      <w:bookmarkStart w:id="696" w:name="_Toc248957816"/>
      <w:bookmarkStart w:id="697" w:name="_Toc248957972"/>
      <w:bookmarkStart w:id="698" w:name="_Toc248958126"/>
      <w:bookmarkStart w:id="699" w:name="_Toc248958489"/>
      <w:bookmarkStart w:id="700" w:name="_Toc248959732"/>
      <w:bookmarkStart w:id="701" w:name="_Toc248959929"/>
      <w:bookmarkStart w:id="702" w:name="_Toc248960083"/>
      <w:bookmarkStart w:id="703" w:name="_Toc248960559"/>
      <w:bookmarkStart w:id="704" w:name="_Toc248960880"/>
      <w:bookmarkStart w:id="705" w:name="_Toc248961210"/>
      <w:bookmarkStart w:id="706" w:name="_Toc248989645"/>
      <w:bookmarkStart w:id="707" w:name="_Toc249004779"/>
      <w:bookmarkStart w:id="708" w:name="_Toc249004949"/>
      <w:bookmarkStart w:id="709" w:name="_Toc249005113"/>
      <w:bookmarkStart w:id="710" w:name="_Toc249006092"/>
      <w:bookmarkStart w:id="711" w:name="_Toc249011365"/>
      <w:bookmarkStart w:id="712" w:name="_Toc249011754"/>
      <w:bookmarkStart w:id="713" w:name="_Toc249066584"/>
      <w:bookmarkStart w:id="714" w:name="_Toc249066747"/>
      <w:bookmarkStart w:id="715" w:name="_Toc249067088"/>
      <w:bookmarkStart w:id="716" w:name="_Toc249072682"/>
      <w:bookmarkStart w:id="717" w:name="_Toc250232815"/>
      <w:bookmarkStart w:id="718" w:name="_Toc250582062"/>
      <w:bookmarkStart w:id="719" w:name="_Toc250583248"/>
      <w:bookmarkStart w:id="720" w:name="_Toc250583532"/>
      <w:bookmarkStart w:id="721" w:name="_Toc250583709"/>
      <w:bookmarkStart w:id="722" w:name="_Toc250583874"/>
      <w:bookmarkStart w:id="723" w:name="_Toc250584040"/>
      <w:bookmarkStart w:id="724" w:name="_Toc250584206"/>
      <w:bookmarkStart w:id="725" w:name="_Toc250584372"/>
      <w:bookmarkStart w:id="726" w:name="_Toc250584538"/>
      <w:bookmarkStart w:id="727" w:name="_Toc250584703"/>
      <w:bookmarkStart w:id="728" w:name="_Toc250657408"/>
      <w:bookmarkStart w:id="729" w:name="_Toc250661009"/>
      <w:bookmarkStart w:id="730" w:name="_Toc250662243"/>
      <w:bookmarkStart w:id="731" w:name="_Toc250662704"/>
      <w:bookmarkStart w:id="732" w:name="_Toc251177565"/>
      <w:bookmarkStart w:id="733" w:name="_Toc251177728"/>
      <w:bookmarkStart w:id="734" w:name="_Toc251177891"/>
      <w:bookmarkStart w:id="735" w:name="_Toc251178054"/>
      <w:bookmarkStart w:id="736" w:name="_Toc266736857"/>
      <w:bookmarkStart w:id="737" w:name="_Toc266737267"/>
      <w:bookmarkStart w:id="738" w:name="_Toc266737511"/>
      <w:bookmarkStart w:id="739" w:name="_Toc266737689"/>
      <w:bookmarkStart w:id="740" w:name="_Toc266737863"/>
      <w:bookmarkStart w:id="741" w:name="_Toc266738037"/>
      <w:bookmarkStart w:id="742" w:name="_Toc266738576"/>
      <w:bookmarkStart w:id="743" w:name="_Toc266738749"/>
      <w:bookmarkStart w:id="744" w:name="_Toc266739110"/>
      <w:bookmarkStart w:id="745" w:name="_Toc266739285"/>
      <w:bookmarkStart w:id="746" w:name="_Toc266739460"/>
      <w:bookmarkStart w:id="747" w:name="_Toc266739635"/>
      <w:bookmarkStart w:id="748" w:name="_Toc266739815"/>
      <w:bookmarkStart w:id="749" w:name="_Toc266976331"/>
      <w:bookmarkStart w:id="750" w:name="_Toc267054888"/>
      <w:bookmarkStart w:id="751" w:name="_Toc267055330"/>
      <w:bookmarkStart w:id="752" w:name="_Toc267055510"/>
      <w:bookmarkStart w:id="753" w:name="_Toc267058146"/>
      <w:bookmarkStart w:id="754" w:name="_Toc267399180"/>
      <w:bookmarkStart w:id="755" w:name="_Toc267400107"/>
      <w:bookmarkStart w:id="756" w:name="_Toc267428396"/>
      <w:bookmarkStart w:id="757" w:name="_Toc267429173"/>
      <w:bookmarkStart w:id="758" w:name="_Toc267430375"/>
      <w:bookmarkStart w:id="759" w:name="_Toc267430556"/>
      <w:bookmarkStart w:id="760" w:name="_Toc267467961"/>
      <w:bookmarkStart w:id="761" w:name="_Toc267468143"/>
      <w:bookmarkStart w:id="762" w:name="_Toc267468481"/>
      <w:bookmarkStart w:id="763" w:name="_Toc267468664"/>
      <w:bookmarkStart w:id="764" w:name="_Toc272871013"/>
      <w:bookmarkStart w:id="765" w:name="_Toc272871193"/>
      <w:bookmarkStart w:id="766" w:name="_Toc272918174"/>
      <w:bookmarkStart w:id="767" w:name="_Toc272919024"/>
      <w:bookmarkStart w:id="768" w:name="_Toc273000623"/>
      <w:bookmarkStart w:id="769" w:name="_Toc248953770"/>
      <w:bookmarkStart w:id="770" w:name="_Toc248953985"/>
      <w:bookmarkStart w:id="771" w:name="_Toc248954136"/>
      <w:bookmarkStart w:id="772" w:name="_Toc248954287"/>
      <w:bookmarkStart w:id="773" w:name="_Toc248954531"/>
      <w:bookmarkStart w:id="774" w:name="_Toc248954686"/>
      <w:bookmarkStart w:id="775" w:name="_Toc248954841"/>
      <w:bookmarkStart w:id="776" w:name="_Toc248954996"/>
      <w:bookmarkStart w:id="777" w:name="_Toc248955351"/>
      <w:bookmarkStart w:id="778" w:name="_Toc248955605"/>
      <w:bookmarkStart w:id="779" w:name="_Toc248956578"/>
      <w:bookmarkStart w:id="780" w:name="_Toc248957047"/>
      <w:bookmarkStart w:id="781" w:name="_Toc248957817"/>
      <w:bookmarkStart w:id="782" w:name="_Toc248957973"/>
      <w:bookmarkStart w:id="783" w:name="_Toc248958127"/>
      <w:bookmarkStart w:id="784" w:name="_Toc248958490"/>
      <w:bookmarkStart w:id="785" w:name="_Toc248959733"/>
      <w:bookmarkStart w:id="786" w:name="_Toc248959930"/>
      <w:bookmarkStart w:id="787" w:name="_Toc248960084"/>
      <w:bookmarkStart w:id="788" w:name="_Toc248960560"/>
      <w:bookmarkStart w:id="789" w:name="_Toc248960881"/>
      <w:bookmarkStart w:id="790" w:name="_Toc248961211"/>
      <w:bookmarkStart w:id="791" w:name="_Toc248989646"/>
      <w:bookmarkStart w:id="792" w:name="_Toc249004780"/>
      <w:bookmarkStart w:id="793" w:name="_Toc249004950"/>
      <w:bookmarkStart w:id="794" w:name="_Toc249005114"/>
      <w:bookmarkStart w:id="795" w:name="_Toc249006093"/>
      <w:bookmarkStart w:id="796" w:name="_Toc249011366"/>
      <w:bookmarkStart w:id="797" w:name="_Toc249011755"/>
      <w:bookmarkStart w:id="798" w:name="_Toc249066585"/>
      <w:bookmarkStart w:id="799" w:name="_Toc249066748"/>
      <w:bookmarkStart w:id="800" w:name="_Toc249067089"/>
      <w:bookmarkStart w:id="801" w:name="_Toc249072683"/>
      <w:bookmarkStart w:id="802" w:name="_Toc250232816"/>
      <w:bookmarkStart w:id="803" w:name="_Toc250582063"/>
      <w:bookmarkStart w:id="804" w:name="_Toc250583249"/>
      <w:bookmarkStart w:id="805" w:name="_Toc250583533"/>
      <w:bookmarkStart w:id="806" w:name="_Toc250583710"/>
      <w:bookmarkStart w:id="807" w:name="_Toc250583875"/>
      <w:bookmarkStart w:id="808" w:name="_Toc250584041"/>
      <w:bookmarkStart w:id="809" w:name="_Toc250584207"/>
      <w:bookmarkStart w:id="810" w:name="_Toc250584373"/>
      <w:bookmarkStart w:id="811" w:name="_Toc250584539"/>
      <w:bookmarkStart w:id="812" w:name="_Toc250584704"/>
      <w:bookmarkStart w:id="813" w:name="_Toc250657409"/>
      <w:bookmarkStart w:id="814" w:name="_Toc250661010"/>
      <w:bookmarkStart w:id="815" w:name="_Toc250662244"/>
      <w:bookmarkStart w:id="816" w:name="_Toc250662705"/>
      <w:bookmarkStart w:id="817" w:name="_Toc251177566"/>
      <w:bookmarkStart w:id="818" w:name="_Toc251177729"/>
      <w:bookmarkStart w:id="819" w:name="_Toc251177892"/>
      <w:bookmarkStart w:id="820" w:name="_Toc251178055"/>
      <w:bookmarkStart w:id="821" w:name="_Toc266736858"/>
      <w:bookmarkStart w:id="822" w:name="_Toc266737268"/>
      <w:bookmarkStart w:id="823" w:name="_Toc266737512"/>
      <w:bookmarkStart w:id="824" w:name="_Toc266737690"/>
      <w:bookmarkStart w:id="825" w:name="_Toc266737864"/>
      <w:bookmarkStart w:id="826" w:name="_Toc266738038"/>
      <w:bookmarkStart w:id="827" w:name="_Toc266738577"/>
      <w:bookmarkStart w:id="828" w:name="_Toc266738750"/>
      <w:bookmarkStart w:id="829" w:name="_Toc266739111"/>
      <w:bookmarkStart w:id="830" w:name="_Toc266739286"/>
      <w:bookmarkStart w:id="831" w:name="_Toc266739461"/>
      <w:bookmarkStart w:id="832" w:name="_Toc266739636"/>
      <w:bookmarkStart w:id="833" w:name="_Toc266739816"/>
      <w:bookmarkStart w:id="834" w:name="_Toc266976332"/>
      <w:bookmarkStart w:id="835" w:name="_Toc267054889"/>
      <w:bookmarkStart w:id="836" w:name="_Toc267055331"/>
      <w:bookmarkStart w:id="837" w:name="_Toc267055511"/>
      <w:bookmarkStart w:id="838" w:name="_Toc267058147"/>
      <w:bookmarkStart w:id="839" w:name="_Toc267399181"/>
      <w:bookmarkStart w:id="840" w:name="_Toc267400108"/>
      <w:bookmarkStart w:id="841" w:name="_Toc267428397"/>
      <w:bookmarkStart w:id="842" w:name="_Toc267429174"/>
      <w:bookmarkStart w:id="843" w:name="_Toc267430376"/>
      <w:bookmarkStart w:id="844" w:name="_Toc267430557"/>
      <w:bookmarkStart w:id="845" w:name="_Toc267467962"/>
      <w:bookmarkStart w:id="846" w:name="_Toc267468144"/>
      <w:bookmarkStart w:id="847" w:name="_Toc267468482"/>
      <w:bookmarkStart w:id="848" w:name="_Toc267468665"/>
      <w:bookmarkStart w:id="849" w:name="_Toc272871014"/>
      <w:bookmarkStart w:id="850" w:name="_Toc272871194"/>
      <w:bookmarkStart w:id="851" w:name="_Toc272918175"/>
      <w:bookmarkStart w:id="852" w:name="_Toc272919025"/>
      <w:bookmarkStart w:id="853" w:name="_Toc273000624"/>
      <w:bookmarkStart w:id="854" w:name="_Toc248953771"/>
      <w:bookmarkStart w:id="855" w:name="_Toc248953986"/>
      <w:bookmarkStart w:id="856" w:name="_Toc248954137"/>
      <w:bookmarkStart w:id="857" w:name="_Toc248954288"/>
      <w:bookmarkStart w:id="858" w:name="_Toc248954532"/>
      <w:bookmarkStart w:id="859" w:name="_Toc248954687"/>
      <w:bookmarkStart w:id="860" w:name="_Toc248954842"/>
      <w:bookmarkStart w:id="861" w:name="_Toc248954997"/>
      <w:bookmarkStart w:id="862" w:name="_Toc248955352"/>
      <w:bookmarkStart w:id="863" w:name="_Toc248955606"/>
      <w:bookmarkStart w:id="864" w:name="_Toc248956579"/>
      <w:bookmarkStart w:id="865" w:name="_Toc248957048"/>
      <w:bookmarkStart w:id="866" w:name="_Toc248957818"/>
      <w:bookmarkStart w:id="867" w:name="_Toc248957974"/>
      <w:bookmarkStart w:id="868" w:name="_Toc248958128"/>
      <w:bookmarkStart w:id="869" w:name="_Toc248958491"/>
      <w:bookmarkStart w:id="870" w:name="_Toc248959734"/>
      <w:bookmarkStart w:id="871" w:name="_Toc248959931"/>
      <w:bookmarkStart w:id="872" w:name="_Toc248960085"/>
      <w:bookmarkStart w:id="873" w:name="_Toc248960561"/>
      <w:bookmarkStart w:id="874" w:name="_Toc248960882"/>
      <w:bookmarkStart w:id="875" w:name="_Toc248961212"/>
      <w:bookmarkStart w:id="876" w:name="_Toc248989647"/>
      <w:bookmarkStart w:id="877" w:name="_Toc249004781"/>
      <w:bookmarkStart w:id="878" w:name="_Toc249004951"/>
      <w:bookmarkStart w:id="879" w:name="_Toc249005115"/>
      <w:bookmarkStart w:id="880" w:name="_Toc249006094"/>
      <w:bookmarkStart w:id="881" w:name="_Toc249011367"/>
      <w:bookmarkStart w:id="882" w:name="_Toc249011756"/>
      <w:bookmarkStart w:id="883" w:name="_Toc249066586"/>
      <w:bookmarkStart w:id="884" w:name="_Toc249066749"/>
      <w:bookmarkStart w:id="885" w:name="_Toc249067090"/>
      <w:bookmarkStart w:id="886" w:name="_Toc249072684"/>
      <w:bookmarkStart w:id="887" w:name="_Toc250232817"/>
      <w:bookmarkStart w:id="888" w:name="_Toc250582064"/>
      <w:bookmarkStart w:id="889" w:name="_Toc250583250"/>
      <w:bookmarkStart w:id="890" w:name="_Toc250583534"/>
      <w:bookmarkStart w:id="891" w:name="_Toc250583711"/>
      <w:bookmarkStart w:id="892" w:name="_Toc250583876"/>
      <w:bookmarkStart w:id="893" w:name="_Toc250584042"/>
      <w:bookmarkStart w:id="894" w:name="_Toc250584208"/>
      <w:bookmarkStart w:id="895" w:name="_Toc250584374"/>
      <w:bookmarkStart w:id="896" w:name="_Toc250584540"/>
      <w:bookmarkStart w:id="897" w:name="_Toc250584705"/>
      <w:bookmarkStart w:id="898" w:name="_Toc250657410"/>
      <w:bookmarkStart w:id="899" w:name="_Toc250661011"/>
      <w:bookmarkStart w:id="900" w:name="_Toc250662245"/>
      <w:bookmarkStart w:id="901" w:name="_Toc250662706"/>
      <w:bookmarkStart w:id="902" w:name="_Toc251177567"/>
      <w:bookmarkStart w:id="903" w:name="_Toc251177730"/>
      <w:bookmarkStart w:id="904" w:name="_Toc251177893"/>
      <w:bookmarkStart w:id="905" w:name="_Toc251178056"/>
      <w:bookmarkStart w:id="906" w:name="_Toc266736859"/>
      <w:bookmarkStart w:id="907" w:name="_Toc266737269"/>
      <w:bookmarkStart w:id="908" w:name="_Toc266737513"/>
      <w:bookmarkStart w:id="909" w:name="_Toc266737691"/>
      <w:bookmarkStart w:id="910" w:name="_Toc266737865"/>
      <w:bookmarkStart w:id="911" w:name="_Toc266738039"/>
      <w:bookmarkStart w:id="912" w:name="_Toc266738578"/>
      <w:bookmarkStart w:id="913" w:name="_Toc266738751"/>
      <w:bookmarkStart w:id="914" w:name="_Toc266739112"/>
      <w:bookmarkStart w:id="915" w:name="_Toc266739287"/>
      <w:bookmarkStart w:id="916" w:name="_Toc266739462"/>
      <w:bookmarkStart w:id="917" w:name="_Toc266739637"/>
      <w:bookmarkStart w:id="918" w:name="_Toc266739817"/>
      <w:bookmarkStart w:id="919" w:name="_Toc266976333"/>
      <w:bookmarkStart w:id="920" w:name="_Toc267054890"/>
      <w:bookmarkStart w:id="921" w:name="_Toc267055332"/>
      <w:bookmarkStart w:id="922" w:name="_Toc267055512"/>
      <w:bookmarkStart w:id="923" w:name="_Toc267058148"/>
      <w:bookmarkStart w:id="924" w:name="_Toc267399182"/>
      <w:bookmarkStart w:id="925" w:name="_Toc267400109"/>
      <w:bookmarkStart w:id="926" w:name="_Toc267428398"/>
      <w:bookmarkStart w:id="927" w:name="_Toc267429175"/>
      <w:bookmarkStart w:id="928" w:name="_Toc267430377"/>
      <w:bookmarkStart w:id="929" w:name="_Toc267430558"/>
      <w:bookmarkStart w:id="930" w:name="_Toc267467963"/>
      <w:bookmarkStart w:id="931" w:name="_Toc267468145"/>
      <w:bookmarkStart w:id="932" w:name="_Toc267468483"/>
      <w:bookmarkStart w:id="933" w:name="_Toc267468666"/>
      <w:bookmarkStart w:id="934" w:name="_Toc272871015"/>
      <w:bookmarkStart w:id="935" w:name="_Toc272871195"/>
      <w:bookmarkStart w:id="936" w:name="_Toc272918176"/>
      <w:bookmarkStart w:id="937" w:name="_Toc272919026"/>
      <w:bookmarkStart w:id="938" w:name="_Toc273000625"/>
      <w:bookmarkStart w:id="939" w:name="_Toc248953772"/>
      <w:bookmarkStart w:id="940" w:name="_Toc248953987"/>
      <w:bookmarkStart w:id="941" w:name="_Toc248954138"/>
      <w:bookmarkStart w:id="942" w:name="_Toc248954289"/>
      <w:bookmarkStart w:id="943" w:name="_Toc248954533"/>
      <w:bookmarkStart w:id="944" w:name="_Toc248954688"/>
      <w:bookmarkStart w:id="945" w:name="_Toc248954843"/>
      <w:bookmarkStart w:id="946" w:name="_Toc248954998"/>
      <w:bookmarkStart w:id="947" w:name="_Toc248955353"/>
      <w:bookmarkStart w:id="948" w:name="_Toc248955607"/>
      <w:bookmarkStart w:id="949" w:name="_Toc248956580"/>
      <w:bookmarkStart w:id="950" w:name="_Toc248957049"/>
      <w:bookmarkStart w:id="951" w:name="_Toc248957819"/>
      <w:bookmarkStart w:id="952" w:name="_Toc248957975"/>
      <w:bookmarkStart w:id="953" w:name="_Toc248958129"/>
      <w:bookmarkStart w:id="954" w:name="_Toc248958492"/>
      <w:bookmarkStart w:id="955" w:name="_Toc248959735"/>
      <w:bookmarkStart w:id="956" w:name="_Toc248959932"/>
      <w:bookmarkStart w:id="957" w:name="_Toc248960086"/>
      <w:bookmarkStart w:id="958" w:name="_Toc248960562"/>
      <w:bookmarkStart w:id="959" w:name="_Toc248960883"/>
      <w:bookmarkStart w:id="960" w:name="_Toc248961213"/>
      <w:bookmarkStart w:id="961" w:name="_Toc248989648"/>
      <w:bookmarkStart w:id="962" w:name="_Toc249004782"/>
      <w:bookmarkStart w:id="963" w:name="_Toc249004952"/>
      <w:bookmarkStart w:id="964" w:name="_Toc249005116"/>
      <w:bookmarkStart w:id="965" w:name="_Toc249006095"/>
      <w:bookmarkStart w:id="966" w:name="_Toc249011368"/>
      <w:bookmarkStart w:id="967" w:name="_Toc249011757"/>
      <w:bookmarkStart w:id="968" w:name="_Toc249066587"/>
      <w:bookmarkStart w:id="969" w:name="_Toc249066750"/>
      <w:bookmarkStart w:id="970" w:name="_Toc249067091"/>
      <w:bookmarkStart w:id="971" w:name="_Toc249072685"/>
      <w:bookmarkStart w:id="972" w:name="_Toc250232818"/>
      <w:bookmarkStart w:id="973" w:name="_Toc250582065"/>
      <w:bookmarkStart w:id="974" w:name="_Toc250583251"/>
      <w:bookmarkStart w:id="975" w:name="_Toc250583535"/>
      <w:bookmarkStart w:id="976" w:name="_Toc250583712"/>
      <w:bookmarkStart w:id="977" w:name="_Toc250583877"/>
      <w:bookmarkStart w:id="978" w:name="_Toc250584043"/>
      <w:bookmarkStart w:id="979" w:name="_Toc250584209"/>
      <w:bookmarkStart w:id="980" w:name="_Toc250584375"/>
      <w:bookmarkStart w:id="981" w:name="_Toc250584541"/>
      <w:bookmarkStart w:id="982" w:name="_Toc250584706"/>
      <w:bookmarkStart w:id="983" w:name="_Toc250657411"/>
      <w:bookmarkStart w:id="984" w:name="_Toc250661012"/>
      <w:bookmarkStart w:id="985" w:name="_Toc250662246"/>
      <w:bookmarkStart w:id="986" w:name="_Toc250662707"/>
      <w:bookmarkStart w:id="987" w:name="_Toc251177568"/>
      <w:bookmarkStart w:id="988" w:name="_Toc251177731"/>
      <w:bookmarkStart w:id="989" w:name="_Toc251177894"/>
      <w:bookmarkStart w:id="990" w:name="_Toc251178057"/>
      <w:bookmarkStart w:id="991" w:name="_Toc266736860"/>
      <w:bookmarkStart w:id="992" w:name="_Toc266737270"/>
      <w:bookmarkStart w:id="993" w:name="_Toc266737514"/>
      <w:bookmarkStart w:id="994" w:name="_Toc266737692"/>
      <w:bookmarkStart w:id="995" w:name="_Toc266737866"/>
      <w:bookmarkStart w:id="996" w:name="_Toc266738040"/>
      <w:bookmarkStart w:id="997" w:name="_Toc266738579"/>
      <w:bookmarkStart w:id="998" w:name="_Toc266738752"/>
      <w:bookmarkStart w:id="999" w:name="_Toc266739113"/>
      <w:bookmarkStart w:id="1000" w:name="_Toc266739288"/>
      <w:bookmarkStart w:id="1001" w:name="_Toc266739463"/>
      <w:bookmarkStart w:id="1002" w:name="_Toc266739638"/>
      <w:bookmarkStart w:id="1003" w:name="_Toc266739818"/>
      <w:bookmarkStart w:id="1004" w:name="_Toc266976334"/>
      <w:bookmarkStart w:id="1005" w:name="_Toc267054891"/>
      <w:bookmarkStart w:id="1006" w:name="_Toc267055333"/>
      <w:bookmarkStart w:id="1007" w:name="_Toc267055513"/>
      <w:bookmarkStart w:id="1008" w:name="_Toc267058149"/>
      <w:bookmarkStart w:id="1009" w:name="_Toc267399183"/>
      <w:bookmarkStart w:id="1010" w:name="_Toc267400110"/>
      <w:bookmarkStart w:id="1011" w:name="_Toc267428399"/>
      <w:bookmarkStart w:id="1012" w:name="_Toc267429176"/>
      <w:bookmarkStart w:id="1013" w:name="_Toc267430378"/>
      <w:bookmarkStart w:id="1014" w:name="_Toc267430559"/>
      <w:bookmarkStart w:id="1015" w:name="_Toc267467964"/>
      <w:bookmarkStart w:id="1016" w:name="_Toc267468146"/>
      <w:bookmarkStart w:id="1017" w:name="_Toc267468484"/>
      <w:bookmarkStart w:id="1018" w:name="_Toc267468667"/>
      <w:bookmarkStart w:id="1019" w:name="_Toc272871016"/>
      <w:bookmarkStart w:id="1020" w:name="_Toc272871196"/>
      <w:bookmarkStart w:id="1021" w:name="_Toc272918177"/>
      <w:bookmarkStart w:id="1022" w:name="_Toc272919027"/>
      <w:bookmarkStart w:id="1023" w:name="_Toc273000626"/>
      <w:bookmarkStart w:id="1024" w:name="_Toc248953773"/>
      <w:bookmarkStart w:id="1025" w:name="_Toc248953988"/>
      <w:bookmarkStart w:id="1026" w:name="_Toc248954139"/>
      <w:bookmarkStart w:id="1027" w:name="_Toc248954290"/>
      <w:bookmarkStart w:id="1028" w:name="_Toc248954534"/>
      <w:bookmarkStart w:id="1029" w:name="_Toc248954689"/>
      <w:bookmarkStart w:id="1030" w:name="_Toc248954844"/>
      <w:bookmarkStart w:id="1031" w:name="_Toc248954999"/>
      <w:bookmarkStart w:id="1032" w:name="_Toc248955354"/>
      <w:bookmarkStart w:id="1033" w:name="_Toc248955608"/>
      <w:bookmarkStart w:id="1034" w:name="_Toc248956581"/>
      <w:bookmarkStart w:id="1035" w:name="_Toc248957050"/>
      <w:bookmarkStart w:id="1036" w:name="_Toc248957820"/>
      <w:bookmarkStart w:id="1037" w:name="_Toc248957976"/>
      <w:bookmarkStart w:id="1038" w:name="_Toc248958130"/>
      <w:bookmarkStart w:id="1039" w:name="_Toc248958493"/>
      <w:bookmarkStart w:id="1040" w:name="_Toc248959736"/>
      <w:bookmarkStart w:id="1041" w:name="_Toc248959933"/>
      <w:bookmarkStart w:id="1042" w:name="_Toc248960087"/>
      <w:bookmarkStart w:id="1043" w:name="_Toc248960563"/>
      <w:bookmarkStart w:id="1044" w:name="_Toc248960884"/>
      <w:bookmarkStart w:id="1045" w:name="_Toc248961214"/>
      <w:bookmarkStart w:id="1046" w:name="_Toc248989649"/>
      <w:bookmarkStart w:id="1047" w:name="_Toc249004783"/>
      <w:bookmarkStart w:id="1048" w:name="_Toc249004953"/>
      <w:bookmarkStart w:id="1049" w:name="_Toc249005117"/>
      <w:bookmarkStart w:id="1050" w:name="_Toc249006096"/>
      <w:bookmarkStart w:id="1051" w:name="_Toc249011369"/>
      <w:bookmarkStart w:id="1052" w:name="_Toc249011758"/>
      <w:bookmarkStart w:id="1053" w:name="_Toc249066588"/>
      <w:bookmarkStart w:id="1054" w:name="_Toc249066751"/>
      <w:bookmarkStart w:id="1055" w:name="_Toc249067092"/>
      <w:bookmarkStart w:id="1056" w:name="_Toc249072686"/>
      <w:bookmarkStart w:id="1057" w:name="_Toc250232819"/>
      <w:bookmarkStart w:id="1058" w:name="_Toc250582066"/>
      <w:bookmarkStart w:id="1059" w:name="_Toc250583252"/>
      <w:bookmarkStart w:id="1060" w:name="_Toc250583536"/>
      <w:bookmarkStart w:id="1061" w:name="_Toc250583713"/>
      <w:bookmarkStart w:id="1062" w:name="_Toc250583878"/>
      <w:bookmarkStart w:id="1063" w:name="_Toc250584044"/>
      <w:bookmarkStart w:id="1064" w:name="_Toc250584210"/>
      <w:bookmarkStart w:id="1065" w:name="_Toc250584376"/>
      <w:bookmarkStart w:id="1066" w:name="_Toc250584542"/>
      <w:bookmarkStart w:id="1067" w:name="_Toc250584707"/>
      <w:bookmarkStart w:id="1068" w:name="_Toc250657412"/>
      <w:bookmarkStart w:id="1069" w:name="_Toc250661013"/>
      <w:bookmarkStart w:id="1070" w:name="_Toc250662247"/>
      <w:bookmarkStart w:id="1071" w:name="_Toc250662708"/>
      <w:bookmarkStart w:id="1072" w:name="_Toc251177569"/>
      <w:bookmarkStart w:id="1073" w:name="_Toc251177732"/>
      <w:bookmarkStart w:id="1074" w:name="_Toc251177895"/>
      <w:bookmarkStart w:id="1075" w:name="_Toc251178058"/>
      <w:bookmarkStart w:id="1076" w:name="_Toc266736861"/>
      <w:bookmarkStart w:id="1077" w:name="_Toc266737271"/>
      <w:bookmarkStart w:id="1078" w:name="_Toc266737515"/>
      <w:bookmarkStart w:id="1079" w:name="_Toc266737693"/>
      <w:bookmarkStart w:id="1080" w:name="_Toc266737867"/>
      <w:bookmarkStart w:id="1081" w:name="_Toc266738041"/>
      <w:bookmarkStart w:id="1082" w:name="_Toc266738580"/>
      <w:bookmarkStart w:id="1083" w:name="_Toc266738753"/>
      <w:bookmarkStart w:id="1084" w:name="_Toc266739114"/>
      <w:bookmarkStart w:id="1085" w:name="_Toc266739289"/>
      <w:bookmarkStart w:id="1086" w:name="_Toc266739464"/>
      <w:bookmarkStart w:id="1087" w:name="_Toc266739639"/>
      <w:bookmarkStart w:id="1088" w:name="_Toc266739819"/>
      <w:bookmarkStart w:id="1089" w:name="_Toc266976335"/>
      <w:bookmarkStart w:id="1090" w:name="_Toc267054892"/>
      <w:bookmarkStart w:id="1091" w:name="_Toc267055334"/>
      <w:bookmarkStart w:id="1092" w:name="_Toc267055514"/>
      <w:bookmarkStart w:id="1093" w:name="_Toc267058150"/>
      <w:bookmarkStart w:id="1094" w:name="_Toc267399184"/>
      <w:bookmarkStart w:id="1095" w:name="_Toc267400111"/>
      <w:bookmarkStart w:id="1096" w:name="_Toc267428400"/>
      <w:bookmarkStart w:id="1097" w:name="_Toc267429177"/>
      <w:bookmarkStart w:id="1098" w:name="_Toc267430379"/>
      <w:bookmarkStart w:id="1099" w:name="_Toc267430560"/>
      <w:bookmarkStart w:id="1100" w:name="_Toc267467965"/>
      <w:bookmarkStart w:id="1101" w:name="_Toc267468147"/>
      <w:bookmarkStart w:id="1102" w:name="_Toc267468485"/>
      <w:bookmarkStart w:id="1103" w:name="_Toc267468668"/>
      <w:bookmarkStart w:id="1104" w:name="_Toc272871017"/>
      <w:bookmarkStart w:id="1105" w:name="_Toc272871197"/>
      <w:bookmarkStart w:id="1106" w:name="_Toc272918178"/>
      <w:bookmarkStart w:id="1107" w:name="_Toc272919028"/>
      <w:bookmarkStart w:id="1108" w:name="_Toc273000627"/>
      <w:bookmarkStart w:id="1109" w:name="_Toc248953774"/>
      <w:bookmarkStart w:id="1110" w:name="_Toc248953989"/>
      <w:bookmarkStart w:id="1111" w:name="_Toc248954140"/>
      <w:bookmarkStart w:id="1112" w:name="_Toc248954291"/>
      <w:bookmarkStart w:id="1113" w:name="_Toc248954535"/>
      <w:bookmarkStart w:id="1114" w:name="_Toc248954690"/>
      <w:bookmarkStart w:id="1115" w:name="_Toc248954845"/>
      <w:bookmarkStart w:id="1116" w:name="_Toc248955000"/>
      <w:bookmarkStart w:id="1117" w:name="_Toc248955355"/>
      <w:bookmarkStart w:id="1118" w:name="_Toc248955609"/>
      <w:bookmarkStart w:id="1119" w:name="_Toc248956582"/>
      <w:bookmarkStart w:id="1120" w:name="_Toc248957051"/>
      <w:bookmarkStart w:id="1121" w:name="_Toc248957821"/>
      <w:bookmarkStart w:id="1122" w:name="_Toc248957977"/>
      <w:bookmarkStart w:id="1123" w:name="_Toc248958131"/>
      <w:bookmarkStart w:id="1124" w:name="_Toc248958494"/>
      <w:bookmarkStart w:id="1125" w:name="_Toc248959737"/>
      <w:bookmarkStart w:id="1126" w:name="_Toc248959934"/>
      <w:bookmarkStart w:id="1127" w:name="_Toc248960088"/>
      <w:bookmarkStart w:id="1128" w:name="_Toc248960564"/>
      <w:bookmarkStart w:id="1129" w:name="_Toc248960885"/>
      <w:bookmarkStart w:id="1130" w:name="_Toc248961215"/>
      <w:bookmarkStart w:id="1131" w:name="_Toc248989650"/>
      <w:bookmarkStart w:id="1132" w:name="_Toc249004784"/>
      <w:bookmarkStart w:id="1133" w:name="_Toc249004954"/>
      <w:bookmarkStart w:id="1134" w:name="_Toc249005118"/>
      <w:bookmarkStart w:id="1135" w:name="_Toc249006097"/>
      <w:bookmarkStart w:id="1136" w:name="_Toc249011370"/>
      <w:bookmarkStart w:id="1137" w:name="_Toc249011759"/>
      <w:bookmarkStart w:id="1138" w:name="_Toc249066589"/>
      <w:bookmarkStart w:id="1139" w:name="_Toc249066752"/>
      <w:bookmarkStart w:id="1140" w:name="_Toc249067093"/>
      <w:bookmarkStart w:id="1141" w:name="_Toc249072687"/>
      <w:bookmarkStart w:id="1142" w:name="_Toc250232820"/>
      <w:bookmarkStart w:id="1143" w:name="_Toc250582067"/>
      <w:bookmarkStart w:id="1144" w:name="_Toc250583253"/>
      <w:bookmarkStart w:id="1145" w:name="_Toc250583537"/>
      <w:bookmarkStart w:id="1146" w:name="_Toc250583714"/>
      <w:bookmarkStart w:id="1147" w:name="_Toc250583879"/>
      <w:bookmarkStart w:id="1148" w:name="_Toc250584045"/>
      <w:bookmarkStart w:id="1149" w:name="_Toc250584211"/>
      <w:bookmarkStart w:id="1150" w:name="_Toc250584377"/>
      <w:bookmarkStart w:id="1151" w:name="_Toc250584543"/>
      <w:bookmarkStart w:id="1152" w:name="_Toc250584708"/>
      <w:bookmarkStart w:id="1153" w:name="_Toc250657413"/>
      <w:bookmarkStart w:id="1154" w:name="_Toc250661014"/>
      <w:bookmarkStart w:id="1155" w:name="_Toc250662248"/>
      <w:bookmarkStart w:id="1156" w:name="_Toc250662709"/>
      <w:bookmarkStart w:id="1157" w:name="_Toc251177570"/>
      <w:bookmarkStart w:id="1158" w:name="_Toc251177733"/>
      <w:bookmarkStart w:id="1159" w:name="_Toc251177896"/>
      <w:bookmarkStart w:id="1160" w:name="_Toc251178059"/>
      <w:bookmarkStart w:id="1161" w:name="_Toc266736862"/>
      <w:bookmarkStart w:id="1162" w:name="_Toc266737272"/>
      <w:bookmarkStart w:id="1163" w:name="_Toc266737516"/>
      <w:bookmarkStart w:id="1164" w:name="_Toc266737694"/>
      <w:bookmarkStart w:id="1165" w:name="_Toc266737868"/>
      <w:bookmarkStart w:id="1166" w:name="_Toc266738042"/>
      <w:bookmarkStart w:id="1167" w:name="_Toc266738581"/>
      <w:bookmarkStart w:id="1168" w:name="_Toc266738754"/>
      <w:bookmarkStart w:id="1169" w:name="_Toc266739115"/>
      <w:bookmarkStart w:id="1170" w:name="_Toc266739290"/>
      <w:bookmarkStart w:id="1171" w:name="_Toc266739465"/>
      <w:bookmarkStart w:id="1172" w:name="_Toc266739640"/>
      <w:bookmarkStart w:id="1173" w:name="_Toc266739820"/>
      <w:bookmarkStart w:id="1174" w:name="_Toc266976336"/>
      <w:bookmarkStart w:id="1175" w:name="_Toc267054893"/>
      <w:bookmarkStart w:id="1176" w:name="_Toc267055335"/>
      <w:bookmarkStart w:id="1177" w:name="_Toc267055515"/>
      <w:bookmarkStart w:id="1178" w:name="_Toc267058151"/>
      <w:bookmarkStart w:id="1179" w:name="_Toc267399185"/>
      <w:bookmarkStart w:id="1180" w:name="_Toc267400112"/>
      <w:bookmarkStart w:id="1181" w:name="_Toc267428401"/>
      <w:bookmarkStart w:id="1182" w:name="_Toc267429178"/>
      <w:bookmarkStart w:id="1183" w:name="_Toc267430380"/>
      <w:bookmarkStart w:id="1184" w:name="_Toc267430561"/>
      <w:bookmarkStart w:id="1185" w:name="_Toc267467966"/>
      <w:bookmarkStart w:id="1186" w:name="_Toc267468148"/>
      <w:bookmarkStart w:id="1187" w:name="_Toc267468486"/>
      <w:bookmarkStart w:id="1188" w:name="_Toc267468669"/>
      <w:bookmarkStart w:id="1189" w:name="_Toc272871018"/>
      <w:bookmarkStart w:id="1190" w:name="_Toc272871198"/>
      <w:bookmarkStart w:id="1191" w:name="_Toc272918179"/>
      <w:bookmarkStart w:id="1192" w:name="_Toc272919029"/>
      <w:bookmarkStart w:id="1193" w:name="_Toc273000628"/>
      <w:bookmarkStart w:id="1194" w:name="_Toc248953775"/>
      <w:bookmarkStart w:id="1195" w:name="_Toc248953990"/>
      <w:bookmarkStart w:id="1196" w:name="_Toc248954141"/>
      <w:bookmarkStart w:id="1197" w:name="_Toc248954292"/>
      <w:bookmarkStart w:id="1198" w:name="_Toc248954536"/>
      <w:bookmarkStart w:id="1199" w:name="_Toc248954691"/>
      <w:bookmarkStart w:id="1200" w:name="_Toc248954846"/>
      <w:bookmarkStart w:id="1201" w:name="_Toc248955001"/>
      <w:bookmarkStart w:id="1202" w:name="_Toc248955356"/>
      <w:bookmarkStart w:id="1203" w:name="_Toc248955610"/>
      <w:bookmarkStart w:id="1204" w:name="_Toc248956583"/>
      <w:bookmarkStart w:id="1205" w:name="_Toc248957052"/>
      <w:bookmarkStart w:id="1206" w:name="_Toc248957822"/>
      <w:bookmarkStart w:id="1207" w:name="_Toc248957978"/>
      <w:bookmarkStart w:id="1208" w:name="_Toc248958132"/>
      <w:bookmarkStart w:id="1209" w:name="_Toc248958495"/>
      <w:bookmarkStart w:id="1210" w:name="_Toc248959738"/>
      <w:bookmarkStart w:id="1211" w:name="_Toc248959935"/>
      <w:bookmarkStart w:id="1212" w:name="_Toc248960089"/>
      <w:bookmarkStart w:id="1213" w:name="_Toc248960565"/>
      <w:bookmarkStart w:id="1214" w:name="_Toc248960886"/>
      <w:bookmarkStart w:id="1215" w:name="_Toc248961216"/>
      <w:bookmarkStart w:id="1216" w:name="_Toc248989651"/>
      <w:bookmarkStart w:id="1217" w:name="_Toc249004785"/>
      <w:bookmarkStart w:id="1218" w:name="_Toc249004955"/>
      <w:bookmarkStart w:id="1219" w:name="_Toc249005119"/>
      <w:bookmarkStart w:id="1220" w:name="_Toc249006098"/>
      <w:bookmarkStart w:id="1221" w:name="_Toc249011371"/>
      <w:bookmarkStart w:id="1222" w:name="_Toc249011760"/>
      <w:bookmarkStart w:id="1223" w:name="_Toc249066590"/>
      <w:bookmarkStart w:id="1224" w:name="_Toc249066753"/>
      <w:bookmarkStart w:id="1225" w:name="_Toc249067094"/>
      <w:bookmarkStart w:id="1226" w:name="_Toc249072688"/>
      <w:bookmarkStart w:id="1227" w:name="_Toc250232821"/>
      <w:bookmarkStart w:id="1228" w:name="_Toc250582068"/>
      <w:bookmarkStart w:id="1229" w:name="_Toc250583254"/>
      <w:bookmarkStart w:id="1230" w:name="_Toc250583538"/>
      <w:bookmarkStart w:id="1231" w:name="_Toc250583715"/>
      <w:bookmarkStart w:id="1232" w:name="_Toc250583880"/>
      <w:bookmarkStart w:id="1233" w:name="_Toc250584046"/>
      <w:bookmarkStart w:id="1234" w:name="_Toc250584212"/>
      <w:bookmarkStart w:id="1235" w:name="_Toc250584378"/>
      <w:bookmarkStart w:id="1236" w:name="_Toc250584544"/>
      <w:bookmarkStart w:id="1237" w:name="_Toc250584709"/>
      <w:bookmarkStart w:id="1238" w:name="_Toc250657414"/>
      <w:bookmarkStart w:id="1239" w:name="_Toc250661015"/>
      <w:bookmarkStart w:id="1240" w:name="_Toc250662249"/>
      <w:bookmarkStart w:id="1241" w:name="_Toc250662710"/>
      <w:bookmarkStart w:id="1242" w:name="_Toc251177571"/>
      <w:bookmarkStart w:id="1243" w:name="_Toc251177734"/>
      <w:bookmarkStart w:id="1244" w:name="_Toc251177897"/>
      <w:bookmarkStart w:id="1245" w:name="_Toc251178060"/>
      <w:bookmarkStart w:id="1246" w:name="_Toc266736863"/>
      <w:bookmarkStart w:id="1247" w:name="_Toc266737273"/>
      <w:bookmarkStart w:id="1248" w:name="_Toc266737517"/>
      <w:bookmarkStart w:id="1249" w:name="_Toc266737695"/>
      <w:bookmarkStart w:id="1250" w:name="_Toc266737869"/>
      <w:bookmarkStart w:id="1251" w:name="_Toc266738043"/>
      <w:bookmarkStart w:id="1252" w:name="_Toc266738582"/>
      <w:bookmarkStart w:id="1253" w:name="_Toc266738755"/>
      <w:bookmarkStart w:id="1254" w:name="_Toc266739116"/>
      <w:bookmarkStart w:id="1255" w:name="_Toc266739291"/>
      <w:bookmarkStart w:id="1256" w:name="_Toc266739466"/>
      <w:bookmarkStart w:id="1257" w:name="_Toc266739641"/>
      <w:bookmarkStart w:id="1258" w:name="_Toc266739821"/>
      <w:bookmarkStart w:id="1259" w:name="_Toc266976337"/>
      <w:bookmarkStart w:id="1260" w:name="_Toc267054894"/>
      <w:bookmarkStart w:id="1261" w:name="_Toc267055336"/>
      <w:bookmarkStart w:id="1262" w:name="_Toc267055516"/>
      <w:bookmarkStart w:id="1263" w:name="_Toc267058152"/>
      <w:bookmarkStart w:id="1264" w:name="_Toc267399186"/>
      <w:bookmarkStart w:id="1265" w:name="_Toc267400113"/>
      <w:bookmarkStart w:id="1266" w:name="_Toc267428402"/>
      <w:bookmarkStart w:id="1267" w:name="_Toc267429179"/>
      <w:bookmarkStart w:id="1268" w:name="_Toc267430381"/>
      <w:bookmarkStart w:id="1269" w:name="_Toc267430562"/>
      <w:bookmarkStart w:id="1270" w:name="_Toc267467967"/>
      <w:bookmarkStart w:id="1271" w:name="_Toc267468149"/>
      <w:bookmarkStart w:id="1272" w:name="_Toc267468487"/>
      <w:bookmarkStart w:id="1273" w:name="_Toc267468670"/>
      <w:bookmarkStart w:id="1274" w:name="_Toc272871019"/>
      <w:bookmarkStart w:id="1275" w:name="_Toc272871199"/>
      <w:bookmarkStart w:id="1276" w:name="_Toc272918180"/>
      <w:bookmarkStart w:id="1277" w:name="_Toc272919030"/>
      <w:bookmarkStart w:id="1278" w:name="_Toc273000629"/>
      <w:bookmarkStart w:id="1279" w:name="_Toc248953776"/>
      <w:bookmarkStart w:id="1280" w:name="_Toc248953991"/>
      <w:bookmarkStart w:id="1281" w:name="_Toc248954142"/>
      <w:bookmarkStart w:id="1282" w:name="_Toc248954293"/>
      <w:bookmarkStart w:id="1283" w:name="_Toc248954537"/>
      <w:bookmarkStart w:id="1284" w:name="_Toc248954692"/>
      <w:bookmarkStart w:id="1285" w:name="_Toc248954847"/>
      <w:bookmarkStart w:id="1286" w:name="_Toc248955002"/>
      <w:bookmarkStart w:id="1287" w:name="_Toc248955357"/>
      <w:bookmarkStart w:id="1288" w:name="_Toc248955611"/>
      <w:bookmarkStart w:id="1289" w:name="_Toc248956584"/>
      <w:bookmarkStart w:id="1290" w:name="_Toc248957053"/>
      <w:bookmarkStart w:id="1291" w:name="_Toc248957823"/>
      <w:bookmarkStart w:id="1292" w:name="_Toc248957979"/>
      <w:bookmarkStart w:id="1293" w:name="_Toc248958133"/>
      <w:bookmarkStart w:id="1294" w:name="_Toc248958496"/>
      <w:bookmarkStart w:id="1295" w:name="_Toc248959739"/>
      <w:bookmarkStart w:id="1296" w:name="_Toc248959936"/>
      <w:bookmarkStart w:id="1297" w:name="_Toc248960090"/>
      <w:bookmarkStart w:id="1298" w:name="_Toc248960566"/>
      <w:bookmarkStart w:id="1299" w:name="_Toc248960887"/>
      <w:bookmarkStart w:id="1300" w:name="_Toc248961217"/>
      <w:bookmarkStart w:id="1301" w:name="_Toc248989652"/>
      <w:bookmarkStart w:id="1302" w:name="_Toc249004786"/>
      <w:bookmarkStart w:id="1303" w:name="_Toc249004956"/>
      <w:bookmarkStart w:id="1304" w:name="_Toc249005120"/>
      <w:bookmarkStart w:id="1305" w:name="_Toc249006099"/>
      <w:bookmarkStart w:id="1306" w:name="_Toc249011372"/>
      <w:bookmarkStart w:id="1307" w:name="_Toc249011761"/>
      <w:bookmarkStart w:id="1308" w:name="_Toc249066591"/>
      <w:bookmarkStart w:id="1309" w:name="_Toc249066754"/>
      <w:bookmarkStart w:id="1310" w:name="_Toc249067095"/>
      <w:bookmarkStart w:id="1311" w:name="_Toc249072689"/>
      <w:bookmarkStart w:id="1312" w:name="_Toc250232822"/>
      <w:bookmarkStart w:id="1313" w:name="_Toc250582069"/>
      <w:bookmarkStart w:id="1314" w:name="_Toc250583255"/>
      <w:bookmarkStart w:id="1315" w:name="_Toc250583539"/>
      <w:bookmarkStart w:id="1316" w:name="_Toc250583716"/>
      <w:bookmarkStart w:id="1317" w:name="_Toc250583881"/>
      <w:bookmarkStart w:id="1318" w:name="_Toc250584047"/>
      <w:bookmarkStart w:id="1319" w:name="_Toc250584213"/>
      <w:bookmarkStart w:id="1320" w:name="_Toc250584379"/>
      <w:bookmarkStart w:id="1321" w:name="_Toc250584545"/>
      <w:bookmarkStart w:id="1322" w:name="_Toc250584710"/>
      <w:bookmarkStart w:id="1323" w:name="_Toc250657415"/>
      <w:bookmarkStart w:id="1324" w:name="_Toc250661016"/>
      <w:bookmarkStart w:id="1325" w:name="_Toc250662250"/>
      <w:bookmarkStart w:id="1326" w:name="_Toc250662711"/>
      <w:bookmarkStart w:id="1327" w:name="_Toc251177572"/>
      <w:bookmarkStart w:id="1328" w:name="_Toc251177735"/>
      <w:bookmarkStart w:id="1329" w:name="_Toc251177898"/>
      <w:bookmarkStart w:id="1330" w:name="_Toc251178061"/>
      <w:bookmarkStart w:id="1331" w:name="_Toc266736864"/>
      <w:bookmarkStart w:id="1332" w:name="_Toc266737274"/>
      <w:bookmarkStart w:id="1333" w:name="_Toc266737518"/>
      <w:bookmarkStart w:id="1334" w:name="_Toc266737696"/>
      <w:bookmarkStart w:id="1335" w:name="_Toc266737870"/>
      <w:bookmarkStart w:id="1336" w:name="_Toc266738044"/>
      <w:bookmarkStart w:id="1337" w:name="_Toc266738583"/>
      <w:bookmarkStart w:id="1338" w:name="_Toc266738756"/>
      <w:bookmarkStart w:id="1339" w:name="_Toc266739117"/>
      <w:bookmarkStart w:id="1340" w:name="_Toc266739292"/>
      <w:bookmarkStart w:id="1341" w:name="_Toc266739467"/>
      <w:bookmarkStart w:id="1342" w:name="_Toc266739642"/>
      <w:bookmarkStart w:id="1343" w:name="_Toc266739822"/>
      <w:bookmarkStart w:id="1344" w:name="_Toc266976338"/>
      <w:bookmarkStart w:id="1345" w:name="_Toc267054895"/>
      <w:bookmarkStart w:id="1346" w:name="_Toc267055337"/>
      <w:bookmarkStart w:id="1347" w:name="_Toc267055517"/>
      <w:bookmarkStart w:id="1348" w:name="_Toc267058153"/>
      <w:bookmarkStart w:id="1349" w:name="_Toc267399187"/>
      <w:bookmarkStart w:id="1350" w:name="_Toc267400114"/>
      <w:bookmarkStart w:id="1351" w:name="_Toc267428403"/>
      <w:bookmarkStart w:id="1352" w:name="_Toc267429180"/>
      <w:bookmarkStart w:id="1353" w:name="_Toc267430382"/>
      <w:bookmarkStart w:id="1354" w:name="_Toc267430563"/>
      <w:bookmarkStart w:id="1355" w:name="_Toc267467968"/>
      <w:bookmarkStart w:id="1356" w:name="_Toc267468150"/>
      <w:bookmarkStart w:id="1357" w:name="_Toc267468488"/>
      <w:bookmarkStart w:id="1358" w:name="_Toc267468671"/>
      <w:bookmarkStart w:id="1359" w:name="_Toc272871020"/>
      <w:bookmarkStart w:id="1360" w:name="_Toc272871200"/>
      <w:bookmarkStart w:id="1361" w:name="_Toc272918181"/>
      <w:bookmarkStart w:id="1362" w:name="_Toc272919031"/>
      <w:bookmarkStart w:id="1363" w:name="_Toc273000630"/>
      <w:bookmarkStart w:id="1364" w:name="_Toc248953777"/>
      <w:bookmarkStart w:id="1365" w:name="_Toc248953992"/>
      <w:bookmarkStart w:id="1366" w:name="_Toc248954143"/>
      <w:bookmarkStart w:id="1367" w:name="_Toc248954294"/>
      <w:bookmarkStart w:id="1368" w:name="_Toc248954538"/>
      <w:bookmarkStart w:id="1369" w:name="_Toc248954693"/>
      <w:bookmarkStart w:id="1370" w:name="_Toc248954848"/>
      <w:bookmarkStart w:id="1371" w:name="_Toc248955003"/>
      <w:bookmarkStart w:id="1372" w:name="_Toc248955358"/>
      <w:bookmarkStart w:id="1373" w:name="_Toc248955612"/>
      <w:bookmarkStart w:id="1374" w:name="_Toc248956585"/>
      <w:bookmarkStart w:id="1375" w:name="_Toc248957054"/>
      <w:bookmarkStart w:id="1376" w:name="_Toc248957824"/>
      <w:bookmarkStart w:id="1377" w:name="_Toc248957980"/>
      <w:bookmarkStart w:id="1378" w:name="_Toc248958134"/>
      <w:bookmarkStart w:id="1379" w:name="_Toc248958497"/>
      <w:bookmarkStart w:id="1380" w:name="_Toc248959740"/>
      <w:bookmarkStart w:id="1381" w:name="_Toc248959937"/>
      <w:bookmarkStart w:id="1382" w:name="_Toc248960091"/>
      <w:bookmarkStart w:id="1383" w:name="_Toc248960567"/>
      <w:bookmarkStart w:id="1384" w:name="_Toc248960888"/>
      <w:bookmarkStart w:id="1385" w:name="_Toc248961218"/>
      <w:bookmarkStart w:id="1386" w:name="_Toc248989653"/>
      <w:bookmarkStart w:id="1387" w:name="_Toc249004787"/>
      <w:bookmarkStart w:id="1388" w:name="_Toc249004957"/>
      <w:bookmarkStart w:id="1389" w:name="_Toc249005121"/>
      <w:bookmarkStart w:id="1390" w:name="_Toc249006100"/>
      <w:bookmarkStart w:id="1391" w:name="_Toc249011373"/>
      <w:bookmarkStart w:id="1392" w:name="_Toc249011762"/>
      <w:bookmarkStart w:id="1393" w:name="_Toc249066592"/>
      <w:bookmarkStart w:id="1394" w:name="_Toc249066755"/>
      <w:bookmarkStart w:id="1395" w:name="_Toc249067096"/>
      <w:bookmarkStart w:id="1396" w:name="_Toc249072690"/>
      <w:bookmarkStart w:id="1397" w:name="_Toc250232823"/>
      <w:bookmarkStart w:id="1398" w:name="_Toc250582070"/>
      <w:bookmarkStart w:id="1399" w:name="_Toc250583256"/>
      <w:bookmarkStart w:id="1400" w:name="_Toc250583540"/>
      <w:bookmarkStart w:id="1401" w:name="_Toc250583717"/>
      <w:bookmarkStart w:id="1402" w:name="_Toc250583882"/>
      <w:bookmarkStart w:id="1403" w:name="_Toc250584048"/>
      <w:bookmarkStart w:id="1404" w:name="_Toc250584214"/>
      <w:bookmarkStart w:id="1405" w:name="_Toc250584380"/>
      <w:bookmarkStart w:id="1406" w:name="_Toc250584546"/>
      <w:bookmarkStart w:id="1407" w:name="_Toc250584711"/>
      <w:bookmarkStart w:id="1408" w:name="_Toc250657416"/>
      <w:bookmarkStart w:id="1409" w:name="_Toc250661017"/>
      <w:bookmarkStart w:id="1410" w:name="_Toc250662251"/>
      <w:bookmarkStart w:id="1411" w:name="_Toc250662712"/>
      <w:bookmarkStart w:id="1412" w:name="_Toc251177573"/>
      <w:bookmarkStart w:id="1413" w:name="_Toc251177736"/>
      <w:bookmarkStart w:id="1414" w:name="_Toc251177899"/>
      <w:bookmarkStart w:id="1415" w:name="_Toc251178062"/>
      <w:bookmarkStart w:id="1416" w:name="_Toc266736865"/>
      <w:bookmarkStart w:id="1417" w:name="_Toc266737275"/>
      <w:bookmarkStart w:id="1418" w:name="_Toc266737519"/>
      <w:bookmarkStart w:id="1419" w:name="_Toc266737697"/>
      <w:bookmarkStart w:id="1420" w:name="_Toc266737871"/>
      <w:bookmarkStart w:id="1421" w:name="_Toc266738045"/>
      <w:bookmarkStart w:id="1422" w:name="_Toc266738584"/>
      <w:bookmarkStart w:id="1423" w:name="_Toc266738757"/>
      <w:bookmarkStart w:id="1424" w:name="_Toc266739118"/>
      <w:bookmarkStart w:id="1425" w:name="_Toc266739293"/>
      <w:bookmarkStart w:id="1426" w:name="_Toc266739468"/>
      <w:bookmarkStart w:id="1427" w:name="_Toc266739643"/>
      <w:bookmarkStart w:id="1428" w:name="_Toc266739823"/>
      <w:bookmarkStart w:id="1429" w:name="_Toc266976339"/>
      <w:bookmarkStart w:id="1430" w:name="_Toc267054896"/>
      <w:bookmarkStart w:id="1431" w:name="_Toc267055338"/>
      <w:bookmarkStart w:id="1432" w:name="_Toc267055518"/>
      <w:bookmarkStart w:id="1433" w:name="_Toc267058154"/>
      <w:bookmarkStart w:id="1434" w:name="_Toc267399188"/>
      <w:bookmarkStart w:id="1435" w:name="_Toc267400115"/>
      <w:bookmarkStart w:id="1436" w:name="_Toc267428404"/>
      <w:bookmarkStart w:id="1437" w:name="_Toc267429181"/>
      <w:bookmarkStart w:id="1438" w:name="_Toc267430383"/>
      <w:bookmarkStart w:id="1439" w:name="_Toc267430564"/>
      <w:bookmarkStart w:id="1440" w:name="_Toc267467969"/>
      <w:bookmarkStart w:id="1441" w:name="_Toc267468151"/>
      <w:bookmarkStart w:id="1442" w:name="_Toc267468489"/>
      <w:bookmarkStart w:id="1443" w:name="_Toc267468672"/>
      <w:bookmarkStart w:id="1444" w:name="_Toc272871021"/>
      <w:bookmarkStart w:id="1445" w:name="_Toc272871201"/>
      <w:bookmarkStart w:id="1446" w:name="_Toc272918182"/>
      <w:bookmarkStart w:id="1447" w:name="_Toc272919032"/>
      <w:bookmarkStart w:id="1448" w:name="_Toc273000631"/>
      <w:bookmarkStart w:id="1449" w:name="_Toc248953778"/>
      <w:bookmarkStart w:id="1450" w:name="_Toc248953993"/>
      <w:bookmarkStart w:id="1451" w:name="_Toc248954144"/>
      <w:bookmarkStart w:id="1452" w:name="_Toc248954295"/>
      <w:bookmarkStart w:id="1453" w:name="_Toc248954539"/>
      <w:bookmarkStart w:id="1454" w:name="_Toc248954694"/>
      <w:bookmarkStart w:id="1455" w:name="_Toc248954849"/>
      <w:bookmarkStart w:id="1456" w:name="_Toc248955004"/>
      <w:bookmarkStart w:id="1457" w:name="_Toc248955359"/>
      <w:bookmarkStart w:id="1458" w:name="_Toc248955613"/>
      <w:bookmarkStart w:id="1459" w:name="_Toc248956586"/>
      <w:bookmarkStart w:id="1460" w:name="_Toc248957055"/>
      <w:bookmarkStart w:id="1461" w:name="_Toc248957825"/>
      <w:bookmarkStart w:id="1462" w:name="_Toc248957981"/>
      <w:bookmarkStart w:id="1463" w:name="_Toc248958135"/>
      <w:bookmarkStart w:id="1464" w:name="_Toc248958498"/>
      <w:bookmarkStart w:id="1465" w:name="_Toc248959741"/>
      <w:bookmarkStart w:id="1466" w:name="_Toc248959938"/>
      <w:bookmarkStart w:id="1467" w:name="_Toc248960092"/>
      <w:bookmarkStart w:id="1468" w:name="_Toc248960568"/>
      <w:bookmarkStart w:id="1469" w:name="_Toc248960889"/>
      <w:bookmarkStart w:id="1470" w:name="_Toc248961219"/>
      <w:bookmarkStart w:id="1471" w:name="_Toc248989654"/>
      <w:bookmarkStart w:id="1472" w:name="_Toc249004788"/>
      <w:bookmarkStart w:id="1473" w:name="_Toc249004958"/>
      <w:bookmarkStart w:id="1474" w:name="_Toc249005122"/>
      <w:bookmarkStart w:id="1475" w:name="_Toc249006101"/>
      <w:bookmarkStart w:id="1476" w:name="_Toc249011374"/>
      <w:bookmarkStart w:id="1477" w:name="_Toc249011763"/>
      <w:bookmarkStart w:id="1478" w:name="_Toc249066593"/>
      <w:bookmarkStart w:id="1479" w:name="_Toc249066756"/>
      <w:bookmarkStart w:id="1480" w:name="_Toc249067097"/>
      <w:bookmarkStart w:id="1481" w:name="_Toc249072691"/>
      <w:bookmarkStart w:id="1482" w:name="_Toc250232824"/>
      <w:bookmarkStart w:id="1483" w:name="_Toc250582071"/>
      <w:bookmarkStart w:id="1484" w:name="_Toc250583257"/>
      <w:bookmarkStart w:id="1485" w:name="_Toc250583541"/>
      <w:bookmarkStart w:id="1486" w:name="_Toc250583718"/>
      <w:bookmarkStart w:id="1487" w:name="_Toc250583883"/>
      <w:bookmarkStart w:id="1488" w:name="_Toc250584049"/>
      <w:bookmarkStart w:id="1489" w:name="_Toc250584215"/>
      <w:bookmarkStart w:id="1490" w:name="_Toc250584381"/>
      <w:bookmarkStart w:id="1491" w:name="_Toc250584547"/>
      <w:bookmarkStart w:id="1492" w:name="_Toc250584712"/>
      <w:bookmarkStart w:id="1493" w:name="_Toc250657417"/>
      <w:bookmarkStart w:id="1494" w:name="_Toc250661018"/>
      <w:bookmarkStart w:id="1495" w:name="_Toc250662252"/>
      <w:bookmarkStart w:id="1496" w:name="_Toc250662713"/>
      <w:bookmarkStart w:id="1497" w:name="_Toc251177574"/>
      <w:bookmarkStart w:id="1498" w:name="_Toc251177737"/>
      <w:bookmarkStart w:id="1499" w:name="_Toc251177900"/>
      <w:bookmarkStart w:id="1500" w:name="_Toc251178063"/>
      <w:bookmarkStart w:id="1501" w:name="_Toc266736866"/>
      <w:bookmarkStart w:id="1502" w:name="_Toc266737276"/>
      <w:bookmarkStart w:id="1503" w:name="_Toc266737520"/>
      <w:bookmarkStart w:id="1504" w:name="_Toc266737698"/>
      <w:bookmarkStart w:id="1505" w:name="_Toc266737872"/>
      <w:bookmarkStart w:id="1506" w:name="_Toc266738046"/>
      <w:bookmarkStart w:id="1507" w:name="_Toc266738585"/>
      <w:bookmarkStart w:id="1508" w:name="_Toc266738758"/>
      <w:bookmarkStart w:id="1509" w:name="_Toc266739119"/>
      <w:bookmarkStart w:id="1510" w:name="_Toc266739294"/>
      <w:bookmarkStart w:id="1511" w:name="_Toc266739469"/>
      <w:bookmarkStart w:id="1512" w:name="_Toc266739644"/>
      <w:bookmarkStart w:id="1513" w:name="_Toc266739824"/>
      <w:bookmarkStart w:id="1514" w:name="_Toc266976340"/>
      <w:bookmarkStart w:id="1515" w:name="_Toc267054897"/>
      <w:bookmarkStart w:id="1516" w:name="_Toc267055339"/>
      <w:bookmarkStart w:id="1517" w:name="_Toc267055519"/>
      <w:bookmarkStart w:id="1518" w:name="_Toc267058155"/>
      <w:bookmarkStart w:id="1519" w:name="_Toc267399189"/>
      <w:bookmarkStart w:id="1520" w:name="_Toc267400116"/>
      <w:bookmarkStart w:id="1521" w:name="_Toc267428405"/>
      <w:bookmarkStart w:id="1522" w:name="_Toc267429182"/>
      <w:bookmarkStart w:id="1523" w:name="_Toc267430384"/>
      <w:bookmarkStart w:id="1524" w:name="_Toc267430565"/>
      <w:bookmarkStart w:id="1525" w:name="_Toc267467970"/>
      <w:bookmarkStart w:id="1526" w:name="_Toc267468152"/>
      <w:bookmarkStart w:id="1527" w:name="_Toc267468490"/>
      <w:bookmarkStart w:id="1528" w:name="_Toc267468673"/>
      <w:bookmarkStart w:id="1529" w:name="_Toc272871022"/>
      <w:bookmarkStart w:id="1530" w:name="_Toc272871202"/>
      <w:bookmarkStart w:id="1531" w:name="_Toc272918183"/>
      <w:bookmarkStart w:id="1532" w:name="_Toc272919033"/>
      <w:bookmarkStart w:id="1533" w:name="_Toc273000632"/>
      <w:bookmarkStart w:id="1534" w:name="_Toc248953779"/>
      <w:bookmarkStart w:id="1535" w:name="_Toc248953994"/>
      <w:bookmarkStart w:id="1536" w:name="_Toc248954145"/>
      <w:bookmarkStart w:id="1537" w:name="_Toc248954296"/>
      <w:bookmarkStart w:id="1538" w:name="_Toc248954540"/>
      <w:bookmarkStart w:id="1539" w:name="_Toc248954695"/>
      <w:bookmarkStart w:id="1540" w:name="_Toc248954850"/>
      <w:bookmarkStart w:id="1541" w:name="_Toc248955005"/>
      <w:bookmarkStart w:id="1542" w:name="_Toc248955360"/>
      <w:bookmarkStart w:id="1543" w:name="_Toc248955614"/>
      <w:bookmarkStart w:id="1544" w:name="_Toc248956587"/>
      <w:bookmarkStart w:id="1545" w:name="_Toc248957056"/>
      <w:bookmarkStart w:id="1546" w:name="_Toc248957826"/>
      <w:bookmarkStart w:id="1547" w:name="_Toc248957982"/>
      <w:bookmarkStart w:id="1548" w:name="_Toc248958136"/>
      <w:bookmarkStart w:id="1549" w:name="_Toc248958499"/>
      <w:bookmarkStart w:id="1550" w:name="_Toc248959742"/>
      <w:bookmarkStart w:id="1551" w:name="_Toc248959939"/>
      <w:bookmarkStart w:id="1552" w:name="_Toc248960093"/>
      <w:bookmarkStart w:id="1553" w:name="_Toc248960569"/>
      <w:bookmarkStart w:id="1554" w:name="_Toc248960890"/>
      <w:bookmarkStart w:id="1555" w:name="_Toc248961220"/>
      <w:bookmarkStart w:id="1556" w:name="_Toc248989655"/>
      <w:bookmarkStart w:id="1557" w:name="_Toc249004789"/>
      <w:bookmarkStart w:id="1558" w:name="_Toc249004959"/>
      <w:bookmarkStart w:id="1559" w:name="_Toc249005123"/>
      <w:bookmarkStart w:id="1560" w:name="_Toc249006102"/>
      <w:bookmarkStart w:id="1561" w:name="_Toc249011375"/>
      <w:bookmarkStart w:id="1562" w:name="_Toc249011764"/>
      <w:bookmarkStart w:id="1563" w:name="_Toc249066594"/>
      <w:bookmarkStart w:id="1564" w:name="_Toc249066757"/>
      <w:bookmarkStart w:id="1565" w:name="_Toc249067098"/>
      <w:bookmarkStart w:id="1566" w:name="_Toc249072692"/>
      <w:bookmarkStart w:id="1567" w:name="_Toc250232825"/>
      <w:bookmarkStart w:id="1568" w:name="_Toc250582072"/>
      <w:bookmarkStart w:id="1569" w:name="_Toc250583258"/>
      <w:bookmarkStart w:id="1570" w:name="_Toc250583542"/>
      <w:bookmarkStart w:id="1571" w:name="_Toc250583719"/>
      <w:bookmarkStart w:id="1572" w:name="_Toc250583884"/>
      <w:bookmarkStart w:id="1573" w:name="_Toc250584050"/>
      <w:bookmarkStart w:id="1574" w:name="_Toc250584216"/>
      <w:bookmarkStart w:id="1575" w:name="_Toc250584382"/>
      <w:bookmarkStart w:id="1576" w:name="_Toc250584548"/>
      <w:bookmarkStart w:id="1577" w:name="_Toc250584713"/>
      <w:bookmarkStart w:id="1578" w:name="_Toc250657418"/>
      <w:bookmarkStart w:id="1579" w:name="_Toc250661019"/>
      <w:bookmarkStart w:id="1580" w:name="_Toc250662253"/>
      <w:bookmarkStart w:id="1581" w:name="_Toc250662714"/>
      <w:bookmarkStart w:id="1582" w:name="_Toc251177575"/>
      <w:bookmarkStart w:id="1583" w:name="_Toc251177738"/>
      <w:bookmarkStart w:id="1584" w:name="_Toc251177901"/>
      <w:bookmarkStart w:id="1585" w:name="_Toc251178064"/>
      <w:bookmarkStart w:id="1586" w:name="_Toc266736867"/>
      <w:bookmarkStart w:id="1587" w:name="_Toc266737277"/>
      <w:bookmarkStart w:id="1588" w:name="_Toc266737521"/>
      <w:bookmarkStart w:id="1589" w:name="_Toc266737699"/>
      <w:bookmarkStart w:id="1590" w:name="_Toc266737873"/>
      <w:bookmarkStart w:id="1591" w:name="_Toc266738047"/>
      <w:bookmarkStart w:id="1592" w:name="_Toc266738586"/>
      <w:bookmarkStart w:id="1593" w:name="_Toc266738759"/>
      <w:bookmarkStart w:id="1594" w:name="_Toc266739120"/>
      <w:bookmarkStart w:id="1595" w:name="_Toc266739295"/>
      <w:bookmarkStart w:id="1596" w:name="_Toc266739470"/>
      <w:bookmarkStart w:id="1597" w:name="_Toc266739645"/>
      <w:bookmarkStart w:id="1598" w:name="_Toc266739825"/>
      <w:bookmarkStart w:id="1599" w:name="_Toc266976341"/>
      <w:bookmarkStart w:id="1600" w:name="_Toc267054898"/>
      <w:bookmarkStart w:id="1601" w:name="_Toc267055340"/>
      <w:bookmarkStart w:id="1602" w:name="_Toc267055520"/>
      <w:bookmarkStart w:id="1603" w:name="_Toc267058156"/>
      <w:bookmarkStart w:id="1604" w:name="_Toc267399190"/>
      <w:bookmarkStart w:id="1605" w:name="_Toc267400117"/>
      <w:bookmarkStart w:id="1606" w:name="_Toc267428406"/>
      <w:bookmarkStart w:id="1607" w:name="_Toc267429183"/>
      <w:bookmarkStart w:id="1608" w:name="_Toc267430385"/>
      <w:bookmarkStart w:id="1609" w:name="_Toc267430566"/>
      <w:bookmarkStart w:id="1610" w:name="_Toc267467971"/>
      <w:bookmarkStart w:id="1611" w:name="_Toc267468153"/>
      <w:bookmarkStart w:id="1612" w:name="_Toc267468491"/>
      <w:bookmarkStart w:id="1613" w:name="_Toc267468674"/>
      <w:bookmarkStart w:id="1614" w:name="_Toc272871023"/>
      <w:bookmarkStart w:id="1615" w:name="_Toc272871203"/>
      <w:bookmarkStart w:id="1616" w:name="_Toc272918184"/>
      <w:bookmarkStart w:id="1617" w:name="_Toc272919034"/>
      <w:bookmarkStart w:id="1618" w:name="_Toc273000633"/>
      <w:bookmarkStart w:id="1619" w:name="_Toc248953780"/>
      <w:bookmarkStart w:id="1620" w:name="_Toc248953995"/>
      <w:bookmarkStart w:id="1621" w:name="_Toc248954146"/>
      <w:bookmarkStart w:id="1622" w:name="_Toc248954297"/>
      <w:bookmarkStart w:id="1623" w:name="_Toc248954541"/>
      <w:bookmarkStart w:id="1624" w:name="_Toc248954696"/>
      <w:bookmarkStart w:id="1625" w:name="_Toc248954851"/>
      <w:bookmarkStart w:id="1626" w:name="_Toc248955006"/>
      <w:bookmarkStart w:id="1627" w:name="_Toc248955361"/>
      <w:bookmarkStart w:id="1628" w:name="_Toc248955615"/>
      <w:bookmarkStart w:id="1629" w:name="_Toc248956588"/>
      <w:bookmarkStart w:id="1630" w:name="_Toc248957057"/>
      <w:bookmarkStart w:id="1631" w:name="_Toc248957827"/>
      <w:bookmarkStart w:id="1632" w:name="_Toc248957983"/>
      <w:bookmarkStart w:id="1633" w:name="_Toc248958137"/>
      <w:bookmarkStart w:id="1634" w:name="_Toc248958500"/>
      <w:bookmarkStart w:id="1635" w:name="_Toc248959743"/>
      <w:bookmarkStart w:id="1636" w:name="_Toc248959940"/>
      <w:bookmarkStart w:id="1637" w:name="_Toc248960094"/>
      <w:bookmarkStart w:id="1638" w:name="_Toc248960570"/>
      <w:bookmarkStart w:id="1639" w:name="_Toc248960891"/>
      <w:bookmarkStart w:id="1640" w:name="_Toc248961221"/>
      <w:bookmarkStart w:id="1641" w:name="_Toc248989656"/>
      <w:bookmarkStart w:id="1642" w:name="_Toc249004790"/>
      <w:bookmarkStart w:id="1643" w:name="_Toc249004960"/>
      <w:bookmarkStart w:id="1644" w:name="_Toc249005124"/>
      <w:bookmarkStart w:id="1645" w:name="_Toc249006103"/>
      <w:bookmarkStart w:id="1646" w:name="_Toc249011376"/>
      <w:bookmarkStart w:id="1647" w:name="_Toc249011765"/>
      <w:bookmarkStart w:id="1648" w:name="_Toc249066595"/>
      <w:bookmarkStart w:id="1649" w:name="_Toc249066758"/>
      <w:bookmarkStart w:id="1650" w:name="_Toc249067099"/>
      <w:bookmarkStart w:id="1651" w:name="_Toc249072693"/>
      <w:bookmarkStart w:id="1652" w:name="_Toc250232826"/>
      <w:bookmarkStart w:id="1653" w:name="_Toc250582073"/>
      <w:bookmarkStart w:id="1654" w:name="_Toc250583259"/>
      <w:bookmarkStart w:id="1655" w:name="_Toc250583543"/>
      <w:bookmarkStart w:id="1656" w:name="_Toc250583720"/>
      <w:bookmarkStart w:id="1657" w:name="_Toc250583885"/>
      <w:bookmarkStart w:id="1658" w:name="_Toc250584051"/>
      <w:bookmarkStart w:id="1659" w:name="_Toc250584217"/>
      <w:bookmarkStart w:id="1660" w:name="_Toc250584383"/>
      <w:bookmarkStart w:id="1661" w:name="_Toc250584549"/>
      <w:bookmarkStart w:id="1662" w:name="_Toc250584714"/>
      <w:bookmarkStart w:id="1663" w:name="_Toc250657419"/>
      <w:bookmarkStart w:id="1664" w:name="_Toc250661020"/>
      <w:bookmarkStart w:id="1665" w:name="_Toc250662254"/>
      <w:bookmarkStart w:id="1666" w:name="_Toc250662715"/>
      <w:bookmarkStart w:id="1667" w:name="_Toc251177576"/>
      <w:bookmarkStart w:id="1668" w:name="_Toc251177739"/>
      <w:bookmarkStart w:id="1669" w:name="_Toc251177902"/>
      <w:bookmarkStart w:id="1670" w:name="_Toc251178065"/>
      <w:bookmarkStart w:id="1671" w:name="_Toc266736868"/>
      <w:bookmarkStart w:id="1672" w:name="_Toc266737278"/>
      <w:bookmarkStart w:id="1673" w:name="_Toc266737522"/>
      <w:bookmarkStart w:id="1674" w:name="_Toc266737700"/>
      <w:bookmarkStart w:id="1675" w:name="_Toc266737874"/>
      <w:bookmarkStart w:id="1676" w:name="_Toc266738048"/>
      <w:bookmarkStart w:id="1677" w:name="_Toc266738587"/>
      <w:bookmarkStart w:id="1678" w:name="_Toc266738760"/>
      <w:bookmarkStart w:id="1679" w:name="_Toc266739121"/>
      <w:bookmarkStart w:id="1680" w:name="_Toc266739296"/>
      <w:bookmarkStart w:id="1681" w:name="_Toc266739471"/>
      <w:bookmarkStart w:id="1682" w:name="_Toc266739646"/>
      <w:bookmarkStart w:id="1683" w:name="_Toc266739826"/>
      <w:bookmarkStart w:id="1684" w:name="_Toc266976342"/>
      <w:bookmarkStart w:id="1685" w:name="_Toc267054899"/>
      <w:bookmarkStart w:id="1686" w:name="_Toc267055341"/>
      <w:bookmarkStart w:id="1687" w:name="_Toc267055521"/>
      <w:bookmarkStart w:id="1688" w:name="_Toc267058157"/>
      <w:bookmarkStart w:id="1689" w:name="_Toc267399191"/>
      <w:bookmarkStart w:id="1690" w:name="_Toc267400118"/>
      <w:bookmarkStart w:id="1691" w:name="_Toc267428407"/>
      <w:bookmarkStart w:id="1692" w:name="_Toc267429184"/>
      <w:bookmarkStart w:id="1693" w:name="_Toc267430386"/>
      <w:bookmarkStart w:id="1694" w:name="_Toc267430567"/>
      <w:bookmarkStart w:id="1695" w:name="_Toc267467972"/>
      <w:bookmarkStart w:id="1696" w:name="_Toc267468154"/>
      <w:bookmarkStart w:id="1697" w:name="_Toc267468492"/>
      <w:bookmarkStart w:id="1698" w:name="_Toc267468675"/>
      <w:bookmarkStart w:id="1699" w:name="_Toc272871024"/>
      <w:bookmarkStart w:id="1700" w:name="_Toc272871204"/>
      <w:bookmarkStart w:id="1701" w:name="_Toc272918185"/>
      <w:bookmarkStart w:id="1702" w:name="_Toc272919035"/>
      <w:bookmarkStart w:id="1703" w:name="_Toc273000634"/>
      <w:bookmarkStart w:id="1704" w:name="_Toc248953781"/>
      <w:bookmarkStart w:id="1705" w:name="_Toc248953996"/>
      <w:bookmarkStart w:id="1706" w:name="_Toc248954147"/>
      <w:bookmarkStart w:id="1707" w:name="_Toc248954298"/>
      <w:bookmarkStart w:id="1708" w:name="_Toc248954542"/>
      <w:bookmarkStart w:id="1709" w:name="_Toc248954697"/>
      <w:bookmarkStart w:id="1710" w:name="_Toc248954852"/>
      <w:bookmarkStart w:id="1711" w:name="_Toc248955007"/>
      <w:bookmarkStart w:id="1712" w:name="_Toc248955362"/>
      <w:bookmarkStart w:id="1713" w:name="_Toc248955616"/>
      <w:bookmarkStart w:id="1714" w:name="_Toc248956589"/>
      <w:bookmarkStart w:id="1715" w:name="_Toc248957058"/>
      <w:bookmarkStart w:id="1716" w:name="_Toc248957828"/>
      <w:bookmarkStart w:id="1717" w:name="_Toc248957984"/>
      <w:bookmarkStart w:id="1718" w:name="_Toc248958138"/>
      <w:bookmarkStart w:id="1719" w:name="_Toc248958501"/>
      <w:bookmarkStart w:id="1720" w:name="_Toc248959744"/>
      <w:bookmarkStart w:id="1721" w:name="_Toc248959941"/>
      <w:bookmarkStart w:id="1722" w:name="_Toc248960095"/>
      <w:bookmarkStart w:id="1723" w:name="_Toc248960571"/>
      <w:bookmarkStart w:id="1724" w:name="_Toc248960892"/>
      <w:bookmarkStart w:id="1725" w:name="_Toc248961222"/>
      <w:bookmarkStart w:id="1726" w:name="_Toc248989657"/>
      <w:bookmarkStart w:id="1727" w:name="_Toc249004791"/>
      <w:bookmarkStart w:id="1728" w:name="_Toc249004961"/>
      <w:bookmarkStart w:id="1729" w:name="_Toc249005125"/>
      <w:bookmarkStart w:id="1730" w:name="_Toc249006104"/>
      <w:bookmarkStart w:id="1731" w:name="_Toc249011377"/>
      <w:bookmarkStart w:id="1732" w:name="_Toc249011766"/>
      <w:bookmarkStart w:id="1733" w:name="_Toc249066596"/>
      <w:bookmarkStart w:id="1734" w:name="_Toc249066759"/>
      <w:bookmarkStart w:id="1735" w:name="_Toc249067100"/>
      <w:bookmarkStart w:id="1736" w:name="_Toc249072694"/>
      <w:bookmarkStart w:id="1737" w:name="_Toc250232827"/>
      <w:bookmarkStart w:id="1738" w:name="_Toc250582074"/>
      <w:bookmarkStart w:id="1739" w:name="_Toc250583260"/>
      <w:bookmarkStart w:id="1740" w:name="_Toc250583544"/>
      <w:bookmarkStart w:id="1741" w:name="_Toc250583721"/>
      <w:bookmarkStart w:id="1742" w:name="_Toc250583886"/>
      <w:bookmarkStart w:id="1743" w:name="_Toc250584052"/>
      <w:bookmarkStart w:id="1744" w:name="_Toc250584218"/>
      <w:bookmarkStart w:id="1745" w:name="_Toc250584384"/>
      <w:bookmarkStart w:id="1746" w:name="_Toc250584550"/>
      <w:bookmarkStart w:id="1747" w:name="_Toc250584715"/>
      <w:bookmarkStart w:id="1748" w:name="_Toc250657420"/>
      <w:bookmarkStart w:id="1749" w:name="_Toc250661021"/>
      <w:bookmarkStart w:id="1750" w:name="_Toc250662255"/>
      <w:bookmarkStart w:id="1751" w:name="_Toc250662716"/>
      <w:bookmarkStart w:id="1752" w:name="_Toc251177577"/>
      <w:bookmarkStart w:id="1753" w:name="_Toc251177740"/>
      <w:bookmarkStart w:id="1754" w:name="_Toc251177903"/>
      <w:bookmarkStart w:id="1755" w:name="_Toc251178066"/>
      <w:bookmarkStart w:id="1756" w:name="_Toc266736869"/>
      <w:bookmarkStart w:id="1757" w:name="_Toc266737279"/>
      <w:bookmarkStart w:id="1758" w:name="_Toc266737523"/>
      <w:bookmarkStart w:id="1759" w:name="_Toc266737701"/>
      <w:bookmarkStart w:id="1760" w:name="_Toc266737875"/>
      <w:bookmarkStart w:id="1761" w:name="_Toc266738049"/>
      <w:bookmarkStart w:id="1762" w:name="_Toc266738588"/>
      <w:bookmarkStart w:id="1763" w:name="_Toc266738761"/>
      <w:bookmarkStart w:id="1764" w:name="_Toc266739122"/>
      <w:bookmarkStart w:id="1765" w:name="_Toc266739297"/>
      <w:bookmarkStart w:id="1766" w:name="_Toc266739472"/>
      <w:bookmarkStart w:id="1767" w:name="_Toc266739647"/>
      <w:bookmarkStart w:id="1768" w:name="_Toc266739827"/>
      <w:bookmarkStart w:id="1769" w:name="_Toc266976343"/>
      <w:bookmarkStart w:id="1770" w:name="_Toc267054900"/>
      <w:bookmarkStart w:id="1771" w:name="_Toc267055342"/>
      <w:bookmarkStart w:id="1772" w:name="_Toc267055522"/>
      <w:bookmarkStart w:id="1773" w:name="_Toc267058158"/>
      <w:bookmarkStart w:id="1774" w:name="_Toc267399192"/>
      <w:bookmarkStart w:id="1775" w:name="_Toc267400119"/>
      <w:bookmarkStart w:id="1776" w:name="_Toc267428408"/>
      <w:bookmarkStart w:id="1777" w:name="_Toc267429185"/>
      <w:bookmarkStart w:id="1778" w:name="_Toc267430387"/>
      <w:bookmarkStart w:id="1779" w:name="_Toc267430568"/>
      <w:bookmarkStart w:id="1780" w:name="_Toc267467973"/>
      <w:bookmarkStart w:id="1781" w:name="_Toc267468155"/>
      <w:bookmarkStart w:id="1782" w:name="_Toc267468493"/>
      <w:bookmarkStart w:id="1783" w:name="_Toc267468676"/>
      <w:bookmarkStart w:id="1784" w:name="_Toc272871025"/>
      <w:bookmarkStart w:id="1785" w:name="_Toc272871205"/>
      <w:bookmarkStart w:id="1786" w:name="_Toc272918186"/>
      <w:bookmarkStart w:id="1787" w:name="_Toc272919036"/>
      <w:bookmarkStart w:id="1788" w:name="_Toc273000635"/>
      <w:bookmarkStart w:id="1789" w:name="_Toc248953782"/>
      <w:bookmarkStart w:id="1790" w:name="_Toc248953997"/>
      <w:bookmarkStart w:id="1791" w:name="_Toc248954148"/>
      <w:bookmarkStart w:id="1792" w:name="_Toc248954299"/>
      <w:bookmarkStart w:id="1793" w:name="_Toc248954543"/>
      <w:bookmarkStart w:id="1794" w:name="_Toc248954698"/>
      <w:bookmarkStart w:id="1795" w:name="_Toc248954853"/>
      <w:bookmarkStart w:id="1796" w:name="_Toc248955008"/>
      <w:bookmarkStart w:id="1797" w:name="_Toc248955363"/>
      <w:bookmarkStart w:id="1798" w:name="_Toc248955617"/>
      <w:bookmarkStart w:id="1799" w:name="_Toc248956590"/>
      <w:bookmarkStart w:id="1800" w:name="_Toc248957059"/>
      <w:bookmarkStart w:id="1801" w:name="_Toc248957829"/>
      <w:bookmarkStart w:id="1802" w:name="_Toc248957985"/>
      <w:bookmarkStart w:id="1803" w:name="_Toc248958139"/>
      <w:bookmarkStart w:id="1804" w:name="_Toc248958502"/>
      <w:bookmarkStart w:id="1805" w:name="_Toc248959745"/>
      <w:bookmarkStart w:id="1806" w:name="_Toc248959942"/>
      <w:bookmarkStart w:id="1807" w:name="_Toc248960096"/>
      <w:bookmarkStart w:id="1808" w:name="_Toc248960572"/>
      <w:bookmarkStart w:id="1809" w:name="_Toc248960893"/>
      <w:bookmarkStart w:id="1810" w:name="_Toc248961223"/>
      <w:bookmarkStart w:id="1811" w:name="_Toc248989658"/>
      <w:bookmarkStart w:id="1812" w:name="_Toc249004792"/>
      <w:bookmarkStart w:id="1813" w:name="_Toc249004962"/>
      <w:bookmarkStart w:id="1814" w:name="_Toc249005126"/>
      <w:bookmarkStart w:id="1815" w:name="_Toc249006105"/>
      <w:bookmarkStart w:id="1816" w:name="_Toc249011378"/>
      <w:bookmarkStart w:id="1817" w:name="_Toc249011767"/>
      <w:bookmarkStart w:id="1818" w:name="_Toc249066597"/>
      <w:bookmarkStart w:id="1819" w:name="_Toc249066760"/>
      <w:bookmarkStart w:id="1820" w:name="_Toc249067101"/>
      <w:bookmarkStart w:id="1821" w:name="_Toc249072695"/>
      <w:bookmarkStart w:id="1822" w:name="_Toc250232828"/>
      <w:bookmarkStart w:id="1823" w:name="_Toc250582075"/>
      <w:bookmarkStart w:id="1824" w:name="_Toc250583261"/>
      <w:bookmarkStart w:id="1825" w:name="_Toc250583545"/>
      <w:bookmarkStart w:id="1826" w:name="_Toc250583722"/>
      <w:bookmarkStart w:id="1827" w:name="_Toc250583887"/>
      <w:bookmarkStart w:id="1828" w:name="_Toc250584053"/>
      <w:bookmarkStart w:id="1829" w:name="_Toc250584219"/>
      <w:bookmarkStart w:id="1830" w:name="_Toc250584385"/>
      <w:bookmarkStart w:id="1831" w:name="_Toc250584551"/>
      <w:bookmarkStart w:id="1832" w:name="_Toc250584716"/>
      <w:bookmarkStart w:id="1833" w:name="_Toc250657421"/>
      <w:bookmarkStart w:id="1834" w:name="_Toc250661022"/>
      <w:bookmarkStart w:id="1835" w:name="_Toc250662256"/>
      <w:bookmarkStart w:id="1836" w:name="_Toc250662717"/>
      <w:bookmarkStart w:id="1837" w:name="_Toc251177578"/>
      <w:bookmarkStart w:id="1838" w:name="_Toc251177741"/>
      <w:bookmarkStart w:id="1839" w:name="_Toc251177904"/>
      <w:bookmarkStart w:id="1840" w:name="_Toc251178067"/>
      <w:bookmarkStart w:id="1841" w:name="_Toc266736870"/>
      <w:bookmarkStart w:id="1842" w:name="_Toc266737280"/>
      <w:bookmarkStart w:id="1843" w:name="_Toc266737524"/>
      <w:bookmarkStart w:id="1844" w:name="_Toc266737702"/>
      <w:bookmarkStart w:id="1845" w:name="_Toc266737876"/>
      <w:bookmarkStart w:id="1846" w:name="_Toc266738050"/>
      <w:bookmarkStart w:id="1847" w:name="_Toc266738589"/>
      <w:bookmarkStart w:id="1848" w:name="_Toc266738762"/>
      <w:bookmarkStart w:id="1849" w:name="_Toc266739123"/>
      <w:bookmarkStart w:id="1850" w:name="_Toc266739298"/>
      <w:bookmarkStart w:id="1851" w:name="_Toc266739473"/>
      <w:bookmarkStart w:id="1852" w:name="_Toc266739648"/>
      <w:bookmarkStart w:id="1853" w:name="_Toc266739828"/>
      <w:bookmarkStart w:id="1854" w:name="_Toc266976344"/>
      <w:bookmarkStart w:id="1855" w:name="_Toc267054901"/>
      <w:bookmarkStart w:id="1856" w:name="_Toc267055343"/>
      <w:bookmarkStart w:id="1857" w:name="_Toc267055523"/>
      <w:bookmarkStart w:id="1858" w:name="_Toc267058159"/>
      <w:bookmarkStart w:id="1859" w:name="_Toc267399193"/>
      <w:bookmarkStart w:id="1860" w:name="_Toc267400120"/>
      <w:bookmarkStart w:id="1861" w:name="_Toc267428409"/>
      <w:bookmarkStart w:id="1862" w:name="_Toc267429186"/>
      <w:bookmarkStart w:id="1863" w:name="_Toc267430388"/>
      <w:bookmarkStart w:id="1864" w:name="_Toc267430569"/>
      <w:bookmarkStart w:id="1865" w:name="_Toc267467974"/>
      <w:bookmarkStart w:id="1866" w:name="_Toc267468156"/>
      <w:bookmarkStart w:id="1867" w:name="_Toc267468494"/>
      <w:bookmarkStart w:id="1868" w:name="_Toc267468677"/>
      <w:bookmarkStart w:id="1869" w:name="_Toc272871026"/>
      <w:bookmarkStart w:id="1870" w:name="_Toc272871206"/>
      <w:bookmarkStart w:id="1871" w:name="_Toc272918187"/>
      <w:bookmarkStart w:id="1872" w:name="_Toc272919037"/>
      <w:bookmarkStart w:id="1873" w:name="_Toc273000636"/>
      <w:bookmarkStart w:id="1874" w:name="_Toc248953783"/>
      <w:bookmarkStart w:id="1875" w:name="_Toc248953998"/>
      <w:bookmarkStart w:id="1876" w:name="_Toc248954149"/>
      <w:bookmarkStart w:id="1877" w:name="_Toc248954300"/>
      <w:bookmarkStart w:id="1878" w:name="_Toc248954544"/>
      <w:bookmarkStart w:id="1879" w:name="_Toc248954699"/>
      <w:bookmarkStart w:id="1880" w:name="_Toc248954854"/>
      <w:bookmarkStart w:id="1881" w:name="_Toc248955009"/>
      <w:bookmarkStart w:id="1882" w:name="_Toc248955364"/>
      <w:bookmarkStart w:id="1883" w:name="_Toc248955618"/>
      <w:bookmarkStart w:id="1884" w:name="_Toc248956591"/>
      <w:bookmarkStart w:id="1885" w:name="_Toc248957060"/>
      <w:bookmarkStart w:id="1886" w:name="_Toc248957830"/>
      <w:bookmarkStart w:id="1887" w:name="_Toc248957986"/>
      <w:bookmarkStart w:id="1888" w:name="_Toc248958140"/>
      <w:bookmarkStart w:id="1889" w:name="_Toc248958503"/>
      <w:bookmarkStart w:id="1890" w:name="_Toc248959746"/>
      <w:bookmarkStart w:id="1891" w:name="_Toc248959943"/>
      <w:bookmarkStart w:id="1892" w:name="_Toc248960097"/>
      <w:bookmarkStart w:id="1893" w:name="_Toc248960573"/>
      <w:bookmarkStart w:id="1894" w:name="_Toc248960894"/>
      <w:bookmarkStart w:id="1895" w:name="_Toc248961224"/>
      <w:bookmarkStart w:id="1896" w:name="_Toc248989659"/>
      <w:bookmarkStart w:id="1897" w:name="_Toc249004793"/>
      <w:bookmarkStart w:id="1898" w:name="_Toc249004963"/>
      <w:bookmarkStart w:id="1899" w:name="_Toc249005127"/>
      <w:bookmarkStart w:id="1900" w:name="_Toc249006106"/>
      <w:bookmarkStart w:id="1901" w:name="_Toc249011379"/>
      <w:bookmarkStart w:id="1902" w:name="_Toc249011768"/>
      <w:bookmarkStart w:id="1903" w:name="_Toc249066598"/>
      <w:bookmarkStart w:id="1904" w:name="_Toc249066761"/>
      <w:bookmarkStart w:id="1905" w:name="_Toc249067102"/>
      <w:bookmarkStart w:id="1906" w:name="_Toc249072696"/>
      <w:bookmarkStart w:id="1907" w:name="_Toc250232829"/>
      <w:bookmarkStart w:id="1908" w:name="_Toc250582076"/>
      <w:bookmarkStart w:id="1909" w:name="_Toc250583262"/>
      <w:bookmarkStart w:id="1910" w:name="_Toc250583546"/>
      <w:bookmarkStart w:id="1911" w:name="_Toc250583723"/>
      <w:bookmarkStart w:id="1912" w:name="_Toc250583888"/>
      <w:bookmarkStart w:id="1913" w:name="_Toc250584054"/>
      <w:bookmarkStart w:id="1914" w:name="_Toc250584220"/>
      <w:bookmarkStart w:id="1915" w:name="_Toc250584386"/>
      <w:bookmarkStart w:id="1916" w:name="_Toc250584552"/>
      <w:bookmarkStart w:id="1917" w:name="_Toc250584717"/>
      <w:bookmarkStart w:id="1918" w:name="_Toc250657422"/>
      <w:bookmarkStart w:id="1919" w:name="_Toc250661023"/>
      <w:bookmarkStart w:id="1920" w:name="_Toc250662257"/>
      <w:bookmarkStart w:id="1921" w:name="_Toc250662718"/>
      <w:bookmarkStart w:id="1922" w:name="_Toc251177579"/>
      <w:bookmarkStart w:id="1923" w:name="_Toc251177742"/>
      <w:bookmarkStart w:id="1924" w:name="_Toc251177905"/>
      <w:bookmarkStart w:id="1925" w:name="_Toc251178068"/>
      <w:bookmarkStart w:id="1926" w:name="_Toc266736871"/>
      <w:bookmarkStart w:id="1927" w:name="_Toc266737281"/>
      <w:bookmarkStart w:id="1928" w:name="_Toc266737525"/>
      <w:bookmarkStart w:id="1929" w:name="_Toc266737703"/>
      <w:bookmarkStart w:id="1930" w:name="_Toc266737877"/>
      <w:bookmarkStart w:id="1931" w:name="_Toc266738051"/>
      <w:bookmarkStart w:id="1932" w:name="_Toc266738590"/>
      <w:bookmarkStart w:id="1933" w:name="_Toc266738763"/>
      <w:bookmarkStart w:id="1934" w:name="_Toc266739124"/>
      <w:bookmarkStart w:id="1935" w:name="_Toc266739299"/>
      <w:bookmarkStart w:id="1936" w:name="_Toc266739474"/>
      <w:bookmarkStart w:id="1937" w:name="_Toc266739649"/>
      <w:bookmarkStart w:id="1938" w:name="_Toc266739829"/>
      <w:bookmarkStart w:id="1939" w:name="_Toc266976345"/>
      <w:bookmarkStart w:id="1940" w:name="_Toc267054902"/>
      <w:bookmarkStart w:id="1941" w:name="_Toc267055344"/>
      <w:bookmarkStart w:id="1942" w:name="_Toc267055524"/>
      <w:bookmarkStart w:id="1943" w:name="_Toc267058160"/>
      <w:bookmarkStart w:id="1944" w:name="_Toc267399194"/>
      <w:bookmarkStart w:id="1945" w:name="_Toc267400121"/>
      <w:bookmarkStart w:id="1946" w:name="_Toc267428410"/>
      <w:bookmarkStart w:id="1947" w:name="_Toc267429187"/>
      <w:bookmarkStart w:id="1948" w:name="_Toc267430389"/>
      <w:bookmarkStart w:id="1949" w:name="_Toc267430570"/>
      <w:bookmarkStart w:id="1950" w:name="_Toc267467975"/>
      <w:bookmarkStart w:id="1951" w:name="_Toc267468157"/>
      <w:bookmarkStart w:id="1952" w:name="_Toc267468495"/>
      <w:bookmarkStart w:id="1953" w:name="_Toc267468678"/>
      <w:bookmarkStart w:id="1954" w:name="_Toc272871027"/>
      <w:bookmarkStart w:id="1955" w:name="_Toc272871207"/>
      <w:bookmarkStart w:id="1956" w:name="_Toc272918188"/>
      <w:bookmarkStart w:id="1957" w:name="_Toc272919038"/>
      <w:bookmarkStart w:id="1958" w:name="_Toc273000637"/>
      <w:bookmarkStart w:id="1959" w:name="_Toc248953784"/>
      <w:bookmarkStart w:id="1960" w:name="_Toc248953999"/>
      <w:bookmarkStart w:id="1961" w:name="_Toc248954150"/>
      <w:bookmarkStart w:id="1962" w:name="_Toc248954301"/>
      <w:bookmarkStart w:id="1963" w:name="_Toc248954545"/>
      <w:bookmarkStart w:id="1964" w:name="_Toc248954700"/>
      <w:bookmarkStart w:id="1965" w:name="_Toc248954855"/>
      <w:bookmarkStart w:id="1966" w:name="_Toc248955010"/>
      <w:bookmarkStart w:id="1967" w:name="_Toc248955365"/>
      <w:bookmarkStart w:id="1968" w:name="_Toc248955619"/>
      <w:bookmarkStart w:id="1969" w:name="_Toc248956592"/>
      <w:bookmarkStart w:id="1970" w:name="_Toc248957061"/>
      <w:bookmarkStart w:id="1971" w:name="_Toc248957831"/>
      <w:bookmarkStart w:id="1972" w:name="_Toc248957987"/>
      <w:bookmarkStart w:id="1973" w:name="_Toc248958141"/>
      <w:bookmarkStart w:id="1974" w:name="_Toc248958504"/>
      <w:bookmarkStart w:id="1975" w:name="_Toc248959747"/>
      <w:bookmarkStart w:id="1976" w:name="_Toc248959944"/>
      <w:bookmarkStart w:id="1977" w:name="_Toc248960098"/>
      <w:bookmarkStart w:id="1978" w:name="_Toc248960574"/>
      <w:bookmarkStart w:id="1979" w:name="_Toc248960895"/>
      <w:bookmarkStart w:id="1980" w:name="_Toc248961225"/>
      <w:bookmarkStart w:id="1981" w:name="_Toc248989660"/>
      <w:bookmarkStart w:id="1982" w:name="_Toc249004794"/>
      <w:bookmarkStart w:id="1983" w:name="_Toc249004964"/>
      <w:bookmarkStart w:id="1984" w:name="_Toc249005128"/>
      <w:bookmarkStart w:id="1985" w:name="_Toc249006107"/>
      <w:bookmarkStart w:id="1986" w:name="_Toc249011380"/>
      <w:bookmarkStart w:id="1987" w:name="_Toc249011769"/>
      <w:bookmarkStart w:id="1988" w:name="_Toc249066599"/>
      <w:bookmarkStart w:id="1989" w:name="_Toc249066762"/>
      <w:bookmarkStart w:id="1990" w:name="_Toc249067103"/>
      <w:bookmarkStart w:id="1991" w:name="_Toc249072697"/>
      <w:bookmarkStart w:id="1992" w:name="_Toc250232830"/>
      <w:bookmarkStart w:id="1993" w:name="_Toc250582077"/>
      <w:bookmarkStart w:id="1994" w:name="_Toc250583263"/>
      <w:bookmarkStart w:id="1995" w:name="_Toc250583547"/>
      <w:bookmarkStart w:id="1996" w:name="_Toc250583724"/>
      <w:bookmarkStart w:id="1997" w:name="_Toc250583889"/>
      <w:bookmarkStart w:id="1998" w:name="_Toc250584055"/>
      <w:bookmarkStart w:id="1999" w:name="_Toc250584221"/>
      <w:bookmarkStart w:id="2000" w:name="_Toc250584387"/>
      <w:bookmarkStart w:id="2001" w:name="_Toc250584553"/>
      <w:bookmarkStart w:id="2002" w:name="_Toc250584718"/>
      <w:bookmarkStart w:id="2003" w:name="_Toc250657423"/>
      <w:bookmarkStart w:id="2004" w:name="_Toc250661024"/>
      <w:bookmarkStart w:id="2005" w:name="_Toc250662258"/>
      <w:bookmarkStart w:id="2006" w:name="_Toc250662719"/>
      <w:bookmarkStart w:id="2007" w:name="_Toc251177580"/>
      <w:bookmarkStart w:id="2008" w:name="_Toc251177743"/>
      <w:bookmarkStart w:id="2009" w:name="_Toc251177906"/>
      <w:bookmarkStart w:id="2010" w:name="_Toc251178069"/>
      <w:bookmarkStart w:id="2011" w:name="_Toc266736872"/>
      <w:bookmarkStart w:id="2012" w:name="_Toc266737282"/>
      <w:bookmarkStart w:id="2013" w:name="_Toc266737526"/>
      <w:bookmarkStart w:id="2014" w:name="_Toc266737704"/>
      <w:bookmarkStart w:id="2015" w:name="_Toc266737878"/>
      <w:bookmarkStart w:id="2016" w:name="_Toc266738052"/>
      <w:bookmarkStart w:id="2017" w:name="_Toc266738591"/>
      <w:bookmarkStart w:id="2018" w:name="_Toc266738764"/>
      <w:bookmarkStart w:id="2019" w:name="_Toc266739125"/>
      <w:bookmarkStart w:id="2020" w:name="_Toc266739300"/>
      <w:bookmarkStart w:id="2021" w:name="_Toc266739475"/>
      <w:bookmarkStart w:id="2022" w:name="_Toc266739650"/>
      <w:bookmarkStart w:id="2023" w:name="_Toc266739830"/>
      <w:bookmarkStart w:id="2024" w:name="_Toc266976346"/>
      <w:bookmarkStart w:id="2025" w:name="_Toc267054903"/>
      <w:bookmarkStart w:id="2026" w:name="_Toc267055345"/>
      <w:bookmarkStart w:id="2027" w:name="_Toc267055525"/>
      <w:bookmarkStart w:id="2028" w:name="_Toc267058161"/>
      <w:bookmarkStart w:id="2029" w:name="_Toc267399195"/>
      <w:bookmarkStart w:id="2030" w:name="_Toc267400122"/>
      <w:bookmarkStart w:id="2031" w:name="_Toc267428411"/>
      <w:bookmarkStart w:id="2032" w:name="_Toc267429188"/>
      <w:bookmarkStart w:id="2033" w:name="_Toc267430390"/>
      <w:bookmarkStart w:id="2034" w:name="_Toc267430571"/>
      <w:bookmarkStart w:id="2035" w:name="_Toc267467976"/>
      <w:bookmarkStart w:id="2036" w:name="_Toc267468158"/>
      <w:bookmarkStart w:id="2037" w:name="_Toc267468496"/>
      <w:bookmarkStart w:id="2038" w:name="_Toc267468679"/>
      <w:bookmarkStart w:id="2039" w:name="_Toc272871028"/>
      <w:bookmarkStart w:id="2040" w:name="_Toc272871208"/>
      <w:bookmarkStart w:id="2041" w:name="_Toc272918189"/>
      <w:bookmarkStart w:id="2042" w:name="_Toc272919039"/>
      <w:bookmarkStart w:id="2043" w:name="_Toc273000638"/>
      <w:bookmarkStart w:id="2044" w:name="_Toc248953785"/>
      <w:bookmarkStart w:id="2045" w:name="_Toc248954000"/>
      <w:bookmarkStart w:id="2046" w:name="_Toc248954151"/>
      <w:bookmarkStart w:id="2047" w:name="_Toc248954302"/>
      <w:bookmarkStart w:id="2048" w:name="_Toc248954546"/>
      <w:bookmarkStart w:id="2049" w:name="_Toc248954701"/>
      <w:bookmarkStart w:id="2050" w:name="_Toc248954856"/>
      <w:bookmarkStart w:id="2051" w:name="_Toc248955011"/>
      <w:bookmarkStart w:id="2052" w:name="_Toc248955366"/>
      <w:bookmarkStart w:id="2053" w:name="_Toc248955620"/>
      <w:bookmarkStart w:id="2054" w:name="_Toc248956593"/>
      <w:bookmarkStart w:id="2055" w:name="_Toc248957062"/>
      <w:bookmarkStart w:id="2056" w:name="_Toc248957832"/>
      <w:bookmarkStart w:id="2057" w:name="_Toc248957988"/>
      <w:bookmarkStart w:id="2058" w:name="_Toc248958142"/>
      <w:bookmarkStart w:id="2059" w:name="_Toc248958505"/>
      <w:bookmarkStart w:id="2060" w:name="_Toc248959748"/>
      <w:bookmarkStart w:id="2061" w:name="_Toc248959945"/>
      <w:bookmarkStart w:id="2062" w:name="_Toc248960099"/>
      <w:bookmarkStart w:id="2063" w:name="_Toc248960575"/>
      <w:bookmarkStart w:id="2064" w:name="_Toc248960896"/>
      <w:bookmarkStart w:id="2065" w:name="_Toc248961226"/>
      <w:bookmarkStart w:id="2066" w:name="_Toc248989661"/>
      <w:bookmarkStart w:id="2067" w:name="_Toc249004795"/>
      <w:bookmarkStart w:id="2068" w:name="_Toc249004965"/>
      <w:bookmarkStart w:id="2069" w:name="_Toc249005129"/>
      <w:bookmarkStart w:id="2070" w:name="_Toc249006108"/>
      <w:bookmarkStart w:id="2071" w:name="_Toc249011381"/>
      <w:bookmarkStart w:id="2072" w:name="_Toc249011770"/>
      <w:bookmarkStart w:id="2073" w:name="_Toc249066600"/>
      <w:bookmarkStart w:id="2074" w:name="_Toc249066763"/>
      <w:bookmarkStart w:id="2075" w:name="_Toc249067104"/>
      <w:bookmarkStart w:id="2076" w:name="_Toc249072698"/>
      <w:bookmarkStart w:id="2077" w:name="_Toc250232831"/>
      <w:bookmarkStart w:id="2078" w:name="_Toc250582078"/>
      <w:bookmarkStart w:id="2079" w:name="_Toc250583264"/>
      <w:bookmarkStart w:id="2080" w:name="_Toc250583548"/>
      <w:bookmarkStart w:id="2081" w:name="_Toc250583725"/>
      <w:bookmarkStart w:id="2082" w:name="_Toc250583890"/>
      <w:bookmarkStart w:id="2083" w:name="_Toc250584056"/>
      <w:bookmarkStart w:id="2084" w:name="_Toc250584222"/>
      <w:bookmarkStart w:id="2085" w:name="_Toc250584388"/>
      <w:bookmarkStart w:id="2086" w:name="_Toc250584554"/>
      <w:bookmarkStart w:id="2087" w:name="_Toc250584719"/>
      <w:bookmarkStart w:id="2088" w:name="_Toc250657424"/>
      <w:bookmarkStart w:id="2089" w:name="_Toc250661025"/>
      <w:bookmarkStart w:id="2090" w:name="_Toc250662259"/>
      <w:bookmarkStart w:id="2091" w:name="_Toc250662720"/>
      <w:bookmarkStart w:id="2092" w:name="_Toc251177581"/>
      <w:bookmarkStart w:id="2093" w:name="_Toc251177744"/>
      <w:bookmarkStart w:id="2094" w:name="_Toc251177907"/>
      <w:bookmarkStart w:id="2095" w:name="_Toc251178070"/>
      <w:bookmarkStart w:id="2096" w:name="_Toc266736873"/>
      <w:bookmarkStart w:id="2097" w:name="_Toc266737283"/>
      <w:bookmarkStart w:id="2098" w:name="_Toc266737527"/>
      <w:bookmarkStart w:id="2099" w:name="_Toc266737705"/>
      <w:bookmarkStart w:id="2100" w:name="_Toc266737879"/>
      <w:bookmarkStart w:id="2101" w:name="_Toc266738053"/>
      <w:bookmarkStart w:id="2102" w:name="_Toc266738592"/>
      <w:bookmarkStart w:id="2103" w:name="_Toc266738765"/>
      <w:bookmarkStart w:id="2104" w:name="_Toc266739126"/>
      <w:bookmarkStart w:id="2105" w:name="_Toc266739301"/>
      <w:bookmarkStart w:id="2106" w:name="_Toc266739476"/>
      <w:bookmarkStart w:id="2107" w:name="_Toc266739651"/>
      <w:bookmarkStart w:id="2108" w:name="_Toc266739831"/>
      <w:bookmarkStart w:id="2109" w:name="_Toc266976347"/>
      <w:bookmarkStart w:id="2110" w:name="_Toc267054904"/>
      <w:bookmarkStart w:id="2111" w:name="_Toc267055346"/>
      <w:bookmarkStart w:id="2112" w:name="_Toc267055526"/>
      <w:bookmarkStart w:id="2113" w:name="_Toc267058162"/>
      <w:bookmarkStart w:id="2114" w:name="_Toc267399196"/>
      <w:bookmarkStart w:id="2115" w:name="_Toc267400123"/>
      <w:bookmarkStart w:id="2116" w:name="_Toc267428412"/>
      <w:bookmarkStart w:id="2117" w:name="_Toc267429189"/>
      <w:bookmarkStart w:id="2118" w:name="_Toc267430391"/>
      <w:bookmarkStart w:id="2119" w:name="_Toc267430572"/>
      <w:bookmarkStart w:id="2120" w:name="_Toc267467977"/>
      <w:bookmarkStart w:id="2121" w:name="_Toc267468159"/>
      <w:bookmarkStart w:id="2122" w:name="_Toc267468497"/>
      <w:bookmarkStart w:id="2123" w:name="_Toc267468680"/>
      <w:bookmarkStart w:id="2124" w:name="_Toc272871029"/>
      <w:bookmarkStart w:id="2125" w:name="_Toc272871209"/>
      <w:bookmarkStart w:id="2126" w:name="_Toc272918190"/>
      <w:bookmarkStart w:id="2127" w:name="_Toc272919040"/>
      <w:bookmarkStart w:id="2128" w:name="_Toc273000639"/>
      <w:bookmarkStart w:id="2129" w:name="_Toc248953786"/>
      <w:bookmarkStart w:id="2130" w:name="_Toc248954001"/>
      <w:bookmarkStart w:id="2131" w:name="_Toc248954152"/>
      <w:bookmarkStart w:id="2132" w:name="_Toc248954303"/>
      <w:bookmarkStart w:id="2133" w:name="_Toc248954547"/>
      <w:bookmarkStart w:id="2134" w:name="_Toc248954702"/>
      <w:bookmarkStart w:id="2135" w:name="_Toc248954857"/>
      <w:bookmarkStart w:id="2136" w:name="_Toc248955012"/>
      <w:bookmarkStart w:id="2137" w:name="_Toc248955367"/>
      <w:bookmarkStart w:id="2138" w:name="_Toc248955621"/>
      <w:bookmarkStart w:id="2139" w:name="_Toc248956594"/>
      <w:bookmarkStart w:id="2140" w:name="_Toc248957063"/>
      <w:bookmarkStart w:id="2141" w:name="_Toc248957833"/>
      <w:bookmarkStart w:id="2142" w:name="_Toc248957989"/>
      <w:bookmarkStart w:id="2143" w:name="_Toc248958143"/>
      <w:bookmarkStart w:id="2144" w:name="_Toc248958506"/>
      <w:bookmarkStart w:id="2145" w:name="_Toc248959749"/>
      <w:bookmarkStart w:id="2146" w:name="_Toc248959946"/>
      <w:bookmarkStart w:id="2147" w:name="_Toc248960100"/>
      <w:bookmarkStart w:id="2148" w:name="_Toc248960576"/>
      <w:bookmarkStart w:id="2149" w:name="_Toc248960897"/>
      <w:bookmarkStart w:id="2150" w:name="_Toc248961227"/>
      <w:bookmarkStart w:id="2151" w:name="_Toc248989662"/>
      <w:bookmarkStart w:id="2152" w:name="_Toc249004796"/>
      <w:bookmarkStart w:id="2153" w:name="_Toc249004966"/>
      <w:bookmarkStart w:id="2154" w:name="_Toc249005130"/>
      <w:bookmarkStart w:id="2155" w:name="_Toc249006109"/>
      <w:bookmarkStart w:id="2156" w:name="_Toc249011382"/>
      <w:bookmarkStart w:id="2157" w:name="_Toc249011771"/>
      <w:bookmarkStart w:id="2158" w:name="_Toc249066601"/>
      <w:bookmarkStart w:id="2159" w:name="_Toc249066764"/>
      <w:bookmarkStart w:id="2160" w:name="_Toc249067105"/>
      <w:bookmarkStart w:id="2161" w:name="_Toc249072699"/>
      <w:bookmarkStart w:id="2162" w:name="_Toc250232832"/>
      <w:bookmarkStart w:id="2163" w:name="_Toc250582079"/>
      <w:bookmarkStart w:id="2164" w:name="_Toc250583265"/>
      <w:bookmarkStart w:id="2165" w:name="_Toc250583549"/>
      <w:bookmarkStart w:id="2166" w:name="_Toc250583726"/>
      <w:bookmarkStart w:id="2167" w:name="_Toc250583891"/>
      <w:bookmarkStart w:id="2168" w:name="_Toc250584057"/>
      <w:bookmarkStart w:id="2169" w:name="_Toc250584223"/>
      <w:bookmarkStart w:id="2170" w:name="_Toc250584389"/>
      <w:bookmarkStart w:id="2171" w:name="_Toc250584555"/>
      <w:bookmarkStart w:id="2172" w:name="_Toc250584720"/>
      <w:bookmarkStart w:id="2173" w:name="_Toc250657425"/>
      <w:bookmarkStart w:id="2174" w:name="_Toc250661026"/>
      <w:bookmarkStart w:id="2175" w:name="_Toc250662260"/>
      <w:bookmarkStart w:id="2176" w:name="_Toc250662721"/>
      <w:bookmarkStart w:id="2177" w:name="_Toc251177582"/>
      <w:bookmarkStart w:id="2178" w:name="_Toc251177745"/>
      <w:bookmarkStart w:id="2179" w:name="_Toc251177908"/>
      <w:bookmarkStart w:id="2180" w:name="_Toc251178071"/>
      <w:bookmarkStart w:id="2181" w:name="_Toc266736874"/>
      <w:bookmarkStart w:id="2182" w:name="_Toc266737284"/>
      <w:bookmarkStart w:id="2183" w:name="_Toc266737528"/>
      <w:bookmarkStart w:id="2184" w:name="_Toc266737706"/>
      <w:bookmarkStart w:id="2185" w:name="_Toc266737880"/>
      <w:bookmarkStart w:id="2186" w:name="_Toc266738054"/>
      <w:bookmarkStart w:id="2187" w:name="_Toc266738593"/>
      <w:bookmarkStart w:id="2188" w:name="_Toc266738766"/>
      <w:bookmarkStart w:id="2189" w:name="_Toc266739127"/>
      <w:bookmarkStart w:id="2190" w:name="_Toc266739302"/>
      <w:bookmarkStart w:id="2191" w:name="_Toc266739477"/>
      <w:bookmarkStart w:id="2192" w:name="_Toc266739652"/>
      <w:bookmarkStart w:id="2193" w:name="_Toc266739832"/>
      <w:bookmarkStart w:id="2194" w:name="_Toc266976348"/>
      <w:bookmarkStart w:id="2195" w:name="_Toc267054905"/>
      <w:bookmarkStart w:id="2196" w:name="_Toc267055347"/>
      <w:bookmarkStart w:id="2197" w:name="_Toc267055527"/>
      <w:bookmarkStart w:id="2198" w:name="_Toc267058163"/>
      <w:bookmarkStart w:id="2199" w:name="_Toc267399197"/>
      <w:bookmarkStart w:id="2200" w:name="_Toc267400124"/>
      <w:bookmarkStart w:id="2201" w:name="_Toc267428413"/>
      <w:bookmarkStart w:id="2202" w:name="_Toc267429190"/>
      <w:bookmarkStart w:id="2203" w:name="_Toc267430392"/>
      <w:bookmarkStart w:id="2204" w:name="_Toc267430573"/>
      <w:bookmarkStart w:id="2205" w:name="_Toc267467978"/>
      <w:bookmarkStart w:id="2206" w:name="_Toc267468160"/>
      <w:bookmarkStart w:id="2207" w:name="_Toc267468498"/>
      <w:bookmarkStart w:id="2208" w:name="_Toc267468681"/>
      <w:bookmarkStart w:id="2209" w:name="_Toc272871030"/>
      <w:bookmarkStart w:id="2210" w:name="_Toc272871210"/>
      <w:bookmarkStart w:id="2211" w:name="_Toc272918191"/>
      <w:bookmarkStart w:id="2212" w:name="_Toc272919041"/>
      <w:bookmarkStart w:id="2213" w:name="_Toc273000640"/>
      <w:bookmarkStart w:id="2214" w:name="_Toc248953787"/>
      <w:bookmarkStart w:id="2215" w:name="_Toc248954002"/>
      <w:bookmarkStart w:id="2216" w:name="_Toc248954153"/>
      <w:bookmarkStart w:id="2217" w:name="_Toc248954304"/>
      <w:bookmarkStart w:id="2218" w:name="_Toc248954548"/>
      <w:bookmarkStart w:id="2219" w:name="_Toc248954703"/>
      <w:bookmarkStart w:id="2220" w:name="_Toc248954858"/>
      <w:bookmarkStart w:id="2221" w:name="_Toc248955013"/>
      <w:bookmarkStart w:id="2222" w:name="_Toc248955368"/>
      <w:bookmarkStart w:id="2223" w:name="_Toc248955622"/>
      <w:bookmarkStart w:id="2224" w:name="_Toc248956595"/>
      <w:bookmarkStart w:id="2225" w:name="_Toc248957064"/>
      <w:bookmarkStart w:id="2226" w:name="_Toc248957834"/>
      <w:bookmarkStart w:id="2227" w:name="_Toc248957990"/>
      <w:bookmarkStart w:id="2228" w:name="_Toc248958144"/>
      <w:bookmarkStart w:id="2229" w:name="_Toc248958507"/>
      <w:bookmarkStart w:id="2230" w:name="_Toc248959750"/>
      <w:bookmarkStart w:id="2231" w:name="_Toc248959947"/>
      <w:bookmarkStart w:id="2232" w:name="_Toc248960101"/>
      <w:bookmarkStart w:id="2233" w:name="_Toc248960577"/>
      <w:bookmarkStart w:id="2234" w:name="_Toc248960898"/>
      <w:bookmarkStart w:id="2235" w:name="_Toc248961228"/>
      <w:bookmarkStart w:id="2236" w:name="_Toc248989663"/>
      <w:bookmarkStart w:id="2237" w:name="_Toc249004797"/>
      <w:bookmarkStart w:id="2238" w:name="_Toc249004967"/>
      <w:bookmarkStart w:id="2239" w:name="_Toc249005131"/>
      <w:bookmarkStart w:id="2240" w:name="_Toc249006110"/>
      <w:bookmarkStart w:id="2241" w:name="_Toc249011383"/>
      <w:bookmarkStart w:id="2242" w:name="_Toc249011772"/>
      <w:bookmarkStart w:id="2243" w:name="_Toc249066602"/>
      <w:bookmarkStart w:id="2244" w:name="_Toc249066765"/>
      <w:bookmarkStart w:id="2245" w:name="_Toc249067106"/>
      <w:bookmarkStart w:id="2246" w:name="_Toc249072700"/>
      <w:bookmarkStart w:id="2247" w:name="_Toc250232833"/>
      <w:bookmarkStart w:id="2248" w:name="_Toc250582080"/>
      <w:bookmarkStart w:id="2249" w:name="_Toc250583266"/>
      <w:bookmarkStart w:id="2250" w:name="_Toc250583550"/>
      <w:bookmarkStart w:id="2251" w:name="_Toc250583727"/>
      <w:bookmarkStart w:id="2252" w:name="_Toc250583892"/>
      <w:bookmarkStart w:id="2253" w:name="_Toc250584058"/>
      <w:bookmarkStart w:id="2254" w:name="_Toc250584224"/>
      <w:bookmarkStart w:id="2255" w:name="_Toc250584390"/>
      <w:bookmarkStart w:id="2256" w:name="_Toc250584556"/>
      <w:bookmarkStart w:id="2257" w:name="_Toc250584721"/>
      <w:bookmarkStart w:id="2258" w:name="_Toc250657426"/>
      <w:bookmarkStart w:id="2259" w:name="_Toc250661027"/>
      <w:bookmarkStart w:id="2260" w:name="_Toc250662261"/>
      <w:bookmarkStart w:id="2261" w:name="_Toc250662722"/>
      <w:bookmarkStart w:id="2262" w:name="_Toc251177583"/>
      <w:bookmarkStart w:id="2263" w:name="_Toc251177746"/>
      <w:bookmarkStart w:id="2264" w:name="_Toc251177909"/>
      <w:bookmarkStart w:id="2265" w:name="_Toc251178072"/>
      <w:bookmarkStart w:id="2266" w:name="_Toc266736875"/>
      <w:bookmarkStart w:id="2267" w:name="_Toc266737285"/>
      <w:bookmarkStart w:id="2268" w:name="_Toc266737529"/>
      <w:bookmarkStart w:id="2269" w:name="_Toc266737707"/>
      <w:bookmarkStart w:id="2270" w:name="_Toc266737881"/>
      <w:bookmarkStart w:id="2271" w:name="_Toc266738055"/>
      <w:bookmarkStart w:id="2272" w:name="_Toc266738594"/>
      <w:bookmarkStart w:id="2273" w:name="_Toc266738767"/>
      <w:bookmarkStart w:id="2274" w:name="_Toc266739128"/>
      <w:bookmarkStart w:id="2275" w:name="_Toc266739303"/>
      <w:bookmarkStart w:id="2276" w:name="_Toc266739478"/>
      <w:bookmarkStart w:id="2277" w:name="_Toc266739653"/>
      <w:bookmarkStart w:id="2278" w:name="_Toc266739833"/>
      <w:bookmarkStart w:id="2279" w:name="_Toc266976349"/>
      <w:bookmarkStart w:id="2280" w:name="_Toc267054906"/>
      <w:bookmarkStart w:id="2281" w:name="_Toc267055348"/>
      <w:bookmarkStart w:id="2282" w:name="_Toc267055528"/>
      <w:bookmarkStart w:id="2283" w:name="_Toc267058164"/>
      <w:bookmarkStart w:id="2284" w:name="_Toc267399198"/>
      <w:bookmarkStart w:id="2285" w:name="_Toc267400125"/>
      <w:bookmarkStart w:id="2286" w:name="_Toc267428414"/>
      <w:bookmarkStart w:id="2287" w:name="_Toc267429191"/>
      <w:bookmarkStart w:id="2288" w:name="_Toc267430393"/>
      <w:bookmarkStart w:id="2289" w:name="_Toc267430574"/>
      <w:bookmarkStart w:id="2290" w:name="_Toc267467979"/>
      <w:bookmarkStart w:id="2291" w:name="_Toc267468161"/>
      <w:bookmarkStart w:id="2292" w:name="_Toc267468499"/>
      <w:bookmarkStart w:id="2293" w:name="_Toc267468682"/>
      <w:bookmarkStart w:id="2294" w:name="_Toc272871031"/>
      <w:bookmarkStart w:id="2295" w:name="_Toc272871211"/>
      <w:bookmarkStart w:id="2296" w:name="_Toc272918192"/>
      <w:bookmarkStart w:id="2297" w:name="_Toc272919042"/>
      <w:bookmarkStart w:id="2298" w:name="_Toc273000641"/>
      <w:bookmarkStart w:id="2299" w:name="_Toc248953788"/>
      <w:bookmarkStart w:id="2300" w:name="_Toc248954003"/>
      <w:bookmarkStart w:id="2301" w:name="_Toc248954154"/>
      <w:bookmarkStart w:id="2302" w:name="_Toc248954305"/>
      <w:bookmarkStart w:id="2303" w:name="_Toc248954549"/>
      <w:bookmarkStart w:id="2304" w:name="_Toc248954704"/>
      <w:bookmarkStart w:id="2305" w:name="_Toc248954859"/>
      <w:bookmarkStart w:id="2306" w:name="_Toc248955014"/>
      <w:bookmarkStart w:id="2307" w:name="_Toc248955369"/>
      <w:bookmarkStart w:id="2308" w:name="_Toc248955623"/>
      <w:bookmarkStart w:id="2309" w:name="_Toc248956596"/>
      <w:bookmarkStart w:id="2310" w:name="_Toc248957065"/>
      <w:bookmarkStart w:id="2311" w:name="_Toc248957835"/>
      <w:bookmarkStart w:id="2312" w:name="_Toc248957991"/>
      <w:bookmarkStart w:id="2313" w:name="_Toc248958145"/>
      <w:bookmarkStart w:id="2314" w:name="_Toc248958508"/>
      <w:bookmarkStart w:id="2315" w:name="_Toc248959751"/>
      <w:bookmarkStart w:id="2316" w:name="_Toc248959948"/>
      <w:bookmarkStart w:id="2317" w:name="_Toc248960102"/>
      <w:bookmarkStart w:id="2318" w:name="_Toc248960578"/>
      <w:bookmarkStart w:id="2319" w:name="_Toc248960899"/>
      <w:bookmarkStart w:id="2320" w:name="_Toc248961229"/>
      <w:bookmarkStart w:id="2321" w:name="_Toc248989664"/>
      <w:bookmarkStart w:id="2322" w:name="_Toc249004798"/>
      <w:bookmarkStart w:id="2323" w:name="_Toc249004968"/>
      <w:bookmarkStart w:id="2324" w:name="_Toc249005132"/>
      <w:bookmarkStart w:id="2325" w:name="_Toc249006111"/>
      <w:bookmarkStart w:id="2326" w:name="_Toc249011384"/>
      <w:bookmarkStart w:id="2327" w:name="_Toc249011773"/>
      <w:bookmarkStart w:id="2328" w:name="_Toc249066603"/>
      <w:bookmarkStart w:id="2329" w:name="_Toc249066766"/>
      <w:bookmarkStart w:id="2330" w:name="_Toc249067107"/>
      <w:bookmarkStart w:id="2331" w:name="_Toc249072701"/>
      <w:bookmarkStart w:id="2332" w:name="_Toc250232834"/>
      <w:bookmarkStart w:id="2333" w:name="_Toc250582081"/>
      <w:bookmarkStart w:id="2334" w:name="_Toc250583267"/>
      <w:bookmarkStart w:id="2335" w:name="_Toc250583551"/>
      <w:bookmarkStart w:id="2336" w:name="_Toc250583728"/>
      <w:bookmarkStart w:id="2337" w:name="_Toc250583893"/>
      <w:bookmarkStart w:id="2338" w:name="_Toc250584059"/>
      <w:bookmarkStart w:id="2339" w:name="_Toc250584225"/>
      <w:bookmarkStart w:id="2340" w:name="_Toc250584391"/>
      <w:bookmarkStart w:id="2341" w:name="_Toc250584557"/>
      <w:bookmarkStart w:id="2342" w:name="_Toc250584722"/>
      <w:bookmarkStart w:id="2343" w:name="_Toc250657427"/>
      <w:bookmarkStart w:id="2344" w:name="_Toc250661028"/>
      <w:bookmarkStart w:id="2345" w:name="_Toc250662262"/>
      <w:bookmarkStart w:id="2346" w:name="_Toc250662723"/>
      <w:bookmarkStart w:id="2347" w:name="_Toc251177584"/>
      <w:bookmarkStart w:id="2348" w:name="_Toc251177747"/>
      <w:bookmarkStart w:id="2349" w:name="_Toc251177910"/>
      <w:bookmarkStart w:id="2350" w:name="_Toc251178073"/>
      <w:bookmarkStart w:id="2351" w:name="_Toc266736876"/>
      <w:bookmarkStart w:id="2352" w:name="_Toc266737286"/>
      <w:bookmarkStart w:id="2353" w:name="_Toc266737530"/>
      <w:bookmarkStart w:id="2354" w:name="_Toc266737708"/>
      <w:bookmarkStart w:id="2355" w:name="_Toc266737882"/>
      <w:bookmarkStart w:id="2356" w:name="_Toc266738056"/>
      <w:bookmarkStart w:id="2357" w:name="_Toc266738595"/>
      <w:bookmarkStart w:id="2358" w:name="_Toc266738768"/>
      <w:bookmarkStart w:id="2359" w:name="_Toc266739129"/>
      <w:bookmarkStart w:id="2360" w:name="_Toc266739304"/>
      <w:bookmarkStart w:id="2361" w:name="_Toc266739479"/>
      <w:bookmarkStart w:id="2362" w:name="_Toc266739654"/>
      <w:bookmarkStart w:id="2363" w:name="_Toc266739834"/>
      <w:bookmarkStart w:id="2364" w:name="_Toc266976350"/>
      <w:bookmarkStart w:id="2365" w:name="_Toc267054907"/>
      <w:bookmarkStart w:id="2366" w:name="_Toc267055349"/>
      <w:bookmarkStart w:id="2367" w:name="_Toc267055529"/>
      <w:bookmarkStart w:id="2368" w:name="_Toc267058165"/>
      <w:bookmarkStart w:id="2369" w:name="_Toc267399199"/>
      <w:bookmarkStart w:id="2370" w:name="_Toc267400126"/>
      <w:bookmarkStart w:id="2371" w:name="_Toc267428415"/>
      <w:bookmarkStart w:id="2372" w:name="_Toc267429192"/>
      <w:bookmarkStart w:id="2373" w:name="_Toc267430394"/>
      <w:bookmarkStart w:id="2374" w:name="_Toc267430575"/>
      <w:bookmarkStart w:id="2375" w:name="_Toc267467980"/>
      <w:bookmarkStart w:id="2376" w:name="_Toc267468162"/>
      <w:bookmarkStart w:id="2377" w:name="_Toc267468500"/>
      <w:bookmarkStart w:id="2378" w:name="_Toc267468683"/>
      <w:bookmarkStart w:id="2379" w:name="_Toc272871032"/>
      <w:bookmarkStart w:id="2380" w:name="_Toc272871212"/>
      <w:bookmarkStart w:id="2381" w:name="_Toc272918193"/>
      <w:bookmarkStart w:id="2382" w:name="_Toc272919043"/>
      <w:bookmarkStart w:id="2383" w:name="_Toc27300064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r w:rsidRPr="00ED0D6F">
        <w:rPr>
          <w:rFonts w:ascii="Times New Roman" w:hAnsi="Times New Roman"/>
          <w:sz w:val="24"/>
          <w:szCs w:val="24"/>
        </w:rPr>
        <w:t xml:space="preserve">Modernizacja systemu oświetlenia powinna być wykonana zgodnie z posiadaną przez </w:t>
      </w:r>
      <w:r w:rsidR="00152C23">
        <w:rPr>
          <w:rFonts w:ascii="Times New Roman" w:hAnsi="Times New Roman"/>
          <w:sz w:val="24"/>
          <w:szCs w:val="24"/>
        </w:rPr>
        <w:t>Gmin</w:t>
      </w:r>
      <w:r w:rsidR="0013664A">
        <w:rPr>
          <w:rFonts w:ascii="Times New Roman" w:hAnsi="Times New Roman"/>
          <w:sz w:val="24"/>
          <w:szCs w:val="24"/>
        </w:rPr>
        <w:t>ę</w:t>
      </w:r>
      <w:r w:rsidR="00152C23">
        <w:rPr>
          <w:rFonts w:ascii="Times New Roman" w:hAnsi="Times New Roman"/>
          <w:sz w:val="24"/>
          <w:szCs w:val="24"/>
        </w:rPr>
        <w:t xml:space="preserve"> Strzegom</w:t>
      </w:r>
      <w:r w:rsidRPr="00ED0D6F">
        <w:rPr>
          <w:rFonts w:ascii="Times New Roman" w:hAnsi="Times New Roman"/>
          <w:sz w:val="24"/>
          <w:szCs w:val="24"/>
        </w:rPr>
        <w:t xml:space="preserve"> dokumentacją pro</w:t>
      </w:r>
      <w:r>
        <w:rPr>
          <w:rFonts w:ascii="Times New Roman" w:hAnsi="Times New Roman"/>
          <w:sz w:val="24"/>
          <w:szCs w:val="24"/>
        </w:rPr>
        <w:t>jektu fotometrycznego</w:t>
      </w:r>
      <w:r w:rsidRPr="00ED0D6F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ED0D6F">
        <w:rPr>
          <w:rFonts w:ascii="Times New Roman" w:hAnsi="Times New Roman"/>
          <w:sz w:val="24"/>
          <w:szCs w:val="24"/>
        </w:rPr>
        <w:t xml:space="preserve"> ze względu na specyfikę przedmiotu zamówienia wskazuje konkretne typy i producentów sprzętu oświetleniowego. </w:t>
      </w:r>
    </w:p>
    <w:p w14:paraId="634CA582" w14:textId="77777777" w:rsidR="00337610" w:rsidRPr="00ED0D6F" w:rsidRDefault="00337610" w:rsidP="00337610">
      <w:pPr>
        <w:tabs>
          <w:tab w:val="left" w:pos="-1985"/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 w:rsidRPr="00ED0D6F">
        <w:rPr>
          <w:rFonts w:ascii="Times New Roman" w:hAnsi="Times New Roman"/>
          <w:b/>
          <w:sz w:val="24"/>
          <w:szCs w:val="24"/>
        </w:rPr>
        <w:t xml:space="preserve">W związku z tym, zgodnie z art. </w:t>
      </w:r>
      <w:r>
        <w:rPr>
          <w:rFonts w:ascii="Times New Roman" w:hAnsi="Times New Roman"/>
          <w:b/>
          <w:sz w:val="24"/>
          <w:szCs w:val="24"/>
        </w:rPr>
        <w:t>99 ust. 5 i 6</w:t>
      </w:r>
      <w:r w:rsidRPr="00ED0D6F">
        <w:rPr>
          <w:rFonts w:ascii="Times New Roman" w:hAnsi="Times New Roman"/>
          <w:b/>
          <w:sz w:val="24"/>
          <w:szCs w:val="24"/>
        </w:rPr>
        <w:t xml:space="preserve"> Ustawy Prawo zamówień publicznych Zamawiający dopuszcza składanie ofert równoważnych. Warunkiem jest, aby urządzenia równoważne posiadały, co najmniej takie same lub lepsze parametry </w:t>
      </w:r>
      <w:proofErr w:type="spellStart"/>
      <w:r w:rsidRPr="00ED0D6F">
        <w:rPr>
          <w:rFonts w:ascii="Times New Roman" w:hAnsi="Times New Roman"/>
          <w:b/>
          <w:sz w:val="24"/>
          <w:szCs w:val="24"/>
        </w:rPr>
        <w:t>techniczno</w:t>
      </w:r>
      <w:proofErr w:type="spellEnd"/>
      <w:r w:rsidRPr="00ED0D6F">
        <w:rPr>
          <w:rFonts w:ascii="Times New Roman" w:hAnsi="Times New Roman"/>
          <w:b/>
          <w:sz w:val="24"/>
          <w:szCs w:val="24"/>
        </w:rPr>
        <w:t xml:space="preserve"> – użytkowe, jakich użyto w dokumentacji programowej do wykonania </w:t>
      </w:r>
      <w:r w:rsidRPr="00ED0D6F">
        <w:rPr>
          <w:rFonts w:ascii="Times New Roman" w:hAnsi="Times New Roman"/>
          <w:b/>
          <w:color w:val="000000"/>
          <w:sz w:val="24"/>
          <w:szCs w:val="24"/>
        </w:rPr>
        <w:t>modernizacji</w:t>
      </w:r>
      <w:r w:rsidRPr="00ED0D6F">
        <w:rPr>
          <w:rFonts w:ascii="Times New Roman" w:hAnsi="Times New Roman"/>
          <w:b/>
          <w:sz w:val="24"/>
          <w:szCs w:val="24"/>
        </w:rPr>
        <w:t xml:space="preserve"> z uwzględnieniem tolerancji podanej selektywnie dla wybranych przez Zamawiającego parametrów.</w:t>
      </w:r>
    </w:p>
    <w:p w14:paraId="0E764698" w14:textId="77777777" w:rsidR="00337610" w:rsidRPr="00ED0D6F" w:rsidRDefault="00337610" w:rsidP="00337610">
      <w:pPr>
        <w:tabs>
          <w:tab w:val="left" w:pos="-1985"/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14:paraId="6A7EEAF1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bookmarkStart w:id="2384" w:name="_Toc248951618"/>
      <w:bookmarkStart w:id="2385" w:name="_Toc248951730"/>
      <w:bookmarkStart w:id="2386" w:name="_Toc248951917"/>
      <w:bookmarkStart w:id="2387" w:name="_Toc248951993"/>
      <w:bookmarkStart w:id="2388" w:name="_Toc248952089"/>
      <w:bookmarkStart w:id="2389" w:name="_Toc248953210"/>
      <w:bookmarkStart w:id="2390" w:name="_Toc248953789"/>
      <w:bookmarkStart w:id="2391" w:name="_Toc248954004"/>
      <w:bookmarkStart w:id="2392" w:name="_Toc248954155"/>
      <w:bookmarkStart w:id="2393" w:name="_Toc248954306"/>
      <w:bookmarkStart w:id="2394" w:name="_Toc248954550"/>
      <w:bookmarkStart w:id="2395" w:name="_Toc248954705"/>
      <w:bookmarkStart w:id="2396" w:name="_Toc248954860"/>
      <w:bookmarkStart w:id="2397" w:name="_Toc248955015"/>
      <w:bookmarkStart w:id="2398" w:name="_Toc248955370"/>
      <w:bookmarkStart w:id="2399" w:name="_Toc248955624"/>
      <w:bookmarkStart w:id="2400" w:name="_Toc248956597"/>
      <w:bookmarkStart w:id="2401" w:name="_Toc248957066"/>
      <w:bookmarkStart w:id="2402" w:name="_Toc248957836"/>
      <w:bookmarkStart w:id="2403" w:name="_Toc248957992"/>
      <w:bookmarkStart w:id="2404" w:name="_Toc248958146"/>
      <w:bookmarkStart w:id="2405" w:name="_Toc248958509"/>
      <w:bookmarkStart w:id="2406" w:name="_Toc248959752"/>
      <w:bookmarkStart w:id="2407" w:name="_Toc248959949"/>
      <w:bookmarkStart w:id="2408" w:name="_Toc248960103"/>
      <w:bookmarkStart w:id="2409" w:name="_Toc248960579"/>
      <w:bookmarkStart w:id="2410" w:name="_Toc248960900"/>
      <w:bookmarkStart w:id="2411" w:name="_Toc248961230"/>
      <w:bookmarkStart w:id="2412" w:name="_Toc248989665"/>
      <w:bookmarkStart w:id="2413" w:name="_Toc249004799"/>
      <w:bookmarkStart w:id="2414" w:name="_Toc249004969"/>
      <w:bookmarkStart w:id="2415" w:name="_Toc249005133"/>
      <w:bookmarkStart w:id="2416" w:name="_Toc249006112"/>
      <w:bookmarkStart w:id="2417" w:name="_Toc249011385"/>
      <w:bookmarkStart w:id="2418" w:name="_Toc249011774"/>
      <w:bookmarkStart w:id="2419" w:name="_Toc249066604"/>
      <w:bookmarkStart w:id="2420" w:name="_Toc249066767"/>
      <w:bookmarkStart w:id="2421" w:name="_Toc249067108"/>
      <w:bookmarkStart w:id="2422" w:name="_Toc249072702"/>
      <w:bookmarkStart w:id="2423" w:name="_Toc250232835"/>
      <w:bookmarkStart w:id="2424" w:name="_Toc250582082"/>
      <w:bookmarkStart w:id="2425" w:name="_Toc250583268"/>
      <w:bookmarkStart w:id="2426" w:name="_Toc250583552"/>
      <w:bookmarkStart w:id="2427" w:name="_Toc250583729"/>
      <w:bookmarkStart w:id="2428" w:name="_Toc250583894"/>
      <w:bookmarkStart w:id="2429" w:name="_Toc250584060"/>
      <w:bookmarkStart w:id="2430" w:name="_Toc250584226"/>
      <w:bookmarkStart w:id="2431" w:name="_Toc250584392"/>
      <w:bookmarkStart w:id="2432" w:name="_Toc250584558"/>
      <w:bookmarkStart w:id="2433" w:name="_Toc250584723"/>
      <w:bookmarkStart w:id="2434" w:name="_Toc250657428"/>
      <w:bookmarkStart w:id="2435" w:name="_Toc250661029"/>
      <w:bookmarkStart w:id="2436" w:name="_Toc250662263"/>
      <w:bookmarkStart w:id="2437" w:name="_Toc250662724"/>
      <w:bookmarkStart w:id="2438" w:name="_Toc251177585"/>
      <w:bookmarkStart w:id="2439" w:name="_Toc251177748"/>
      <w:bookmarkStart w:id="2440" w:name="_Toc251177911"/>
      <w:bookmarkStart w:id="2441" w:name="_Toc251178074"/>
      <w:bookmarkStart w:id="2442" w:name="_Toc266736877"/>
      <w:bookmarkStart w:id="2443" w:name="_Toc266737287"/>
      <w:bookmarkStart w:id="2444" w:name="_Toc266737531"/>
      <w:bookmarkStart w:id="2445" w:name="_Toc266737709"/>
      <w:bookmarkStart w:id="2446" w:name="_Toc266737883"/>
      <w:bookmarkStart w:id="2447" w:name="_Toc266738057"/>
      <w:bookmarkStart w:id="2448" w:name="_Toc266738596"/>
      <w:bookmarkStart w:id="2449" w:name="_Toc266738769"/>
      <w:bookmarkStart w:id="2450" w:name="_Toc266739130"/>
      <w:bookmarkStart w:id="2451" w:name="_Toc266739305"/>
      <w:bookmarkStart w:id="2452" w:name="_Toc266739480"/>
      <w:bookmarkStart w:id="2453" w:name="_Toc266739655"/>
      <w:bookmarkStart w:id="2454" w:name="_Toc266739835"/>
      <w:bookmarkStart w:id="2455" w:name="_Toc266976351"/>
      <w:bookmarkStart w:id="2456" w:name="_Toc267054908"/>
      <w:bookmarkStart w:id="2457" w:name="_Toc267055350"/>
      <w:bookmarkStart w:id="2458" w:name="_Toc267055530"/>
      <w:bookmarkStart w:id="2459" w:name="_Toc267058166"/>
      <w:bookmarkStart w:id="2460" w:name="_Toc267399200"/>
      <w:bookmarkStart w:id="2461" w:name="_Toc267400127"/>
      <w:bookmarkStart w:id="2462" w:name="_Toc267428416"/>
      <w:bookmarkStart w:id="2463" w:name="_Toc267429193"/>
      <w:bookmarkStart w:id="2464" w:name="_Toc267430395"/>
      <w:bookmarkStart w:id="2465" w:name="_Toc267430576"/>
      <w:bookmarkStart w:id="2466" w:name="_Toc267467981"/>
      <w:bookmarkStart w:id="2467" w:name="_Toc267468163"/>
      <w:bookmarkStart w:id="2468" w:name="_Toc267468501"/>
      <w:bookmarkStart w:id="2469" w:name="_Toc267468684"/>
      <w:bookmarkStart w:id="2470" w:name="_Toc272871033"/>
      <w:bookmarkStart w:id="2471" w:name="_Toc272871213"/>
      <w:bookmarkStart w:id="2472" w:name="_Toc272918194"/>
      <w:bookmarkStart w:id="2473" w:name="_Toc272919044"/>
      <w:bookmarkStart w:id="2474" w:name="_Toc273000643"/>
      <w:bookmarkStart w:id="2475" w:name="_Toc248953211"/>
      <w:bookmarkStart w:id="2476" w:name="_Toc248953790"/>
      <w:bookmarkStart w:id="2477" w:name="_Toc248954005"/>
      <w:bookmarkStart w:id="2478" w:name="_Toc248954156"/>
      <w:bookmarkStart w:id="2479" w:name="_Toc248954307"/>
      <w:bookmarkStart w:id="2480" w:name="_Toc248954551"/>
      <w:bookmarkStart w:id="2481" w:name="_Toc248954706"/>
      <w:bookmarkStart w:id="2482" w:name="_Toc248954861"/>
      <w:bookmarkStart w:id="2483" w:name="_Toc248955016"/>
      <w:bookmarkStart w:id="2484" w:name="_Toc248955371"/>
      <w:bookmarkStart w:id="2485" w:name="_Toc248955625"/>
      <w:bookmarkStart w:id="2486" w:name="_Toc248956598"/>
      <w:bookmarkStart w:id="2487" w:name="_Toc248957067"/>
      <w:bookmarkStart w:id="2488" w:name="_Toc248957837"/>
      <w:bookmarkStart w:id="2489" w:name="_Toc248957993"/>
      <w:bookmarkStart w:id="2490" w:name="_Toc248958147"/>
      <w:bookmarkStart w:id="2491" w:name="_Toc248958510"/>
      <w:bookmarkStart w:id="2492" w:name="_Toc248959753"/>
      <w:bookmarkStart w:id="2493" w:name="_Toc248959950"/>
      <w:bookmarkStart w:id="2494" w:name="_Toc248960104"/>
      <w:bookmarkStart w:id="2495" w:name="_Toc248960580"/>
      <w:bookmarkStart w:id="2496" w:name="_Toc248960901"/>
      <w:bookmarkStart w:id="2497" w:name="_Toc248961231"/>
      <w:bookmarkStart w:id="2498" w:name="_Toc248989666"/>
      <w:bookmarkStart w:id="2499" w:name="_Toc249004800"/>
      <w:bookmarkStart w:id="2500" w:name="_Toc249004970"/>
      <w:bookmarkStart w:id="2501" w:name="_Toc249005134"/>
      <w:bookmarkStart w:id="2502" w:name="_Toc249006113"/>
      <w:bookmarkStart w:id="2503" w:name="_Toc249011386"/>
      <w:bookmarkStart w:id="2504" w:name="_Toc249011775"/>
      <w:bookmarkStart w:id="2505" w:name="_Toc249066605"/>
      <w:bookmarkStart w:id="2506" w:name="_Toc249066768"/>
      <w:bookmarkStart w:id="2507" w:name="_Toc249067109"/>
      <w:bookmarkStart w:id="2508" w:name="_Toc249072703"/>
      <w:bookmarkStart w:id="2509" w:name="_Toc250232836"/>
      <w:bookmarkStart w:id="2510" w:name="_Toc250582083"/>
      <w:bookmarkStart w:id="2511" w:name="_Toc250583269"/>
      <w:bookmarkStart w:id="2512" w:name="_Toc250583553"/>
      <w:bookmarkStart w:id="2513" w:name="_Toc250583730"/>
      <w:bookmarkStart w:id="2514" w:name="_Toc250583895"/>
      <w:bookmarkStart w:id="2515" w:name="_Toc250584061"/>
      <w:bookmarkStart w:id="2516" w:name="_Toc250584227"/>
      <w:bookmarkStart w:id="2517" w:name="_Toc250584393"/>
      <w:bookmarkStart w:id="2518" w:name="_Toc250584559"/>
      <w:bookmarkStart w:id="2519" w:name="_Toc250584724"/>
      <w:bookmarkStart w:id="2520" w:name="_Toc250657429"/>
      <w:bookmarkStart w:id="2521" w:name="_Toc250661030"/>
      <w:bookmarkStart w:id="2522" w:name="_Toc250662264"/>
      <w:bookmarkStart w:id="2523" w:name="_Toc250662725"/>
      <w:bookmarkStart w:id="2524" w:name="_Toc251177586"/>
      <w:bookmarkStart w:id="2525" w:name="_Toc251177749"/>
      <w:bookmarkStart w:id="2526" w:name="_Toc251177912"/>
      <w:bookmarkStart w:id="2527" w:name="_Toc251178075"/>
      <w:bookmarkStart w:id="2528" w:name="_Toc266736878"/>
      <w:bookmarkStart w:id="2529" w:name="_Toc266737288"/>
      <w:bookmarkStart w:id="2530" w:name="_Toc266737532"/>
      <w:bookmarkStart w:id="2531" w:name="_Toc266737710"/>
      <w:bookmarkStart w:id="2532" w:name="_Toc266737884"/>
      <w:bookmarkStart w:id="2533" w:name="_Toc266738058"/>
      <w:bookmarkStart w:id="2534" w:name="_Toc266738597"/>
      <w:bookmarkStart w:id="2535" w:name="_Toc266738770"/>
      <w:bookmarkStart w:id="2536" w:name="_Toc266739131"/>
      <w:bookmarkStart w:id="2537" w:name="_Toc266739306"/>
      <w:bookmarkStart w:id="2538" w:name="_Toc266739481"/>
      <w:bookmarkStart w:id="2539" w:name="_Toc266739656"/>
      <w:bookmarkStart w:id="2540" w:name="_Toc266739836"/>
      <w:bookmarkStart w:id="2541" w:name="_Toc266976352"/>
      <w:bookmarkStart w:id="2542" w:name="_Toc267054909"/>
      <w:bookmarkStart w:id="2543" w:name="_Toc267055351"/>
      <w:bookmarkStart w:id="2544" w:name="_Toc267055531"/>
      <w:bookmarkStart w:id="2545" w:name="_Toc267058167"/>
      <w:bookmarkStart w:id="2546" w:name="_Toc267399201"/>
      <w:bookmarkStart w:id="2547" w:name="_Toc267400128"/>
      <w:bookmarkStart w:id="2548" w:name="_Toc267428417"/>
      <w:bookmarkStart w:id="2549" w:name="_Toc267429194"/>
      <w:bookmarkStart w:id="2550" w:name="_Toc267430396"/>
      <w:bookmarkStart w:id="2551" w:name="_Toc267430577"/>
      <w:bookmarkStart w:id="2552" w:name="_Toc267467982"/>
      <w:bookmarkStart w:id="2553" w:name="_Toc267468164"/>
      <w:bookmarkStart w:id="2554" w:name="_Toc267468502"/>
      <w:bookmarkStart w:id="2555" w:name="_Toc267468685"/>
      <w:bookmarkStart w:id="2556" w:name="_Toc272871034"/>
      <w:bookmarkStart w:id="2557" w:name="_Toc272871214"/>
      <w:bookmarkStart w:id="2558" w:name="_Toc272918195"/>
      <w:bookmarkStart w:id="2559" w:name="_Toc272919045"/>
      <w:bookmarkStart w:id="2560" w:name="_Toc273000644"/>
      <w:bookmarkStart w:id="2561" w:name="_Toc248953212"/>
      <w:bookmarkStart w:id="2562" w:name="_Toc248953791"/>
      <w:bookmarkStart w:id="2563" w:name="_Toc248954006"/>
      <w:bookmarkStart w:id="2564" w:name="_Toc248954157"/>
      <w:bookmarkStart w:id="2565" w:name="_Toc248954308"/>
      <w:bookmarkStart w:id="2566" w:name="_Toc248954552"/>
      <w:bookmarkStart w:id="2567" w:name="_Toc248954707"/>
      <w:bookmarkStart w:id="2568" w:name="_Toc248954862"/>
      <w:bookmarkStart w:id="2569" w:name="_Toc248955017"/>
      <w:bookmarkStart w:id="2570" w:name="_Toc248955372"/>
      <w:bookmarkStart w:id="2571" w:name="_Toc248955626"/>
      <w:bookmarkStart w:id="2572" w:name="_Toc248956599"/>
      <w:bookmarkStart w:id="2573" w:name="_Toc248957068"/>
      <w:bookmarkStart w:id="2574" w:name="_Toc248957838"/>
      <w:bookmarkStart w:id="2575" w:name="_Toc248957994"/>
      <w:bookmarkStart w:id="2576" w:name="_Toc248958148"/>
      <w:bookmarkStart w:id="2577" w:name="_Toc248958511"/>
      <w:bookmarkStart w:id="2578" w:name="_Toc248959754"/>
      <w:bookmarkStart w:id="2579" w:name="_Toc248959951"/>
      <w:bookmarkStart w:id="2580" w:name="_Toc248960105"/>
      <w:bookmarkStart w:id="2581" w:name="_Toc248960581"/>
      <w:bookmarkStart w:id="2582" w:name="_Toc248960902"/>
      <w:bookmarkStart w:id="2583" w:name="_Toc248961232"/>
      <w:bookmarkStart w:id="2584" w:name="_Toc248989667"/>
      <w:bookmarkStart w:id="2585" w:name="_Toc249004801"/>
      <w:bookmarkStart w:id="2586" w:name="_Toc249004971"/>
      <w:bookmarkStart w:id="2587" w:name="_Toc249005135"/>
      <w:bookmarkStart w:id="2588" w:name="_Toc249006114"/>
      <w:bookmarkStart w:id="2589" w:name="_Toc249011387"/>
      <w:bookmarkStart w:id="2590" w:name="_Toc249011776"/>
      <w:bookmarkStart w:id="2591" w:name="_Toc249066606"/>
      <w:bookmarkStart w:id="2592" w:name="_Toc249066769"/>
      <w:bookmarkStart w:id="2593" w:name="_Toc249067110"/>
      <w:bookmarkStart w:id="2594" w:name="_Toc249072704"/>
      <w:bookmarkStart w:id="2595" w:name="_Toc250232837"/>
      <w:bookmarkStart w:id="2596" w:name="_Toc250582084"/>
      <w:bookmarkStart w:id="2597" w:name="_Toc250583270"/>
      <w:bookmarkStart w:id="2598" w:name="_Toc250583554"/>
      <w:bookmarkStart w:id="2599" w:name="_Toc250583731"/>
      <w:bookmarkStart w:id="2600" w:name="_Toc250583896"/>
      <w:bookmarkStart w:id="2601" w:name="_Toc250584062"/>
      <w:bookmarkStart w:id="2602" w:name="_Toc250584228"/>
      <w:bookmarkStart w:id="2603" w:name="_Toc250584394"/>
      <w:bookmarkStart w:id="2604" w:name="_Toc250584560"/>
      <w:bookmarkStart w:id="2605" w:name="_Toc250584725"/>
      <w:bookmarkStart w:id="2606" w:name="_Toc250657430"/>
      <w:bookmarkStart w:id="2607" w:name="_Toc250661031"/>
      <w:bookmarkStart w:id="2608" w:name="_Toc250662265"/>
      <w:bookmarkStart w:id="2609" w:name="_Toc250662726"/>
      <w:bookmarkStart w:id="2610" w:name="_Toc251177587"/>
      <w:bookmarkStart w:id="2611" w:name="_Toc251177750"/>
      <w:bookmarkStart w:id="2612" w:name="_Toc251177913"/>
      <w:bookmarkStart w:id="2613" w:name="_Toc251178076"/>
      <w:bookmarkStart w:id="2614" w:name="_Toc266736879"/>
      <w:bookmarkStart w:id="2615" w:name="_Toc266737289"/>
      <w:bookmarkStart w:id="2616" w:name="_Toc266737533"/>
      <w:bookmarkStart w:id="2617" w:name="_Toc266737711"/>
      <w:bookmarkStart w:id="2618" w:name="_Toc266737885"/>
      <w:bookmarkStart w:id="2619" w:name="_Toc266738059"/>
      <w:bookmarkStart w:id="2620" w:name="_Toc266738598"/>
      <w:bookmarkStart w:id="2621" w:name="_Toc266738771"/>
      <w:bookmarkStart w:id="2622" w:name="_Toc266739132"/>
      <w:bookmarkStart w:id="2623" w:name="_Toc266739307"/>
      <w:bookmarkStart w:id="2624" w:name="_Toc266739482"/>
      <w:bookmarkStart w:id="2625" w:name="_Toc266739657"/>
      <w:bookmarkStart w:id="2626" w:name="_Toc266739837"/>
      <w:bookmarkStart w:id="2627" w:name="_Toc266976353"/>
      <w:bookmarkStart w:id="2628" w:name="_Toc267054910"/>
      <w:bookmarkStart w:id="2629" w:name="_Toc267055352"/>
      <w:bookmarkStart w:id="2630" w:name="_Toc267055532"/>
      <w:bookmarkStart w:id="2631" w:name="_Toc267058168"/>
      <w:bookmarkStart w:id="2632" w:name="_Toc267399202"/>
      <w:bookmarkStart w:id="2633" w:name="_Toc267400129"/>
      <w:bookmarkStart w:id="2634" w:name="_Toc267428418"/>
      <w:bookmarkStart w:id="2635" w:name="_Toc267429195"/>
      <w:bookmarkStart w:id="2636" w:name="_Toc267430397"/>
      <w:bookmarkStart w:id="2637" w:name="_Toc267430578"/>
      <w:bookmarkStart w:id="2638" w:name="_Toc267467983"/>
      <w:bookmarkStart w:id="2639" w:name="_Toc267468165"/>
      <w:bookmarkStart w:id="2640" w:name="_Toc267468503"/>
      <w:bookmarkStart w:id="2641" w:name="_Toc267468686"/>
      <w:bookmarkStart w:id="2642" w:name="_Toc272871035"/>
      <w:bookmarkStart w:id="2643" w:name="_Toc272871215"/>
      <w:bookmarkStart w:id="2644" w:name="_Toc272918196"/>
      <w:bookmarkStart w:id="2645" w:name="_Toc272919046"/>
      <w:bookmarkStart w:id="2646" w:name="_Toc273000645"/>
      <w:bookmarkStart w:id="2647" w:name="_Toc248953213"/>
      <w:bookmarkStart w:id="2648" w:name="_Toc248953792"/>
      <w:bookmarkStart w:id="2649" w:name="_Toc248954007"/>
      <w:bookmarkStart w:id="2650" w:name="_Toc248954158"/>
      <w:bookmarkStart w:id="2651" w:name="_Toc248954309"/>
      <w:bookmarkStart w:id="2652" w:name="_Toc248954553"/>
      <w:bookmarkStart w:id="2653" w:name="_Toc248954708"/>
      <w:bookmarkStart w:id="2654" w:name="_Toc248954863"/>
      <w:bookmarkStart w:id="2655" w:name="_Toc248955018"/>
      <w:bookmarkStart w:id="2656" w:name="_Toc248955373"/>
      <w:bookmarkStart w:id="2657" w:name="_Toc248955627"/>
      <w:bookmarkStart w:id="2658" w:name="_Toc248956600"/>
      <w:bookmarkStart w:id="2659" w:name="_Toc248957069"/>
      <w:bookmarkStart w:id="2660" w:name="_Toc248957839"/>
      <w:bookmarkStart w:id="2661" w:name="_Toc248957995"/>
      <w:bookmarkStart w:id="2662" w:name="_Toc248958149"/>
      <w:bookmarkStart w:id="2663" w:name="_Toc248958512"/>
      <w:bookmarkStart w:id="2664" w:name="_Toc248959755"/>
      <w:bookmarkStart w:id="2665" w:name="_Toc248959952"/>
      <w:bookmarkStart w:id="2666" w:name="_Toc248960106"/>
      <w:bookmarkStart w:id="2667" w:name="_Toc248960582"/>
      <w:bookmarkStart w:id="2668" w:name="_Toc248960903"/>
      <w:bookmarkStart w:id="2669" w:name="_Toc248961233"/>
      <w:bookmarkStart w:id="2670" w:name="_Toc248989668"/>
      <w:bookmarkStart w:id="2671" w:name="_Toc249004802"/>
      <w:bookmarkStart w:id="2672" w:name="_Toc249004972"/>
      <w:bookmarkStart w:id="2673" w:name="_Toc249005136"/>
      <w:bookmarkStart w:id="2674" w:name="_Toc249006115"/>
      <w:bookmarkStart w:id="2675" w:name="_Toc249011388"/>
      <w:bookmarkStart w:id="2676" w:name="_Toc249011777"/>
      <w:bookmarkStart w:id="2677" w:name="_Toc249066607"/>
      <w:bookmarkStart w:id="2678" w:name="_Toc249066770"/>
      <w:bookmarkStart w:id="2679" w:name="_Toc249067111"/>
      <w:bookmarkStart w:id="2680" w:name="_Toc249072705"/>
      <w:bookmarkStart w:id="2681" w:name="_Toc250232838"/>
      <w:bookmarkStart w:id="2682" w:name="_Toc250582085"/>
      <w:bookmarkStart w:id="2683" w:name="_Toc250583271"/>
      <w:bookmarkStart w:id="2684" w:name="_Toc250583555"/>
      <w:bookmarkStart w:id="2685" w:name="_Toc250583732"/>
      <w:bookmarkStart w:id="2686" w:name="_Toc250583897"/>
      <w:bookmarkStart w:id="2687" w:name="_Toc250584063"/>
      <w:bookmarkStart w:id="2688" w:name="_Toc250584229"/>
      <w:bookmarkStart w:id="2689" w:name="_Toc250584395"/>
      <w:bookmarkStart w:id="2690" w:name="_Toc250584561"/>
      <w:bookmarkStart w:id="2691" w:name="_Toc250584726"/>
      <w:bookmarkStart w:id="2692" w:name="_Toc250657431"/>
      <w:bookmarkStart w:id="2693" w:name="_Toc250661032"/>
      <w:bookmarkStart w:id="2694" w:name="_Toc250662266"/>
      <w:bookmarkStart w:id="2695" w:name="_Toc250662727"/>
      <w:bookmarkStart w:id="2696" w:name="_Toc251177588"/>
      <w:bookmarkStart w:id="2697" w:name="_Toc251177751"/>
      <w:bookmarkStart w:id="2698" w:name="_Toc251177914"/>
      <w:bookmarkStart w:id="2699" w:name="_Toc251178077"/>
      <w:bookmarkStart w:id="2700" w:name="_Toc266736880"/>
      <w:bookmarkStart w:id="2701" w:name="_Toc266737290"/>
      <w:bookmarkStart w:id="2702" w:name="_Toc266737534"/>
      <w:bookmarkStart w:id="2703" w:name="_Toc266737712"/>
      <w:bookmarkStart w:id="2704" w:name="_Toc266737886"/>
      <w:bookmarkStart w:id="2705" w:name="_Toc266738060"/>
      <w:bookmarkStart w:id="2706" w:name="_Toc266738599"/>
      <w:bookmarkStart w:id="2707" w:name="_Toc266738772"/>
      <w:bookmarkStart w:id="2708" w:name="_Toc266739133"/>
      <w:bookmarkStart w:id="2709" w:name="_Toc266739308"/>
      <w:bookmarkStart w:id="2710" w:name="_Toc266739483"/>
      <w:bookmarkStart w:id="2711" w:name="_Toc266739658"/>
      <w:bookmarkStart w:id="2712" w:name="_Toc266739838"/>
      <w:bookmarkStart w:id="2713" w:name="_Toc266976354"/>
      <w:bookmarkStart w:id="2714" w:name="_Toc267054911"/>
      <w:bookmarkStart w:id="2715" w:name="_Toc267055353"/>
      <w:bookmarkStart w:id="2716" w:name="_Toc267055533"/>
      <w:bookmarkStart w:id="2717" w:name="_Toc267058169"/>
      <w:bookmarkStart w:id="2718" w:name="_Toc267399203"/>
      <w:bookmarkStart w:id="2719" w:name="_Toc267400130"/>
      <w:bookmarkStart w:id="2720" w:name="_Toc267428419"/>
      <w:bookmarkStart w:id="2721" w:name="_Toc267429196"/>
      <w:bookmarkStart w:id="2722" w:name="_Toc267430398"/>
      <w:bookmarkStart w:id="2723" w:name="_Toc267430579"/>
      <w:bookmarkStart w:id="2724" w:name="_Toc267467984"/>
      <w:bookmarkStart w:id="2725" w:name="_Toc267468166"/>
      <w:bookmarkStart w:id="2726" w:name="_Toc267468504"/>
      <w:bookmarkStart w:id="2727" w:name="_Toc267468687"/>
      <w:bookmarkStart w:id="2728" w:name="_Toc272871036"/>
      <w:bookmarkStart w:id="2729" w:name="_Toc272871216"/>
      <w:bookmarkStart w:id="2730" w:name="_Toc272918197"/>
      <w:bookmarkStart w:id="2731" w:name="_Toc272919047"/>
      <w:bookmarkStart w:id="2732" w:name="_Toc273000646"/>
      <w:bookmarkStart w:id="2733" w:name="_Toc248953214"/>
      <w:bookmarkStart w:id="2734" w:name="_Toc248953793"/>
      <w:bookmarkStart w:id="2735" w:name="_Toc248954008"/>
      <w:bookmarkStart w:id="2736" w:name="_Toc248954159"/>
      <w:bookmarkStart w:id="2737" w:name="_Toc248954310"/>
      <w:bookmarkStart w:id="2738" w:name="_Toc248954554"/>
      <w:bookmarkStart w:id="2739" w:name="_Toc248954709"/>
      <w:bookmarkStart w:id="2740" w:name="_Toc248954864"/>
      <w:bookmarkStart w:id="2741" w:name="_Toc248955019"/>
      <w:bookmarkStart w:id="2742" w:name="_Toc248955374"/>
      <w:bookmarkStart w:id="2743" w:name="_Toc248955628"/>
      <w:bookmarkStart w:id="2744" w:name="_Toc248956601"/>
      <w:bookmarkStart w:id="2745" w:name="_Toc248957070"/>
      <w:bookmarkStart w:id="2746" w:name="_Toc248957840"/>
      <w:bookmarkStart w:id="2747" w:name="_Toc248957996"/>
      <w:bookmarkStart w:id="2748" w:name="_Toc248958150"/>
      <w:bookmarkStart w:id="2749" w:name="_Toc248958513"/>
      <w:bookmarkStart w:id="2750" w:name="_Toc248959756"/>
      <w:bookmarkStart w:id="2751" w:name="_Toc248959953"/>
      <w:bookmarkStart w:id="2752" w:name="_Toc248960107"/>
      <w:bookmarkStart w:id="2753" w:name="_Toc248960583"/>
      <w:bookmarkStart w:id="2754" w:name="_Toc248960904"/>
      <w:bookmarkStart w:id="2755" w:name="_Toc248961234"/>
      <w:bookmarkStart w:id="2756" w:name="_Toc248989669"/>
      <w:bookmarkStart w:id="2757" w:name="_Toc249004803"/>
      <w:bookmarkStart w:id="2758" w:name="_Toc249004973"/>
      <w:bookmarkStart w:id="2759" w:name="_Toc249005137"/>
      <w:bookmarkStart w:id="2760" w:name="_Toc249006116"/>
      <w:bookmarkStart w:id="2761" w:name="_Toc249011389"/>
      <w:bookmarkStart w:id="2762" w:name="_Toc249011778"/>
      <w:bookmarkStart w:id="2763" w:name="_Toc249066608"/>
      <w:bookmarkStart w:id="2764" w:name="_Toc249066771"/>
      <w:bookmarkStart w:id="2765" w:name="_Toc249067112"/>
      <w:bookmarkStart w:id="2766" w:name="_Toc249072706"/>
      <w:bookmarkStart w:id="2767" w:name="_Toc250232839"/>
      <w:bookmarkStart w:id="2768" w:name="_Toc250582086"/>
      <w:bookmarkStart w:id="2769" w:name="_Toc250583272"/>
      <w:bookmarkStart w:id="2770" w:name="_Toc250583556"/>
      <w:bookmarkStart w:id="2771" w:name="_Toc250583733"/>
      <w:bookmarkStart w:id="2772" w:name="_Toc250583898"/>
      <w:bookmarkStart w:id="2773" w:name="_Toc250584064"/>
      <w:bookmarkStart w:id="2774" w:name="_Toc250584230"/>
      <w:bookmarkStart w:id="2775" w:name="_Toc250584396"/>
      <w:bookmarkStart w:id="2776" w:name="_Toc250584562"/>
      <w:bookmarkStart w:id="2777" w:name="_Toc250584727"/>
      <w:bookmarkStart w:id="2778" w:name="_Toc250657432"/>
      <w:bookmarkStart w:id="2779" w:name="_Toc250661033"/>
      <w:bookmarkStart w:id="2780" w:name="_Toc250662267"/>
      <w:bookmarkStart w:id="2781" w:name="_Toc250662728"/>
      <w:bookmarkStart w:id="2782" w:name="_Toc251177589"/>
      <w:bookmarkStart w:id="2783" w:name="_Toc251177752"/>
      <w:bookmarkStart w:id="2784" w:name="_Toc251177915"/>
      <w:bookmarkStart w:id="2785" w:name="_Toc251178078"/>
      <w:bookmarkStart w:id="2786" w:name="_Toc266736881"/>
      <w:bookmarkStart w:id="2787" w:name="_Toc266737291"/>
      <w:bookmarkStart w:id="2788" w:name="_Toc266737535"/>
      <w:bookmarkStart w:id="2789" w:name="_Toc266737713"/>
      <w:bookmarkStart w:id="2790" w:name="_Toc266737887"/>
      <w:bookmarkStart w:id="2791" w:name="_Toc266738061"/>
      <w:bookmarkStart w:id="2792" w:name="_Toc266738600"/>
      <w:bookmarkStart w:id="2793" w:name="_Toc266738773"/>
      <w:bookmarkStart w:id="2794" w:name="_Toc266739134"/>
      <w:bookmarkStart w:id="2795" w:name="_Toc266739309"/>
      <w:bookmarkStart w:id="2796" w:name="_Toc266739484"/>
      <w:bookmarkStart w:id="2797" w:name="_Toc266739659"/>
      <w:bookmarkStart w:id="2798" w:name="_Toc266739839"/>
      <w:bookmarkStart w:id="2799" w:name="_Toc266976355"/>
      <w:bookmarkStart w:id="2800" w:name="_Toc267054912"/>
      <w:bookmarkStart w:id="2801" w:name="_Toc267055354"/>
      <w:bookmarkStart w:id="2802" w:name="_Toc267055534"/>
      <w:bookmarkStart w:id="2803" w:name="_Toc267058170"/>
      <w:bookmarkStart w:id="2804" w:name="_Toc267399204"/>
      <w:bookmarkStart w:id="2805" w:name="_Toc267400131"/>
      <w:bookmarkStart w:id="2806" w:name="_Toc267428420"/>
      <w:bookmarkStart w:id="2807" w:name="_Toc267429197"/>
      <w:bookmarkStart w:id="2808" w:name="_Toc267430399"/>
      <w:bookmarkStart w:id="2809" w:name="_Toc267430580"/>
      <w:bookmarkStart w:id="2810" w:name="_Toc267467985"/>
      <w:bookmarkStart w:id="2811" w:name="_Toc267468167"/>
      <w:bookmarkStart w:id="2812" w:name="_Toc267468505"/>
      <w:bookmarkStart w:id="2813" w:name="_Toc267468688"/>
      <w:bookmarkStart w:id="2814" w:name="_Toc272871037"/>
      <w:bookmarkStart w:id="2815" w:name="_Toc272871217"/>
      <w:bookmarkStart w:id="2816" w:name="_Toc272918198"/>
      <w:bookmarkStart w:id="2817" w:name="_Toc272919048"/>
      <w:bookmarkStart w:id="2818" w:name="_Toc273000647"/>
      <w:bookmarkStart w:id="2819" w:name="_Toc248953215"/>
      <w:bookmarkStart w:id="2820" w:name="_Toc248953794"/>
      <w:bookmarkStart w:id="2821" w:name="_Toc248954009"/>
      <w:bookmarkStart w:id="2822" w:name="_Toc248954160"/>
      <w:bookmarkStart w:id="2823" w:name="_Toc248954311"/>
      <w:bookmarkStart w:id="2824" w:name="_Toc248954555"/>
      <w:bookmarkStart w:id="2825" w:name="_Toc248954710"/>
      <w:bookmarkStart w:id="2826" w:name="_Toc248954865"/>
      <w:bookmarkStart w:id="2827" w:name="_Toc248955020"/>
      <w:bookmarkStart w:id="2828" w:name="_Toc248955375"/>
      <w:bookmarkStart w:id="2829" w:name="_Toc248955629"/>
      <w:bookmarkStart w:id="2830" w:name="_Toc248956602"/>
      <w:bookmarkStart w:id="2831" w:name="_Toc248957071"/>
      <w:bookmarkStart w:id="2832" w:name="_Toc248957841"/>
      <w:bookmarkStart w:id="2833" w:name="_Toc248957997"/>
      <w:bookmarkStart w:id="2834" w:name="_Toc248958151"/>
      <w:bookmarkStart w:id="2835" w:name="_Toc248958514"/>
      <w:bookmarkStart w:id="2836" w:name="_Toc248959757"/>
      <w:bookmarkStart w:id="2837" w:name="_Toc248959954"/>
      <w:bookmarkStart w:id="2838" w:name="_Toc248960108"/>
      <w:bookmarkStart w:id="2839" w:name="_Toc248960584"/>
      <w:bookmarkStart w:id="2840" w:name="_Toc248960905"/>
      <w:bookmarkStart w:id="2841" w:name="_Toc248961235"/>
      <w:bookmarkStart w:id="2842" w:name="_Toc248989670"/>
      <w:bookmarkStart w:id="2843" w:name="_Toc249004804"/>
      <w:bookmarkStart w:id="2844" w:name="_Toc249004974"/>
      <w:bookmarkStart w:id="2845" w:name="_Toc249005138"/>
      <w:bookmarkStart w:id="2846" w:name="_Toc249006117"/>
      <w:bookmarkStart w:id="2847" w:name="_Toc249011390"/>
      <w:bookmarkStart w:id="2848" w:name="_Toc249011779"/>
      <w:bookmarkStart w:id="2849" w:name="_Toc249066609"/>
      <w:bookmarkStart w:id="2850" w:name="_Toc249066772"/>
      <w:bookmarkStart w:id="2851" w:name="_Toc249067113"/>
      <w:bookmarkStart w:id="2852" w:name="_Toc249072707"/>
      <w:bookmarkStart w:id="2853" w:name="_Toc250232840"/>
      <w:bookmarkStart w:id="2854" w:name="_Toc250582087"/>
      <w:bookmarkStart w:id="2855" w:name="_Toc250583273"/>
      <w:bookmarkStart w:id="2856" w:name="_Toc250583557"/>
      <w:bookmarkStart w:id="2857" w:name="_Toc250583734"/>
      <w:bookmarkStart w:id="2858" w:name="_Toc250583899"/>
      <w:bookmarkStart w:id="2859" w:name="_Toc250584065"/>
      <w:bookmarkStart w:id="2860" w:name="_Toc250584231"/>
      <w:bookmarkStart w:id="2861" w:name="_Toc250584397"/>
      <w:bookmarkStart w:id="2862" w:name="_Toc250584563"/>
      <w:bookmarkStart w:id="2863" w:name="_Toc250584728"/>
      <w:bookmarkStart w:id="2864" w:name="_Toc250657433"/>
      <w:bookmarkStart w:id="2865" w:name="_Toc250661034"/>
      <w:bookmarkStart w:id="2866" w:name="_Toc250662268"/>
      <w:bookmarkStart w:id="2867" w:name="_Toc250662729"/>
      <w:bookmarkStart w:id="2868" w:name="_Toc251177590"/>
      <w:bookmarkStart w:id="2869" w:name="_Toc251177753"/>
      <w:bookmarkStart w:id="2870" w:name="_Toc251177916"/>
      <w:bookmarkStart w:id="2871" w:name="_Toc251178079"/>
      <w:bookmarkStart w:id="2872" w:name="_Toc266736882"/>
      <w:bookmarkStart w:id="2873" w:name="_Toc266737292"/>
      <w:bookmarkStart w:id="2874" w:name="_Toc266737536"/>
      <w:bookmarkStart w:id="2875" w:name="_Toc266737714"/>
      <w:bookmarkStart w:id="2876" w:name="_Toc266737888"/>
      <w:bookmarkStart w:id="2877" w:name="_Toc266738062"/>
      <w:bookmarkStart w:id="2878" w:name="_Toc266738601"/>
      <w:bookmarkStart w:id="2879" w:name="_Toc266738774"/>
      <w:bookmarkStart w:id="2880" w:name="_Toc266739135"/>
      <w:bookmarkStart w:id="2881" w:name="_Toc266739310"/>
      <w:bookmarkStart w:id="2882" w:name="_Toc266739485"/>
      <w:bookmarkStart w:id="2883" w:name="_Toc266739660"/>
      <w:bookmarkStart w:id="2884" w:name="_Toc266739840"/>
      <w:bookmarkStart w:id="2885" w:name="_Toc266976356"/>
      <w:bookmarkStart w:id="2886" w:name="_Toc267054913"/>
      <w:bookmarkStart w:id="2887" w:name="_Toc267055355"/>
      <w:bookmarkStart w:id="2888" w:name="_Toc267055535"/>
      <w:bookmarkStart w:id="2889" w:name="_Toc267058171"/>
      <w:bookmarkStart w:id="2890" w:name="_Toc267399205"/>
      <w:bookmarkStart w:id="2891" w:name="_Toc267400132"/>
      <w:bookmarkStart w:id="2892" w:name="_Toc267428421"/>
      <w:bookmarkStart w:id="2893" w:name="_Toc267429198"/>
      <w:bookmarkStart w:id="2894" w:name="_Toc267430400"/>
      <w:bookmarkStart w:id="2895" w:name="_Toc267430581"/>
      <w:bookmarkStart w:id="2896" w:name="_Toc267467986"/>
      <w:bookmarkStart w:id="2897" w:name="_Toc267468168"/>
      <w:bookmarkStart w:id="2898" w:name="_Toc267468506"/>
      <w:bookmarkStart w:id="2899" w:name="_Toc267468689"/>
      <w:bookmarkStart w:id="2900" w:name="_Toc272871038"/>
      <w:bookmarkStart w:id="2901" w:name="_Toc272871218"/>
      <w:bookmarkStart w:id="2902" w:name="_Toc272918199"/>
      <w:bookmarkStart w:id="2903" w:name="_Toc272919049"/>
      <w:bookmarkStart w:id="2904" w:name="_Toc273000648"/>
      <w:bookmarkStart w:id="2905" w:name="_Toc248953216"/>
      <w:bookmarkStart w:id="2906" w:name="_Toc248953795"/>
      <w:bookmarkStart w:id="2907" w:name="_Toc248954010"/>
      <w:bookmarkStart w:id="2908" w:name="_Toc248954161"/>
      <w:bookmarkStart w:id="2909" w:name="_Toc248954312"/>
      <w:bookmarkStart w:id="2910" w:name="_Toc248954556"/>
      <w:bookmarkStart w:id="2911" w:name="_Toc248954711"/>
      <w:bookmarkStart w:id="2912" w:name="_Toc248954866"/>
      <w:bookmarkStart w:id="2913" w:name="_Toc248955021"/>
      <w:bookmarkStart w:id="2914" w:name="_Toc248955376"/>
      <w:bookmarkStart w:id="2915" w:name="_Toc248955630"/>
      <w:bookmarkStart w:id="2916" w:name="_Toc248956603"/>
      <w:bookmarkStart w:id="2917" w:name="_Toc248957072"/>
      <w:bookmarkStart w:id="2918" w:name="_Toc248957842"/>
      <w:bookmarkStart w:id="2919" w:name="_Toc248957998"/>
      <w:bookmarkStart w:id="2920" w:name="_Toc248958152"/>
      <w:bookmarkStart w:id="2921" w:name="_Toc248958515"/>
      <w:bookmarkStart w:id="2922" w:name="_Toc248959758"/>
      <w:bookmarkStart w:id="2923" w:name="_Toc248959955"/>
      <w:bookmarkStart w:id="2924" w:name="_Toc248960109"/>
      <w:bookmarkStart w:id="2925" w:name="_Toc248960585"/>
      <w:bookmarkStart w:id="2926" w:name="_Toc248960906"/>
      <w:bookmarkStart w:id="2927" w:name="_Toc248961236"/>
      <w:bookmarkStart w:id="2928" w:name="_Toc248989671"/>
      <w:bookmarkStart w:id="2929" w:name="_Toc249004805"/>
      <w:bookmarkStart w:id="2930" w:name="_Toc249004975"/>
      <w:bookmarkStart w:id="2931" w:name="_Toc249005139"/>
      <w:bookmarkStart w:id="2932" w:name="_Toc249006118"/>
      <w:bookmarkStart w:id="2933" w:name="_Toc249011391"/>
      <w:bookmarkStart w:id="2934" w:name="_Toc249011780"/>
      <w:bookmarkStart w:id="2935" w:name="_Toc249066610"/>
      <w:bookmarkStart w:id="2936" w:name="_Toc249066773"/>
      <w:bookmarkStart w:id="2937" w:name="_Toc249067114"/>
      <w:bookmarkStart w:id="2938" w:name="_Toc249072708"/>
      <w:bookmarkStart w:id="2939" w:name="_Toc250232841"/>
      <w:bookmarkStart w:id="2940" w:name="_Toc250582088"/>
      <w:bookmarkStart w:id="2941" w:name="_Toc250583274"/>
      <w:bookmarkStart w:id="2942" w:name="_Toc250583558"/>
      <w:bookmarkStart w:id="2943" w:name="_Toc250583735"/>
      <w:bookmarkStart w:id="2944" w:name="_Toc250583900"/>
      <w:bookmarkStart w:id="2945" w:name="_Toc250584066"/>
      <w:bookmarkStart w:id="2946" w:name="_Toc250584232"/>
      <w:bookmarkStart w:id="2947" w:name="_Toc250584398"/>
      <w:bookmarkStart w:id="2948" w:name="_Toc250584564"/>
      <w:bookmarkStart w:id="2949" w:name="_Toc250584729"/>
      <w:bookmarkStart w:id="2950" w:name="_Toc250657434"/>
      <w:bookmarkStart w:id="2951" w:name="_Toc250661035"/>
      <w:bookmarkStart w:id="2952" w:name="_Toc250662269"/>
      <w:bookmarkStart w:id="2953" w:name="_Toc250662730"/>
      <w:bookmarkStart w:id="2954" w:name="_Toc251177591"/>
      <w:bookmarkStart w:id="2955" w:name="_Toc251177754"/>
      <w:bookmarkStart w:id="2956" w:name="_Toc251177917"/>
      <w:bookmarkStart w:id="2957" w:name="_Toc251178080"/>
      <w:bookmarkStart w:id="2958" w:name="_Toc266736883"/>
      <w:bookmarkStart w:id="2959" w:name="_Toc266737293"/>
      <w:bookmarkStart w:id="2960" w:name="_Toc266737537"/>
      <w:bookmarkStart w:id="2961" w:name="_Toc266737715"/>
      <w:bookmarkStart w:id="2962" w:name="_Toc266737889"/>
      <w:bookmarkStart w:id="2963" w:name="_Toc266738063"/>
      <w:bookmarkStart w:id="2964" w:name="_Toc266738602"/>
      <w:bookmarkStart w:id="2965" w:name="_Toc266738775"/>
      <w:bookmarkStart w:id="2966" w:name="_Toc266739136"/>
      <w:bookmarkStart w:id="2967" w:name="_Toc266739311"/>
      <w:bookmarkStart w:id="2968" w:name="_Toc266739486"/>
      <w:bookmarkStart w:id="2969" w:name="_Toc266739661"/>
      <w:bookmarkStart w:id="2970" w:name="_Toc266739841"/>
      <w:bookmarkStart w:id="2971" w:name="_Toc266976357"/>
      <w:bookmarkStart w:id="2972" w:name="_Toc267054914"/>
      <w:bookmarkStart w:id="2973" w:name="_Toc267055356"/>
      <w:bookmarkStart w:id="2974" w:name="_Toc267055536"/>
      <w:bookmarkStart w:id="2975" w:name="_Toc267058172"/>
      <w:bookmarkStart w:id="2976" w:name="_Toc267399206"/>
      <w:bookmarkStart w:id="2977" w:name="_Toc267400133"/>
      <w:bookmarkStart w:id="2978" w:name="_Toc267428422"/>
      <w:bookmarkStart w:id="2979" w:name="_Toc267429199"/>
      <w:bookmarkStart w:id="2980" w:name="_Toc267430401"/>
      <w:bookmarkStart w:id="2981" w:name="_Toc267430582"/>
      <w:bookmarkStart w:id="2982" w:name="_Toc267467987"/>
      <w:bookmarkStart w:id="2983" w:name="_Toc267468169"/>
      <w:bookmarkStart w:id="2984" w:name="_Toc267468507"/>
      <w:bookmarkStart w:id="2985" w:name="_Toc267468690"/>
      <w:bookmarkStart w:id="2986" w:name="_Toc272871039"/>
      <w:bookmarkStart w:id="2987" w:name="_Toc272871219"/>
      <w:bookmarkStart w:id="2988" w:name="_Toc272918200"/>
      <w:bookmarkStart w:id="2989" w:name="_Toc272919050"/>
      <w:bookmarkStart w:id="2990" w:name="_Toc273000649"/>
      <w:bookmarkStart w:id="2991" w:name="_Toc248953217"/>
      <w:bookmarkStart w:id="2992" w:name="_Toc248953796"/>
      <w:bookmarkStart w:id="2993" w:name="_Toc248954011"/>
      <w:bookmarkStart w:id="2994" w:name="_Toc248954162"/>
      <w:bookmarkStart w:id="2995" w:name="_Toc248954313"/>
      <w:bookmarkStart w:id="2996" w:name="_Toc248954557"/>
      <w:bookmarkStart w:id="2997" w:name="_Toc248954712"/>
      <w:bookmarkStart w:id="2998" w:name="_Toc248954867"/>
      <w:bookmarkStart w:id="2999" w:name="_Toc248955022"/>
      <w:bookmarkStart w:id="3000" w:name="_Toc248955377"/>
      <w:bookmarkStart w:id="3001" w:name="_Toc248955631"/>
      <w:bookmarkStart w:id="3002" w:name="_Toc248956604"/>
      <w:bookmarkStart w:id="3003" w:name="_Toc248957073"/>
      <w:bookmarkStart w:id="3004" w:name="_Toc248957843"/>
      <w:bookmarkStart w:id="3005" w:name="_Toc248957999"/>
      <w:bookmarkStart w:id="3006" w:name="_Toc248958153"/>
      <w:bookmarkStart w:id="3007" w:name="_Toc248958516"/>
      <w:bookmarkStart w:id="3008" w:name="_Toc248959759"/>
      <w:bookmarkStart w:id="3009" w:name="_Toc248959956"/>
      <w:bookmarkStart w:id="3010" w:name="_Toc248960110"/>
      <w:bookmarkStart w:id="3011" w:name="_Toc248960586"/>
      <w:bookmarkStart w:id="3012" w:name="_Toc248960907"/>
      <w:bookmarkStart w:id="3013" w:name="_Toc248961237"/>
      <w:bookmarkStart w:id="3014" w:name="_Toc248989672"/>
      <w:bookmarkStart w:id="3015" w:name="_Toc249004806"/>
      <w:bookmarkStart w:id="3016" w:name="_Toc249004976"/>
      <w:bookmarkStart w:id="3017" w:name="_Toc249005140"/>
      <w:bookmarkStart w:id="3018" w:name="_Toc249006119"/>
      <w:bookmarkStart w:id="3019" w:name="_Toc249011392"/>
      <w:bookmarkStart w:id="3020" w:name="_Toc249011781"/>
      <w:bookmarkStart w:id="3021" w:name="_Toc249066611"/>
      <w:bookmarkStart w:id="3022" w:name="_Toc249066774"/>
      <w:bookmarkStart w:id="3023" w:name="_Toc249067115"/>
      <w:bookmarkStart w:id="3024" w:name="_Toc249072709"/>
      <w:bookmarkStart w:id="3025" w:name="_Toc250232842"/>
      <w:bookmarkStart w:id="3026" w:name="_Toc250582089"/>
      <w:bookmarkStart w:id="3027" w:name="_Toc250583275"/>
      <w:bookmarkStart w:id="3028" w:name="_Toc250583559"/>
      <w:bookmarkStart w:id="3029" w:name="_Toc250583736"/>
      <w:bookmarkStart w:id="3030" w:name="_Toc250583901"/>
      <w:bookmarkStart w:id="3031" w:name="_Toc250584067"/>
      <w:bookmarkStart w:id="3032" w:name="_Toc250584233"/>
      <w:bookmarkStart w:id="3033" w:name="_Toc250584399"/>
      <w:bookmarkStart w:id="3034" w:name="_Toc250584565"/>
      <w:bookmarkStart w:id="3035" w:name="_Toc250584730"/>
      <w:bookmarkStart w:id="3036" w:name="_Toc250657435"/>
      <w:bookmarkStart w:id="3037" w:name="_Toc250661036"/>
      <w:bookmarkStart w:id="3038" w:name="_Toc250662270"/>
      <w:bookmarkStart w:id="3039" w:name="_Toc250662731"/>
      <w:bookmarkStart w:id="3040" w:name="_Toc251177592"/>
      <w:bookmarkStart w:id="3041" w:name="_Toc251177755"/>
      <w:bookmarkStart w:id="3042" w:name="_Toc251177918"/>
      <w:bookmarkStart w:id="3043" w:name="_Toc251178081"/>
      <w:bookmarkStart w:id="3044" w:name="_Toc266736884"/>
      <w:bookmarkStart w:id="3045" w:name="_Toc266737294"/>
      <w:bookmarkStart w:id="3046" w:name="_Toc266737538"/>
      <w:bookmarkStart w:id="3047" w:name="_Toc266737716"/>
      <w:bookmarkStart w:id="3048" w:name="_Toc266737890"/>
      <w:bookmarkStart w:id="3049" w:name="_Toc266738064"/>
      <w:bookmarkStart w:id="3050" w:name="_Toc266738603"/>
      <w:bookmarkStart w:id="3051" w:name="_Toc266738776"/>
      <w:bookmarkStart w:id="3052" w:name="_Toc266739137"/>
      <w:bookmarkStart w:id="3053" w:name="_Toc266739312"/>
      <w:bookmarkStart w:id="3054" w:name="_Toc266739487"/>
      <w:bookmarkStart w:id="3055" w:name="_Toc266739662"/>
      <w:bookmarkStart w:id="3056" w:name="_Toc266739842"/>
      <w:bookmarkStart w:id="3057" w:name="_Toc266976358"/>
      <w:bookmarkStart w:id="3058" w:name="_Toc267054915"/>
      <w:bookmarkStart w:id="3059" w:name="_Toc267055357"/>
      <w:bookmarkStart w:id="3060" w:name="_Toc267055537"/>
      <w:bookmarkStart w:id="3061" w:name="_Toc267058173"/>
      <w:bookmarkStart w:id="3062" w:name="_Toc267399207"/>
      <w:bookmarkStart w:id="3063" w:name="_Toc267400134"/>
      <w:bookmarkStart w:id="3064" w:name="_Toc267428423"/>
      <w:bookmarkStart w:id="3065" w:name="_Toc267429200"/>
      <w:bookmarkStart w:id="3066" w:name="_Toc267430402"/>
      <w:bookmarkStart w:id="3067" w:name="_Toc267430583"/>
      <w:bookmarkStart w:id="3068" w:name="_Toc267467988"/>
      <w:bookmarkStart w:id="3069" w:name="_Toc267468170"/>
      <w:bookmarkStart w:id="3070" w:name="_Toc267468508"/>
      <w:bookmarkStart w:id="3071" w:name="_Toc267468691"/>
      <w:bookmarkStart w:id="3072" w:name="_Toc272871040"/>
      <w:bookmarkStart w:id="3073" w:name="_Toc272871220"/>
      <w:bookmarkStart w:id="3074" w:name="_Toc272918201"/>
      <w:bookmarkStart w:id="3075" w:name="_Toc272919051"/>
      <w:bookmarkStart w:id="3076" w:name="_Toc273000650"/>
      <w:bookmarkStart w:id="3077" w:name="_Toc248953218"/>
      <w:bookmarkStart w:id="3078" w:name="_Toc248953797"/>
      <w:bookmarkStart w:id="3079" w:name="_Toc248954012"/>
      <w:bookmarkStart w:id="3080" w:name="_Toc248954163"/>
      <w:bookmarkStart w:id="3081" w:name="_Toc248954314"/>
      <w:bookmarkStart w:id="3082" w:name="_Toc248954558"/>
      <w:bookmarkStart w:id="3083" w:name="_Toc248954713"/>
      <w:bookmarkStart w:id="3084" w:name="_Toc248954868"/>
      <w:bookmarkStart w:id="3085" w:name="_Toc248955023"/>
      <w:bookmarkStart w:id="3086" w:name="_Toc248955378"/>
      <w:bookmarkStart w:id="3087" w:name="_Toc248955632"/>
      <w:bookmarkStart w:id="3088" w:name="_Toc248956605"/>
      <w:bookmarkStart w:id="3089" w:name="_Toc248957074"/>
      <w:bookmarkStart w:id="3090" w:name="_Toc248957844"/>
      <w:bookmarkStart w:id="3091" w:name="_Toc248958000"/>
      <w:bookmarkStart w:id="3092" w:name="_Toc248958154"/>
      <w:bookmarkStart w:id="3093" w:name="_Toc248958517"/>
      <w:bookmarkStart w:id="3094" w:name="_Toc248959760"/>
      <w:bookmarkStart w:id="3095" w:name="_Toc248959957"/>
      <w:bookmarkStart w:id="3096" w:name="_Toc248960111"/>
      <w:bookmarkStart w:id="3097" w:name="_Toc248960587"/>
      <w:bookmarkStart w:id="3098" w:name="_Toc248960908"/>
      <w:bookmarkStart w:id="3099" w:name="_Toc248961238"/>
      <w:bookmarkStart w:id="3100" w:name="_Toc248989673"/>
      <w:bookmarkStart w:id="3101" w:name="_Toc249004807"/>
      <w:bookmarkStart w:id="3102" w:name="_Toc249004977"/>
      <w:bookmarkStart w:id="3103" w:name="_Toc249005141"/>
      <w:bookmarkStart w:id="3104" w:name="_Toc249006120"/>
      <w:bookmarkStart w:id="3105" w:name="_Toc249011393"/>
      <w:bookmarkStart w:id="3106" w:name="_Toc249011782"/>
      <w:bookmarkStart w:id="3107" w:name="_Toc249066612"/>
      <w:bookmarkStart w:id="3108" w:name="_Toc249066775"/>
      <w:bookmarkStart w:id="3109" w:name="_Toc249067116"/>
      <w:bookmarkStart w:id="3110" w:name="_Toc249072710"/>
      <w:bookmarkStart w:id="3111" w:name="_Toc250232843"/>
      <w:bookmarkStart w:id="3112" w:name="_Toc250582090"/>
      <w:bookmarkStart w:id="3113" w:name="_Toc250583276"/>
      <w:bookmarkStart w:id="3114" w:name="_Toc250583560"/>
      <w:bookmarkStart w:id="3115" w:name="_Toc250583737"/>
      <w:bookmarkStart w:id="3116" w:name="_Toc250583902"/>
      <w:bookmarkStart w:id="3117" w:name="_Toc250584068"/>
      <w:bookmarkStart w:id="3118" w:name="_Toc250584234"/>
      <w:bookmarkStart w:id="3119" w:name="_Toc250584400"/>
      <w:bookmarkStart w:id="3120" w:name="_Toc250584566"/>
      <w:bookmarkStart w:id="3121" w:name="_Toc250584731"/>
      <w:bookmarkStart w:id="3122" w:name="_Toc250657436"/>
      <w:bookmarkStart w:id="3123" w:name="_Toc250661037"/>
      <w:bookmarkStart w:id="3124" w:name="_Toc250662271"/>
      <w:bookmarkStart w:id="3125" w:name="_Toc250662732"/>
      <w:bookmarkStart w:id="3126" w:name="_Toc251177593"/>
      <w:bookmarkStart w:id="3127" w:name="_Toc251177756"/>
      <w:bookmarkStart w:id="3128" w:name="_Toc251177919"/>
      <w:bookmarkStart w:id="3129" w:name="_Toc251178082"/>
      <w:bookmarkStart w:id="3130" w:name="_Toc266736885"/>
      <w:bookmarkStart w:id="3131" w:name="_Toc266737295"/>
      <w:bookmarkStart w:id="3132" w:name="_Toc266737539"/>
      <w:bookmarkStart w:id="3133" w:name="_Toc266737717"/>
      <w:bookmarkStart w:id="3134" w:name="_Toc266737891"/>
      <w:bookmarkStart w:id="3135" w:name="_Toc266738065"/>
      <w:bookmarkStart w:id="3136" w:name="_Toc266738604"/>
      <w:bookmarkStart w:id="3137" w:name="_Toc266738777"/>
      <w:bookmarkStart w:id="3138" w:name="_Toc266739138"/>
      <w:bookmarkStart w:id="3139" w:name="_Toc266739313"/>
      <w:bookmarkStart w:id="3140" w:name="_Toc266739488"/>
      <w:bookmarkStart w:id="3141" w:name="_Toc266739663"/>
      <w:bookmarkStart w:id="3142" w:name="_Toc266739843"/>
      <w:bookmarkStart w:id="3143" w:name="_Toc266976359"/>
      <w:bookmarkStart w:id="3144" w:name="_Toc267054916"/>
      <w:bookmarkStart w:id="3145" w:name="_Toc267055358"/>
      <w:bookmarkStart w:id="3146" w:name="_Toc267055538"/>
      <w:bookmarkStart w:id="3147" w:name="_Toc267058174"/>
      <w:bookmarkStart w:id="3148" w:name="_Toc267399208"/>
      <w:bookmarkStart w:id="3149" w:name="_Toc267400135"/>
      <w:bookmarkStart w:id="3150" w:name="_Toc267428424"/>
      <w:bookmarkStart w:id="3151" w:name="_Toc267429201"/>
      <w:bookmarkStart w:id="3152" w:name="_Toc267430403"/>
      <w:bookmarkStart w:id="3153" w:name="_Toc267430584"/>
      <w:bookmarkStart w:id="3154" w:name="_Toc267467989"/>
      <w:bookmarkStart w:id="3155" w:name="_Toc267468171"/>
      <w:bookmarkStart w:id="3156" w:name="_Toc267468509"/>
      <w:bookmarkStart w:id="3157" w:name="_Toc267468692"/>
      <w:bookmarkStart w:id="3158" w:name="_Toc272871041"/>
      <w:bookmarkStart w:id="3159" w:name="_Toc272871221"/>
      <w:bookmarkStart w:id="3160" w:name="_Toc272918202"/>
      <w:bookmarkStart w:id="3161" w:name="_Toc272919052"/>
      <w:bookmarkStart w:id="3162" w:name="_Toc273000651"/>
      <w:bookmarkStart w:id="3163" w:name="_Toc248953219"/>
      <w:bookmarkStart w:id="3164" w:name="_Toc248953798"/>
      <w:bookmarkStart w:id="3165" w:name="_Toc248954013"/>
      <w:bookmarkStart w:id="3166" w:name="_Toc248954164"/>
      <w:bookmarkStart w:id="3167" w:name="_Toc248954315"/>
      <w:bookmarkStart w:id="3168" w:name="_Toc248954559"/>
      <w:bookmarkStart w:id="3169" w:name="_Toc248954714"/>
      <w:bookmarkStart w:id="3170" w:name="_Toc248954869"/>
      <w:bookmarkStart w:id="3171" w:name="_Toc248955024"/>
      <w:bookmarkStart w:id="3172" w:name="_Toc248955379"/>
      <w:bookmarkStart w:id="3173" w:name="_Toc248955633"/>
      <w:bookmarkStart w:id="3174" w:name="_Toc248956606"/>
      <w:bookmarkStart w:id="3175" w:name="_Toc248957075"/>
      <w:bookmarkStart w:id="3176" w:name="_Toc248957845"/>
      <w:bookmarkStart w:id="3177" w:name="_Toc248958001"/>
      <w:bookmarkStart w:id="3178" w:name="_Toc248958155"/>
      <w:bookmarkStart w:id="3179" w:name="_Toc248958518"/>
      <w:bookmarkStart w:id="3180" w:name="_Toc248959761"/>
      <w:bookmarkStart w:id="3181" w:name="_Toc248959958"/>
      <w:bookmarkStart w:id="3182" w:name="_Toc248960112"/>
      <w:bookmarkStart w:id="3183" w:name="_Toc248960588"/>
      <w:bookmarkStart w:id="3184" w:name="_Toc248960909"/>
      <w:bookmarkStart w:id="3185" w:name="_Toc248961239"/>
      <w:bookmarkStart w:id="3186" w:name="_Toc248989674"/>
      <w:bookmarkStart w:id="3187" w:name="_Toc249004808"/>
      <w:bookmarkStart w:id="3188" w:name="_Toc249004978"/>
      <w:bookmarkStart w:id="3189" w:name="_Toc249005142"/>
      <w:bookmarkStart w:id="3190" w:name="_Toc249006121"/>
      <w:bookmarkStart w:id="3191" w:name="_Toc249011394"/>
      <w:bookmarkStart w:id="3192" w:name="_Toc249011783"/>
      <w:bookmarkStart w:id="3193" w:name="_Toc249066613"/>
      <w:bookmarkStart w:id="3194" w:name="_Toc249066776"/>
      <w:bookmarkStart w:id="3195" w:name="_Toc249067117"/>
      <w:bookmarkStart w:id="3196" w:name="_Toc249072711"/>
      <w:bookmarkStart w:id="3197" w:name="_Toc250232844"/>
      <w:bookmarkStart w:id="3198" w:name="_Toc250582091"/>
      <w:bookmarkStart w:id="3199" w:name="_Toc250583277"/>
      <w:bookmarkStart w:id="3200" w:name="_Toc250583561"/>
      <w:bookmarkStart w:id="3201" w:name="_Toc250583738"/>
      <w:bookmarkStart w:id="3202" w:name="_Toc250583903"/>
      <w:bookmarkStart w:id="3203" w:name="_Toc250584069"/>
      <w:bookmarkStart w:id="3204" w:name="_Toc250584235"/>
      <w:bookmarkStart w:id="3205" w:name="_Toc250584401"/>
      <w:bookmarkStart w:id="3206" w:name="_Toc250584567"/>
      <w:bookmarkStart w:id="3207" w:name="_Toc250584732"/>
      <w:bookmarkStart w:id="3208" w:name="_Toc250657437"/>
      <w:bookmarkStart w:id="3209" w:name="_Toc250661038"/>
      <w:bookmarkStart w:id="3210" w:name="_Toc250662272"/>
      <w:bookmarkStart w:id="3211" w:name="_Toc250662733"/>
      <w:bookmarkStart w:id="3212" w:name="_Toc251177594"/>
      <w:bookmarkStart w:id="3213" w:name="_Toc251177757"/>
      <w:bookmarkStart w:id="3214" w:name="_Toc251177920"/>
      <w:bookmarkStart w:id="3215" w:name="_Toc251178083"/>
      <w:bookmarkStart w:id="3216" w:name="_Toc266736886"/>
      <w:bookmarkStart w:id="3217" w:name="_Toc266737296"/>
      <w:bookmarkStart w:id="3218" w:name="_Toc266737540"/>
      <w:bookmarkStart w:id="3219" w:name="_Toc266737718"/>
      <w:bookmarkStart w:id="3220" w:name="_Toc266737892"/>
      <w:bookmarkStart w:id="3221" w:name="_Toc266738066"/>
      <w:bookmarkStart w:id="3222" w:name="_Toc266738605"/>
      <w:bookmarkStart w:id="3223" w:name="_Toc266738778"/>
      <w:bookmarkStart w:id="3224" w:name="_Toc266739139"/>
      <w:bookmarkStart w:id="3225" w:name="_Toc266739314"/>
      <w:bookmarkStart w:id="3226" w:name="_Toc266739489"/>
      <w:bookmarkStart w:id="3227" w:name="_Toc266739664"/>
      <w:bookmarkStart w:id="3228" w:name="_Toc266739844"/>
      <w:bookmarkStart w:id="3229" w:name="_Toc266976360"/>
      <w:bookmarkStart w:id="3230" w:name="_Toc267054917"/>
      <w:bookmarkStart w:id="3231" w:name="_Toc267055359"/>
      <w:bookmarkStart w:id="3232" w:name="_Toc267055539"/>
      <w:bookmarkStart w:id="3233" w:name="_Toc267058175"/>
      <w:bookmarkStart w:id="3234" w:name="_Toc267399209"/>
      <w:bookmarkStart w:id="3235" w:name="_Toc267400136"/>
      <w:bookmarkStart w:id="3236" w:name="_Toc267428425"/>
      <w:bookmarkStart w:id="3237" w:name="_Toc267429202"/>
      <w:bookmarkStart w:id="3238" w:name="_Toc267430404"/>
      <w:bookmarkStart w:id="3239" w:name="_Toc267430585"/>
      <w:bookmarkStart w:id="3240" w:name="_Toc267467990"/>
      <w:bookmarkStart w:id="3241" w:name="_Toc267468172"/>
      <w:bookmarkStart w:id="3242" w:name="_Toc267468510"/>
      <w:bookmarkStart w:id="3243" w:name="_Toc267468693"/>
      <w:bookmarkStart w:id="3244" w:name="_Toc272871042"/>
      <w:bookmarkStart w:id="3245" w:name="_Toc272871222"/>
      <w:bookmarkStart w:id="3246" w:name="_Toc272918203"/>
      <w:bookmarkStart w:id="3247" w:name="_Toc272919053"/>
      <w:bookmarkStart w:id="3248" w:name="_Toc273000652"/>
      <w:bookmarkStart w:id="3249" w:name="_Toc248953220"/>
      <w:bookmarkStart w:id="3250" w:name="_Toc248953799"/>
      <w:bookmarkStart w:id="3251" w:name="_Toc248954014"/>
      <w:bookmarkStart w:id="3252" w:name="_Toc248954165"/>
      <w:bookmarkStart w:id="3253" w:name="_Toc248954316"/>
      <w:bookmarkStart w:id="3254" w:name="_Toc248954560"/>
      <w:bookmarkStart w:id="3255" w:name="_Toc248954715"/>
      <w:bookmarkStart w:id="3256" w:name="_Toc248954870"/>
      <w:bookmarkStart w:id="3257" w:name="_Toc248955025"/>
      <w:bookmarkStart w:id="3258" w:name="_Toc248955380"/>
      <w:bookmarkStart w:id="3259" w:name="_Toc248955634"/>
      <w:bookmarkStart w:id="3260" w:name="_Toc248956607"/>
      <w:bookmarkStart w:id="3261" w:name="_Toc248957076"/>
      <w:bookmarkStart w:id="3262" w:name="_Toc248957846"/>
      <w:bookmarkStart w:id="3263" w:name="_Toc248958002"/>
      <w:bookmarkStart w:id="3264" w:name="_Toc248958156"/>
      <w:bookmarkStart w:id="3265" w:name="_Toc248958519"/>
      <w:bookmarkStart w:id="3266" w:name="_Toc248959762"/>
      <w:bookmarkStart w:id="3267" w:name="_Toc248959959"/>
      <w:bookmarkStart w:id="3268" w:name="_Toc248960113"/>
      <w:bookmarkStart w:id="3269" w:name="_Toc248960589"/>
      <w:bookmarkStart w:id="3270" w:name="_Toc248960910"/>
      <w:bookmarkStart w:id="3271" w:name="_Toc248961240"/>
      <w:bookmarkStart w:id="3272" w:name="_Toc248989675"/>
      <w:bookmarkStart w:id="3273" w:name="_Toc249004809"/>
      <w:bookmarkStart w:id="3274" w:name="_Toc249004979"/>
      <w:bookmarkStart w:id="3275" w:name="_Toc249005143"/>
      <w:bookmarkStart w:id="3276" w:name="_Toc249006122"/>
      <w:bookmarkStart w:id="3277" w:name="_Toc249011395"/>
      <w:bookmarkStart w:id="3278" w:name="_Toc249011784"/>
      <w:bookmarkStart w:id="3279" w:name="_Toc249066614"/>
      <w:bookmarkStart w:id="3280" w:name="_Toc249066777"/>
      <w:bookmarkStart w:id="3281" w:name="_Toc249067118"/>
      <w:bookmarkStart w:id="3282" w:name="_Toc249072712"/>
      <w:bookmarkStart w:id="3283" w:name="_Toc250232845"/>
      <w:bookmarkStart w:id="3284" w:name="_Toc250582092"/>
      <w:bookmarkStart w:id="3285" w:name="_Toc250583278"/>
      <w:bookmarkStart w:id="3286" w:name="_Toc250583562"/>
      <w:bookmarkStart w:id="3287" w:name="_Toc250583739"/>
      <w:bookmarkStart w:id="3288" w:name="_Toc250583904"/>
      <w:bookmarkStart w:id="3289" w:name="_Toc250584070"/>
      <w:bookmarkStart w:id="3290" w:name="_Toc250584236"/>
      <w:bookmarkStart w:id="3291" w:name="_Toc250584402"/>
      <w:bookmarkStart w:id="3292" w:name="_Toc250584568"/>
      <w:bookmarkStart w:id="3293" w:name="_Toc250584733"/>
      <w:bookmarkStart w:id="3294" w:name="_Toc250657438"/>
      <w:bookmarkStart w:id="3295" w:name="_Toc250661039"/>
      <w:bookmarkStart w:id="3296" w:name="_Toc250662273"/>
      <w:bookmarkStart w:id="3297" w:name="_Toc250662734"/>
      <w:bookmarkStart w:id="3298" w:name="_Toc251177595"/>
      <w:bookmarkStart w:id="3299" w:name="_Toc251177758"/>
      <w:bookmarkStart w:id="3300" w:name="_Toc251177921"/>
      <w:bookmarkStart w:id="3301" w:name="_Toc251178084"/>
      <w:bookmarkStart w:id="3302" w:name="_Toc266736887"/>
      <w:bookmarkStart w:id="3303" w:name="_Toc266737297"/>
      <w:bookmarkStart w:id="3304" w:name="_Toc266737541"/>
      <w:bookmarkStart w:id="3305" w:name="_Toc266737719"/>
      <w:bookmarkStart w:id="3306" w:name="_Toc266737893"/>
      <w:bookmarkStart w:id="3307" w:name="_Toc266738067"/>
      <w:bookmarkStart w:id="3308" w:name="_Toc266738606"/>
      <w:bookmarkStart w:id="3309" w:name="_Toc266738779"/>
      <w:bookmarkStart w:id="3310" w:name="_Toc266739140"/>
      <w:bookmarkStart w:id="3311" w:name="_Toc266739315"/>
      <w:bookmarkStart w:id="3312" w:name="_Toc266739490"/>
      <w:bookmarkStart w:id="3313" w:name="_Toc266739665"/>
      <w:bookmarkStart w:id="3314" w:name="_Toc266739845"/>
      <w:bookmarkStart w:id="3315" w:name="_Toc266976361"/>
      <w:bookmarkStart w:id="3316" w:name="_Toc267054918"/>
      <w:bookmarkStart w:id="3317" w:name="_Toc267055360"/>
      <w:bookmarkStart w:id="3318" w:name="_Toc267055540"/>
      <w:bookmarkStart w:id="3319" w:name="_Toc267058176"/>
      <w:bookmarkStart w:id="3320" w:name="_Toc267399210"/>
      <w:bookmarkStart w:id="3321" w:name="_Toc267400137"/>
      <w:bookmarkStart w:id="3322" w:name="_Toc267428426"/>
      <w:bookmarkStart w:id="3323" w:name="_Toc267429203"/>
      <w:bookmarkStart w:id="3324" w:name="_Toc267430405"/>
      <w:bookmarkStart w:id="3325" w:name="_Toc267430586"/>
      <w:bookmarkStart w:id="3326" w:name="_Toc267467991"/>
      <w:bookmarkStart w:id="3327" w:name="_Toc267468173"/>
      <w:bookmarkStart w:id="3328" w:name="_Toc267468511"/>
      <w:bookmarkStart w:id="3329" w:name="_Toc267468694"/>
      <w:bookmarkStart w:id="3330" w:name="_Toc272871043"/>
      <w:bookmarkStart w:id="3331" w:name="_Toc272871223"/>
      <w:bookmarkStart w:id="3332" w:name="_Toc272918204"/>
      <w:bookmarkStart w:id="3333" w:name="_Toc272919054"/>
      <w:bookmarkStart w:id="3334" w:name="_Toc273000653"/>
      <w:bookmarkStart w:id="3335" w:name="_Toc248953221"/>
      <w:bookmarkStart w:id="3336" w:name="_Toc248953800"/>
      <w:bookmarkStart w:id="3337" w:name="_Toc248954015"/>
      <w:bookmarkStart w:id="3338" w:name="_Toc248954166"/>
      <w:bookmarkStart w:id="3339" w:name="_Toc248954317"/>
      <w:bookmarkStart w:id="3340" w:name="_Toc248954561"/>
      <w:bookmarkStart w:id="3341" w:name="_Toc248954716"/>
      <w:bookmarkStart w:id="3342" w:name="_Toc248954871"/>
      <w:bookmarkStart w:id="3343" w:name="_Toc248955026"/>
      <w:bookmarkStart w:id="3344" w:name="_Toc248955381"/>
      <w:bookmarkStart w:id="3345" w:name="_Toc248955635"/>
      <w:bookmarkStart w:id="3346" w:name="_Toc248956608"/>
      <w:bookmarkStart w:id="3347" w:name="_Toc248957077"/>
      <w:bookmarkStart w:id="3348" w:name="_Toc248957847"/>
      <w:bookmarkStart w:id="3349" w:name="_Toc248958003"/>
      <w:bookmarkStart w:id="3350" w:name="_Toc248958157"/>
      <w:bookmarkStart w:id="3351" w:name="_Toc248958520"/>
      <w:bookmarkStart w:id="3352" w:name="_Toc248959763"/>
      <w:bookmarkStart w:id="3353" w:name="_Toc248959960"/>
      <w:bookmarkStart w:id="3354" w:name="_Toc248960114"/>
      <w:bookmarkStart w:id="3355" w:name="_Toc248960590"/>
      <w:bookmarkStart w:id="3356" w:name="_Toc248960911"/>
      <w:bookmarkStart w:id="3357" w:name="_Toc248961241"/>
      <w:bookmarkStart w:id="3358" w:name="_Toc248989676"/>
      <w:bookmarkStart w:id="3359" w:name="_Toc249004810"/>
      <w:bookmarkStart w:id="3360" w:name="_Toc249004980"/>
      <w:bookmarkStart w:id="3361" w:name="_Toc249005144"/>
      <w:bookmarkStart w:id="3362" w:name="_Toc249006123"/>
      <w:bookmarkStart w:id="3363" w:name="_Toc249011396"/>
      <w:bookmarkStart w:id="3364" w:name="_Toc249011785"/>
      <w:bookmarkStart w:id="3365" w:name="_Toc249066615"/>
      <w:bookmarkStart w:id="3366" w:name="_Toc249066778"/>
      <w:bookmarkStart w:id="3367" w:name="_Toc249067119"/>
      <w:bookmarkStart w:id="3368" w:name="_Toc249072713"/>
      <w:bookmarkStart w:id="3369" w:name="_Toc250232846"/>
      <w:bookmarkStart w:id="3370" w:name="_Toc250582093"/>
      <w:bookmarkStart w:id="3371" w:name="_Toc250583279"/>
      <w:bookmarkStart w:id="3372" w:name="_Toc250583563"/>
      <w:bookmarkStart w:id="3373" w:name="_Toc250583740"/>
      <w:bookmarkStart w:id="3374" w:name="_Toc250583905"/>
      <w:bookmarkStart w:id="3375" w:name="_Toc250584071"/>
      <w:bookmarkStart w:id="3376" w:name="_Toc250584237"/>
      <w:bookmarkStart w:id="3377" w:name="_Toc250584403"/>
      <w:bookmarkStart w:id="3378" w:name="_Toc250584569"/>
      <w:bookmarkStart w:id="3379" w:name="_Toc250584734"/>
      <w:bookmarkStart w:id="3380" w:name="_Toc250657439"/>
      <w:bookmarkStart w:id="3381" w:name="_Toc250661040"/>
      <w:bookmarkStart w:id="3382" w:name="_Toc250662274"/>
      <w:bookmarkStart w:id="3383" w:name="_Toc250662735"/>
      <w:bookmarkStart w:id="3384" w:name="_Toc251177596"/>
      <w:bookmarkStart w:id="3385" w:name="_Toc251177759"/>
      <w:bookmarkStart w:id="3386" w:name="_Toc251177922"/>
      <w:bookmarkStart w:id="3387" w:name="_Toc251178085"/>
      <w:bookmarkStart w:id="3388" w:name="_Toc266736888"/>
      <w:bookmarkStart w:id="3389" w:name="_Toc266737298"/>
      <w:bookmarkStart w:id="3390" w:name="_Toc266737542"/>
      <w:bookmarkStart w:id="3391" w:name="_Toc266737720"/>
      <w:bookmarkStart w:id="3392" w:name="_Toc266737894"/>
      <w:bookmarkStart w:id="3393" w:name="_Toc266738068"/>
      <w:bookmarkStart w:id="3394" w:name="_Toc266738607"/>
      <w:bookmarkStart w:id="3395" w:name="_Toc266738780"/>
      <w:bookmarkStart w:id="3396" w:name="_Toc266739141"/>
      <w:bookmarkStart w:id="3397" w:name="_Toc266739316"/>
      <w:bookmarkStart w:id="3398" w:name="_Toc266739491"/>
      <w:bookmarkStart w:id="3399" w:name="_Toc266739666"/>
      <w:bookmarkStart w:id="3400" w:name="_Toc266739846"/>
      <w:bookmarkStart w:id="3401" w:name="_Toc266976362"/>
      <w:bookmarkStart w:id="3402" w:name="_Toc267054919"/>
      <w:bookmarkStart w:id="3403" w:name="_Toc267055361"/>
      <w:bookmarkStart w:id="3404" w:name="_Toc267055541"/>
      <w:bookmarkStart w:id="3405" w:name="_Toc267058177"/>
      <w:bookmarkStart w:id="3406" w:name="_Toc267399211"/>
      <w:bookmarkStart w:id="3407" w:name="_Toc267400138"/>
      <w:bookmarkStart w:id="3408" w:name="_Toc267428427"/>
      <w:bookmarkStart w:id="3409" w:name="_Toc267429204"/>
      <w:bookmarkStart w:id="3410" w:name="_Toc267430406"/>
      <w:bookmarkStart w:id="3411" w:name="_Toc267430587"/>
      <w:bookmarkStart w:id="3412" w:name="_Toc267467992"/>
      <w:bookmarkStart w:id="3413" w:name="_Toc267468174"/>
      <w:bookmarkStart w:id="3414" w:name="_Toc267468512"/>
      <w:bookmarkStart w:id="3415" w:name="_Toc267468695"/>
      <w:bookmarkStart w:id="3416" w:name="_Toc272871044"/>
      <w:bookmarkStart w:id="3417" w:name="_Toc272871224"/>
      <w:bookmarkStart w:id="3418" w:name="_Toc272918205"/>
      <w:bookmarkStart w:id="3419" w:name="_Toc272919055"/>
      <w:bookmarkStart w:id="3420" w:name="_Toc273000654"/>
      <w:bookmarkStart w:id="3421" w:name="_Toc248953222"/>
      <w:bookmarkStart w:id="3422" w:name="_Toc248953801"/>
      <w:bookmarkStart w:id="3423" w:name="_Toc248954016"/>
      <w:bookmarkStart w:id="3424" w:name="_Toc248954167"/>
      <w:bookmarkStart w:id="3425" w:name="_Toc248954318"/>
      <w:bookmarkStart w:id="3426" w:name="_Toc248954562"/>
      <w:bookmarkStart w:id="3427" w:name="_Toc248954717"/>
      <w:bookmarkStart w:id="3428" w:name="_Toc248954872"/>
      <w:bookmarkStart w:id="3429" w:name="_Toc248955027"/>
      <w:bookmarkStart w:id="3430" w:name="_Toc248955382"/>
      <w:bookmarkStart w:id="3431" w:name="_Toc248955636"/>
      <w:bookmarkStart w:id="3432" w:name="_Toc248956609"/>
      <w:bookmarkStart w:id="3433" w:name="_Toc248957078"/>
      <w:bookmarkStart w:id="3434" w:name="_Toc248957848"/>
      <w:bookmarkStart w:id="3435" w:name="_Toc248958004"/>
      <w:bookmarkStart w:id="3436" w:name="_Toc248958158"/>
      <w:bookmarkStart w:id="3437" w:name="_Toc248958521"/>
      <w:bookmarkStart w:id="3438" w:name="_Toc248959764"/>
      <w:bookmarkStart w:id="3439" w:name="_Toc248959961"/>
      <w:bookmarkStart w:id="3440" w:name="_Toc248960115"/>
      <w:bookmarkStart w:id="3441" w:name="_Toc248960591"/>
      <w:bookmarkStart w:id="3442" w:name="_Toc248960912"/>
      <w:bookmarkStart w:id="3443" w:name="_Toc248961242"/>
      <w:bookmarkStart w:id="3444" w:name="_Toc248989677"/>
      <w:bookmarkStart w:id="3445" w:name="_Toc249004811"/>
      <w:bookmarkStart w:id="3446" w:name="_Toc249004981"/>
      <w:bookmarkStart w:id="3447" w:name="_Toc249005145"/>
      <w:bookmarkStart w:id="3448" w:name="_Toc249006124"/>
      <w:bookmarkStart w:id="3449" w:name="_Toc249011397"/>
      <w:bookmarkStart w:id="3450" w:name="_Toc249011786"/>
      <w:bookmarkStart w:id="3451" w:name="_Toc249066616"/>
      <w:bookmarkStart w:id="3452" w:name="_Toc249066779"/>
      <w:bookmarkStart w:id="3453" w:name="_Toc249067120"/>
      <w:bookmarkStart w:id="3454" w:name="_Toc249072714"/>
      <w:bookmarkStart w:id="3455" w:name="_Toc250232847"/>
      <w:bookmarkStart w:id="3456" w:name="_Toc250582094"/>
      <w:bookmarkStart w:id="3457" w:name="_Toc250583280"/>
      <w:bookmarkStart w:id="3458" w:name="_Toc250583564"/>
      <w:bookmarkStart w:id="3459" w:name="_Toc250583741"/>
      <w:bookmarkStart w:id="3460" w:name="_Toc250583906"/>
      <w:bookmarkStart w:id="3461" w:name="_Toc250584072"/>
      <w:bookmarkStart w:id="3462" w:name="_Toc250584238"/>
      <w:bookmarkStart w:id="3463" w:name="_Toc250584404"/>
      <w:bookmarkStart w:id="3464" w:name="_Toc250584570"/>
      <w:bookmarkStart w:id="3465" w:name="_Toc250584735"/>
      <w:bookmarkStart w:id="3466" w:name="_Toc250657440"/>
      <w:bookmarkStart w:id="3467" w:name="_Toc250661041"/>
      <w:bookmarkStart w:id="3468" w:name="_Toc250662275"/>
      <w:bookmarkStart w:id="3469" w:name="_Toc250662736"/>
      <w:bookmarkStart w:id="3470" w:name="_Toc251177597"/>
      <w:bookmarkStart w:id="3471" w:name="_Toc251177760"/>
      <w:bookmarkStart w:id="3472" w:name="_Toc251177923"/>
      <w:bookmarkStart w:id="3473" w:name="_Toc251178086"/>
      <w:bookmarkStart w:id="3474" w:name="_Toc266736889"/>
      <w:bookmarkStart w:id="3475" w:name="_Toc266737299"/>
      <w:bookmarkStart w:id="3476" w:name="_Toc266737543"/>
      <w:bookmarkStart w:id="3477" w:name="_Toc266737721"/>
      <w:bookmarkStart w:id="3478" w:name="_Toc266737895"/>
      <w:bookmarkStart w:id="3479" w:name="_Toc266738069"/>
      <w:bookmarkStart w:id="3480" w:name="_Toc266738608"/>
      <w:bookmarkStart w:id="3481" w:name="_Toc266738781"/>
      <w:bookmarkStart w:id="3482" w:name="_Toc266739142"/>
      <w:bookmarkStart w:id="3483" w:name="_Toc266739317"/>
      <w:bookmarkStart w:id="3484" w:name="_Toc266739492"/>
      <w:bookmarkStart w:id="3485" w:name="_Toc266739667"/>
      <w:bookmarkStart w:id="3486" w:name="_Toc266739847"/>
      <w:bookmarkStart w:id="3487" w:name="_Toc266976363"/>
      <w:bookmarkStart w:id="3488" w:name="_Toc267054920"/>
      <w:bookmarkStart w:id="3489" w:name="_Toc267055362"/>
      <w:bookmarkStart w:id="3490" w:name="_Toc267055542"/>
      <w:bookmarkStart w:id="3491" w:name="_Toc267058178"/>
      <w:bookmarkStart w:id="3492" w:name="_Toc267399212"/>
      <w:bookmarkStart w:id="3493" w:name="_Toc267400139"/>
      <w:bookmarkStart w:id="3494" w:name="_Toc267428428"/>
      <w:bookmarkStart w:id="3495" w:name="_Toc267429205"/>
      <w:bookmarkStart w:id="3496" w:name="_Toc267430407"/>
      <w:bookmarkStart w:id="3497" w:name="_Toc267430588"/>
      <w:bookmarkStart w:id="3498" w:name="_Toc267467993"/>
      <w:bookmarkStart w:id="3499" w:name="_Toc267468175"/>
      <w:bookmarkStart w:id="3500" w:name="_Toc267468513"/>
      <w:bookmarkStart w:id="3501" w:name="_Toc267468696"/>
      <w:bookmarkStart w:id="3502" w:name="_Toc272871045"/>
      <w:bookmarkStart w:id="3503" w:name="_Toc272871225"/>
      <w:bookmarkStart w:id="3504" w:name="_Toc272918206"/>
      <w:bookmarkStart w:id="3505" w:name="_Toc272919056"/>
      <w:bookmarkStart w:id="3506" w:name="_Toc273000655"/>
      <w:bookmarkStart w:id="3507" w:name="_Toc248953223"/>
      <w:bookmarkStart w:id="3508" w:name="_Toc248953802"/>
      <w:bookmarkStart w:id="3509" w:name="_Toc248954017"/>
      <w:bookmarkStart w:id="3510" w:name="_Toc248954168"/>
      <w:bookmarkStart w:id="3511" w:name="_Toc248954319"/>
      <w:bookmarkStart w:id="3512" w:name="_Toc248954563"/>
      <w:bookmarkStart w:id="3513" w:name="_Toc248954718"/>
      <w:bookmarkStart w:id="3514" w:name="_Toc248954873"/>
      <w:bookmarkStart w:id="3515" w:name="_Toc248955028"/>
      <w:bookmarkStart w:id="3516" w:name="_Toc248955383"/>
      <w:bookmarkStart w:id="3517" w:name="_Toc248955637"/>
      <w:bookmarkStart w:id="3518" w:name="_Toc248956610"/>
      <w:bookmarkStart w:id="3519" w:name="_Toc248957079"/>
      <w:bookmarkStart w:id="3520" w:name="_Toc248957849"/>
      <w:bookmarkStart w:id="3521" w:name="_Toc248958005"/>
      <w:bookmarkStart w:id="3522" w:name="_Toc248958159"/>
      <w:bookmarkStart w:id="3523" w:name="_Toc248958522"/>
      <w:bookmarkStart w:id="3524" w:name="_Toc248959765"/>
      <w:bookmarkStart w:id="3525" w:name="_Toc248959962"/>
      <w:bookmarkStart w:id="3526" w:name="_Toc248960116"/>
      <w:bookmarkStart w:id="3527" w:name="_Toc248960592"/>
      <w:bookmarkStart w:id="3528" w:name="_Toc248960913"/>
      <w:bookmarkStart w:id="3529" w:name="_Toc248961243"/>
      <w:bookmarkStart w:id="3530" w:name="_Toc248989678"/>
      <w:bookmarkStart w:id="3531" w:name="_Toc249004812"/>
      <w:bookmarkStart w:id="3532" w:name="_Toc249004982"/>
      <w:bookmarkStart w:id="3533" w:name="_Toc249005146"/>
      <w:bookmarkStart w:id="3534" w:name="_Toc249006125"/>
      <w:bookmarkStart w:id="3535" w:name="_Toc249011398"/>
      <w:bookmarkStart w:id="3536" w:name="_Toc249011787"/>
      <w:bookmarkStart w:id="3537" w:name="_Toc249066617"/>
      <w:bookmarkStart w:id="3538" w:name="_Toc249066780"/>
      <w:bookmarkStart w:id="3539" w:name="_Toc249067121"/>
      <w:bookmarkStart w:id="3540" w:name="_Toc249072715"/>
      <w:bookmarkStart w:id="3541" w:name="_Toc250232848"/>
      <w:bookmarkStart w:id="3542" w:name="_Toc250582095"/>
      <w:bookmarkStart w:id="3543" w:name="_Toc250583281"/>
      <w:bookmarkStart w:id="3544" w:name="_Toc250583565"/>
      <w:bookmarkStart w:id="3545" w:name="_Toc250583742"/>
      <w:bookmarkStart w:id="3546" w:name="_Toc250583907"/>
      <w:bookmarkStart w:id="3547" w:name="_Toc250584073"/>
      <w:bookmarkStart w:id="3548" w:name="_Toc250584239"/>
      <w:bookmarkStart w:id="3549" w:name="_Toc250584405"/>
      <w:bookmarkStart w:id="3550" w:name="_Toc250584571"/>
      <w:bookmarkStart w:id="3551" w:name="_Toc250584736"/>
      <w:bookmarkStart w:id="3552" w:name="_Toc250657441"/>
      <w:bookmarkStart w:id="3553" w:name="_Toc250661042"/>
      <w:bookmarkStart w:id="3554" w:name="_Toc250662276"/>
      <w:bookmarkStart w:id="3555" w:name="_Toc250662737"/>
      <w:bookmarkStart w:id="3556" w:name="_Toc251177598"/>
      <w:bookmarkStart w:id="3557" w:name="_Toc251177761"/>
      <w:bookmarkStart w:id="3558" w:name="_Toc251177924"/>
      <w:bookmarkStart w:id="3559" w:name="_Toc251178087"/>
      <w:bookmarkStart w:id="3560" w:name="_Toc266736890"/>
      <w:bookmarkStart w:id="3561" w:name="_Toc266737300"/>
      <w:bookmarkStart w:id="3562" w:name="_Toc266737544"/>
      <w:bookmarkStart w:id="3563" w:name="_Toc266737722"/>
      <w:bookmarkStart w:id="3564" w:name="_Toc266737896"/>
      <w:bookmarkStart w:id="3565" w:name="_Toc266738070"/>
      <w:bookmarkStart w:id="3566" w:name="_Toc266738609"/>
      <w:bookmarkStart w:id="3567" w:name="_Toc266738782"/>
      <w:bookmarkStart w:id="3568" w:name="_Toc266739143"/>
      <w:bookmarkStart w:id="3569" w:name="_Toc266739318"/>
      <w:bookmarkStart w:id="3570" w:name="_Toc266739493"/>
      <w:bookmarkStart w:id="3571" w:name="_Toc266739668"/>
      <w:bookmarkStart w:id="3572" w:name="_Toc266739848"/>
      <w:bookmarkStart w:id="3573" w:name="_Toc266976364"/>
      <w:bookmarkStart w:id="3574" w:name="_Toc267054921"/>
      <w:bookmarkStart w:id="3575" w:name="_Toc267055363"/>
      <w:bookmarkStart w:id="3576" w:name="_Toc267055543"/>
      <w:bookmarkStart w:id="3577" w:name="_Toc267058179"/>
      <w:bookmarkStart w:id="3578" w:name="_Toc267399213"/>
      <w:bookmarkStart w:id="3579" w:name="_Toc267400140"/>
      <w:bookmarkStart w:id="3580" w:name="_Toc267428429"/>
      <w:bookmarkStart w:id="3581" w:name="_Toc267429206"/>
      <w:bookmarkStart w:id="3582" w:name="_Toc267430408"/>
      <w:bookmarkStart w:id="3583" w:name="_Toc267430589"/>
      <w:bookmarkStart w:id="3584" w:name="_Toc267467994"/>
      <w:bookmarkStart w:id="3585" w:name="_Toc267468176"/>
      <w:bookmarkStart w:id="3586" w:name="_Toc267468514"/>
      <w:bookmarkStart w:id="3587" w:name="_Toc267468697"/>
      <w:bookmarkStart w:id="3588" w:name="_Toc272871046"/>
      <w:bookmarkStart w:id="3589" w:name="_Toc272871226"/>
      <w:bookmarkStart w:id="3590" w:name="_Toc272918207"/>
      <w:bookmarkStart w:id="3591" w:name="_Toc272919057"/>
      <w:bookmarkStart w:id="3592" w:name="_Toc273000656"/>
      <w:bookmarkStart w:id="3593" w:name="_Toc248953224"/>
      <w:bookmarkStart w:id="3594" w:name="_Toc248953803"/>
      <w:bookmarkStart w:id="3595" w:name="_Toc248954018"/>
      <w:bookmarkStart w:id="3596" w:name="_Toc248954169"/>
      <w:bookmarkStart w:id="3597" w:name="_Toc248954320"/>
      <w:bookmarkStart w:id="3598" w:name="_Toc248954564"/>
      <w:bookmarkStart w:id="3599" w:name="_Toc248954719"/>
      <w:bookmarkStart w:id="3600" w:name="_Toc248954874"/>
      <w:bookmarkStart w:id="3601" w:name="_Toc248955029"/>
      <w:bookmarkStart w:id="3602" w:name="_Toc248955384"/>
      <w:bookmarkStart w:id="3603" w:name="_Toc248955638"/>
      <w:bookmarkStart w:id="3604" w:name="_Toc248956611"/>
      <w:bookmarkStart w:id="3605" w:name="_Toc248957080"/>
      <w:bookmarkStart w:id="3606" w:name="_Toc248957850"/>
      <w:bookmarkStart w:id="3607" w:name="_Toc248958006"/>
      <w:bookmarkStart w:id="3608" w:name="_Toc248958160"/>
      <w:bookmarkStart w:id="3609" w:name="_Toc248958523"/>
      <w:bookmarkStart w:id="3610" w:name="_Toc248959766"/>
      <w:bookmarkStart w:id="3611" w:name="_Toc248959963"/>
      <w:bookmarkStart w:id="3612" w:name="_Toc248960117"/>
      <w:bookmarkStart w:id="3613" w:name="_Toc248960593"/>
      <w:bookmarkStart w:id="3614" w:name="_Toc248960914"/>
      <w:bookmarkStart w:id="3615" w:name="_Toc248961244"/>
      <w:bookmarkStart w:id="3616" w:name="_Toc248989679"/>
      <w:bookmarkStart w:id="3617" w:name="_Toc249004813"/>
      <w:bookmarkStart w:id="3618" w:name="_Toc249004983"/>
      <w:bookmarkStart w:id="3619" w:name="_Toc249005147"/>
      <w:bookmarkStart w:id="3620" w:name="_Toc249006126"/>
      <w:bookmarkStart w:id="3621" w:name="_Toc249011399"/>
      <w:bookmarkStart w:id="3622" w:name="_Toc249011788"/>
      <w:bookmarkStart w:id="3623" w:name="_Toc249066618"/>
      <w:bookmarkStart w:id="3624" w:name="_Toc249066781"/>
      <w:bookmarkStart w:id="3625" w:name="_Toc249067122"/>
      <w:bookmarkStart w:id="3626" w:name="_Toc249072716"/>
      <w:bookmarkStart w:id="3627" w:name="_Toc250232849"/>
      <w:bookmarkStart w:id="3628" w:name="_Toc250582096"/>
      <w:bookmarkStart w:id="3629" w:name="_Toc250583282"/>
      <w:bookmarkStart w:id="3630" w:name="_Toc250583566"/>
      <w:bookmarkStart w:id="3631" w:name="_Toc250583743"/>
      <w:bookmarkStart w:id="3632" w:name="_Toc250583908"/>
      <w:bookmarkStart w:id="3633" w:name="_Toc250584074"/>
      <w:bookmarkStart w:id="3634" w:name="_Toc250584240"/>
      <w:bookmarkStart w:id="3635" w:name="_Toc250584406"/>
      <w:bookmarkStart w:id="3636" w:name="_Toc250584572"/>
      <w:bookmarkStart w:id="3637" w:name="_Toc250584737"/>
      <w:bookmarkStart w:id="3638" w:name="_Toc250657442"/>
      <w:bookmarkStart w:id="3639" w:name="_Toc250661043"/>
      <w:bookmarkStart w:id="3640" w:name="_Toc250662277"/>
      <w:bookmarkStart w:id="3641" w:name="_Toc250662738"/>
      <w:bookmarkStart w:id="3642" w:name="_Toc251177599"/>
      <w:bookmarkStart w:id="3643" w:name="_Toc251177762"/>
      <w:bookmarkStart w:id="3644" w:name="_Toc251177925"/>
      <w:bookmarkStart w:id="3645" w:name="_Toc251178088"/>
      <w:bookmarkStart w:id="3646" w:name="_Toc266736891"/>
      <w:bookmarkStart w:id="3647" w:name="_Toc266737301"/>
      <w:bookmarkStart w:id="3648" w:name="_Toc266737545"/>
      <w:bookmarkStart w:id="3649" w:name="_Toc266737723"/>
      <w:bookmarkStart w:id="3650" w:name="_Toc266737897"/>
      <w:bookmarkStart w:id="3651" w:name="_Toc266738071"/>
      <w:bookmarkStart w:id="3652" w:name="_Toc266738610"/>
      <w:bookmarkStart w:id="3653" w:name="_Toc266738783"/>
      <w:bookmarkStart w:id="3654" w:name="_Toc266739144"/>
      <w:bookmarkStart w:id="3655" w:name="_Toc266739319"/>
      <w:bookmarkStart w:id="3656" w:name="_Toc266739494"/>
      <w:bookmarkStart w:id="3657" w:name="_Toc266739669"/>
      <w:bookmarkStart w:id="3658" w:name="_Toc266739849"/>
      <w:bookmarkStart w:id="3659" w:name="_Toc266976365"/>
      <w:bookmarkStart w:id="3660" w:name="_Toc267054922"/>
      <w:bookmarkStart w:id="3661" w:name="_Toc267055364"/>
      <w:bookmarkStart w:id="3662" w:name="_Toc267055544"/>
      <w:bookmarkStart w:id="3663" w:name="_Toc267058180"/>
      <w:bookmarkStart w:id="3664" w:name="_Toc267399214"/>
      <w:bookmarkStart w:id="3665" w:name="_Toc267400141"/>
      <w:bookmarkStart w:id="3666" w:name="_Toc267428430"/>
      <w:bookmarkStart w:id="3667" w:name="_Toc267429207"/>
      <w:bookmarkStart w:id="3668" w:name="_Toc267430409"/>
      <w:bookmarkStart w:id="3669" w:name="_Toc267430590"/>
      <w:bookmarkStart w:id="3670" w:name="_Toc267467995"/>
      <w:bookmarkStart w:id="3671" w:name="_Toc267468177"/>
      <w:bookmarkStart w:id="3672" w:name="_Toc267468515"/>
      <w:bookmarkStart w:id="3673" w:name="_Toc267468698"/>
      <w:bookmarkStart w:id="3674" w:name="_Toc272871047"/>
      <w:bookmarkStart w:id="3675" w:name="_Toc272871227"/>
      <w:bookmarkStart w:id="3676" w:name="_Toc272918208"/>
      <w:bookmarkStart w:id="3677" w:name="_Toc272919058"/>
      <w:bookmarkStart w:id="3678" w:name="_Toc273000657"/>
      <w:bookmarkStart w:id="3679" w:name="_Toc248953225"/>
      <w:bookmarkStart w:id="3680" w:name="_Toc248953804"/>
      <w:bookmarkStart w:id="3681" w:name="_Toc248954019"/>
      <w:bookmarkStart w:id="3682" w:name="_Toc248954170"/>
      <w:bookmarkStart w:id="3683" w:name="_Toc248954321"/>
      <w:bookmarkStart w:id="3684" w:name="_Toc248954565"/>
      <w:bookmarkStart w:id="3685" w:name="_Toc248954720"/>
      <w:bookmarkStart w:id="3686" w:name="_Toc248954875"/>
      <w:bookmarkStart w:id="3687" w:name="_Toc248955030"/>
      <w:bookmarkStart w:id="3688" w:name="_Toc248955385"/>
      <w:bookmarkStart w:id="3689" w:name="_Toc248955639"/>
      <w:bookmarkStart w:id="3690" w:name="_Toc248956612"/>
      <w:bookmarkStart w:id="3691" w:name="_Toc248957081"/>
      <w:bookmarkStart w:id="3692" w:name="_Toc248957851"/>
      <w:bookmarkStart w:id="3693" w:name="_Toc248958007"/>
      <w:bookmarkStart w:id="3694" w:name="_Toc248958161"/>
      <w:bookmarkStart w:id="3695" w:name="_Toc248958524"/>
      <w:bookmarkStart w:id="3696" w:name="_Toc248959767"/>
      <w:bookmarkStart w:id="3697" w:name="_Toc248959964"/>
      <w:bookmarkStart w:id="3698" w:name="_Toc248960118"/>
      <w:bookmarkStart w:id="3699" w:name="_Toc248960594"/>
      <w:bookmarkStart w:id="3700" w:name="_Toc248960915"/>
      <w:bookmarkStart w:id="3701" w:name="_Toc248961245"/>
      <w:bookmarkStart w:id="3702" w:name="_Toc248989680"/>
      <w:bookmarkStart w:id="3703" w:name="_Toc249004814"/>
      <w:bookmarkStart w:id="3704" w:name="_Toc249004984"/>
      <w:bookmarkStart w:id="3705" w:name="_Toc249005148"/>
      <w:bookmarkStart w:id="3706" w:name="_Toc249006127"/>
      <w:bookmarkStart w:id="3707" w:name="_Toc249011400"/>
      <w:bookmarkStart w:id="3708" w:name="_Toc249011789"/>
      <w:bookmarkStart w:id="3709" w:name="_Toc249066619"/>
      <w:bookmarkStart w:id="3710" w:name="_Toc249066782"/>
      <w:bookmarkStart w:id="3711" w:name="_Toc249067123"/>
      <w:bookmarkStart w:id="3712" w:name="_Toc249072717"/>
      <w:bookmarkStart w:id="3713" w:name="_Toc250232850"/>
      <w:bookmarkStart w:id="3714" w:name="_Toc250582097"/>
      <w:bookmarkStart w:id="3715" w:name="_Toc250583283"/>
      <w:bookmarkStart w:id="3716" w:name="_Toc250583567"/>
      <w:bookmarkStart w:id="3717" w:name="_Toc250583744"/>
      <w:bookmarkStart w:id="3718" w:name="_Toc250583909"/>
      <w:bookmarkStart w:id="3719" w:name="_Toc250584075"/>
      <w:bookmarkStart w:id="3720" w:name="_Toc250584241"/>
      <w:bookmarkStart w:id="3721" w:name="_Toc250584407"/>
      <w:bookmarkStart w:id="3722" w:name="_Toc250584573"/>
      <w:bookmarkStart w:id="3723" w:name="_Toc250584738"/>
      <w:bookmarkStart w:id="3724" w:name="_Toc250657443"/>
      <w:bookmarkStart w:id="3725" w:name="_Toc250661044"/>
      <w:bookmarkStart w:id="3726" w:name="_Toc250662278"/>
      <w:bookmarkStart w:id="3727" w:name="_Toc250662739"/>
      <w:bookmarkStart w:id="3728" w:name="_Toc251177600"/>
      <w:bookmarkStart w:id="3729" w:name="_Toc251177763"/>
      <w:bookmarkStart w:id="3730" w:name="_Toc251177926"/>
      <w:bookmarkStart w:id="3731" w:name="_Toc251178089"/>
      <w:bookmarkStart w:id="3732" w:name="_Toc266736892"/>
      <w:bookmarkStart w:id="3733" w:name="_Toc266737302"/>
      <w:bookmarkStart w:id="3734" w:name="_Toc266737546"/>
      <w:bookmarkStart w:id="3735" w:name="_Toc266737724"/>
      <w:bookmarkStart w:id="3736" w:name="_Toc266737898"/>
      <w:bookmarkStart w:id="3737" w:name="_Toc266738072"/>
      <w:bookmarkStart w:id="3738" w:name="_Toc266738611"/>
      <w:bookmarkStart w:id="3739" w:name="_Toc266738784"/>
      <w:bookmarkStart w:id="3740" w:name="_Toc266739145"/>
      <w:bookmarkStart w:id="3741" w:name="_Toc266739320"/>
      <w:bookmarkStart w:id="3742" w:name="_Toc266739495"/>
      <w:bookmarkStart w:id="3743" w:name="_Toc266739670"/>
      <w:bookmarkStart w:id="3744" w:name="_Toc266739850"/>
      <w:bookmarkStart w:id="3745" w:name="_Toc266976366"/>
      <w:bookmarkStart w:id="3746" w:name="_Toc267054923"/>
      <w:bookmarkStart w:id="3747" w:name="_Toc267055365"/>
      <w:bookmarkStart w:id="3748" w:name="_Toc267055545"/>
      <w:bookmarkStart w:id="3749" w:name="_Toc267058181"/>
      <w:bookmarkStart w:id="3750" w:name="_Toc267399215"/>
      <w:bookmarkStart w:id="3751" w:name="_Toc267400142"/>
      <w:bookmarkStart w:id="3752" w:name="_Toc267428431"/>
      <w:bookmarkStart w:id="3753" w:name="_Toc267429208"/>
      <w:bookmarkStart w:id="3754" w:name="_Toc267430410"/>
      <w:bookmarkStart w:id="3755" w:name="_Toc267430591"/>
      <w:bookmarkStart w:id="3756" w:name="_Toc267467996"/>
      <w:bookmarkStart w:id="3757" w:name="_Toc267468178"/>
      <w:bookmarkStart w:id="3758" w:name="_Toc267468516"/>
      <w:bookmarkStart w:id="3759" w:name="_Toc267468699"/>
      <w:bookmarkStart w:id="3760" w:name="_Toc272871048"/>
      <w:bookmarkStart w:id="3761" w:name="_Toc272871228"/>
      <w:bookmarkStart w:id="3762" w:name="_Toc272918209"/>
      <w:bookmarkStart w:id="3763" w:name="_Toc272919059"/>
      <w:bookmarkStart w:id="3764" w:name="_Toc273000658"/>
      <w:bookmarkStart w:id="3765" w:name="_Toc248953226"/>
      <w:bookmarkStart w:id="3766" w:name="_Toc248953805"/>
      <w:bookmarkStart w:id="3767" w:name="_Toc248954020"/>
      <w:bookmarkStart w:id="3768" w:name="_Toc248954171"/>
      <w:bookmarkStart w:id="3769" w:name="_Toc248954322"/>
      <w:bookmarkStart w:id="3770" w:name="_Toc248954566"/>
      <w:bookmarkStart w:id="3771" w:name="_Toc248954721"/>
      <w:bookmarkStart w:id="3772" w:name="_Toc248954876"/>
      <w:bookmarkStart w:id="3773" w:name="_Toc248955031"/>
      <w:bookmarkStart w:id="3774" w:name="_Toc248955386"/>
      <w:bookmarkStart w:id="3775" w:name="_Toc248955640"/>
      <w:bookmarkStart w:id="3776" w:name="_Toc248956613"/>
      <w:bookmarkStart w:id="3777" w:name="_Toc248957082"/>
      <w:bookmarkStart w:id="3778" w:name="_Toc248957852"/>
      <w:bookmarkStart w:id="3779" w:name="_Toc248958008"/>
      <w:bookmarkStart w:id="3780" w:name="_Toc248958162"/>
      <w:bookmarkStart w:id="3781" w:name="_Toc248958525"/>
      <w:bookmarkStart w:id="3782" w:name="_Toc248959768"/>
      <w:bookmarkStart w:id="3783" w:name="_Toc248959965"/>
      <w:bookmarkStart w:id="3784" w:name="_Toc248960119"/>
      <w:bookmarkStart w:id="3785" w:name="_Toc248960595"/>
      <w:bookmarkStart w:id="3786" w:name="_Toc248960916"/>
      <w:bookmarkStart w:id="3787" w:name="_Toc248961246"/>
      <w:bookmarkStart w:id="3788" w:name="_Toc248989681"/>
      <w:bookmarkStart w:id="3789" w:name="_Toc249004815"/>
      <w:bookmarkStart w:id="3790" w:name="_Toc249004985"/>
      <w:bookmarkStart w:id="3791" w:name="_Toc249005149"/>
      <w:bookmarkStart w:id="3792" w:name="_Toc249006128"/>
      <w:bookmarkStart w:id="3793" w:name="_Toc249011401"/>
      <w:bookmarkStart w:id="3794" w:name="_Toc249011790"/>
      <w:bookmarkStart w:id="3795" w:name="_Toc249066620"/>
      <w:bookmarkStart w:id="3796" w:name="_Toc249066783"/>
      <w:bookmarkStart w:id="3797" w:name="_Toc249067124"/>
      <w:bookmarkStart w:id="3798" w:name="_Toc249072718"/>
      <w:bookmarkStart w:id="3799" w:name="_Toc250232851"/>
      <w:bookmarkStart w:id="3800" w:name="_Toc250582098"/>
      <w:bookmarkStart w:id="3801" w:name="_Toc250583284"/>
      <w:bookmarkStart w:id="3802" w:name="_Toc250583568"/>
      <w:bookmarkStart w:id="3803" w:name="_Toc250583745"/>
      <w:bookmarkStart w:id="3804" w:name="_Toc250583910"/>
      <w:bookmarkStart w:id="3805" w:name="_Toc250584076"/>
      <w:bookmarkStart w:id="3806" w:name="_Toc250584242"/>
      <w:bookmarkStart w:id="3807" w:name="_Toc250584408"/>
      <w:bookmarkStart w:id="3808" w:name="_Toc250584574"/>
      <w:bookmarkStart w:id="3809" w:name="_Toc250584739"/>
      <w:bookmarkStart w:id="3810" w:name="_Toc250657444"/>
      <w:bookmarkStart w:id="3811" w:name="_Toc250661045"/>
      <w:bookmarkStart w:id="3812" w:name="_Toc250662279"/>
      <w:bookmarkStart w:id="3813" w:name="_Toc250662740"/>
      <w:bookmarkStart w:id="3814" w:name="_Toc251177601"/>
      <w:bookmarkStart w:id="3815" w:name="_Toc251177764"/>
      <w:bookmarkStart w:id="3816" w:name="_Toc251177927"/>
      <w:bookmarkStart w:id="3817" w:name="_Toc251178090"/>
      <w:bookmarkStart w:id="3818" w:name="_Toc266736893"/>
      <w:bookmarkStart w:id="3819" w:name="_Toc266737303"/>
      <w:bookmarkStart w:id="3820" w:name="_Toc266737547"/>
      <w:bookmarkStart w:id="3821" w:name="_Toc266737725"/>
      <w:bookmarkStart w:id="3822" w:name="_Toc266737899"/>
      <w:bookmarkStart w:id="3823" w:name="_Toc266738073"/>
      <w:bookmarkStart w:id="3824" w:name="_Toc266738612"/>
      <w:bookmarkStart w:id="3825" w:name="_Toc266738785"/>
      <w:bookmarkStart w:id="3826" w:name="_Toc266739146"/>
      <w:bookmarkStart w:id="3827" w:name="_Toc266739321"/>
      <w:bookmarkStart w:id="3828" w:name="_Toc266739496"/>
      <w:bookmarkStart w:id="3829" w:name="_Toc266739671"/>
      <w:bookmarkStart w:id="3830" w:name="_Toc266739851"/>
      <w:bookmarkStart w:id="3831" w:name="_Toc266976367"/>
      <w:bookmarkStart w:id="3832" w:name="_Toc267054924"/>
      <w:bookmarkStart w:id="3833" w:name="_Toc267055366"/>
      <w:bookmarkStart w:id="3834" w:name="_Toc267055546"/>
      <w:bookmarkStart w:id="3835" w:name="_Toc267058182"/>
      <w:bookmarkStart w:id="3836" w:name="_Toc267399216"/>
      <w:bookmarkStart w:id="3837" w:name="_Toc267400143"/>
      <w:bookmarkStart w:id="3838" w:name="_Toc267428432"/>
      <w:bookmarkStart w:id="3839" w:name="_Toc267429209"/>
      <w:bookmarkStart w:id="3840" w:name="_Toc267430411"/>
      <w:bookmarkStart w:id="3841" w:name="_Toc267430592"/>
      <w:bookmarkStart w:id="3842" w:name="_Toc267467997"/>
      <w:bookmarkStart w:id="3843" w:name="_Toc267468179"/>
      <w:bookmarkStart w:id="3844" w:name="_Toc267468517"/>
      <w:bookmarkStart w:id="3845" w:name="_Toc267468700"/>
      <w:bookmarkStart w:id="3846" w:name="_Toc272871049"/>
      <w:bookmarkStart w:id="3847" w:name="_Toc272871229"/>
      <w:bookmarkStart w:id="3848" w:name="_Toc272918210"/>
      <w:bookmarkStart w:id="3849" w:name="_Toc272919060"/>
      <w:bookmarkStart w:id="3850" w:name="_Toc273000659"/>
      <w:bookmarkStart w:id="3851" w:name="_Toc248953227"/>
      <w:bookmarkStart w:id="3852" w:name="_Toc248953806"/>
      <w:bookmarkStart w:id="3853" w:name="_Toc248954021"/>
      <w:bookmarkStart w:id="3854" w:name="_Toc248954172"/>
      <w:bookmarkStart w:id="3855" w:name="_Toc248954323"/>
      <w:bookmarkStart w:id="3856" w:name="_Toc248954567"/>
      <w:bookmarkStart w:id="3857" w:name="_Toc248954722"/>
      <w:bookmarkStart w:id="3858" w:name="_Toc248954877"/>
      <w:bookmarkStart w:id="3859" w:name="_Toc248955032"/>
      <w:bookmarkStart w:id="3860" w:name="_Toc248955387"/>
      <w:bookmarkStart w:id="3861" w:name="_Toc248955641"/>
      <w:bookmarkStart w:id="3862" w:name="_Toc248956614"/>
      <w:bookmarkStart w:id="3863" w:name="_Toc248957083"/>
      <w:bookmarkStart w:id="3864" w:name="_Toc248957853"/>
      <w:bookmarkStart w:id="3865" w:name="_Toc248958009"/>
      <w:bookmarkStart w:id="3866" w:name="_Toc248958163"/>
      <w:bookmarkStart w:id="3867" w:name="_Toc248958526"/>
      <w:bookmarkStart w:id="3868" w:name="_Toc248959769"/>
      <w:bookmarkStart w:id="3869" w:name="_Toc248959966"/>
      <w:bookmarkStart w:id="3870" w:name="_Toc248960120"/>
      <w:bookmarkStart w:id="3871" w:name="_Toc248960596"/>
      <w:bookmarkStart w:id="3872" w:name="_Toc248960917"/>
      <w:bookmarkStart w:id="3873" w:name="_Toc248961247"/>
      <w:bookmarkStart w:id="3874" w:name="_Toc248989682"/>
      <w:bookmarkStart w:id="3875" w:name="_Toc249004816"/>
      <w:bookmarkStart w:id="3876" w:name="_Toc249004986"/>
      <w:bookmarkStart w:id="3877" w:name="_Toc249005150"/>
      <w:bookmarkStart w:id="3878" w:name="_Toc249006129"/>
      <w:bookmarkStart w:id="3879" w:name="_Toc249011402"/>
      <w:bookmarkStart w:id="3880" w:name="_Toc249011791"/>
      <w:bookmarkStart w:id="3881" w:name="_Toc249066621"/>
      <w:bookmarkStart w:id="3882" w:name="_Toc249066784"/>
      <w:bookmarkStart w:id="3883" w:name="_Toc249067125"/>
      <w:bookmarkStart w:id="3884" w:name="_Toc249072719"/>
      <w:bookmarkStart w:id="3885" w:name="_Toc250232852"/>
      <w:bookmarkStart w:id="3886" w:name="_Toc250582099"/>
      <w:bookmarkStart w:id="3887" w:name="_Toc250583285"/>
      <w:bookmarkStart w:id="3888" w:name="_Toc250583569"/>
      <w:bookmarkStart w:id="3889" w:name="_Toc250583746"/>
      <w:bookmarkStart w:id="3890" w:name="_Toc250583911"/>
      <w:bookmarkStart w:id="3891" w:name="_Toc250584077"/>
      <w:bookmarkStart w:id="3892" w:name="_Toc250584243"/>
      <w:bookmarkStart w:id="3893" w:name="_Toc250584409"/>
      <w:bookmarkStart w:id="3894" w:name="_Toc250584575"/>
      <w:bookmarkStart w:id="3895" w:name="_Toc250584740"/>
      <w:bookmarkStart w:id="3896" w:name="_Toc250657445"/>
      <w:bookmarkStart w:id="3897" w:name="_Toc250661046"/>
      <w:bookmarkStart w:id="3898" w:name="_Toc250662280"/>
      <w:bookmarkStart w:id="3899" w:name="_Toc250662741"/>
      <w:bookmarkStart w:id="3900" w:name="_Toc251177602"/>
      <w:bookmarkStart w:id="3901" w:name="_Toc251177765"/>
      <w:bookmarkStart w:id="3902" w:name="_Toc251177928"/>
      <w:bookmarkStart w:id="3903" w:name="_Toc251178091"/>
      <w:bookmarkStart w:id="3904" w:name="_Toc266736894"/>
      <w:bookmarkStart w:id="3905" w:name="_Toc266737304"/>
      <w:bookmarkStart w:id="3906" w:name="_Toc266737548"/>
      <w:bookmarkStart w:id="3907" w:name="_Toc266737726"/>
      <w:bookmarkStart w:id="3908" w:name="_Toc266737900"/>
      <w:bookmarkStart w:id="3909" w:name="_Toc266738074"/>
      <w:bookmarkStart w:id="3910" w:name="_Toc266738613"/>
      <w:bookmarkStart w:id="3911" w:name="_Toc266738786"/>
      <w:bookmarkStart w:id="3912" w:name="_Toc266739147"/>
      <w:bookmarkStart w:id="3913" w:name="_Toc266739322"/>
      <w:bookmarkStart w:id="3914" w:name="_Toc266739497"/>
      <w:bookmarkStart w:id="3915" w:name="_Toc266739672"/>
      <w:bookmarkStart w:id="3916" w:name="_Toc266739852"/>
      <w:bookmarkStart w:id="3917" w:name="_Toc266976368"/>
      <w:bookmarkStart w:id="3918" w:name="_Toc267054925"/>
      <w:bookmarkStart w:id="3919" w:name="_Toc267055367"/>
      <w:bookmarkStart w:id="3920" w:name="_Toc267055547"/>
      <w:bookmarkStart w:id="3921" w:name="_Toc267058183"/>
      <w:bookmarkStart w:id="3922" w:name="_Toc267399217"/>
      <w:bookmarkStart w:id="3923" w:name="_Toc267400144"/>
      <w:bookmarkStart w:id="3924" w:name="_Toc267428433"/>
      <w:bookmarkStart w:id="3925" w:name="_Toc267429210"/>
      <w:bookmarkStart w:id="3926" w:name="_Toc267430412"/>
      <w:bookmarkStart w:id="3927" w:name="_Toc267430593"/>
      <w:bookmarkStart w:id="3928" w:name="_Toc267467998"/>
      <w:bookmarkStart w:id="3929" w:name="_Toc267468180"/>
      <w:bookmarkStart w:id="3930" w:name="_Toc267468518"/>
      <w:bookmarkStart w:id="3931" w:name="_Toc267468701"/>
      <w:bookmarkStart w:id="3932" w:name="_Toc272871050"/>
      <w:bookmarkStart w:id="3933" w:name="_Toc272871230"/>
      <w:bookmarkStart w:id="3934" w:name="_Toc272918211"/>
      <w:bookmarkStart w:id="3935" w:name="_Toc272919061"/>
      <w:bookmarkStart w:id="3936" w:name="_Toc273000660"/>
      <w:bookmarkStart w:id="3937" w:name="_Toc248953228"/>
      <w:bookmarkStart w:id="3938" w:name="_Toc248953807"/>
      <w:bookmarkStart w:id="3939" w:name="_Toc248954022"/>
      <w:bookmarkStart w:id="3940" w:name="_Toc248954173"/>
      <w:bookmarkStart w:id="3941" w:name="_Toc248954324"/>
      <w:bookmarkStart w:id="3942" w:name="_Toc248954568"/>
      <w:bookmarkStart w:id="3943" w:name="_Toc248954723"/>
      <w:bookmarkStart w:id="3944" w:name="_Toc248954878"/>
      <w:bookmarkStart w:id="3945" w:name="_Toc248955033"/>
      <w:bookmarkStart w:id="3946" w:name="_Toc248955388"/>
      <w:bookmarkStart w:id="3947" w:name="_Toc248955642"/>
      <w:bookmarkStart w:id="3948" w:name="_Toc248956615"/>
      <w:bookmarkStart w:id="3949" w:name="_Toc248957084"/>
      <w:bookmarkStart w:id="3950" w:name="_Toc248957854"/>
      <w:bookmarkStart w:id="3951" w:name="_Toc248958010"/>
      <w:bookmarkStart w:id="3952" w:name="_Toc248958164"/>
      <w:bookmarkStart w:id="3953" w:name="_Toc248958527"/>
      <w:bookmarkStart w:id="3954" w:name="_Toc248959770"/>
      <w:bookmarkStart w:id="3955" w:name="_Toc248959967"/>
      <w:bookmarkStart w:id="3956" w:name="_Toc248960121"/>
      <w:bookmarkStart w:id="3957" w:name="_Toc248960597"/>
      <w:bookmarkStart w:id="3958" w:name="_Toc248960918"/>
      <w:bookmarkStart w:id="3959" w:name="_Toc248961248"/>
      <w:bookmarkStart w:id="3960" w:name="_Toc248989683"/>
      <w:bookmarkStart w:id="3961" w:name="_Toc249004817"/>
      <w:bookmarkStart w:id="3962" w:name="_Toc249004987"/>
      <w:bookmarkStart w:id="3963" w:name="_Toc249005151"/>
      <w:bookmarkStart w:id="3964" w:name="_Toc249006130"/>
      <w:bookmarkStart w:id="3965" w:name="_Toc249011403"/>
      <w:bookmarkStart w:id="3966" w:name="_Toc249011792"/>
      <w:bookmarkStart w:id="3967" w:name="_Toc249066622"/>
      <w:bookmarkStart w:id="3968" w:name="_Toc249066785"/>
      <w:bookmarkStart w:id="3969" w:name="_Toc249067126"/>
      <w:bookmarkStart w:id="3970" w:name="_Toc249072720"/>
      <w:bookmarkStart w:id="3971" w:name="_Toc250232853"/>
      <w:bookmarkStart w:id="3972" w:name="_Toc250582100"/>
      <w:bookmarkStart w:id="3973" w:name="_Toc250583286"/>
      <w:bookmarkStart w:id="3974" w:name="_Toc250583570"/>
      <w:bookmarkStart w:id="3975" w:name="_Toc250583747"/>
      <w:bookmarkStart w:id="3976" w:name="_Toc250583912"/>
      <w:bookmarkStart w:id="3977" w:name="_Toc250584078"/>
      <w:bookmarkStart w:id="3978" w:name="_Toc250584244"/>
      <w:bookmarkStart w:id="3979" w:name="_Toc250584410"/>
      <w:bookmarkStart w:id="3980" w:name="_Toc250584576"/>
      <w:bookmarkStart w:id="3981" w:name="_Toc250584741"/>
      <w:bookmarkStart w:id="3982" w:name="_Toc250657446"/>
      <w:bookmarkStart w:id="3983" w:name="_Toc250661047"/>
      <w:bookmarkStart w:id="3984" w:name="_Toc250662281"/>
      <w:bookmarkStart w:id="3985" w:name="_Toc250662742"/>
      <w:bookmarkStart w:id="3986" w:name="_Toc251177603"/>
      <w:bookmarkStart w:id="3987" w:name="_Toc251177766"/>
      <w:bookmarkStart w:id="3988" w:name="_Toc251177929"/>
      <w:bookmarkStart w:id="3989" w:name="_Toc251178092"/>
      <w:bookmarkStart w:id="3990" w:name="_Toc266736895"/>
      <w:bookmarkStart w:id="3991" w:name="_Toc266737305"/>
      <w:bookmarkStart w:id="3992" w:name="_Toc266737549"/>
      <w:bookmarkStart w:id="3993" w:name="_Toc266737727"/>
      <w:bookmarkStart w:id="3994" w:name="_Toc266737901"/>
      <w:bookmarkStart w:id="3995" w:name="_Toc266738075"/>
      <w:bookmarkStart w:id="3996" w:name="_Toc266738614"/>
      <w:bookmarkStart w:id="3997" w:name="_Toc266738787"/>
      <w:bookmarkStart w:id="3998" w:name="_Toc266739148"/>
      <w:bookmarkStart w:id="3999" w:name="_Toc266739323"/>
      <w:bookmarkStart w:id="4000" w:name="_Toc266739498"/>
      <w:bookmarkStart w:id="4001" w:name="_Toc266739673"/>
      <w:bookmarkStart w:id="4002" w:name="_Toc266739853"/>
      <w:bookmarkStart w:id="4003" w:name="_Toc266976369"/>
      <w:bookmarkStart w:id="4004" w:name="_Toc267054926"/>
      <w:bookmarkStart w:id="4005" w:name="_Toc267055368"/>
      <w:bookmarkStart w:id="4006" w:name="_Toc267055548"/>
      <w:bookmarkStart w:id="4007" w:name="_Toc267058184"/>
      <w:bookmarkStart w:id="4008" w:name="_Toc267399218"/>
      <w:bookmarkStart w:id="4009" w:name="_Toc267400145"/>
      <w:bookmarkStart w:id="4010" w:name="_Toc267428434"/>
      <w:bookmarkStart w:id="4011" w:name="_Toc267429211"/>
      <w:bookmarkStart w:id="4012" w:name="_Toc267430413"/>
      <w:bookmarkStart w:id="4013" w:name="_Toc267430594"/>
      <w:bookmarkStart w:id="4014" w:name="_Toc267467999"/>
      <w:bookmarkStart w:id="4015" w:name="_Toc267468181"/>
      <w:bookmarkStart w:id="4016" w:name="_Toc267468519"/>
      <w:bookmarkStart w:id="4017" w:name="_Toc267468702"/>
      <w:bookmarkStart w:id="4018" w:name="_Toc272871051"/>
      <w:bookmarkStart w:id="4019" w:name="_Toc272871231"/>
      <w:bookmarkStart w:id="4020" w:name="_Toc272918212"/>
      <w:bookmarkStart w:id="4021" w:name="_Toc272919062"/>
      <w:bookmarkStart w:id="4022" w:name="_Toc273000661"/>
      <w:bookmarkStart w:id="4023" w:name="_Toc248953229"/>
      <w:bookmarkStart w:id="4024" w:name="_Toc248953808"/>
      <w:bookmarkStart w:id="4025" w:name="_Toc248954023"/>
      <w:bookmarkStart w:id="4026" w:name="_Toc248954174"/>
      <w:bookmarkStart w:id="4027" w:name="_Toc248954325"/>
      <w:bookmarkStart w:id="4028" w:name="_Toc248954569"/>
      <w:bookmarkStart w:id="4029" w:name="_Toc248954724"/>
      <w:bookmarkStart w:id="4030" w:name="_Toc248954879"/>
      <w:bookmarkStart w:id="4031" w:name="_Toc248955034"/>
      <w:bookmarkStart w:id="4032" w:name="_Toc248955389"/>
      <w:bookmarkStart w:id="4033" w:name="_Toc248955643"/>
      <w:bookmarkStart w:id="4034" w:name="_Toc248956616"/>
      <w:bookmarkStart w:id="4035" w:name="_Toc248957085"/>
      <w:bookmarkStart w:id="4036" w:name="_Toc248957855"/>
      <w:bookmarkStart w:id="4037" w:name="_Toc248958011"/>
      <w:bookmarkStart w:id="4038" w:name="_Toc248958165"/>
      <w:bookmarkStart w:id="4039" w:name="_Toc248958528"/>
      <w:bookmarkStart w:id="4040" w:name="_Toc248959771"/>
      <w:bookmarkStart w:id="4041" w:name="_Toc248959968"/>
      <w:bookmarkStart w:id="4042" w:name="_Toc248960122"/>
      <w:bookmarkStart w:id="4043" w:name="_Toc248960598"/>
      <w:bookmarkStart w:id="4044" w:name="_Toc248960919"/>
      <w:bookmarkStart w:id="4045" w:name="_Toc248961249"/>
      <w:bookmarkStart w:id="4046" w:name="_Toc248989684"/>
      <w:bookmarkStart w:id="4047" w:name="_Toc249004818"/>
      <w:bookmarkStart w:id="4048" w:name="_Toc249004988"/>
      <w:bookmarkStart w:id="4049" w:name="_Toc249005152"/>
      <w:bookmarkStart w:id="4050" w:name="_Toc249006131"/>
      <w:bookmarkStart w:id="4051" w:name="_Toc249011404"/>
      <w:bookmarkStart w:id="4052" w:name="_Toc249011793"/>
      <w:bookmarkStart w:id="4053" w:name="_Toc249066623"/>
      <w:bookmarkStart w:id="4054" w:name="_Toc249066786"/>
      <w:bookmarkStart w:id="4055" w:name="_Toc249067127"/>
      <w:bookmarkStart w:id="4056" w:name="_Toc249072721"/>
      <w:bookmarkStart w:id="4057" w:name="_Toc250232854"/>
      <w:bookmarkStart w:id="4058" w:name="_Toc250582101"/>
      <w:bookmarkStart w:id="4059" w:name="_Toc250583287"/>
      <w:bookmarkStart w:id="4060" w:name="_Toc250583571"/>
      <w:bookmarkStart w:id="4061" w:name="_Toc250583748"/>
      <w:bookmarkStart w:id="4062" w:name="_Toc250583913"/>
      <w:bookmarkStart w:id="4063" w:name="_Toc250584079"/>
      <w:bookmarkStart w:id="4064" w:name="_Toc250584245"/>
      <w:bookmarkStart w:id="4065" w:name="_Toc250584411"/>
      <w:bookmarkStart w:id="4066" w:name="_Toc250584577"/>
      <w:bookmarkStart w:id="4067" w:name="_Toc250584742"/>
      <w:bookmarkStart w:id="4068" w:name="_Toc250657447"/>
      <w:bookmarkStart w:id="4069" w:name="_Toc250661048"/>
      <w:bookmarkStart w:id="4070" w:name="_Toc250662282"/>
      <w:bookmarkStart w:id="4071" w:name="_Toc250662743"/>
      <w:bookmarkStart w:id="4072" w:name="_Toc251177604"/>
      <w:bookmarkStart w:id="4073" w:name="_Toc251177767"/>
      <w:bookmarkStart w:id="4074" w:name="_Toc251177930"/>
      <w:bookmarkStart w:id="4075" w:name="_Toc251178093"/>
      <w:bookmarkStart w:id="4076" w:name="_Toc266736896"/>
      <w:bookmarkStart w:id="4077" w:name="_Toc266737306"/>
      <w:bookmarkStart w:id="4078" w:name="_Toc266737550"/>
      <w:bookmarkStart w:id="4079" w:name="_Toc266737728"/>
      <w:bookmarkStart w:id="4080" w:name="_Toc266737902"/>
      <w:bookmarkStart w:id="4081" w:name="_Toc266738076"/>
      <w:bookmarkStart w:id="4082" w:name="_Toc266738615"/>
      <w:bookmarkStart w:id="4083" w:name="_Toc266738788"/>
      <w:bookmarkStart w:id="4084" w:name="_Toc266739149"/>
      <w:bookmarkStart w:id="4085" w:name="_Toc266739324"/>
      <w:bookmarkStart w:id="4086" w:name="_Toc266739499"/>
      <w:bookmarkStart w:id="4087" w:name="_Toc266739674"/>
      <w:bookmarkStart w:id="4088" w:name="_Toc266739854"/>
      <w:bookmarkStart w:id="4089" w:name="_Toc266976370"/>
      <w:bookmarkStart w:id="4090" w:name="_Toc267054927"/>
      <w:bookmarkStart w:id="4091" w:name="_Toc267055369"/>
      <w:bookmarkStart w:id="4092" w:name="_Toc267055549"/>
      <w:bookmarkStart w:id="4093" w:name="_Toc267058185"/>
      <w:bookmarkStart w:id="4094" w:name="_Toc267399219"/>
      <w:bookmarkStart w:id="4095" w:name="_Toc267400146"/>
      <w:bookmarkStart w:id="4096" w:name="_Toc267428435"/>
      <w:bookmarkStart w:id="4097" w:name="_Toc267429212"/>
      <w:bookmarkStart w:id="4098" w:name="_Toc267430414"/>
      <w:bookmarkStart w:id="4099" w:name="_Toc267430595"/>
      <w:bookmarkStart w:id="4100" w:name="_Toc267468000"/>
      <w:bookmarkStart w:id="4101" w:name="_Toc267468182"/>
      <w:bookmarkStart w:id="4102" w:name="_Toc267468520"/>
      <w:bookmarkStart w:id="4103" w:name="_Toc267468703"/>
      <w:bookmarkStart w:id="4104" w:name="_Toc272871052"/>
      <w:bookmarkStart w:id="4105" w:name="_Toc272871232"/>
      <w:bookmarkStart w:id="4106" w:name="_Toc272918213"/>
      <w:bookmarkStart w:id="4107" w:name="_Toc272919063"/>
      <w:bookmarkStart w:id="4108" w:name="_Toc273000662"/>
      <w:bookmarkStart w:id="4109" w:name="_Toc248953230"/>
      <w:bookmarkStart w:id="4110" w:name="_Toc248953809"/>
      <w:bookmarkStart w:id="4111" w:name="_Toc248954024"/>
      <w:bookmarkStart w:id="4112" w:name="_Toc248954175"/>
      <w:bookmarkStart w:id="4113" w:name="_Toc248954326"/>
      <w:bookmarkStart w:id="4114" w:name="_Toc248954570"/>
      <w:bookmarkStart w:id="4115" w:name="_Toc248954725"/>
      <w:bookmarkStart w:id="4116" w:name="_Toc248954880"/>
      <w:bookmarkStart w:id="4117" w:name="_Toc248955035"/>
      <w:bookmarkStart w:id="4118" w:name="_Toc248955390"/>
      <w:bookmarkStart w:id="4119" w:name="_Toc248955644"/>
      <w:bookmarkStart w:id="4120" w:name="_Toc248956617"/>
      <w:bookmarkStart w:id="4121" w:name="_Toc248957086"/>
      <w:bookmarkStart w:id="4122" w:name="_Toc248957856"/>
      <w:bookmarkStart w:id="4123" w:name="_Toc248958012"/>
      <w:bookmarkStart w:id="4124" w:name="_Toc248958166"/>
      <w:bookmarkStart w:id="4125" w:name="_Toc248958529"/>
      <w:bookmarkStart w:id="4126" w:name="_Toc248959772"/>
      <w:bookmarkStart w:id="4127" w:name="_Toc248959969"/>
      <w:bookmarkStart w:id="4128" w:name="_Toc248960123"/>
      <w:bookmarkStart w:id="4129" w:name="_Toc248960599"/>
      <w:bookmarkStart w:id="4130" w:name="_Toc248960920"/>
      <w:bookmarkStart w:id="4131" w:name="_Toc248961250"/>
      <w:bookmarkStart w:id="4132" w:name="_Toc248989685"/>
      <w:bookmarkStart w:id="4133" w:name="_Toc249004819"/>
      <w:bookmarkStart w:id="4134" w:name="_Toc249004989"/>
      <w:bookmarkStart w:id="4135" w:name="_Toc249005153"/>
      <w:bookmarkStart w:id="4136" w:name="_Toc249006132"/>
      <w:bookmarkStart w:id="4137" w:name="_Toc249011405"/>
      <w:bookmarkStart w:id="4138" w:name="_Toc249011794"/>
      <w:bookmarkStart w:id="4139" w:name="_Toc249066624"/>
      <w:bookmarkStart w:id="4140" w:name="_Toc249066787"/>
      <w:bookmarkStart w:id="4141" w:name="_Toc249067128"/>
      <w:bookmarkStart w:id="4142" w:name="_Toc249072722"/>
      <w:bookmarkStart w:id="4143" w:name="_Toc250232855"/>
      <w:bookmarkStart w:id="4144" w:name="_Toc250582102"/>
      <w:bookmarkStart w:id="4145" w:name="_Toc250583288"/>
      <w:bookmarkStart w:id="4146" w:name="_Toc250583572"/>
      <w:bookmarkStart w:id="4147" w:name="_Toc250583749"/>
      <w:bookmarkStart w:id="4148" w:name="_Toc250583914"/>
      <w:bookmarkStart w:id="4149" w:name="_Toc250584080"/>
      <w:bookmarkStart w:id="4150" w:name="_Toc250584246"/>
      <w:bookmarkStart w:id="4151" w:name="_Toc250584412"/>
      <w:bookmarkStart w:id="4152" w:name="_Toc250584578"/>
      <w:bookmarkStart w:id="4153" w:name="_Toc250584743"/>
      <w:bookmarkStart w:id="4154" w:name="_Toc250657448"/>
      <w:bookmarkStart w:id="4155" w:name="_Toc250661049"/>
      <w:bookmarkStart w:id="4156" w:name="_Toc250662283"/>
      <w:bookmarkStart w:id="4157" w:name="_Toc250662744"/>
      <w:bookmarkStart w:id="4158" w:name="_Toc251177605"/>
      <w:bookmarkStart w:id="4159" w:name="_Toc251177768"/>
      <w:bookmarkStart w:id="4160" w:name="_Toc251177931"/>
      <w:bookmarkStart w:id="4161" w:name="_Toc251178094"/>
      <w:bookmarkStart w:id="4162" w:name="_Toc266736897"/>
      <w:bookmarkStart w:id="4163" w:name="_Toc266737307"/>
      <w:bookmarkStart w:id="4164" w:name="_Toc266737551"/>
      <w:bookmarkStart w:id="4165" w:name="_Toc266737729"/>
      <w:bookmarkStart w:id="4166" w:name="_Toc266737903"/>
      <w:bookmarkStart w:id="4167" w:name="_Toc266738077"/>
      <w:bookmarkStart w:id="4168" w:name="_Toc266738616"/>
      <w:bookmarkStart w:id="4169" w:name="_Toc266738789"/>
      <w:bookmarkStart w:id="4170" w:name="_Toc266739150"/>
      <w:bookmarkStart w:id="4171" w:name="_Toc266739325"/>
      <w:bookmarkStart w:id="4172" w:name="_Toc266739500"/>
      <w:bookmarkStart w:id="4173" w:name="_Toc266739675"/>
      <w:bookmarkStart w:id="4174" w:name="_Toc266739855"/>
      <w:bookmarkStart w:id="4175" w:name="_Toc266976371"/>
      <w:bookmarkStart w:id="4176" w:name="_Toc267054928"/>
      <w:bookmarkStart w:id="4177" w:name="_Toc267055370"/>
      <w:bookmarkStart w:id="4178" w:name="_Toc267055550"/>
      <w:bookmarkStart w:id="4179" w:name="_Toc267058186"/>
      <w:bookmarkStart w:id="4180" w:name="_Toc267399220"/>
      <w:bookmarkStart w:id="4181" w:name="_Toc267400147"/>
      <w:bookmarkStart w:id="4182" w:name="_Toc267428436"/>
      <w:bookmarkStart w:id="4183" w:name="_Toc267429213"/>
      <w:bookmarkStart w:id="4184" w:name="_Toc267430415"/>
      <w:bookmarkStart w:id="4185" w:name="_Toc267430596"/>
      <w:bookmarkStart w:id="4186" w:name="_Toc267468001"/>
      <w:bookmarkStart w:id="4187" w:name="_Toc267468183"/>
      <w:bookmarkStart w:id="4188" w:name="_Toc267468521"/>
      <w:bookmarkStart w:id="4189" w:name="_Toc267468704"/>
      <w:bookmarkStart w:id="4190" w:name="_Toc272871053"/>
      <w:bookmarkStart w:id="4191" w:name="_Toc272871233"/>
      <w:bookmarkStart w:id="4192" w:name="_Toc272918214"/>
      <w:bookmarkStart w:id="4193" w:name="_Toc272919064"/>
      <w:bookmarkStart w:id="4194" w:name="_Toc273000663"/>
      <w:bookmarkStart w:id="4195" w:name="_Toc248953231"/>
      <w:bookmarkStart w:id="4196" w:name="_Toc248953810"/>
      <w:bookmarkStart w:id="4197" w:name="_Toc248954025"/>
      <w:bookmarkStart w:id="4198" w:name="_Toc248954176"/>
      <w:bookmarkStart w:id="4199" w:name="_Toc248954327"/>
      <w:bookmarkStart w:id="4200" w:name="_Toc248954571"/>
      <w:bookmarkStart w:id="4201" w:name="_Toc248954726"/>
      <w:bookmarkStart w:id="4202" w:name="_Toc248954881"/>
      <w:bookmarkStart w:id="4203" w:name="_Toc248955036"/>
      <w:bookmarkStart w:id="4204" w:name="_Toc248955391"/>
      <w:bookmarkStart w:id="4205" w:name="_Toc248955645"/>
      <w:bookmarkStart w:id="4206" w:name="_Toc248956618"/>
      <w:bookmarkStart w:id="4207" w:name="_Toc248957087"/>
      <w:bookmarkStart w:id="4208" w:name="_Toc248957857"/>
      <w:bookmarkStart w:id="4209" w:name="_Toc248958013"/>
      <w:bookmarkStart w:id="4210" w:name="_Toc248958167"/>
      <w:bookmarkStart w:id="4211" w:name="_Toc248958530"/>
      <w:bookmarkStart w:id="4212" w:name="_Toc248959773"/>
      <w:bookmarkStart w:id="4213" w:name="_Toc248959970"/>
      <w:bookmarkStart w:id="4214" w:name="_Toc248960124"/>
      <w:bookmarkStart w:id="4215" w:name="_Toc248960600"/>
      <w:bookmarkStart w:id="4216" w:name="_Toc248960921"/>
      <w:bookmarkStart w:id="4217" w:name="_Toc248961251"/>
      <w:bookmarkStart w:id="4218" w:name="_Toc248989686"/>
      <w:bookmarkStart w:id="4219" w:name="_Toc249004820"/>
      <w:bookmarkStart w:id="4220" w:name="_Toc249004990"/>
      <w:bookmarkStart w:id="4221" w:name="_Toc249005154"/>
      <w:bookmarkStart w:id="4222" w:name="_Toc249006133"/>
      <w:bookmarkStart w:id="4223" w:name="_Toc249011406"/>
      <w:bookmarkStart w:id="4224" w:name="_Toc249011795"/>
      <w:bookmarkStart w:id="4225" w:name="_Toc249066625"/>
      <w:bookmarkStart w:id="4226" w:name="_Toc249066788"/>
      <w:bookmarkStart w:id="4227" w:name="_Toc249067129"/>
      <w:bookmarkStart w:id="4228" w:name="_Toc249072723"/>
      <w:bookmarkStart w:id="4229" w:name="_Toc250232856"/>
      <w:bookmarkStart w:id="4230" w:name="_Toc250582103"/>
      <w:bookmarkStart w:id="4231" w:name="_Toc250583289"/>
      <w:bookmarkStart w:id="4232" w:name="_Toc250583573"/>
      <w:bookmarkStart w:id="4233" w:name="_Toc250583750"/>
      <w:bookmarkStart w:id="4234" w:name="_Toc250583915"/>
      <w:bookmarkStart w:id="4235" w:name="_Toc250584081"/>
      <w:bookmarkStart w:id="4236" w:name="_Toc250584247"/>
      <w:bookmarkStart w:id="4237" w:name="_Toc250584413"/>
      <w:bookmarkStart w:id="4238" w:name="_Toc250584579"/>
      <w:bookmarkStart w:id="4239" w:name="_Toc250584744"/>
      <w:bookmarkStart w:id="4240" w:name="_Toc250657449"/>
      <w:bookmarkStart w:id="4241" w:name="_Toc250661050"/>
      <w:bookmarkStart w:id="4242" w:name="_Toc250662284"/>
      <w:bookmarkStart w:id="4243" w:name="_Toc250662745"/>
      <w:bookmarkStart w:id="4244" w:name="_Toc251177606"/>
      <w:bookmarkStart w:id="4245" w:name="_Toc251177769"/>
      <w:bookmarkStart w:id="4246" w:name="_Toc251177932"/>
      <w:bookmarkStart w:id="4247" w:name="_Toc251178095"/>
      <w:bookmarkStart w:id="4248" w:name="_Toc266736898"/>
      <w:bookmarkStart w:id="4249" w:name="_Toc266737308"/>
      <w:bookmarkStart w:id="4250" w:name="_Toc266737552"/>
      <w:bookmarkStart w:id="4251" w:name="_Toc266737730"/>
      <w:bookmarkStart w:id="4252" w:name="_Toc266737904"/>
      <w:bookmarkStart w:id="4253" w:name="_Toc266738078"/>
      <w:bookmarkStart w:id="4254" w:name="_Toc266738617"/>
      <w:bookmarkStart w:id="4255" w:name="_Toc266738790"/>
      <w:bookmarkStart w:id="4256" w:name="_Toc266739151"/>
      <w:bookmarkStart w:id="4257" w:name="_Toc266739326"/>
      <w:bookmarkStart w:id="4258" w:name="_Toc266739501"/>
      <w:bookmarkStart w:id="4259" w:name="_Toc266739676"/>
      <w:bookmarkStart w:id="4260" w:name="_Toc266739856"/>
      <w:bookmarkStart w:id="4261" w:name="_Toc266976372"/>
      <w:bookmarkStart w:id="4262" w:name="_Toc267054929"/>
      <w:bookmarkStart w:id="4263" w:name="_Toc267055371"/>
      <w:bookmarkStart w:id="4264" w:name="_Toc267055551"/>
      <w:bookmarkStart w:id="4265" w:name="_Toc267058187"/>
      <w:bookmarkStart w:id="4266" w:name="_Toc267399221"/>
      <w:bookmarkStart w:id="4267" w:name="_Toc267400148"/>
      <w:bookmarkStart w:id="4268" w:name="_Toc267428437"/>
      <w:bookmarkStart w:id="4269" w:name="_Toc267429214"/>
      <w:bookmarkStart w:id="4270" w:name="_Toc267430416"/>
      <w:bookmarkStart w:id="4271" w:name="_Toc267430597"/>
      <w:bookmarkStart w:id="4272" w:name="_Toc267468002"/>
      <w:bookmarkStart w:id="4273" w:name="_Toc267468184"/>
      <w:bookmarkStart w:id="4274" w:name="_Toc267468522"/>
      <w:bookmarkStart w:id="4275" w:name="_Toc267468705"/>
      <w:bookmarkStart w:id="4276" w:name="_Toc272871054"/>
      <w:bookmarkStart w:id="4277" w:name="_Toc272871234"/>
      <w:bookmarkStart w:id="4278" w:name="_Toc272918215"/>
      <w:bookmarkStart w:id="4279" w:name="_Toc272919065"/>
      <w:bookmarkStart w:id="4280" w:name="_Toc273000664"/>
      <w:bookmarkStart w:id="4281" w:name="_Toc248953232"/>
      <w:bookmarkStart w:id="4282" w:name="_Toc248953811"/>
      <w:bookmarkStart w:id="4283" w:name="_Toc248954026"/>
      <w:bookmarkStart w:id="4284" w:name="_Toc248954177"/>
      <w:bookmarkStart w:id="4285" w:name="_Toc248954328"/>
      <w:bookmarkStart w:id="4286" w:name="_Toc248954572"/>
      <w:bookmarkStart w:id="4287" w:name="_Toc248954727"/>
      <w:bookmarkStart w:id="4288" w:name="_Toc248954882"/>
      <w:bookmarkStart w:id="4289" w:name="_Toc248955037"/>
      <w:bookmarkStart w:id="4290" w:name="_Toc248955392"/>
      <w:bookmarkStart w:id="4291" w:name="_Toc248955646"/>
      <w:bookmarkStart w:id="4292" w:name="_Toc248956619"/>
      <w:bookmarkStart w:id="4293" w:name="_Toc248957088"/>
      <w:bookmarkStart w:id="4294" w:name="_Toc248957858"/>
      <w:bookmarkStart w:id="4295" w:name="_Toc248958014"/>
      <w:bookmarkStart w:id="4296" w:name="_Toc248958168"/>
      <w:bookmarkStart w:id="4297" w:name="_Toc248958531"/>
      <w:bookmarkStart w:id="4298" w:name="_Toc248959774"/>
      <w:bookmarkStart w:id="4299" w:name="_Toc248959971"/>
      <w:bookmarkStart w:id="4300" w:name="_Toc248960125"/>
      <w:bookmarkStart w:id="4301" w:name="_Toc248960601"/>
      <w:bookmarkStart w:id="4302" w:name="_Toc248960922"/>
      <w:bookmarkStart w:id="4303" w:name="_Toc248961252"/>
      <w:bookmarkStart w:id="4304" w:name="_Toc248989687"/>
      <w:bookmarkStart w:id="4305" w:name="_Toc249004821"/>
      <w:bookmarkStart w:id="4306" w:name="_Toc249004991"/>
      <w:bookmarkStart w:id="4307" w:name="_Toc249005155"/>
      <w:bookmarkStart w:id="4308" w:name="_Toc249006134"/>
      <w:bookmarkStart w:id="4309" w:name="_Toc249011407"/>
      <w:bookmarkStart w:id="4310" w:name="_Toc249011796"/>
      <w:bookmarkStart w:id="4311" w:name="_Toc249066626"/>
      <w:bookmarkStart w:id="4312" w:name="_Toc249066789"/>
      <w:bookmarkStart w:id="4313" w:name="_Toc249067130"/>
      <w:bookmarkStart w:id="4314" w:name="_Toc249072724"/>
      <w:bookmarkStart w:id="4315" w:name="_Toc250232857"/>
      <w:bookmarkStart w:id="4316" w:name="_Toc250582104"/>
      <w:bookmarkStart w:id="4317" w:name="_Toc250583290"/>
      <w:bookmarkStart w:id="4318" w:name="_Toc250583574"/>
      <w:bookmarkStart w:id="4319" w:name="_Toc250583751"/>
      <w:bookmarkStart w:id="4320" w:name="_Toc250583916"/>
      <w:bookmarkStart w:id="4321" w:name="_Toc250584082"/>
      <w:bookmarkStart w:id="4322" w:name="_Toc250584248"/>
      <w:bookmarkStart w:id="4323" w:name="_Toc250584414"/>
      <w:bookmarkStart w:id="4324" w:name="_Toc250584580"/>
      <w:bookmarkStart w:id="4325" w:name="_Toc250584745"/>
      <w:bookmarkStart w:id="4326" w:name="_Toc250657450"/>
      <w:bookmarkStart w:id="4327" w:name="_Toc250661051"/>
      <w:bookmarkStart w:id="4328" w:name="_Toc250662285"/>
      <w:bookmarkStart w:id="4329" w:name="_Toc250662746"/>
      <w:bookmarkStart w:id="4330" w:name="_Toc251177607"/>
      <w:bookmarkStart w:id="4331" w:name="_Toc251177770"/>
      <w:bookmarkStart w:id="4332" w:name="_Toc251177933"/>
      <w:bookmarkStart w:id="4333" w:name="_Toc251178096"/>
      <w:bookmarkStart w:id="4334" w:name="_Toc266736899"/>
      <w:bookmarkStart w:id="4335" w:name="_Toc266737309"/>
      <w:bookmarkStart w:id="4336" w:name="_Toc266737553"/>
      <w:bookmarkStart w:id="4337" w:name="_Toc266737731"/>
      <w:bookmarkStart w:id="4338" w:name="_Toc266737905"/>
      <w:bookmarkStart w:id="4339" w:name="_Toc266738079"/>
      <w:bookmarkStart w:id="4340" w:name="_Toc266738618"/>
      <w:bookmarkStart w:id="4341" w:name="_Toc266738791"/>
      <w:bookmarkStart w:id="4342" w:name="_Toc266739152"/>
      <w:bookmarkStart w:id="4343" w:name="_Toc266739327"/>
      <w:bookmarkStart w:id="4344" w:name="_Toc266739502"/>
      <w:bookmarkStart w:id="4345" w:name="_Toc266739677"/>
      <w:bookmarkStart w:id="4346" w:name="_Toc266739857"/>
      <w:bookmarkStart w:id="4347" w:name="_Toc266976373"/>
      <w:bookmarkStart w:id="4348" w:name="_Toc267054930"/>
      <w:bookmarkStart w:id="4349" w:name="_Toc267055372"/>
      <w:bookmarkStart w:id="4350" w:name="_Toc267055552"/>
      <w:bookmarkStart w:id="4351" w:name="_Toc267058188"/>
      <w:bookmarkStart w:id="4352" w:name="_Toc267399222"/>
      <w:bookmarkStart w:id="4353" w:name="_Toc267400149"/>
      <w:bookmarkStart w:id="4354" w:name="_Toc267428438"/>
      <w:bookmarkStart w:id="4355" w:name="_Toc267429215"/>
      <w:bookmarkStart w:id="4356" w:name="_Toc267430417"/>
      <w:bookmarkStart w:id="4357" w:name="_Toc267430598"/>
      <w:bookmarkStart w:id="4358" w:name="_Toc267468003"/>
      <w:bookmarkStart w:id="4359" w:name="_Toc267468185"/>
      <w:bookmarkStart w:id="4360" w:name="_Toc267468523"/>
      <w:bookmarkStart w:id="4361" w:name="_Toc267468706"/>
      <w:bookmarkStart w:id="4362" w:name="_Toc272871055"/>
      <w:bookmarkStart w:id="4363" w:name="_Toc272871235"/>
      <w:bookmarkStart w:id="4364" w:name="_Toc272918216"/>
      <w:bookmarkStart w:id="4365" w:name="_Toc272919066"/>
      <w:bookmarkStart w:id="4366" w:name="_Toc273000665"/>
      <w:bookmarkStart w:id="4367" w:name="_Toc248953233"/>
      <w:bookmarkStart w:id="4368" w:name="_Toc248953812"/>
      <w:bookmarkStart w:id="4369" w:name="_Toc248954027"/>
      <w:bookmarkStart w:id="4370" w:name="_Toc248954178"/>
      <w:bookmarkStart w:id="4371" w:name="_Toc248954329"/>
      <w:bookmarkStart w:id="4372" w:name="_Toc248954573"/>
      <w:bookmarkStart w:id="4373" w:name="_Toc248954728"/>
      <w:bookmarkStart w:id="4374" w:name="_Toc248954883"/>
      <w:bookmarkStart w:id="4375" w:name="_Toc248955038"/>
      <w:bookmarkStart w:id="4376" w:name="_Toc248955393"/>
      <w:bookmarkStart w:id="4377" w:name="_Toc248955647"/>
      <w:bookmarkStart w:id="4378" w:name="_Toc248956620"/>
      <w:bookmarkStart w:id="4379" w:name="_Toc248957089"/>
      <w:bookmarkStart w:id="4380" w:name="_Toc248957859"/>
      <w:bookmarkStart w:id="4381" w:name="_Toc248958015"/>
      <w:bookmarkStart w:id="4382" w:name="_Toc248958169"/>
      <w:bookmarkStart w:id="4383" w:name="_Toc248958532"/>
      <w:bookmarkStart w:id="4384" w:name="_Toc248959775"/>
      <w:bookmarkStart w:id="4385" w:name="_Toc248959972"/>
      <w:bookmarkStart w:id="4386" w:name="_Toc248960126"/>
      <w:bookmarkStart w:id="4387" w:name="_Toc248960602"/>
      <w:bookmarkStart w:id="4388" w:name="_Toc248960923"/>
      <w:bookmarkStart w:id="4389" w:name="_Toc248961253"/>
      <w:bookmarkStart w:id="4390" w:name="_Toc248989688"/>
      <w:bookmarkStart w:id="4391" w:name="_Toc249004822"/>
      <w:bookmarkStart w:id="4392" w:name="_Toc249004992"/>
      <w:bookmarkStart w:id="4393" w:name="_Toc249005156"/>
      <w:bookmarkStart w:id="4394" w:name="_Toc249006135"/>
      <w:bookmarkStart w:id="4395" w:name="_Toc249011408"/>
      <w:bookmarkStart w:id="4396" w:name="_Toc249011797"/>
      <w:bookmarkStart w:id="4397" w:name="_Toc249066627"/>
      <w:bookmarkStart w:id="4398" w:name="_Toc249066790"/>
      <w:bookmarkStart w:id="4399" w:name="_Toc249067131"/>
      <w:bookmarkStart w:id="4400" w:name="_Toc249072725"/>
      <w:bookmarkStart w:id="4401" w:name="_Toc250232858"/>
      <w:bookmarkStart w:id="4402" w:name="_Toc250582105"/>
      <w:bookmarkStart w:id="4403" w:name="_Toc250583291"/>
      <w:bookmarkStart w:id="4404" w:name="_Toc250583575"/>
      <w:bookmarkStart w:id="4405" w:name="_Toc250583752"/>
      <w:bookmarkStart w:id="4406" w:name="_Toc250583917"/>
      <w:bookmarkStart w:id="4407" w:name="_Toc250584083"/>
      <w:bookmarkStart w:id="4408" w:name="_Toc250584249"/>
      <w:bookmarkStart w:id="4409" w:name="_Toc250584415"/>
      <w:bookmarkStart w:id="4410" w:name="_Toc250584581"/>
      <w:bookmarkStart w:id="4411" w:name="_Toc250584746"/>
      <w:bookmarkStart w:id="4412" w:name="_Toc250657451"/>
      <w:bookmarkStart w:id="4413" w:name="_Toc250661052"/>
      <w:bookmarkStart w:id="4414" w:name="_Toc250662286"/>
      <w:bookmarkStart w:id="4415" w:name="_Toc250662747"/>
      <w:bookmarkStart w:id="4416" w:name="_Toc251177608"/>
      <w:bookmarkStart w:id="4417" w:name="_Toc251177771"/>
      <w:bookmarkStart w:id="4418" w:name="_Toc251177934"/>
      <w:bookmarkStart w:id="4419" w:name="_Toc251178097"/>
      <w:bookmarkStart w:id="4420" w:name="_Toc266736900"/>
      <w:bookmarkStart w:id="4421" w:name="_Toc266737310"/>
      <w:bookmarkStart w:id="4422" w:name="_Toc266737554"/>
      <w:bookmarkStart w:id="4423" w:name="_Toc266737732"/>
      <w:bookmarkStart w:id="4424" w:name="_Toc266737906"/>
      <w:bookmarkStart w:id="4425" w:name="_Toc266738080"/>
      <w:bookmarkStart w:id="4426" w:name="_Toc266738619"/>
      <w:bookmarkStart w:id="4427" w:name="_Toc266738792"/>
      <w:bookmarkStart w:id="4428" w:name="_Toc266739153"/>
      <w:bookmarkStart w:id="4429" w:name="_Toc266739328"/>
      <w:bookmarkStart w:id="4430" w:name="_Toc266739503"/>
      <w:bookmarkStart w:id="4431" w:name="_Toc266739678"/>
      <w:bookmarkStart w:id="4432" w:name="_Toc266739858"/>
      <w:bookmarkStart w:id="4433" w:name="_Toc266976374"/>
      <w:bookmarkStart w:id="4434" w:name="_Toc267054931"/>
      <w:bookmarkStart w:id="4435" w:name="_Toc267055373"/>
      <w:bookmarkStart w:id="4436" w:name="_Toc267055553"/>
      <w:bookmarkStart w:id="4437" w:name="_Toc267058189"/>
      <w:bookmarkStart w:id="4438" w:name="_Toc267399223"/>
      <w:bookmarkStart w:id="4439" w:name="_Toc267400150"/>
      <w:bookmarkStart w:id="4440" w:name="_Toc267428439"/>
      <w:bookmarkStart w:id="4441" w:name="_Toc267429216"/>
      <w:bookmarkStart w:id="4442" w:name="_Toc267430418"/>
      <w:bookmarkStart w:id="4443" w:name="_Toc267430599"/>
      <w:bookmarkStart w:id="4444" w:name="_Toc267468004"/>
      <w:bookmarkStart w:id="4445" w:name="_Toc267468186"/>
      <w:bookmarkStart w:id="4446" w:name="_Toc267468524"/>
      <w:bookmarkStart w:id="4447" w:name="_Toc267468707"/>
      <w:bookmarkStart w:id="4448" w:name="_Toc272871056"/>
      <w:bookmarkStart w:id="4449" w:name="_Toc272871236"/>
      <w:bookmarkStart w:id="4450" w:name="_Toc272918217"/>
      <w:bookmarkStart w:id="4451" w:name="_Toc272919067"/>
      <w:bookmarkStart w:id="4452" w:name="_Toc273000666"/>
      <w:bookmarkStart w:id="4453" w:name="_Toc248953234"/>
      <w:bookmarkStart w:id="4454" w:name="_Toc248953813"/>
      <w:bookmarkStart w:id="4455" w:name="_Toc248954028"/>
      <w:bookmarkStart w:id="4456" w:name="_Toc248954179"/>
      <w:bookmarkStart w:id="4457" w:name="_Toc248954330"/>
      <w:bookmarkStart w:id="4458" w:name="_Toc248954574"/>
      <w:bookmarkStart w:id="4459" w:name="_Toc248954729"/>
      <w:bookmarkStart w:id="4460" w:name="_Toc248954884"/>
      <w:bookmarkStart w:id="4461" w:name="_Toc248955039"/>
      <w:bookmarkStart w:id="4462" w:name="_Toc248955394"/>
      <w:bookmarkStart w:id="4463" w:name="_Toc248955648"/>
      <w:bookmarkStart w:id="4464" w:name="_Toc248956621"/>
      <w:bookmarkStart w:id="4465" w:name="_Toc248957090"/>
      <w:bookmarkStart w:id="4466" w:name="_Toc248957860"/>
      <w:bookmarkStart w:id="4467" w:name="_Toc248958016"/>
      <w:bookmarkStart w:id="4468" w:name="_Toc248958170"/>
      <w:bookmarkStart w:id="4469" w:name="_Toc248958533"/>
      <w:bookmarkStart w:id="4470" w:name="_Toc248959776"/>
      <w:bookmarkStart w:id="4471" w:name="_Toc248959973"/>
      <w:bookmarkStart w:id="4472" w:name="_Toc248960127"/>
      <w:bookmarkStart w:id="4473" w:name="_Toc248960603"/>
      <w:bookmarkStart w:id="4474" w:name="_Toc248960924"/>
      <w:bookmarkStart w:id="4475" w:name="_Toc248961254"/>
      <w:bookmarkStart w:id="4476" w:name="_Toc248989689"/>
      <w:bookmarkStart w:id="4477" w:name="_Toc249004823"/>
      <w:bookmarkStart w:id="4478" w:name="_Toc249004993"/>
      <w:bookmarkStart w:id="4479" w:name="_Toc249005157"/>
      <w:bookmarkStart w:id="4480" w:name="_Toc249006136"/>
      <w:bookmarkStart w:id="4481" w:name="_Toc249011409"/>
      <w:bookmarkStart w:id="4482" w:name="_Toc249011798"/>
      <w:bookmarkStart w:id="4483" w:name="_Toc249066628"/>
      <w:bookmarkStart w:id="4484" w:name="_Toc249066791"/>
      <w:bookmarkStart w:id="4485" w:name="_Toc249067132"/>
      <w:bookmarkStart w:id="4486" w:name="_Toc249072726"/>
      <w:bookmarkStart w:id="4487" w:name="_Toc250232859"/>
      <w:bookmarkStart w:id="4488" w:name="_Toc250582106"/>
      <w:bookmarkStart w:id="4489" w:name="_Toc250583292"/>
      <w:bookmarkStart w:id="4490" w:name="_Toc250583576"/>
      <w:bookmarkStart w:id="4491" w:name="_Toc250583753"/>
      <w:bookmarkStart w:id="4492" w:name="_Toc250583918"/>
      <w:bookmarkStart w:id="4493" w:name="_Toc250584084"/>
      <w:bookmarkStart w:id="4494" w:name="_Toc250584250"/>
      <w:bookmarkStart w:id="4495" w:name="_Toc250584416"/>
      <w:bookmarkStart w:id="4496" w:name="_Toc250584582"/>
      <w:bookmarkStart w:id="4497" w:name="_Toc250584747"/>
      <w:bookmarkStart w:id="4498" w:name="_Toc250657452"/>
      <w:bookmarkStart w:id="4499" w:name="_Toc250661053"/>
      <w:bookmarkStart w:id="4500" w:name="_Toc250662287"/>
      <w:bookmarkStart w:id="4501" w:name="_Toc250662748"/>
      <w:bookmarkStart w:id="4502" w:name="_Toc251177609"/>
      <w:bookmarkStart w:id="4503" w:name="_Toc251177772"/>
      <w:bookmarkStart w:id="4504" w:name="_Toc251177935"/>
      <w:bookmarkStart w:id="4505" w:name="_Toc251178098"/>
      <w:bookmarkStart w:id="4506" w:name="_Toc266736901"/>
      <w:bookmarkStart w:id="4507" w:name="_Toc266737311"/>
      <w:bookmarkStart w:id="4508" w:name="_Toc266737555"/>
      <w:bookmarkStart w:id="4509" w:name="_Toc266737733"/>
      <w:bookmarkStart w:id="4510" w:name="_Toc266737907"/>
      <w:bookmarkStart w:id="4511" w:name="_Toc266738081"/>
      <w:bookmarkStart w:id="4512" w:name="_Toc266738620"/>
      <w:bookmarkStart w:id="4513" w:name="_Toc266738793"/>
      <w:bookmarkStart w:id="4514" w:name="_Toc266739154"/>
      <w:bookmarkStart w:id="4515" w:name="_Toc266739329"/>
      <w:bookmarkStart w:id="4516" w:name="_Toc266739504"/>
      <w:bookmarkStart w:id="4517" w:name="_Toc266739679"/>
      <w:bookmarkStart w:id="4518" w:name="_Toc266739859"/>
      <w:bookmarkStart w:id="4519" w:name="_Toc266976375"/>
      <w:bookmarkStart w:id="4520" w:name="_Toc267054932"/>
      <w:bookmarkStart w:id="4521" w:name="_Toc267055374"/>
      <w:bookmarkStart w:id="4522" w:name="_Toc267055554"/>
      <w:bookmarkStart w:id="4523" w:name="_Toc267058190"/>
      <w:bookmarkStart w:id="4524" w:name="_Toc267399224"/>
      <w:bookmarkStart w:id="4525" w:name="_Toc267400151"/>
      <w:bookmarkStart w:id="4526" w:name="_Toc267428440"/>
      <w:bookmarkStart w:id="4527" w:name="_Toc267429217"/>
      <w:bookmarkStart w:id="4528" w:name="_Toc267430419"/>
      <w:bookmarkStart w:id="4529" w:name="_Toc267430600"/>
      <w:bookmarkStart w:id="4530" w:name="_Toc267468005"/>
      <w:bookmarkStart w:id="4531" w:name="_Toc267468187"/>
      <w:bookmarkStart w:id="4532" w:name="_Toc267468525"/>
      <w:bookmarkStart w:id="4533" w:name="_Toc267468708"/>
      <w:bookmarkStart w:id="4534" w:name="_Toc272871057"/>
      <w:bookmarkStart w:id="4535" w:name="_Toc272871237"/>
      <w:bookmarkStart w:id="4536" w:name="_Toc272918218"/>
      <w:bookmarkStart w:id="4537" w:name="_Toc272919068"/>
      <w:bookmarkStart w:id="4538" w:name="_Toc273000667"/>
      <w:bookmarkStart w:id="4539" w:name="_Toc248953235"/>
      <w:bookmarkStart w:id="4540" w:name="_Toc248953814"/>
      <w:bookmarkStart w:id="4541" w:name="_Toc248954029"/>
      <w:bookmarkStart w:id="4542" w:name="_Toc248954180"/>
      <w:bookmarkStart w:id="4543" w:name="_Toc248954331"/>
      <w:bookmarkStart w:id="4544" w:name="_Toc248954575"/>
      <w:bookmarkStart w:id="4545" w:name="_Toc248954730"/>
      <w:bookmarkStart w:id="4546" w:name="_Toc248954885"/>
      <w:bookmarkStart w:id="4547" w:name="_Toc248955040"/>
      <w:bookmarkStart w:id="4548" w:name="_Toc248955395"/>
      <w:bookmarkStart w:id="4549" w:name="_Toc248955649"/>
      <w:bookmarkStart w:id="4550" w:name="_Toc248956622"/>
      <w:bookmarkStart w:id="4551" w:name="_Toc248957091"/>
      <w:bookmarkStart w:id="4552" w:name="_Toc248957861"/>
      <w:bookmarkStart w:id="4553" w:name="_Toc248958017"/>
      <w:bookmarkStart w:id="4554" w:name="_Toc248958171"/>
      <w:bookmarkStart w:id="4555" w:name="_Toc248958534"/>
      <w:bookmarkStart w:id="4556" w:name="_Toc248959777"/>
      <w:bookmarkStart w:id="4557" w:name="_Toc248959974"/>
      <w:bookmarkStart w:id="4558" w:name="_Toc248960128"/>
      <w:bookmarkStart w:id="4559" w:name="_Toc248960604"/>
      <w:bookmarkStart w:id="4560" w:name="_Toc248960925"/>
      <w:bookmarkStart w:id="4561" w:name="_Toc248961255"/>
      <w:bookmarkStart w:id="4562" w:name="_Toc248989690"/>
      <w:bookmarkStart w:id="4563" w:name="_Toc249004824"/>
      <w:bookmarkStart w:id="4564" w:name="_Toc249004994"/>
      <w:bookmarkStart w:id="4565" w:name="_Toc249005158"/>
      <w:bookmarkStart w:id="4566" w:name="_Toc249006137"/>
      <w:bookmarkStart w:id="4567" w:name="_Toc249011410"/>
      <w:bookmarkStart w:id="4568" w:name="_Toc249011799"/>
      <w:bookmarkStart w:id="4569" w:name="_Toc249066629"/>
      <w:bookmarkStart w:id="4570" w:name="_Toc249066792"/>
      <w:bookmarkStart w:id="4571" w:name="_Toc249067133"/>
      <w:bookmarkStart w:id="4572" w:name="_Toc249072727"/>
      <w:bookmarkStart w:id="4573" w:name="_Toc250232860"/>
      <w:bookmarkStart w:id="4574" w:name="_Toc250582107"/>
      <w:bookmarkStart w:id="4575" w:name="_Toc250583293"/>
      <w:bookmarkStart w:id="4576" w:name="_Toc250583577"/>
      <w:bookmarkStart w:id="4577" w:name="_Toc250583754"/>
      <w:bookmarkStart w:id="4578" w:name="_Toc250583919"/>
      <w:bookmarkStart w:id="4579" w:name="_Toc250584085"/>
      <w:bookmarkStart w:id="4580" w:name="_Toc250584251"/>
      <w:bookmarkStart w:id="4581" w:name="_Toc250584417"/>
      <w:bookmarkStart w:id="4582" w:name="_Toc250584583"/>
      <w:bookmarkStart w:id="4583" w:name="_Toc250584748"/>
      <w:bookmarkStart w:id="4584" w:name="_Toc250657453"/>
      <w:bookmarkStart w:id="4585" w:name="_Toc250661054"/>
      <w:bookmarkStart w:id="4586" w:name="_Toc250662288"/>
      <w:bookmarkStart w:id="4587" w:name="_Toc250662749"/>
      <w:bookmarkStart w:id="4588" w:name="_Toc251177610"/>
      <w:bookmarkStart w:id="4589" w:name="_Toc251177773"/>
      <w:bookmarkStart w:id="4590" w:name="_Toc251177936"/>
      <w:bookmarkStart w:id="4591" w:name="_Toc251178099"/>
      <w:bookmarkStart w:id="4592" w:name="_Toc266736902"/>
      <w:bookmarkStart w:id="4593" w:name="_Toc266737312"/>
      <w:bookmarkStart w:id="4594" w:name="_Toc266737556"/>
      <w:bookmarkStart w:id="4595" w:name="_Toc266737734"/>
      <w:bookmarkStart w:id="4596" w:name="_Toc266737908"/>
      <w:bookmarkStart w:id="4597" w:name="_Toc266738082"/>
      <w:bookmarkStart w:id="4598" w:name="_Toc266738621"/>
      <w:bookmarkStart w:id="4599" w:name="_Toc266738794"/>
      <w:bookmarkStart w:id="4600" w:name="_Toc266739155"/>
      <w:bookmarkStart w:id="4601" w:name="_Toc266739330"/>
      <w:bookmarkStart w:id="4602" w:name="_Toc266739505"/>
      <w:bookmarkStart w:id="4603" w:name="_Toc266739680"/>
      <w:bookmarkStart w:id="4604" w:name="_Toc266739860"/>
      <w:bookmarkStart w:id="4605" w:name="_Toc266976376"/>
      <w:bookmarkStart w:id="4606" w:name="_Toc267054933"/>
      <w:bookmarkStart w:id="4607" w:name="_Toc267055375"/>
      <w:bookmarkStart w:id="4608" w:name="_Toc267055555"/>
      <w:bookmarkStart w:id="4609" w:name="_Toc267058191"/>
      <w:bookmarkStart w:id="4610" w:name="_Toc267399225"/>
      <w:bookmarkStart w:id="4611" w:name="_Toc267400152"/>
      <w:bookmarkStart w:id="4612" w:name="_Toc267428441"/>
      <w:bookmarkStart w:id="4613" w:name="_Toc267429218"/>
      <w:bookmarkStart w:id="4614" w:name="_Toc267430420"/>
      <w:bookmarkStart w:id="4615" w:name="_Toc267430601"/>
      <w:bookmarkStart w:id="4616" w:name="_Toc267468006"/>
      <w:bookmarkStart w:id="4617" w:name="_Toc267468188"/>
      <w:bookmarkStart w:id="4618" w:name="_Toc267468526"/>
      <w:bookmarkStart w:id="4619" w:name="_Toc267468709"/>
      <w:bookmarkStart w:id="4620" w:name="_Toc272871058"/>
      <w:bookmarkStart w:id="4621" w:name="_Toc272871238"/>
      <w:bookmarkStart w:id="4622" w:name="_Toc272918219"/>
      <w:bookmarkStart w:id="4623" w:name="_Toc272919069"/>
      <w:bookmarkStart w:id="4624" w:name="_Toc273000668"/>
      <w:bookmarkStart w:id="4625" w:name="_Toc248953236"/>
      <w:bookmarkStart w:id="4626" w:name="_Toc248953815"/>
      <w:bookmarkStart w:id="4627" w:name="_Toc248954030"/>
      <w:bookmarkStart w:id="4628" w:name="_Toc248954181"/>
      <w:bookmarkStart w:id="4629" w:name="_Toc248954332"/>
      <w:bookmarkStart w:id="4630" w:name="_Toc248954576"/>
      <w:bookmarkStart w:id="4631" w:name="_Toc248954731"/>
      <w:bookmarkStart w:id="4632" w:name="_Toc248954886"/>
      <w:bookmarkStart w:id="4633" w:name="_Toc248955041"/>
      <w:bookmarkStart w:id="4634" w:name="_Toc248955396"/>
      <w:bookmarkStart w:id="4635" w:name="_Toc248955650"/>
      <w:bookmarkStart w:id="4636" w:name="_Toc248956623"/>
      <w:bookmarkStart w:id="4637" w:name="_Toc248957092"/>
      <w:bookmarkStart w:id="4638" w:name="_Toc248957862"/>
      <w:bookmarkStart w:id="4639" w:name="_Toc248958018"/>
      <w:bookmarkStart w:id="4640" w:name="_Toc248958172"/>
      <w:bookmarkStart w:id="4641" w:name="_Toc248958535"/>
      <w:bookmarkStart w:id="4642" w:name="_Toc248959778"/>
      <w:bookmarkStart w:id="4643" w:name="_Toc248959975"/>
      <w:bookmarkStart w:id="4644" w:name="_Toc248960129"/>
      <w:bookmarkStart w:id="4645" w:name="_Toc248960605"/>
      <w:bookmarkStart w:id="4646" w:name="_Toc248960926"/>
      <w:bookmarkStart w:id="4647" w:name="_Toc248961256"/>
      <w:bookmarkStart w:id="4648" w:name="_Toc248989691"/>
      <w:bookmarkStart w:id="4649" w:name="_Toc249004825"/>
      <w:bookmarkStart w:id="4650" w:name="_Toc249004995"/>
      <w:bookmarkStart w:id="4651" w:name="_Toc249005159"/>
      <w:bookmarkStart w:id="4652" w:name="_Toc249006138"/>
      <w:bookmarkStart w:id="4653" w:name="_Toc249011411"/>
      <w:bookmarkStart w:id="4654" w:name="_Toc249011800"/>
      <w:bookmarkStart w:id="4655" w:name="_Toc249066630"/>
      <w:bookmarkStart w:id="4656" w:name="_Toc249066793"/>
      <w:bookmarkStart w:id="4657" w:name="_Toc249067134"/>
      <w:bookmarkStart w:id="4658" w:name="_Toc249072728"/>
      <w:bookmarkStart w:id="4659" w:name="_Toc250232861"/>
      <w:bookmarkStart w:id="4660" w:name="_Toc250582108"/>
      <w:bookmarkStart w:id="4661" w:name="_Toc250583294"/>
      <w:bookmarkStart w:id="4662" w:name="_Toc250583578"/>
      <w:bookmarkStart w:id="4663" w:name="_Toc250583755"/>
      <w:bookmarkStart w:id="4664" w:name="_Toc250583920"/>
      <w:bookmarkStart w:id="4665" w:name="_Toc250584086"/>
      <w:bookmarkStart w:id="4666" w:name="_Toc250584252"/>
      <w:bookmarkStart w:id="4667" w:name="_Toc250584418"/>
      <w:bookmarkStart w:id="4668" w:name="_Toc250584584"/>
      <w:bookmarkStart w:id="4669" w:name="_Toc250584749"/>
      <w:bookmarkStart w:id="4670" w:name="_Toc250657454"/>
      <w:bookmarkStart w:id="4671" w:name="_Toc250661055"/>
      <w:bookmarkStart w:id="4672" w:name="_Toc250662289"/>
      <w:bookmarkStart w:id="4673" w:name="_Toc250662750"/>
      <w:bookmarkStart w:id="4674" w:name="_Toc251177611"/>
      <w:bookmarkStart w:id="4675" w:name="_Toc251177774"/>
      <w:bookmarkStart w:id="4676" w:name="_Toc251177937"/>
      <w:bookmarkStart w:id="4677" w:name="_Toc251178100"/>
      <w:bookmarkStart w:id="4678" w:name="_Toc266736903"/>
      <w:bookmarkStart w:id="4679" w:name="_Toc266737313"/>
      <w:bookmarkStart w:id="4680" w:name="_Toc266737557"/>
      <w:bookmarkStart w:id="4681" w:name="_Toc266737735"/>
      <w:bookmarkStart w:id="4682" w:name="_Toc266737909"/>
      <w:bookmarkStart w:id="4683" w:name="_Toc266738083"/>
      <w:bookmarkStart w:id="4684" w:name="_Toc266738622"/>
      <w:bookmarkStart w:id="4685" w:name="_Toc266738795"/>
      <w:bookmarkStart w:id="4686" w:name="_Toc266739156"/>
      <w:bookmarkStart w:id="4687" w:name="_Toc266739331"/>
      <w:bookmarkStart w:id="4688" w:name="_Toc266739506"/>
      <w:bookmarkStart w:id="4689" w:name="_Toc266739681"/>
      <w:bookmarkStart w:id="4690" w:name="_Toc266739861"/>
      <w:bookmarkStart w:id="4691" w:name="_Toc266976377"/>
      <w:bookmarkStart w:id="4692" w:name="_Toc267054934"/>
      <w:bookmarkStart w:id="4693" w:name="_Toc267055376"/>
      <w:bookmarkStart w:id="4694" w:name="_Toc267055556"/>
      <w:bookmarkStart w:id="4695" w:name="_Toc267058192"/>
      <w:bookmarkStart w:id="4696" w:name="_Toc267399226"/>
      <w:bookmarkStart w:id="4697" w:name="_Toc267400153"/>
      <w:bookmarkStart w:id="4698" w:name="_Toc267428442"/>
      <w:bookmarkStart w:id="4699" w:name="_Toc267429219"/>
      <w:bookmarkStart w:id="4700" w:name="_Toc267430421"/>
      <w:bookmarkStart w:id="4701" w:name="_Toc267430602"/>
      <w:bookmarkStart w:id="4702" w:name="_Toc267468007"/>
      <w:bookmarkStart w:id="4703" w:name="_Toc267468189"/>
      <w:bookmarkStart w:id="4704" w:name="_Toc267468527"/>
      <w:bookmarkStart w:id="4705" w:name="_Toc267468710"/>
      <w:bookmarkStart w:id="4706" w:name="_Toc272871059"/>
      <w:bookmarkStart w:id="4707" w:name="_Toc272871239"/>
      <w:bookmarkStart w:id="4708" w:name="_Toc272918220"/>
      <w:bookmarkStart w:id="4709" w:name="_Toc272919070"/>
      <w:bookmarkStart w:id="4710" w:name="_Toc273000669"/>
      <w:bookmarkStart w:id="4711" w:name="_Toc248953816"/>
      <w:bookmarkStart w:id="4712" w:name="_Toc248954031"/>
      <w:bookmarkStart w:id="4713" w:name="_Toc248954182"/>
      <w:bookmarkStart w:id="4714" w:name="_Toc248954333"/>
      <w:bookmarkStart w:id="4715" w:name="_Toc248954577"/>
      <w:bookmarkStart w:id="4716" w:name="_Toc248954732"/>
      <w:bookmarkStart w:id="4717" w:name="_Toc248954887"/>
      <w:bookmarkStart w:id="4718" w:name="_Toc248955042"/>
      <w:bookmarkStart w:id="4719" w:name="_Toc248955397"/>
      <w:bookmarkStart w:id="4720" w:name="_Toc248955651"/>
      <w:bookmarkStart w:id="4721" w:name="_Toc248956624"/>
      <w:bookmarkStart w:id="4722" w:name="_Toc248957093"/>
      <w:bookmarkStart w:id="4723" w:name="_Toc248957863"/>
      <w:bookmarkStart w:id="4724" w:name="_Toc248958019"/>
      <w:bookmarkStart w:id="4725" w:name="_Toc248958173"/>
      <w:bookmarkStart w:id="4726" w:name="_Toc248958536"/>
      <w:bookmarkStart w:id="4727" w:name="_Toc248959779"/>
      <w:bookmarkStart w:id="4728" w:name="_Toc248959976"/>
      <w:bookmarkStart w:id="4729" w:name="_Toc248960130"/>
      <w:bookmarkStart w:id="4730" w:name="_Toc248960606"/>
      <w:bookmarkStart w:id="4731" w:name="_Toc248960927"/>
      <w:bookmarkStart w:id="4732" w:name="_Toc248961257"/>
      <w:bookmarkStart w:id="4733" w:name="_Toc248989692"/>
      <w:bookmarkStart w:id="4734" w:name="_Toc249004826"/>
      <w:bookmarkStart w:id="4735" w:name="_Toc249004996"/>
      <w:bookmarkStart w:id="4736" w:name="_Toc249005160"/>
      <w:bookmarkStart w:id="4737" w:name="_Toc249006139"/>
      <w:bookmarkStart w:id="4738" w:name="_Toc249011412"/>
      <w:bookmarkStart w:id="4739" w:name="_Toc249011801"/>
      <w:bookmarkStart w:id="4740" w:name="_Toc249066631"/>
      <w:bookmarkStart w:id="4741" w:name="_Toc249066794"/>
      <w:bookmarkStart w:id="4742" w:name="_Toc249067135"/>
      <w:bookmarkStart w:id="4743" w:name="_Toc249072729"/>
      <w:bookmarkStart w:id="4744" w:name="_Toc250232862"/>
      <w:bookmarkStart w:id="4745" w:name="_Toc250582109"/>
      <w:bookmarkStart w:id="4746" w:name="_Toc250583295"/>
      <w:bookmarkStart w:id="4747" w:name="_Toc250583579"/>
      <w:bookmarkStart w:id="4748" w:name="_Toc250583756"/>
      <w:bookmarkStart w:id="4749" w:name="_Toc250583921"/>
      <w:bookmarkStart w:id="4750" w:name="_Toc250584087"/>
      <w:bookmarkStart w:id="4751" w:name="_Toc250584253"/>
      <w:bookmarkStart w:id="4752" w:name="_Toc250584419"/>
      <w:bookmarkStart w:id="4753" w:name="_Toc250584585"/>
      <w:bookmarkStart w:id="4754" w:name="_Toc250584750"/>
      <w:bookmarkStart w:id="4755" w:name="_Toc250657455"/>
      <w:bookmarkStart w:id="4756" w:name="_Toc250661056"/>
      <w:bookmarkStart w:id="4757" w:name="_Toc250662290"/>
      <w:bookmarkStart w:id="4758" w:name="_Toc250662751"/>
      <w:bookmarkStart w:id="4759" w:name="_Toc251177612"/>
      <w:bookmarkStart w:id="4760" w:name="_Toc251177775"/>
      <w:bookmarkStart w:id="4761" w:name="_Toc251177938"/>
      <w:bookmarkStart w:id="4762" w:name="_Toc251178101"/>
      <w:bookmarkStart w:id="4763" w:name="_Toc266736904"/>
      <w:bookmarkStart w:id="4764" w:name="_Toc266737314"/>
      <w:bookmarkStart w:id="4765" w:name="_Toc266737558"/>
      <w:bookmarkStart w:id="4766" w:name="_Toc266737736"/>
      <w:bookmarkStart w:id="4767" w:name="_Toc266737910"/>
      <w:bookmarkStart w:id="4768" w:name="_Toc266738084"/>
      <w:bookmarkStart w:id="4769" w:name="_Toc266738623"/>
      <w:bookmarkStart w:id="4770" w:name="_Toc266738796"/>
      <w:bookmarkStart w:id="4771" w:name="_Toc266739157"/>
      <w:bookmarkStart w:id="4772" w:name="_Toc266739332"/>
      <w:bookmarkStart w:id="4773" w:name="_Toc266739507"/>
      <w:bookmarkStart w:id="4774" w:name="_Toc266739682"/>
      <w:bookmarkStart w:id="4775" w:name="_Toc266739862"/>
      <w:bookmarkStart w:id="4776" w:name="_Toc266976378"/>
      <w:bookmarkStart w:id="4777" w:name="_Toc267054935"/>
      <w:bookmarkStart w:id="4778" w:name="_Toc267055377"/>
      <w:bookmarkStart w:id="4779" w:name="_Toc267055557"/>
      <w:bookmarkStart w:id="4780" w:name="_Toc267058193"/>
      <w:bookmarkStart w:id="4781" w:name="_Toc267399227"/>
      <w:bookmarkStart w:id="4782" w:name="_Toc267400154"/>
      <w:bookmarkStart w:id="4783" w:name="_Toc267428443"/>
      <w:bookmarkStart w:id="4784" w:name="_Toc267429220"/>
      <w:bookmarkStart w:id="4785" w:name="_Toc267430422"/>
      <w:bookmarkStart w:id="4786" w:name="_Toc267430603"/>
      <w:bookmarkStart w:id="4787" w:name="_Toc267468008"/>
      <w:bookmarkStart w:id="4788" w:name="_Toc267468190"/>
      <w:bookmarkStart w:id="4789" w:name="_Toc267468528"/>
      <w:bookmarkStart w:id="4790" w:name="_Toc267468711"/>
      <w:bookmarkStart w:id="4791" w:name="_Toc272871060"/>
      <w:bookmarkStart w:id="4792" w:name="_Toc272871240"/>
      <w:bookmarkStart w:id="4793" w:name="_Toc272918221"/>
      <w:bookmarkStart w:id="4794" w:name="_Toc272919071"/>
      <w:bookmarkStart w:id="4795" w:name="_Toc273000670"/>
      <w:bookmarkStart w:id="4796" w:name="_Toc248953817"/>
      <w:bookmarkStart w:id="4797" w:name="_Toc248954032"/>
      <w:bookmarkStart w:id="4798" w:name="_Toc248954183"/>
      <w:bookmarkStart w:id="4799" w:name="_Toc248954334"/>
      <w:bookmarkStart w:id="4800" w:name="_Toc248954578"/>
      <w:bookmarkStart w:id="4801" w:name="_Toc248954733"/>
      <w:bookmarkStart w:id="4802" w:name="_Toc248954888"/>
      <w:bookmarkStart w:id="4803" w:name="_Toc248955043"/>
      <w:bookmarkStart w:id="4804" w:name="_Toc248955398"/>
      <w:bookmarkStart w:id="4805" w:name="_Toc248955652"/>
      <w:bookmarkStart w:id="4806" w:name="_Toc248956625"/>
      <w:bookmarkStart w:id="4807" w:name="_Toc248957094"/>
      <w:bookmarkStart w:id="4808" w:name="_Toc248957864"/>
      <w:bookmarkStart w:id="4809" w:name="_Toc248958020"/>
      <w:bookmarkStart w:id="4810" w:name="_Toc248958174"/>
      <w:bookmarkStart w:id="4811" w:name="_Toc248958537"/>
      <w:bookmarkStart w:id="4812" w:name="_Toc248959780"/>
      <w:bookmarkStart w:id="4813" w:name="_Toc248959977"/>
      <w:bookmarkStart w:id="4814" w:name="_Toc248960131"/>
      <w:bookmarkStart w:id="4815" w:name="_Toc248960607"/>
      <w:bookmarkStart w:id="4816" w:name="_Toc248960928"/>
      <w:bookmarkStart w:id="4817" w:name="_Toc248961258"/>
      <w:bookmarkStart w:id="4818" w:name="_Toc248989693"/>
      <w:bookmarkStart w:id="4819" w:name="_Toc249004827"/>
      <w:bookmarkStart w:id="4820" w:name="_Toc249004997"/>
      <w:bookmarkStart w:id="4821" w:name="_Toc249005161"/>
      <w:bookmarkStart w:id="4822" w:name="_Toc249006140"/>
      <w:bookmarkStart w:id="4823" w:name="_Toc249011413"/>
      <w:bookmarkStart w:id="4824" w:name="_Toc249011802"/>
      <w:bookmarkStart w:id="4825" w:name="_Toc249066632"/>
      <w:bookmarkStart w:id="4826" w:name="_Toc249066795"/>
      <w:bookmarkStart w:id="4827" w:name="_Toc249067136"/>
      <w:bookmarkStart w:id="4828" w:name="_Toc249072730"/>
      <w:bookmarkStart w:id="4829" w:name="_Toc250232863"/>
      <w:bookmarkStart w:id="4830" w:name="_Toc250582110"/>
      <w:bookmarkStart w:id="4831" w:name="_Toc250583296"/>
      <w:bookmarkStart w:id="4832" w:name="_Toc250583580"/>
      <w:bookmarkStart w:id="4833" w:name="_Toc250583757"/>
      <w:bookmarkStart w:id="4834" w:name="_Toc250583922"/>
      <w:bookmarkStart w:id="4835" w:name="_Toc250584088"/>
      <w:bookmarkStart w:id="4836" w:name="_Toc250584254"/>
      <w:bookmarkStart w:id="4837" w:name="_Toc250584420"/>
      <w:bookmarkStart w:id="4838" w:name="_Toc250584586"/>
      <w:bookmarkStart w:id="4839" w:name="_Toc250584751"/>
      <w:bookmarkStart w:id="4840" w:name="_Toc250657456"/>
      <w:bookmarkStart w:id="4841" w:name="_Toc250661057"/>
      <w:bookmarkStart w:id="4842" w:name="_Toc250662291"/>
      <w:bookmarkStart w:id="4843" w:name="_Toc250662752"/>
      <w:bookmarkStart w:id="4844" w:name="_Toc251177613"/>
      <w:bookmarkStart w:id="4845" w:name="_Toc251177776"/>
      <w:bookmarkStart w:id="4846" w:name="_Toc251177939"/>
      <w:bookmarkStart w:id="4847" w:name="_Toc251178102"/>
      <w:bookmarkStart w:id="4848" w:name="_Toc266736905"/>
      <w:bookmarkStart w:id="4849" w:name="_Toc266737315"/>
      <w:bookmarkStart w:id="4850" w:name="_Toc266737559"/>
      <w:bookmarkStart w:id="4851" w:name="_Toc266737737"/>
      <w:bookmarkStart w:id="4852" w:name="_Toc266737911"/>
      <w:bookmarkStart w:id="4853" w:name="_Toc266738085"/>
      <w:bookmarkStart w:id="4854" w:name="_Toc266738624"/>
      <w:bookmarkStart w:id="4855" w:name="_Toc266738797"/>
      <w:bookmarkStart w:id="4856" w:name="_Toc266739158"/>
      <w:bookmarkStart w:id="4857" w:name="_Toc266739333"/>
      <w:bookmarkStart w:id="4858" w:name="_Toc266739508"/>
      <w:bookmarkStart w:id="4859" w:name="_Toc266739683"/>
      <w:bookmarkStart w:id="4860" w:name="_Toc266739863"/>
      <w:bookmarkStart w:id="4861" w:name="_Toc266976379"/>
      <w:bookmarkStart w:id="4862" w:name="_Toc267054936"/>
      <w:bookmarkStart w:id="4863" w:name="_Toc267055378"/>
      <w:bookmarkStart w:id="4864" w:name="_Toc267055558"/>
      <w:bookmarkStart w:id="4865" w:name="_Toc267058194"/>
      <w:bookmarkStart w:id="4866" w:name="_Toc267399228"/>
      <w:bookmarkStart w:id="4867" w:name="_Toc267400155"/>
      <w:bookmarkStart w:id="4868" w:name="_Toc267428444"/>
      <w:bookmarkStart w:id="4869" w:name="_Toc267429221"/>
      <w:bookmarkStart w:id="4870" w:name="_Toc267430423"/>
      <w:bookmarkStart w:id="4871" w:name="_Toc267430604"/>
      <w:bookmarkStart w:id="4872" w:name="_Toc267468009"/>
      <w:bookmarkStart w:id="4873" w:name="_Toc267468191"/>
      <w:bookmarkStart w:id="4874" w:name="_Toc267468529"/>
      <w:bookmarkStart w:id="4875" w:name="_Toc267468712"/>
      <w:bookmarkStart w:id="4876" w:name="_Toc272871061"/>
      <w:bookmarkStart w:id="4877" w:name="_Toc272871241"/>
      <w:bookmarkStart w:id="4878" w:name="_Toc272918222"/>
      <w:bookmarkStart w:id="4879" w:name="_Toc272919072"/>
      <w:bookmarkStart w:id="4880" w:name="_Toc273000671"/>
      <w:bookmarkStart w:id="4881" w:name="_Toc248953818"/>
      <w:bookmarkStart w:id="4882" w:name="_Toc248954033"/>
      <w:bookmarkStart w:id="4883" w:name="_Toc248954184"/>
      <w:bookmarkStart w:id="4884" w:name="_Toc248954335"/>
      <w:bookmarkStart w:id="4885" w:name="_Toc248954579"/>
      <w:bookmarkStart w:id="4886" w:name="_Toc248954734"/>
      <w:bookmarkStart w:id="4887" w:name="_Toc248954889"/>
      <w:bookmarkStart w:id="4888" w:name="_Toc248955044"/>
      <w:bookmarkStart w:id="4889" w:name="_Toc248955399"/>
      <w:bookmarkStart w:id="4890" w:name="_Toc248955653"/>
      <w:bookmarkStart w:id="4891" w:name="_Toc248956626"/>
      <w:bookmarkStart w:id="4892" w:name="_Toc248957095"/>
      <w:bookmarkStart w:id="4893" w:name="_Toc248957865"/>
      <w:bookmarkStart w:id="4894" w:name="_Toc248958021"/>
      <w:bookmarkStart w:id="4895" w:name="_Toc248958175"/>
      <w:bookmarkStart w:id="4896" w:name="_Toc248958538"/>
      <w:bookmarkStart w:id="4897" w:name="_Toc248959781"/>
      <w:bookmarkStart w:id="4898" w:name="_Toc248959978"/>
      <w:bookmarkStart w:id="4899" w:name="_Toc248960132"/>
      <w:bookmarkStart w:id="4900" w:name="_Toc248960608"/>
      <w:bookmarkStart w:id="4901" w:name="_Toc248960929"/>
      <w:bookmarkStart w:id="4902" w:name="_Toc248961259"/>
      <w:bookmarkStart w:id="4903" w:name="_Toc248989694"/>
      <w:bookmarkStart w:id="4904" w:name="_Toc249004828"/>
      <w:bookmarkStart w:id="4905" w:name="_Toc249004998"/>
      <w:bookmarkStart w:id="4906" w:name="_Toc249005162"/>
      <w:bookmarkStart w:id="4907" w:name="_Toc249006141"/>
      <w:bookmarkStart w:id="4908" w:name="_Toc249011414"/>
      <w:bookmarkStart w:id="4909" w:name="_Toc249011803"/>
      <w:bookmarkStart w:id="4910" w:name="_Toc249066633"/>
      <w:bookmarkStart w:id="4911" w:name="_Toc249066796"/>
      <w:bookmarkStart w:id="4912" w:name="_Toc249067137"/>
      <w:bookmarkStart w:id="4913" w:name="_Toc249072731"/>
      <w:bookmarkStart w:id="4914" w:name="_Toc250232864"/>
      <w:bookmarkStart w:id="4915" w:name="_Toc250582111"/>
      <w:bookmarkStart w:id="4916" w:name="_Toc250583297"/>
      <w:bookmarkStart w:id="4917" w:name="_Toc250583581"/>
      <w:bookmarkStart w:id="4918" w:name="_Toc250583758"/>
      <w:bookmarkStart w:id="4919" w:name="_Toc250583923"/>
      <w:bookmarkStart w:id="4920" w:name="_Toc250584089"/>
      <w:bookmarkStart w:id="4921" w:name="_Toc250584255"/>
      <w:bookmarkStart w:id="4922" w:name="_Toc250584421"/>
      <w:bookmarkStart w:id="4923" w:name="_Toc250584587"/>
      <w:bookmarkStart w:id="4924" w:name="_Toc250584752"/>
      <w:bookmarkStart w:id="4925" w:name="_Toc250657457"/>
      <w:bookmarkStart w:id="4926" w:name="_Toc250661058"/>
      <w:bookmarkStart w:id="4927" w:name="_Toc250662292"/>
      <w:bookmarkStart w:id="4928" w:name="_Toc250662753"/>
      <w:bookmarkStart w:id="4929" w:name="_Toc251177614"/>
      <w:bookmarkStart w:id="4930" w:name="_Toc251177777"/>
      <w:bookmarkStart w:id="4931" w:name="_Toc251177940"/>
      <w:bookmarkStart w:id="4932" w:name="_Toc251178103"/>
      <w:bookmarkStart w:id="4933" w:name="_Toc266736906"/>
      <w:bookmarkStart w:id="4934" w:name="_Toc266737316"/>
      <w:bookmarkStart w:id="4935" w:name="_Toc266737560"/>
      <w:bookmarkStart w:id="4936" w:name="_Toc266737738"/>
      <w:bookmarkStart w:id="4937" w:name="_Toc266737912"/>
      <w:bookmarkStart w:id="4938" w:name="_Toc266738086"/>
      <w:bookmarkStart w:id="4939" w:name="_Toc266738625"/>
      <w:bookmarkStart w:id="4940" w:name="_Toc266738798"/>
      <w:bookmarkStart w:id="4941" w:name="_Toc266739159"/>
      <w:bookmarkStart w:id="4942" w:name="_Toc266739334"/>
      <w:bookmarkStart w:id="4943" w:name="_Toc266739509"/>
      <w:bookmarkStart w:id="4944" w:name="_Toc266739684"/>
      <w:bookmarkStart w:id="4945" w:name="_Toc266739864"/>
      <w:bookmarkStart w:id="4946" w:name="_Toc266976380"/>
      <w:bookmarkStart w:id="4947" w:name="_Toc267054937"/>
      <w:bookmarkStart w:id="4948" w:name="_Toc267055379"/>
      <w:bookmarkStart w:id="4949" w:name="_Toc267055559"/>
      <w:bookmarkStart w:id="4950" w:name="_Toc267058195"/>
      <w:bookmarkStart w:id="4951" w:name="_Toc267399229"/>
      <w:bookmarkStart w:id="4952" w:name="_Toc267400156"/>
      <w:bookmarkStart w:id="4953" w:name="_Toc267428445"/>
      <w:bookmarkStart w:id="4954" w:name="_Toc267429222"/>
      <w:bookmarkStart w:id="4955" w:name="_Toc267430424"/>
      <w:bookmarkStart w:id="4956" w:name="_Toc267430605"/>
      <w:bookmarkStart w:id="4957" w:name="_Toc267468010"/>
      <w:bookmarkStart w:id="4958" w:name="_Toc267468192"/>
      <w:bookmarkStart w:id="4959" w:name="_Toc267468530"/>
      <w:bookmarkStart w:id="4960" w:name="_Toc267468713"/>
      <w:bookmarkStart w:id="4961" w:name="_Toc272871062"/>
      <w:bookmarkStart w:id="4962" w:name="_Toc272871242"/>
      <w:bookmarkStart w:id="4963" w:name="_Toc272918223"/>
      <w:bookmarkStart w:id="4964" w:name="_Toc272919073"/>
      <w:bookmarkStart w:id="4965" w:name="_Toc273000672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r w:rsidRPr="00ED0D6F">
        <w:rPr>
          <w:rFonts w:ascii="Times New Roman" w:hAnsi="Times New Roman"/>
          <w:sz w:val="24"/>
          <w:szCs w:val="24"/>
        </w:rPr>
        <w:t>Wykonawcy składający ofertę równoważną muszą spełnić następujące wymagania:</w:t>
      </w:r>
    </w:p>
    <w:p w14:paraId="22080275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1.</w:t>
      </w:r>
      <w:r w:rsidRPr="00ED0D6F">
        <w:rPr>
          <w:rFonts w:ascii="Times New Roman" w:hAnsi="Times New Roman"/>
          <w:sz w:val="24"/>
          <w:szCs w:val="24"/>
        </w:rPr>
        <w:tab/>
        <w:t>W przypadku zastosowania innych opraw oświetleniowych niż przyjęte w dokumentacji programowej należy wykazać, że oprawy oświetleniowe przyjęte w projekcie równoważnym gwarantują wartości parametrów oświetleniowych na poziomie nie mniejszym niż wyliczone w projekcie posiadanym przez Zamawiającego. Dla wyliczeń należy przyjmować:</w:t>
      </w:r>
    </w:p>
    <w:p w14:paraId="2853135A" w14:textId="77777777" w:rsidR="00337610" w:rsidRPr="00A16C4F" w:rsidRDefault="00337610" w:rsidP="00CC2B43">
      <w:pPr>
        <w:pStyle w:val="Akapitzlist"/>
        <w:numPr>
          <w:ilvl w:val="0"/>
          <w:numId w:val="17"/>
        </w:num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A16C4F">
        <w:rPr>
          <w:rFonts w:ascii="Times New Roman" w:hAnsi="Times New Roman"/>
          <w:sz w:val="24"/>
          <w:szCs w:val="24"/>
        </w:rPr>
        <w:t>arunki podane w dokumentacji programowej, tj.:</w:t>
      </w:r>
    </w:p>
    <w:p w14:paraId="161A3D2A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parametry drogi, stanowiska,</w:t>
      </w:r>
    </w:p>
    <w:p w14:paraId="07A92317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luminancję [L1 i L2] lub natężenie w odniesieniu do obserwatora 1 i 2</w:t>
      </w:r>
    </w:p>
    <w:p w14:paraId="7EB3F0FC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 (tabele rozkładu luminancji i natężenia w formie liczbowej),</w:t>
      </w:r>
    </w:p>
    <w:p w14:paraId="5830E643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podsumowanie rezultatów obliczeń luminancji i natężenia,</w:t>
      </w:r>
    </w:p>
    <w:p w14:paraId="66FE75C6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olśnienie [TI],</w:t>
      </w:r>
    </w:p>
    <w:p w14:paraId="4AF91A2D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równomierność oświetlenia [</w:t>
      </w:r>
      <w:proofErr w:type="spellStart"/>
      <w:r w:rsidRPr="00ED0D6F">
        <w:rPr>
          <w:rFonts w:ascii="Times New Roman" w:hAnsi="Times New Roman"/>
          <w:sz w:val="24"/>
          <w:szCs w:val="24"/>
        </w:rPr>
        <w:t>Uo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i Ul]</w:t>
      </w:r>
    </w:p>
    <w:p w14:paraId="516E03BE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- współczynnik oświetlenia otoczenia [SR].</w:t>
      </w:r>
    </w:p>
    <w:p w14:paraId="0492703C" w14:textId="5C821891" w:rsidR="00337610" w:rsidRDefault="00337610" w:rsidP="00CC2B43">
      <w:pPr>
        <w:numPr>
          <w:ilvl w:val="0"/>
          <w:numId w:val="10"/>
        </w:numPr>
        <w:tabs>
          <w:tab w:val="left" w:pos="-1985"/>
          <w:tab w:val="left" w:pos="0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Celem przedstawienia obliczeń jest udokumentowanie zamienności opraw w stosunku do programu Zamawiającego. Na Wykonawcy ciąży obowiązek udokumentowania spełnienia wymagań poprzez wykonanie i załączenie do oferty projektu oświetleniowego zawierającego wszystkie elementy zawarte w programie Zamawiającego. Obliczenia oraz prezentacja wyników obliczeń musi być w pełni zgodna z przyjętymi w projekcie Zamawiającego parametrami projektu, tj. identyczna geometria dróg i usytuowania słupów, identyczny poziom współczynnika zapasu (ew. odwrotności - wskaźnika utrzymania), parametrów rodzaju </w:t>
      </w:r>
      <w:r w:rsidRPr="00ED0D6F">
        <w:rPr>
          <w:rFonts w:ascii="Times New Roman" w:hAnsi="Times New Roman"/>
          <w:sz w:val="24"/>
          <w:szCs w:val="24"/>
        </w:rPr>
        <w:lastRenderedPageBreak/>
        <w:t>nawierzchni, parametrów – położenia obserwatorów, oraz wydruki muszą zawierać wszystkie wyliczone parametry dla punktów zgodnie z siatką obliczeniową Zamawiającego. Porównywane będą parametry średnie</w:t>
      </w:r>
      <w:r w:rsidR="000542CD">
        <w:rPr>
          <w:rFonts w:ascii="Times New Roman" w:hAnsi="Times New Roman"/>
          <w:sz w:val="24"/>
          <w:szCs w:val="24"/>
        </w:rPr>
        <w:t xml:space="preserve"> jak w punkcie dla uzyskanych wyników</w:t>
      </w:r>
      <w:r w:rsidRPr="00ED0D6F">
        <w:rPr>
          <w:rFonts w:ascii="Times New Roman" w:hAnsi="Times New Roman"/>
          <w:sz w:val="24"/>
          <w:szCs w:val="24"/>
        </w:rPr>
        <w:t>. Spełnienie powyższych warunków gwarantuje możliwość porównania zastosowanych opraw i uznania ich równoważności na podstawie efektu oświetleniowego uzyskiwanego w tożsamych warunkach.</w:t>
      </w:r>
    </w:p>
    <w:p w14:paraId="5A0140F2" w14:textId="45D9531D" w:rsidR="00665E1B" w:rsidRPr="00ED0D6F" w:rsidRDefault="00665E1B" w:rsidP="00CC2B43">
      <w:pPr>
        <w:numPr>
          <w:ilvl w:val="0"/>
          <w:numId w:val="10"/>
        </w:numPr>
        <w:tabs>
          <w:tab w:val="left" w:pos="-1985"/>
          <w:tab w:val="left" w:pos="0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bez zgodny Zamawiającego parametrów </w:t>
      </w:r>
      <w:r w:rsidR="00E53283">
        <w:rPr>
          <w:rFonts w:ascii="Times New Roman" w:hAnsi="Times New Roman"/>
          <w:sz w:val="24"/>
          <w:szCs w:val="24"/>
        </w:rPr>
        <w:t xml:space="preserve">projektu w tym geometrii będzie skutkować odrzuceniem oferty. </w:t>
      </w:r>
    </w:p>
    <w:p w14:paraId="00E869F8" w14:textId="77777777" w:rsidR="00337610" w:rsidRPr="00ED0D6F" w:rsidRDefault="00337610" w:rsidP="00CC2B43">
      <w:pPr>
        <w:numPr>
          <w:ilvl w:val="0"/>
          <w:numId w:val="10"/>
        </w:numPr>
        <w:tabs>
          <w:tab w:val="left" w:pos="-1985"/>
          <w:tab w:val="left" w:pos="0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Ze względu na specyficzną dla opraw oświetleniowych drogowych niepowtarzalność charakterystyk świetlnych zamawiający dopuszcza tolerancje w stosunku do wymaganych dokumentacją programową parametrów oświetleniowych dróg. Tolerancje dla efektu oświetleniowego uzyskanego za pomocą opraw uznawanych za równoważne podane są poniżej:</w:t>
      </w:r>
    </w:p>
    <w:p w14:paraId="6F35FD19" w14:textId="77777777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Luminacja L1 i L2- nie mniej niż w dokumentach zamawiającego.</w:t>
      </w:r>
    </w:p>
    <w:p w14:paraId="053B9628" w14:textId="75F742DB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Równomierność Uo1 i Uo2 nie mniej niż </w:t>
      </w:r>
      <w:r w:rsidR="009758A2">
        <w:rPr>
          <w:rFonts w:ascii="Times New Roman" w:hAnsi="Times New Roman"/>
          <w:sz w:val="24"/>
          <w:szCs w:val="24"/>
        </w:rPr>
        <w:t>10</w:t>
      </w:r>
      <w:r w:rsidRPr="00ED0D6F">
        <w:rPr>
          <w:rFonts w:ascii="Times New Roman" w:hAnsi="Times New Roman"/>
          <w:sz w:val="24"/>
          <w:szCs w:val="24"/>
        </w:rPr>
        <w:t>% niż w projekcie.</w:t>
      </w:r>
    </w:p>
    <w:p w14:paraId="59FC351A" w14:textId="29CCBCC7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Równomierność Ul1 i Ul2 nie mniej niż 1</w:t>
      </w:r>
      <w:r w:rsidR="009758A2">
        <w:rPr>
          <w:rFonts w:ascii="Times New Roman" w:hAnsi="Times New Roman"/>
          <w:sz w:val="24"/>
          <w:szCs w:val="24"/>
        </w:rPr>
        <w:t>0</w:t>
      </w:r>
      <w:r w:rsidRPr="00ED0D6F">
        <w:rPr>
          <w:rFonts w:ascii="Times New Roman" w:hAnsi="Times New Roman"/>
          <w:sz w:val="24"/>
          <w:szCs w:val="24"/>
        </w:rPr>
        <w:t>% niż w programie.</w:t>
      </w:r>
    </w:p>
    <w:p w14:paraId="3B8E059B" w14:textId="2E72E374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TI nie więcej niż </w:t>
      </w:r>
      <w:r w:rsidR="009758A2">
        <w:rPr>
          <w:rFonts w:ascii="Times New Roman" w:hAnsi="Times New Roman"/>
          <w:sz w:val="24"/>
          <w:szCs w:val="24"/>
        </w:rPr>
        <w:t>1</w:t>
      </w:r>
      <w:r w:rsidRPr="00ED0D6F">
        <w:rPr>
          <w:rFonts w:ascii="Times New Roman" w:hAnsi="Times New Roman"/>
          <w:sz w:val="24"/>
          <w:szCs w:val="24"/>
        </w:rPr>
        <w:t>5 % niż w programie.</w:t>
      </w:r>
    </w:p>
    <w:p w14:paraId="5279D902" w14:textId="77777777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SR nie mniej niż 10% w stosunku do wartości w programie.</w:t>
      </w:r>
    </w:p>
    <w:p w14:paraId="2787096E" w14:textId="77777777" w:rsidR="00337610" w:rsidRPr="00ED0D6F" w:rsidRDefault="00337610" w:rsidP="00CC2B43">
      <w:pPr>
        <w:numPr>
          <w:ilvl w:val="1"/>
          <w:numId w:val="11"/>
        </w:numPr>
        <w:tabs>
          <w:tab w:val="left" w:pos="-1985"/>
          <w:tab w:val="left" w:pos="284"/>
        </w:tabs>
        <w:spacing w:after="6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Kąt zamontowania opraw-, jeśli będzie wymagany inny niż w programie to oprawa musi posiadać możliwości ustawienia go bez konieczności zmiany wysięgnika.</w:t>
      </w:r>
    </w:p>
    <w:p w14:paraId="0281836D" w14:textId="77777777" w:rsidR="00337610" w:rsidRPr="00ED0D6F" w:rsidRDefault="00337610" w:rsidP="00337610">
      <w:pPr>
        <w:tabs>
          <w:tab w:val="left" w:pos="-1985"/>
          <w:tab w:val="left" w:pos="284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Wykonawca składający ofertę równoważną, w przypadku wygrania przetargu i realizacji zadania, ponosi pełną odpowiedzialność za osiągnięcie efektu modernizacji.</w:t>
      </w:r>
    </w:p>
    <w:p w14:paraId="3D9BA47F" w14:textId="77777777" w:rsidR="00337610" w:rsidRDefault="00337610" w:rsidP="00337610">
      <w:pPr>
        <w:tabs>
          <w:tab w:val="lef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Zastosowane produkty równoważne należy wykazać w kosztorysach ofertowych, które stanowią element oferty. </w:t>
      </w:r>
    </w:p>
    <w:p w14:paraId="170262F3" w14:textId="77777777" w:rsidR="00337610" w:rsidRPr="00ED0D6F" w:rsidRDefault="00337610" w:rsidP="00337610">
      <w:pPr>
        <w:tabs>
          <w:tab w:val="left" w:pos="-1985"/>
          <w:tab w:val="left" w:pos="426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519AC158" w14:textId="1D31FC50" w:rsidR="00337610" w:rsidRPr="009758A2" w:rsidRDefault="00337610" w:rsidP="00CC2B43">
      <w:pPr>
        <w:pStyle w:val="Akapitzlist"/>
        <w:numPr>
          <w:ilvl w:val="1"/>
          <w:numId w:val="12"/>
        </w:numPr>
        <w:tabs>
          <w:tab w:val="left" w:pos="-1985"/>
          <w:tab w:val="left" w:pos="426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9758A2">
        <w:rPr>
          <w:rFonts w:ascii="Times New Roman" w:hAnsi="Times New Roman"/>
          <w:b/>
          <w:bCs/>
          <w:sz w:val="24"/>
          <w:szCs w:val="24"/>
        </w:rPr>
        <w:t>Parametry techniczno- użytkowe, jakimi powinny się charakteryzować równoważne oprawy drogowe w technologii LED</w:t>
      </w:r>
    </w:p>
    <w:p w14:paraId="171228AA" w14:textId="77777777" w:rsidR="00891DEB" w:rsidRDefault="00891DEB" w:rsidP="00BB4880">
      <w:pPr>
        <w:rPr>
          <w:b/>
          <w:sz w:val="28"/>
        </w:rPr>
      </w:pPr>
    </w:p>
    <w:p w14:paraId="4AF699DF" w14:textId="43C38BF9" w:rsidR="00BB4880" w:rsidRPr="00891DEB" w:rsidRDefault="00BB4880" w:rsidP="00891DEB">
      <w:pPr>
        <w:jc w:val="center"/>
        <w:rPr>
          <w:b/>
          <w:sz w:val="28"/>
        </w:rPr>
      </w:pPr>
      <w:r w:rsidRPr="00BB4880">
        <w:rPr>
          <w:b/>
          <w:sz w:val="28"/>
        </w:rPr>
        <w:t xml:space="preserve">PARAMETRY TECHNICZNE OPRAWY </w:t>
      </w:r>
      <w:r w:rsidR="00891DEB">
        <w:rPr>
          <w:b/>
          <w:sz w:val="28"/>
        </w:rPr>
        <w:t>DROGOWEJ</w:t>
      </w:r>
      <w:r w:rsidRPr="00BB4880">
        <w:rPr>
          <w:b/>
          <w:sz w:val="28"/>
        </w:rPr>
        <w:t xml:space="preserve"> W TECHNOLOGII LED</w:t>
      </w:r>
    </w:p>
    <w:p w14:paraId="2FDD0CC7" w14:textId="77777777" w:rsidR="00152C23" w:rsidRDefault="00152C23" w:rsidP="00152C23">
      <w:pPr>
        <w:spacing w:after="120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Minimalne </w:t>
      </w:r>
      <w:r w:rsidRPr="001216E8">
        <w:rPr>
          <w:rFonts w:eastAsia="Arial" w:cstheme="minorHAnsi"/>
          <w:b/>
        </w:rPr>
        <w:t>Parametry techniczne oprawy drogowej w technologii LED</w:t>
      </w:r>
    </w:p>
    <w:p w14:paraId="4E400D27" w14:textId="1BB69592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Budowa oprawy: dwukomorowa (termiczne rozdzielenie pomiędzy układem zasilającym, a układem optycznym).</w:t>
      </w:r>
    </w:p>
    <w:p w14:paraId="0A45695D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Materiał korpusu oraz pokrywy: wysokociśnieniowy odlew aluminiowy malowany proszkowo na wybrany kolor z ogólnodostępnej palety.</w:t>
      </w:r>
    </w:p>
    <w:p w14:paraId="23E7C03F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Wnętrze komory optycznej oraz komory elektrycznej zabezpieczone przed korozją powłoką lakierniczą, która nie utrudnia odprowadzania ciepła. </w:t>
      </w:r>
    </w:p>
    <w:p w14:paraId="0CC6F1DA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Materiał klosza: Płaskie hartowane szkło</w:t>
      </w:r>
    </w:p>
    <w:p w14:paraId="4738FE2E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Stopień odporności klosza na uderzenia mechaniczne: IK09 </w:t>
      </w:r>
    </w:p>
    <w:p w14:paraId="707BF736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Szczelność komory optycznej IP66 oraz szczelność komory elektrycznej IP66</w:t>
      </w:r>
    </w:p>
    <w:p w14:paraId="5EC7BDEA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wyposażona w uniwersalny uchwyt wykonany z odlewu aluminiowego, malowanego proszkowo na kolor oprawy, stanowiący integralną część oprawy oraz pozwalający na montaż zarówno na wysięgniku jak i bezpośrednio na słupie. Kąt </w:t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lastRenderedPageBreak/>
        <w:t>nachylenia oprawy jest możliwy w zakresie: od -10° do 30° (montaż bezpośredni) lub od -45° do 30° (montaż na wysięgniku). Zmiana sposobu montażu odbywa się bez konieczności zdejmowania oprawy.</w:t>
      </w:r>
    </w:p>
    <w:p w14:paraId="2FCD980B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Dostęp do komory osprzętu elektrycznego bez użycia narzędzi za pomocą klipsów/zatrzasków. </w:t>
      </w:r>
    </w:p>
    <w:p w14:paraId="7D4EB642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Oprawa wyposażona w system regulacji ciśnienia wewnątrz oprawy, zapobiegający zjawisku kondensacji pary wodnej w komorze elektrycznej.</w:t>
      </w:r>
    </w:p>
    <w:p w14:paraId="4FB30121" w14:textId="77777777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Oprawa wykonana w technologii LED, bryła fotometryczna kształtowana za pomocą płaskiej wielosoczewkowej matrycy LED. Każda z soczewek matrycy emituje taką samą krzywą światłości, a całkowity strumień oprawy jest sumą strumieni poszczególnych soczewek.</w:t>
      </w:r>
    </w:p>
    <w:p w14:paraId="213F3245" w14:textId="6A8C108E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Temperatura barwowa źródeł światła: </w:t>
      </w:r>
      <w:r w:rsidR="00BB4880">
        <w:rPr>
          <w:rFonts w:eastAsia="Calibri" w:cstheme="minorHAnsi"/>
          <w:color w:val="auto"/>
          <w:sz w:val="24"/>
          <w:szCs w:val="24"/>
          <w:lang w:eastAsia="en-US"/>
        </w:rPr>
        <w:t xml:space="preserve">od 3500 do </w:t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4000K ±10%.</w:t>
      </w:r>
    </w:p>
    <w:p w14:paraId="10784E65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FF0000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Oprawy muszą spełniać wymagania normy EN 62471 „Bezpieczeństwo fotobiologiczne lamp i systemów lampowych”.</w:t>
      </w:r>
    </w:p>
    <w:p w14:paraId="72643D8C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00B0F0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Trwałość strumienia światła oprawy mierzona parametrem L90B10 dla temperatury T</w:t>
      </w:r>
      <w:r w:rsidRPr="00152C23">
        <w:rPr>
          <w:rFonts w:eastAsia="Calibri" w:cstheme="minorHAnsi"/>
          <w:color w:val="auto"/>
          <w:sz w:val="24"/>
          <w:szCs w:val="24"/>
          <w:vertAlign w:val="subscript"/>
          <w:lang w:eastAsia="en-US"/>
        </w:rPr>
        <w:t xml:space="preserve">C </w:t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= 105°C min. 100 000h (zgodnie z IES LM-80 TM-21) .</w:t>
      </w:r>
    </w:p>
    <w:p w14:paraId="0A9A214B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Wartości wskaźnika udziału światła wysyłanego ku górze (ULOR) nie większa niż określona w Rozporządzeniu WE nr 245/2009</w:t>
      </w:r>
    </w:p>
    <w:p w14:paraId="55FBF06B" w14:textId="77777777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posiada przed układem zasilającym zabezpieczenie przed przepięciami min. 10kV </w:t>
      </w:r>
    </w:p>
    <w:p w14:paraId="3D431F39" w14:textId="77777777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wykonana w II klasie ochronności elektrycznej, znamionowe napięcie zasilania 220-240 V / 50-60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Hz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, współczynnik mocy oprawy min. 0,93 dla znamionowego obciążenia</w:t>
      </w:r>
    </w:p>
    <w:p w14:paraId="6807AF83" w14:textId="05F554B0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wyposażona w gniazdo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Zhaga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 D4i (zgodne ze standardem D4i). Certyfikat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Zhaga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 D4i publikowany na oficjalnej stronie internetowej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Zhaga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Consortium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.</w:t>
      </w:r>
    </w:p>
    <w:p w14:paraId="09E51B05" w14:textId="3B622A99" w:rsidR="00152C23" w:rsidRPr="00152C23" w:rsidRDefault="00152C23" w:rsidP="00152C23">
      <w:pPr>
        <w:numPr>
          <w:ilvl w:val="0"/>
          <w:numId w:val="21"/>
        </w:numPr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Zakres temperatury otoczenia podczas pracy oprawy: od -30°C do +</w:t>
      </w:r>
      <w:r w:rsidR="000542CD">
        <w:rPr>
          <w:rFonts w:eastAsia="Calibri" w:cstheme="minorHAnsi"/>
          <w:color w:val="auto"/>
          <w:sz w:val="24"/>
          <w:szCs w:val="24"/>
          <w:lang w:eastAsia="en-US"/>
        </w:rPr>
        <w:t>4</w:t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0°C</w:t>
      </w:r>
    </w:p>
    <w:p w14:paraId="354A4DE8" w14:textId="77777777" w:rsidR="00152C23" w:rsidRDefault="00152C23" w:rsidP="00152C23">
      <w:pPr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Oprawa musi być oznakowana znakiem CE oraz  posiadać deklarację zgodności</w:t>
      </w:r>
    </w:p>
    <w:p w14:paraId="345C95AF" w14:textId="4EDAF964" w:rsidR="000542CD" w:rsidRPr="00152C23" w:rsidRDefault="000542CD" w:rsidP="00152C23">
      <w:pPr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>
        <w:rPr>
          <w:rFonts w:eastAsia="Calibri" w:cstheme="minorHAnsi"/>
          <w:color w:val="auto"/>
          <w:sz w:val="24"/>
          <w:szCs w:val="24"/>
          <w:lang w:eastAsia="en-US"/>
        </w:rPr>
        <w:t xml:space="preserve">Oprawa musi być wyprodukowana na terenie Unii Europejskiej. </w:t>
      </w:r>
    </w:p>
    <w:p w14:paraId="7E9B94DE" w14:textId="6F247E7E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posiada deklarację środowiskowa (ang. PEP - Product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Environmental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 Profile), potwierdzoną przez uprawnioną jednostkę badawczą. </w:t>
      </w:r>
    </w:p>
    <w:p w14:paraId="31AB15D1" w14:textId="51DD6FDB" w:rsidR="00152C23" w:rsidRPr="00152C23" w:rsidRDefault="00152C23" w:rsidP="00152C23">
      <w:pPr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color w:val="00B050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17067 - certyfikat ENEC</w:t>
      </w:r>
      <w:r w:rsidR="000542CD">
        <w:rPr>
          <w:rFonts w:eastAsia="Calibri" w:cstheme="minorHAnsi"/>
          <w:color w:val="auto"/>
          <w:sz w:val="24"/>
          <w:szCs w:val="24"/>
          <w:lang w:eastAsia="en-US"/>
        </w:rPr>
        <w:t xml:space="preserve"> </w:t>
      </w:r>
    </w:p>
    <w:p w14:paraId="0B70AE7F" w14:textId="40C23ECF" w:rsidR="000542CD" w:rsidRPr="00152C23" w:rsidRDefault="00152C23" w:rsidP="000542CD">
      <w:pPr>
        <w:numPr>
          <w:ilvl w:val="0"/>
          <w:numId w:val="21"/>
        </w:numPr>
        <w:spacing w:after="0" w:line="240" w:lineRule="auto"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musi posiadać aktualny certyfikat akredytowanego ośrodka badawczego potwierdzający wiarygodność podawanych  przez producenta parametrów funkcjonalnych deklarowanych w momencie wprowadzenia wyrobu do obrotu, takich jak: napięcie zasilania, klasa ochronności elektrycznej, pobierana moc, skuteczność świetlna, temperatura barwowa,  strumień świetlny - certyfikat ENEC+ </w:t>
      </w:r>
    </w:p>
    <w:p w14:paraId="7CE3011F" w14:textId="20EA403C" w:rsidR="00152C23" w:rsidRPr="00152C23" w:rsidRDefault="000542CD" w:rsidP="00152C23">
      <w:pPr>
        <w:numPr>
          <w:ilvl w:val="0"/>
          <w:numId w:val="21"/>
        </w:numPr>
        <w:spacing w:after="200" w:line="259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>
        <w:rPr>
          <w:rFonts w:eastAsia="Calibri" w:cstheme="minorHAnsi"/>
          <w:color w:val="auto"/>
          <w:sz w:val="24"/>
          <w:szCs w:val="24"/>
          <w:lang w:eastAsia="en-US"/>
        </w:rPr>
        <w:t xml:space="preserve">Pliki </w:t>
      </w:r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fotometryczn</w:t>
      </w:r>
      <w:r>
        <w:rPr>
          <w:rFonts w:eastAsia="Calibri" w:cstheme="minorHAnsi"/>
          <w:color w:val="auto"/>
          <w:sz w:val="24"/>
          <w:szCs w:val="24"/>
          <w:lang w:eastAsia="en-US"/>
        </w:rPr>
        <w:t>e</w:t>
      </w:r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 (np. format .</w:t>
      </w:r>
      <w:proofErr w:type="spellStart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Ldt</w:t>
      </w:r>
      <w:proofErr w:type="spellEnd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, .</w:t>
      </w:r>
      <w:proofErr w:type="spellStart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les</w:t>
      </w:r>
      <w:proofErr w:type="spellEnd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)</w:t>
      </w:r>
      <w:r>
        <w:rPr>
          <w:rFonts w:eastAsia="Calibri" w:cstheme="minorHAnsi"/>
          <w:color w:val="auto"/>
          <w:sz w:val="24"/>
          <w:szCs w:val="24"/>
          <w:lang w:eastAsia="en-US"/>
        </w:rPr>
        <w:t xml:space="preserve"> </w:t>
      </w:r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zamieszczone na stronie internetowej producenta lub dystrybutora pozwalające wykonać sprawdzające obliczenia fotometryczne w ogólnodostępnych oświetleniowych programach komputerowych (np. </w:t>
      </w:r>
      <w:proofErr w:type="spellStart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Dialux</w:t>
      </w:r>
      <w:proofErr w:type="spellEnd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, </w:t>
      </w:r>
      <w:proofErr w:type="spellStart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Relux</w:t>
      </w:r>
      <w:proofErr w:type="spellEnd"/>
      <w:r w:rsidR="00152C23" w:rsidRPr="00152C23">
        <w:rPr>
          <w:rFonts w:eastAsia="Calibri" w:cstheme="minorHAnsi"/>
          <w:color w:val="auto"/>
          <w:sz w:val="24"/>
          <w:szCs w:val="24"/>
          <w:lang w:eastAsia="en-US"/>
        </w:rPr>
        <w:t>)</w:t>
      </w:r>
    </w:p>
    <w:p w14:paraId="2BAEEAF0" w14:textId="77777777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Oprawa wyposażona w etykietę z kodem QR wraz z dodatkową naklejką do umieszczenia np. we wnęce słupowej i/lub na projekcie. Dostęp do aplikacji z poziomu komputera i urządzeń przenośnych (smartphone, tablet, laptop itp.), zabezpieczony loginem i hasłem. Aplikacja pozwala na przypisanie kont dla administratora i dodatkowych </w:t>
      </w:r>
      <w:proofErr w:type="spellStart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sub</w:t>
      </w:r>
      <w:proofErr w:type="spellEnd"/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-kont dla wykonawców </w:t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br/>
      </w:r>
      <w:r w:rsidRPr="00152C23">
        <w:rPr>
          <w:rFonts w:eastAsia="Calibri" w:cstheme="minorHAnsi"/>
          <w:color w:val="auto"/>
          <w:sz w:val="24"/>
          <w:szCs w:val="24"/>
          <w:lang w:eastAsia="en-US"/>
        </w:rPr>
        <w:lastRenderedPageBreak/>
        <w:t>i instalatorów. Kod QR poprzez użycie dedykowanej aplikacji umożliwia uzyskanie pełnej charakterystyki oprawy i dostęp do informacji takich jak:</w:t>
      </w:r>
    </w:p>
    <w:p w14:paraId="7077C995" w14:textId="77777777" w:rsidR="00152C23" w:rsidRPr="00152C23" w:rsidRDefault="00152C23" w:rsidP="00152C23">
      <w:pPr>
        <w:spacing w:line="259" w:lineRule="auto"/>
        <w:ind w:left="720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- parametry fotometryczne, elektryczne oraz mechaniczne</w:t>
      </w:r>
    </w:p>
    <w:p w14:paraId="3E7D5583" w14:textId="77777777" w:rsidR="00152C23" w:rsidRPr="00152C23" w:rsidRDefault="00152C23" w:rsidP="00152C23">
      <w:pPr>
        <w:spacing w:line="259" w:lineRule="auto"/>
        <w:ind w:left="720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- dokumentacja oprawy, instrukcja montażu</w:t>
      </w:r>
    </w:p>
    <w:p w14:paraId="69464A25" w14:textId="77777777" w:rsidR="00152C23" w:rsidRPr="00152C23" w:rsidRDefault="00152C23" w:rsidP="00152C23">
      <w:pPr>
        <w:spacing w:line="259" w:lineRule="auto"/>
        <w:ind w:left="720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- instrukcja serwisowania w przypadku nieprawidłowego działania oprawy oświetleniowej</w:t>
      </w:r>
    </w:p>
    <w:p w14:paraId="48975930" w14:textId="77777777" w:rsidR="00152C23" w:rsidRPr="00152C23" w:rsidRDefault="00152C23" w:rsidP="00152C23">
      <w:pPr>
        <w:spacing w:after="0" w:line="259" w:lineRule="auto"/>
        <w:ind w:left="720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>- lista części zamiennych wraz z kodami producenta</w:t>
      </w:r>
    </w:p>
    <w:p w14:paraId="714567EB" w14:textId="77777777" w:rsidR="00152C23" w:rsidRPr="00152C23" w:rsidRDefault="00152C23" w:rsidP="00152C23">
      <w:pPr>
        <w:numPr>
          <w:ilvl w:val="0"/>
          <w:numId w:val="21"/>
        </w:numPr>
        <w:spacing w:after="200" w:line="259" w:lineRule="auto"/>
        <w:contextualSpacing/>
        <w:jc w:val="both"/>
        <w:rPr>
          <w:rFonts w:eastAsia="Calibri" w:cstheme="minorHAnsi"/>
          <w:color w:val="auto"/>
          <w:sz w:val="24"/>
          <w:szCs w:val="24"/>
          <w:lang w:eastAsia="en-US"/>
        </w:rPr>
      </w:pPr>
      <w:r w:rsidRPr="00152C23">
        <w:rPr>
          <w:rFonts w:eastAsia="Calibri" w:cstheme="minorHAnsi"/>
          <w:color w:val="auto"/>
          <w:sz w:val="24"/>
          <w:szCs w:val="24"/>
          <w:lang w:eastAsia="en-US"/>
        </w:rPr>
        <w:t xml:space="preserve">Ze względów estetycznych i dla ujednolicenia wyglądu instalacji oświetleniowej wymaga się, aby oprawy danego rodzaju (np. drogowe) o różnych mocach posiadały jednakowy kształt (jedna rodzina opraw). </w:t>
      </w:r>
    </w:p>
    <w:p w14:paraId="0EB08847" w14:textId="77777777" w:rsidR="00152C23" w:rsidRPr="00152C23" w:rsidRDefault="00152C23" w:rsidP="00152C23">
      <w:pPr>
        <w:spacing w:after="120"/>
        <w:rPr>
          <w:rFonts w:eastAsia="Arial" w:cstheme="minorHAnsi"/>
          <w:b/>
          <w:sz w:val="24"/>
          <w:szCs w:val="24"/>
        </w:rPr>
      </w:pPr>
    </w:p>
    <w:p w14:paraId="3EAC89AB" w14:textId="1D1CF632" w:rsidR="00152C23" w:rsidRDefault="00152C23" w:rsidP="005E4F26">
      <w:pPr>
        <w:jc w:val="center"/>
        <w:rPr>
          <w:b/>
          <w:sz w:val="28"/>
        </w:rPr>
      </w:pPr>
      <w:r>
        <w:rPr>
          <w:b/>
          <w:sz w:val="28"/>
        </w:rPr>
        <w:t>PARAMETRY TECHNICZNE OPRAWY STYLIZOWANEJ W TECHNOLOGII LED</w:t>
      </w:r>
    </w:p>
    <w:p w14:paraId="254886A1" w14:textId="60B06DB9" w:rsidR="00C75F7B" w:rsidRPr="005C51E9" w:rsidRDefault="00C75F7B" w:rsidP="00C75F7B">
      <w:pPr>
        <w:pBdr>
          <w:bottom w:val="single" w:sz="12" w:space="1" w:color="auto"/>
        </w:pBdr>
        <w:rPr>
          <w:b/>
          <w:bCs/>
        </w:rPr>
      </w:pPr>
      <w:r w:rsidRPr="005C51E9">
        <w:rPr>
          <w:b/>
          <w:bCs/>
        </w:rPr>
        <w:t>OPRAW</w:t>
      </w:r>
      <w:r>
        <w:rPr>
          <w:b/>
          <w:bCs/>
        </w:rPr>
        <w:t>A</w:t>
      </w:r>
      <w:r w:rsidRPr="005C51E9">
        <w:rPr>
          <w:b/>
          <w:bCs/>
        </w:rPr>
        <w:t xml:space="preserve"> STYLIZOWANEJ LED TYP 1 </w:t>
      </w:r>
    </w:p>
    <w:p w14:paraId="6A619717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Budowa oprawy: dwukomorowa (termiczne rozdzielenie pomiędzy układem zasilającym, </w:t>
      </w:r>
      <w:r w:rsidRPr="000B13CC">
        <w:rPr>
          <w:rFonts w:asciiTheme="minorHAnsi" w:hAnsiTheme="minorHAnsi" w:cstheme="minorHAnsi"/>
          <w:sz w:val="24"/>
          <w:szCs w:val="24"/>
        </w:rPr>
        <w:br/>
        <w:t>a układem optycznym)</w:t>
      </w:r>
    </w:p>
    <w:p w14:paraId="3CEE4DEF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Materiał korpusu oraz pokrywy: wysokociśnieniowy odlew aluminiowy malowany proszkowo na RAL 9005</w:t>
      </w:r>
    </w:p>
    <w:p w14:paraId="1D3097FA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Wnętrze komory optycznej, komory elektrycznej oraz elementy oprawy (np. pokrywa, uchwyt montażowy) zabezpieczone przed korozją powłoką lakierniczą. Nie dopuszcza się surowego materiału</w:t>
      </w:r>
    </w:p>
    <w:p w14:paraId="6C43169A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Materiał klosza: Klosz w kształcie „szyszki”, przezroczysty z PC</w:t>
      </w:r>
    </w:p>
    <w:p w14:paraId="64C70868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Stopień odporności klosza na uderzenia mechaniczne: IK10. Wymagany jest raport z badań pochodzący z akredytowanego laboratorium</w:t>
      </w:r>
    </w:p>
    <w:p w14:paraId="429A5E5D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Szczelność komory optycznej IP66</w:t>
      </w:r>
    </w:p>
    <w:p w14:paraId="3722F4CC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Szczelność komory elektrycznej IP66</w:t>
      </w:r>
    </w:p>
    <w:p w14:paraId="5315F5DF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Wymagany jest raport z badań szczelności pochodzący z akredytowanego laboratorium</w:t>
      </w:r>
    </w:p>
    <w:p w14:paraId="0C865BF5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przystosowana do montażu zwieszanego, za pomocą śruby z gwintem 1”</w:t>
      </w:r>
    </w:p>
    <w:p w14:paraId="198287B8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musi spełniać wymagania wibracyjne IEC 60068-2-6. Wymagany jest raport z badań pochodzący z akredytowanego laboratorium</w:t>
      </w:r>
    </w:p>
    <w:p w14:paraId="3F9D5CC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system regulacji ciśnienia wewnątrz oprawy, zapobiegający zjawisku kondensacji pary wodnej w komorze elektrycznej</w:t>
      </w:r>
    </w:p>
    <w:p w14:paraId="12FD54AD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wykonana w technologii LED, bryła fotometryczna kształtowana za pomocą płaskiej wielosoczewkowej matrycy LED. Każda z soczewek matrycy emituje taką samą krzywą światłości, a całkowity strumień oprawy jest sumą strumieni poszczególnych soczewek</w:t>
      </w:r>
    </w:p>
    <w:p w14:paraId="1BA63988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Temperatura barwowa źródeł światła: miedzy 2200K a 2700K ±10%</w:t>
      </w:r>
    </w:p>
    <w:p w14:paraId="52F9D13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Oprawy muszą spełniać wymagania normy EN 62471 „Bezpieczeństwo fotobiologiczne lamp i systemów lampowych”</w:t>
      </w:r>
    </w:p>
    <w:p w14:paraId="54DC681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00B0F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Trwałość strumienia światła oprawy mierzona parametrem L90B10 dla temperatury T</w:t>
      </w:r>
      <w:r w:rsidRPr="000B13CC">
        <w:rPr>
          <w:rFonts w:asciiTheme="minorHAnsi" w:hAnsiTheme="minorHAnsi" w:cstheme="minorHAnsi"/>
          <w:sz w:val="24"/>
          <w:szCs w:val="24"/>
          <w:vertAlign w:val="subscript"/>
        </w:rPr>
        <w:t xml:space="preserve">C </w:t>
      </w:r>
      <w:r w:rsidRPr="000B13CC">
        <w:rPr>
          <w:rFonts w:asciiTheme="minorHAnsi" w:hAnsiTheme="minorHAnsi" w:cstheme="minorHAnsi"/>
          <w:sz w:val="24"/>
          <w:szCs w:val="24"/>
        </w:rPr>
        <w:t xml:space="preserve">= 105°C min. 100 000h (zgodnie z IES LM-80 TM-21) </w:t>
      </w:r>
    </w:p>
    <w:p w14:paraId="2692729B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Wartości wskaźnika udziału światła wysyłanego ku górze (ULOR) nie większa niż określona w Rozporządzeniu WE nr 245/2009</w:t>
      </w:r>
    </w:p>
    <w:p w14:paraId="5B4370E2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zabezpieczenie przed przepięciami 10kV przed zasilaczem</w:t>
      </w:r>
    </w:p>
    <w:p w14:paraId="454E805E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lastRenderedPageBreak/>
        <w:t xml:space="preserve">Oprawa wyposażona w niskonapięciowe gniazdo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Zhaga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i zgodna ze standaryzacją D4i zasilający zgodny </w:t>
      </w:r>
    </w:p>
    <w:p w14:paraId="6F9F700F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wykonana w II klasie ochronności elektrycznej, znamionowe napięcie zasilania 220-240 V / 50-60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Hz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29AEE74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musi być oznakowana znakiem CE oraz  posiadać deklarację zgodności  </w:t>
      </w:r>
    </w:p>
    <w:p w14:paraId="1CBAAD7D" w14:textId="661590D2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deklarację środowiskową (ang. PEP - Product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Environmental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Profile) potwierdzoną przez uprawnioną jednostkę badawczą</w:t>
      </w:r>
    </w:p>
    <w:p w14:paraId="409E439E" w14:textId="1466F1B1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17067. Certyfikat musi zawierać adres fabryki  - certyfikat ENEC </w:t>
      </w:r>
    </w:p>
    <w:p w14:paraId="1294C883" w14:textId="6461BB9A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aktualny certyfikat akredytowanego ośrodka badawczego potwierdzający wiarygodność podawanych  przez producenta parametrów funkcjonalnych deklarowanych w momencie wprowadzenia wyrobu do obrotu, takich jak: napięcie zasilania, klasa ochronności elektrycznej, pobierana moc, skuteczność świetlna, temperatura barwowa,  strumień świetlny - certyfikat ENEC+ </w:t>
      </w:r>
    </w:p>
    <w:p w14:paraId="70DD0155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certyfikat Zhaga-D4i, publikowany na oficjalnej stronie ZHAGA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Consortium</w:t>
      </w:r>
      <w:proofErr w:type="spellEnd"/>
    </w:p>
    <w:p w14:paraId="69891F7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Dostępność plików fotometrycznych (np. format .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Ldt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les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). Pliki zamieszczone na stronie internetowej producenta lub dystrybutora pozwalające wykonać sprawdzające obliczenia fotometryczne w ogólnodostępnych oświetleniowych programach komputerowych (np.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Dialux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Relux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>)</w:t>
      </w:r>
    </w:p>
    <w:p w14:paraId="4C896010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etykietę z kodem QR wraz z dodatkową naklejką do umieszczenia np. we wnęce słupowej i/lub na projekcie. Kod QR poprzez użycie dedykowanej aplikacji producenta umożliwia uzyskanie pełnej charakterystyki oprawy i dostęp do informacji takich jak:</w:t>
      </w:r>
    </w:p>
    <w:p w14:paraId="4D37305C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parametry fotometryczne, elektryczne oraz mechaniczne</w:t>
      </w:r>
    </w:p>
    <w:p w14:paraId="59471E80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dokumentacja oprawy, instrukcja montażu</w:t>
      </w:r>
    </w:p>
    <w:p w14:paraId="1869EF9E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instrukcja serwisowania w przypadku nieprawidłowego działania oprawy oświetleniowej</w:t>
      </w:r>
    </w:p>
    <w:p w14:paraId="331A2F14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- lista części zamiennych wraz z kodami producenta  </w:t>
      </w:r>
    </w:p>
    <w:p w14:paraId="0E8CF254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Wygląd, styl i wielkość oprawy zgodny z cechami wzorniczymi umieszczonymi poniżej. Dopuszczalna tolerancja wymiarów ±5% pod warunkiem zachowania proporcji oraz kształtu</w:t>
      </w:r>
    </w:p>
    <w:p w14:paraId="50392EBF" w14:textId="77777777" w:rsidR="00C75F7B" w:rsidRPr="000B13CC" w:rsidRDefault="00C75F7B" w:rsidP="000B13CC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03"/>
        <w:gridCol w:w="7381"/>
      </w:tblGrid>
      <w:tr w:rsidR="00C75F7B" w:rsidRPr="000B13CC" w14:paraId="7365C15D" w14:textId="77777777" w:rsidTr="00F74BBD">
        <w:trPr>
          <w:trHeight w:val="3828"/>
          <w:jc w:val="center"/>
        </w:trPr>
        <w:tc>
          <w:tcPr>
            <w:tcW w:w="1403" w:type="dxa"/>
            <w:tcBorders>
              <w:top w:val="single" w:sz="4" w:space="0" w:color="auto"/>
            </w:tcBorders>
            <w:vAlign w:val="center"/>
          </w:tcPr>
          <w:p w14:paraId="3CC33200" w14:textId="77777777" w:rsidR="00C75F7B" w:rsidRPr="000B13CC" w:rsidRDefault="00C75F7B" w:rsidP="000B13C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B13C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Wygląd</w:t>
            </w:r>
          </w:p>
        </w:tc>
        <w:tc>
          <w:tcPr>
            <w:tcW w:w="7381" w:type="dxa"/>
            <w:vAlign w:val="center"/>
          </w:tcPr>
          <w:p w14:paraId="2761F0F5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AA9F484" wp14:editId="55164185">
                  <wp:extent cx="2419688" cy="1848108"/>
                  <wp:effectExtent l="0" t="0" r="0" b="0"/>
                  <wp:docPr id="883268990" name="Obraz 1" descr="Obraz zawierający szkic, rysowanie, diagram, Grafika liniow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3268990" name="Obraz 1" descr="Obraz zawierający szkic, rysowanie, diagram, Grafika liniowa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688" cy="184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B13CC">
              <w:rPr>
                <w:rFonts w:cstheme="minorHAnsi"/>
                <w:noProof/>
                <w:sz w:val="24"/>
                <w:szCs w:val="24"/>
              </w:rPr>
              <w:t xml:space="preserve"> </w:t>
            </w: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51DC75CA" wp14:editId="119FA47F">
                  <wp:extent cx="1600423" cy="1819529"/>
                  <wp:effectExtent l="0" t="0" r="0" b="9525"/>
                  <wp:docPr id="862234097" name="Obraz 1" descr="Obraz zawierający krąg, szkic, spiral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234097" name="Obraz 1" descr="Obraz zawierający krąg, szkic, spirala&#10;&#10;Opis wygenerowany automatycznie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23" cy="1819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F7B" w:rsidRPr="000B13CC" w14:paraId="3EF3D11C" w14:textId="77777777" w:rsidTr="00F74BBD">
        <w:trPr>
          <w:trHeight w:val="708"/>
          <w:jc w:val="center"/>
        </w:trPr>
        <w:tc>
          <w:tcPr>
            <w:tcW w:w="1403" w:type="dxa"/>
            <w:vAlign w:val="center"/>
          </w:tcPr>
          <w:p w14:paraId="21B80F3D" w14:textId="77777777" w:rsidR="00C75F7B" w:rsidRPr="000B13CC" w:rsidRDefault="00C75F7B" w:rsidP="000B13C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B13CC">
              <w:rPr>
                <w:rFonts w:cstheme="minorHAnsi"/>
                <w:b/>
                <w:bCs/>
                <w:sz w:val="24"/>
                <w:szCs w:val="24"/>
              </w:rPr>
              <w:t>Wymiary</w:t>
            </w:r>
          </w:p>
        </w:tc>
        <w:tc>
          <w:tcPr>
            <w:tcW w:w="7381" w:type="dxa"/>
            <w:vAlign w:val="center"/>
          </w:tcPr>
          <w:p w14:paraId="2D2D53C7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0B13CC">
              <w:rPr>
                <w:rFonts w:cstheme="minorHAnsi"/>
                <w:sz w:val="24"/>
                <w:szCs w:val="24"/>
                <w:lang w:val="en-US"/>
              </w:rPr>
              <w:t>A x B x C x D (mm): 275 x 550 x Ø550 x 650</w:t>
            </w:r>
          </w:p>
        </w:tc>
      </w:tr>
    </w:tbl>
    <w:p w14:paraId="7BBF97FB" w14:textId="77777777" w:rsidR="00C75F7B" w:rsidRPr="000B13CC" w:rsidRDefault="00C75F7B" w:rsidP="000B13CC">
      <w:pPr>
        <w:jc w:val="both"/>
        <w:rPr>
          <w:rFonts w:cstheme="minorHAnsi"/>
          <w:b/>
          <w:color w:val="auto"/>
          <w:sz w:val="24"/>
          <w:szCs w:val="24"/>
        </w:rPr>
      </w:pPr>
    </w:p>
    <w:p w14:paraId="4D76CDC4" w14:textId="77777777" w:rsidR="00C75F7B" w:rsidRPr="000B13CC" w:rsidRDefault="00C75F7B" w:rsidP="000B13CC">
      <w:pPr>
        <w:pBdr>
          <w:bottom w:val="single" w:sz="12" w:space="1" w:color="auto"/>
        </w:pBdr>
        <w:jc w:val="both"/>
        <w:rPr>
          <w:rFonts w:cstheme="minorHAnsi"/>
          <w:b/>
          <w:bCs/>
          <w:sz w:val="24"/>
          <w:szCs w:val="24"/>
        </w:rPr>
      </w:pPr>
      <w:bookmarkStart w:id="4966" w:name="_Toc273000675"/>
      <w:r w:rsidRPr="000B13CC">
        <w:rPr>
          <w:rFonts w:cstheme="minorHAnsi"/>
          <w:b/>
          <w:bCs/>
          <w:sz w:val="24"/>
          <w:szCs w:val="24"/>
        </w:rPr>
        <w:t xml:space="preserve">PARAMETRY TECHNICZNE OPRAWY PARKOWEJ LED TYP 2 </w:t>
      </w:r>
    </w:p>
    <w:p w14:paraId="61C0AFF1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Budowa oprawy: dwukomorowa (termiczne rozdzielenie pomiędzy układem zasilającym, </w:t>
      </w:r>
      <w:r w:rsidRPr="000B13CC">
        <w:rPr>
          <w:rFonts w:asciiTheme="minorHAnsi" w:hAnsiTheme="minorHAnsi" w:cstheme="minorHAnsi"/>
          <w:sz w:val="24"/>
          <w:szCs w:val="24"/>
        </w:rPr>
        <w:br/>
        <w:t>a układem optycznym)</w:t>
      </w:r>
    </w:p>
    <w:p w14:paraId="382AA54A" w14:textId="15AFA428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Materiał korpusu oraz pokrywy: wysokociśnieniowy odlew aluminiowy malowany proszkowo na RAL 9005</w:t>
      </w:r>
    </w:p>
    <w:p w14:paraId="5713E192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Wnętrze komory optycznej, komory elektrycznej oraz elementy oprawy (np. pokrywa, uchwyt montażowy) zabezpieczone przed korozją powłoką lakierniczą. Nie dopuszcza się surowego materiału</w:t>
      </w:r>
    </w:p>
    <w:p w14:paraId="30C18824" w14:textId="7A3A2F76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Materiał klosza: Klosz „pełny”, przezroczysty z PC lub szkła, wypełniający całą przestrzeń pomiędzy ramionami opraw</w:t>
      </w:r>
    </w:p>
    <w:p w14:paraId="0B90885A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Stopień odporności klosza na uderzenia mechaniczne: IK09. Wymagany jest raport z badań pochodzący z akredytowanego laboratorium</w:t>
      </w:r>
    </w:p>
    <w:p w14:paraId="42CB8BCF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Szczelność komory optycznej IP66</w:t>
      </w:r>
    </w:p>
    <w:p w14:paraId="15BF56FF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Szczelność komory elektrycznej IP66</w:t>
      </w:r>
    </w:p>
    <w:p w14:paraId="68794376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Wymagany jest raport z badań szczelności pochodzący z akredytowanego laboratorium</w:t>
      </w:r>
    </w:p>
    <w:p w14:paraId="0F1DE302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przystosowana do montażu na słupie o średnicy Ø60mm za pomocą nasadki wykonanej z odlewu aluminiowego, malowanej proszkowo na kolor opraw oraz do montażu zwieszanego za pomocą śruby z gwintem ¾”</w:t>
      </w:r>
    </w:p>
    <w:p w14:paraId="089A6EBD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musi spełniać wymagania wibracyjne IEC 60068-2-6. Wymagany jest raport z badań pochodzący z akredytowanego laboratorium</w:t>
      </w:r>
    </w:p>
    <w:p w14:paraId="2797062E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system regulacji ciśnienia wewnątrz oprawy, zapobiegający zjawisku kondensacji pary wodnej w komorze elektrycznej</w:t>
      </w:r>
    </w:p>
    <w:p w14:paraId="67D4CB0E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wykonana w technologii LED, bryła fotometryczna kształtowana za pomocą płaskiej wielosoczewkowej matrycy LED. Każda z soczewek matrycy emituje taką samą krzywą światłości, a całkowity strumień oprawy jest sumą strumieni poszczególnych soczewek</w:t>
      </w:r>
    </w:p>
    <w:p w14:paraId="697EC8B3" w14:textId="546F3346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Temperatura barwowa źródeł światła w zakresie 220K do 2700K ±10%</w:t>
      </w:r>
    </w:p>
    <w:p w14:paraId="3FE67B74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lastRenderedPageBreak/>
        <w:t>Oprawy muszą spełniać wymagania normy EN 62471 „Bezpieczeństwo fotobiologiczne lamp i systemów lampowych”</w:t>
      </w:r>
    </w:p>
    <w:p w14:paraId="081AF7B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color w:val="00B0F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Trwałość strumienia światła oprawy mierzona parametrem L90B10 dla temperatury T</w:t>
      </w:r>
      <w:r w:rsidRPr="000B13CC">
        <w:rPr>
          <w:rFonts w:asciiTheme="minorHAnsi" w:hAnsiTheme="minorHAnsi" w:cstheme="minorHAnsi"/>
          <w:sz w:val="24"/>
          <w:szCs w:val="24"/>
          <w:vertAlign w:val="subscript"/>
        </w:rPr>
        <w:t xml:space="preserve">C </w:t>
      </w:r>
      <w:r w:rsidRPr="000B13CC">
        <w:rPr>
          <w:rFonts w:asciiTheme="minorHAnsi" w:hAnsiTheme="minorHAnsi" w:cstheme="minorHAnsi"/>
          <w:sz w:val="24"/>
          <w:szCs w:val="24"/>
        </w:rPr>
        <w:t xml:space="preserve">= 105°C min. 100 000h (zgodnie z IES LM-80 TM-21) </w:t>
      </w:r>
    </w:p>
    <w:p w14:paraId="0D9E1AE0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Wartości wskaźnika udziału światła wysyłanego ku górze (ULOR) nie większa niż określona w Rozporządzeniu WE nr 245/2009</w:t>
      </w:r>
    </w:p>
    <w:p w14:paraId="0579AC5D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zabezpieczenie przed przepięciami 10kV przed zasilaczem</w:t>
      </w:r>
    </w:p>
    <w:p w14:paraId="27D62CF9" w14:textId="5620FC9F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wyposażona w niskonapięciowe gniazdo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Zhaga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zgodna ze standaryzacją D4i </w:t>
      </w:r>
    </w:p>
    <w:p w14:paraId="5E882758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wykonana w II klasie ochronności elektrycznej, znamionowe napięcie zasilania 220-240 V / 50-60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Hz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5A4179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musi być oznakowana znakiem CE oraz  posiadać deklarację zgodności  </w:t>
      </w:r>
    </w:p>
    <w:p w14:paraId="298E8504" w14:textId="4A88454A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deklarację środowiskową (ang. PEP - Product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Environmental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 Profile), potwierdzoną przez uprawnioną jednostkę badawczą</w:t>
      </w:r>
    </w:p>
    <w:p w14:paraId="5B91BDEC" w14:textId="68D70671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aktualny certyfikat akredytowanego ośrodka badawczego potwierdzający wykonanie wyrobu zgodnie z Normami zharmonizowanymi z Dyrektywą LVD (PN-EN 60598-1/PN-EN 60598-2-3) oraz zachowanie reżimów produkcji i jej powtarzalności, zgodnie z Typem 5 wg ISO/IEC 17067. Certyfikat musi zawierać adres fabryki  - certyfikat ENEC </w:t>
      </w:r>
    </w:p>
    <w:p w14:paraId="012FEDEA" w14:textId="1C1EFFBC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aktualny certyfikat akredytowanego ośrodka badawczego potwierdzający wiarygodność podawanych  przez producenta parametrów funkcjonalnych deklarowanych w momencie wprowadzenia wyrobu do obrotu, takich jak: napięcie zasilania, klasa ochronności elektrycznej, pobierana moc, skuteczność świetlna, temperatura barwowa,  strumień świetlny - certyfikat ENEC+ </w:t>
      </w:r>
    </w:p>
    <w:p w14:paraId="26C6E20E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Oprawa musi posiadać certyfikat Zhaga-D4i, publikowany na oficjalnej stronie ZHAGA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Consortium</w:t>
      </w:r>
      <w:proofErr w:type="spellEnd"/>
    </w:p>
    <w:p w14:paraId="36DB07D5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Dostępność plików fotometrycznych (np. format .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Ldt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>, .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les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). Pliki zamieszczone na stronie internetowej producenta lub dystrybutora pozwalające wykonać sprawdzające obliczenia fotometryczne w ogólnodostępnych oświetleniowych programach komputerowych (np.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Dialux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B13CC">
        <w:rPr>
          <w:rFonts w:asciiTheme="minorHAnsi" w:hAnsiTheme="minorHAnsi" w:cstheme="minorHAnsi"/>
          <w:sz w:val="24"/>
          <w:szCs w:val="24"/>
        </w:rPr>
        <w:t>Relux</w:t>
      </w:r>
      <w:proofErr w:type="spellEnd"/>
      <w:r w:rsidRPr="000B13CC">
        <w:rPr>
          <w:rFonts w:asciiTheme="minorHAnsi" w:hAnsiTheme="minorHAnsi" w:cstheme="minorHAnsi"/>
          <w:sz w:val="24"/>
          <w:szCs w:val="24"/>
        </w:rPr>
        <w:t>)</w:t>
      </w:r>
    </w:p>
    <w:p w14:paraId="0BC84612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Oprawa wyposażona w etykietę z kodem QR wraz z dodatkową naklejką do umieszczenia np. we wnęce słupowej i/lub na projekcie. Kod QR poprzez użycie dedykowanej aplikacji producenta umożliwia uzyskanie pełnej charakterystyki oprawy i dostęp do informacji takich jak:</w:t>
      </w:r>
    </w:p>
    <w:p w14:paraId="1D34C781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parametry fotometryczne, elektryczne oraz mechaniczne</w:t>
      </w:r>
    </w:p>
    <w:p w14:paraId="0CD664BA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dokumentacja oprawy, instrukcja montażu</w:t>
      </w:r>
    </w:p>
    <w:p w14:paraId="17E2E447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- instrukcja serwisowania w przypadku nieprawidłowego działania oprawy oświetleniowej</w:t>
      </w:r>
    </w:p>
    <w:p w14:paraId="765C2DD0" w14:textId="77777777" w:rsidR="00C75F7B" w:rsidRPr="000B13CC" w:rsidRDefault="00C75F7B" w:rsidP="000B13C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 xml:space="preserve">- lista części zamiennych wraz z kodami producenta  </w:t>
      </w:r>
    </w:p>
    <w:p w14:paraId="49568357" w14:textId="77777777" w:rsidR="00C75F7B" w:rsidRPr="000B13CC" w:rsidRDefault="00C75F7B" w:rsidP="000B13CC">
      <w:pPr>
        <w:pStyle w:val="Akapitzlist"/>
        <w:numPr>
          <w:ilvl w:val="0"/>
          <w:numId w:val="21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Wygląd, styl i wielkość oprawy zgodny z cechami wzorniczymi umieszczonymi poniżej. Dopuszczalna tolerancja wymiarów ±5% pod warunkiem zachowania proporcji oraz kształtu</w:t>
      </w:r>
    </w:p>
    <w:p w14:paraId="16F98756" w14:textId="77777777" w:rsidR="00C75F7B" w:rsidRPr="000B13CC" w:rsidRDefault="00C75F7B" w:rsidP="000B13CC">
      <w:pPr>
        <w:pStyle w:val="Akapitzlist"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3827"/>
        <w:gridCol w:w="3677"/>
      </w:tblGrid>
      <w:tr w:rsidR="00C75F7B" w:rsidRPr="000B13CC" w14:paraId="6D98B71B" w14:textId="77777777" w:rsidTr="00C75F7B">
        <w:trPr>
          <w:trHeight w:val="6652"/>
          <w:jc w:val="center"/>
        </w:trPr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7DC9A2D7" w14:textId="77777777" w:rsidR="00C75F7B" w:rsidRPr="000B13CC" w:rsidRDefault="00C75F7B" w:rsidP="000B13C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B13CC">
              <w:rPr>
                <w:rFonts w:cstheme="minorHAnsi"/>
                <w:b/>
                <w:bCs/>
                <w:sz w:val="24"/>
                <w:szCs w:val="24"/>
              </w:rPr>
              <w:lastRenderedPageBreak/>
              <w:t>Wygląd</w:t>
            </w:r>
          </w:p>
        </w:tc>
        <w:tc>
          <w:tcPr>
            <w:tcW w:w="3827" w:type="dxa"/>
            <w:vAlign w:val="center"/>
          </w:tcPr>
          <w:p w14:paraId="3B78FF94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7174078" wp14:editId="18282FC3">
                  <wp:extent cx="1396365" cy="2011210"/>
                  <wp:effectExtent l="0" t="0" r="0" b="8255"/>
                  <wp:docPr id="1077127664" name="Obraz 1" descr="Obraz zawierający szkic, rysowanie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7127664" name="Obraz 1" descr="Obraz zawierający szkic, rysowanie, design&#10;&#10;Opis wygenerowany automatycznie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570" cy="20259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12DDA71B" wp14:editId="7440CD37">
                  <wp:extent cx="1724016" cy="1777365"/>
                  <wp:effectExtent l="0" t="0" r="0" b="0"/>
                  <wp:docPr id="454036706" name="Obraz 1" descr="Obraz zawierający szkic, krąg, design, diagram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4036706" name="Obraz 1" descr="Obraz zawierający szkic, krąg, design, diagram&#10;&#10;Opis wygenerowany automatyczni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240" cy="179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7" w:type="dxa"/>
            <w:vAlign w:val="center"/>
          </w:tcPr>
          <w:p w14:paraId="2BF192C7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7A08421E" wp14:editId="64218D63">
                  <wp:extent cx="1457325" cy="2045195"/>
                  <wp:effectExtent l="0" t="0" r="0" b="0"/>
                  <wp:docPr id="328209958" name="Obraz 1" descr="Obraz zawierający szkic, rysowanie, diagram, desig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209958" name="Obraz 1" descr="Obraz zawierający szkic, rysowanie, diagram, design&#10;&#10;Opis wygenerowany automatycznie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046" cy="205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B13CC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2085A59" wp14:editId="057EC913">
                  <wp:extent cx="1608455" cy="1615572"/>
                  <wp:effectExtent l="0" t="0" r="0" b="3810"/>
                  <wp:docPr id="974526410" name="Obraz 974526410" descr="Obraz zawierający szkic, krąg, design, diagram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4526410" name="Obraz 974526410" descr="Obraz zawierający szkic, krąg, design, diagram&#10;&#10;Opis wygenerowany automatycznie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69" cy="16372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F7B" w:rsidRPr="000B13CC" w14:paraId="54FA0824" w14:textId="77777777" w:rsidTr="00C75F7B">
        <w:trPr>
          <w:trHeight w:val="407"/>
          <w:jc w:val="center"/>
        </w:trPr>
        <w:tc>
          <w:tcPr>
            <w:tcW w:w="1413" w:type="dxa"/>
            <w:vAlign w:val="center"/>
          </w:tcPr>
          <w:p w14:paraId="16B56658" w14:textId="77777777" w:rsidR="00C75F7B" w:rsidRPr="000B13CC" w:rsidRDefault="00C75F7B" w:rsidP="000B13CC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0B13CC">
              <w:rPr>
                <w:rFonts w:cstheme="minorHAnsi"/>
                <w:b/>
                <w:bCs/>
                <w:sz w:val="24"/>
                <w:szCs w:val="24"/>
              </w:rPr>
              <w:t>Wymiary</w:t>
            </w:r>
          </w:p>
        </w:tc>
        <w:tc>
          <w:tcPr>
            <w:tcW w:w="3827" w:type="dxa"/>
            <w:vAlign w:val="center"/>
          </w:tcPr>
          <w:p w14:paraId="48240839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0B13CC">
              <w:rPr>
                <w:rFonts w:cstheme="minorHAnsi"/>
                <w:sz w:val="24"/>
                <w:szCs w:val="24"/>
                <w:lang w:val="en-US"/>
              </w:rPr>
              <w:t>A x B x C x D (mm): 400 x 800 x 400 x 700</w:t>
            </w:r>
          </w:p>
        </w:tc>
        <w:tc>
          <w:tcPr>
            <w:tcW w:w="3677" w:type="dxa"/>
            <w:vAlign w:val="center"/>
          </w:tcPr>
          <w:p w14:paraId="295C4CC6" w14:textId="77777777" w:rsidR="00C75F7B" w:rsidRPr="000B13CC" w:rsidRDefault="00C75F7B" w:rsidP="000B13CC">
            <w:pPr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0B13CC">
              <w:rPr>
                <w:rFonts w:cstheme="minorHAnsi"/>
                <w:sz w:val="24"/>
                <w:szCs w:val="24"/>
                <w:lang w:val="en-US"/>
              </w:rPr>
              <w:t>A x B x C x D (mm): 400 x 650 x 400 x 700</w:t>
            </w:r>
          </w:p>
        </w:tc>
      </w:tr>
    </w:tbl>
    <w:p w14:paraId="4D34427B" w14:textId="77777777" w:rsidR="00C75F7B" w:rsidRPr="000B13CC" w:rsidRDefault="00C75F7B" w:rsidP="000B13CC">
      <w:pPr>
        <w:jc w:val="both"/>
        <w:rPr>
          <w:rFonts w:cstheme="minorHAnsi"/>
          <w:sz w:val="24"/>
          <w:szCs w:val="24"/>
        </w:rPr>
      </w:pPr>
    </w:p>
    <w:p w14:paraId="7D622A9B" w14:textId="3883A3BD" w:rsidR="00CC2B43" w:rsidRPr="000B13CC" w:rsidRDefault="00337610" w:rsidP="000B13CC">
      <w:pPr>
        <w:pStyle w:val="Nagwek1"/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0B13CC">
        <w:rPr>
          <w:rFonts w:asciiTheme="minorHAnsi" w:hAnsiTheme="minorHAnsi" w:cstheme="minorHAnsi"/>
          <w:sz w:val="24"/>
          <w:szCs w:val="24"/>
        </w:rPr>
        <w:t>Wymagane dokumenty potwierdzające równoważność opraw.</w:t>
      </w:r>
      <w:bookmarkEnd w:id="4966"/>
    </w:p>
    <w:p w14:paraId="0C33C9C3" w14:textId="5EBC311A" w:rsidR="00337610" w:rsidRPr="000B13CC" w:rsidRDefault="00337610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</w:rPr>
      </w:pPr>
      <w:r w:rsidRPr="000B13CC">
        <w:rPr>
          <w:rFonts w:cstheme="minorHAnsi"/>
          <w:sz w:val="24"/>
          <w:szCs w:val="24"/>
        </w:rPr>
        <w:t>1.</w:t>
      </w:r>
      <w:r w:rsidRPr="000B13CC">
        <w:rPr>
          <w:rFonts w:cstheme="minorHAnsi"/>
          <w:sz w:val="24"/>
          <w:szCs w:val="24"/>
        </w:rPr>
        <w:tab/>
        <w:t xml:space="preserve">Dokument wydany przez producenta (w języku polskim) potwierdzający spełnianie parametrów </w:t>
      </w:r>
      <w:proofErr w:type="spellStart"/>
      <w:r w:rsidRPr="000B13CC">
        <w:rPr>
          <w:rFonts w:cstheme="minorHAnsi"/>
          <w:sz w:val="24"/>
          <w:szCs w:val="24"/>
        </w:rPr>
        <w:t>techniczno</w:t>
      </w:r>
      <w:proofErr w:type="spellEnd"/>
      <w:r w:rsidRPr="000B13CC">
        <w:rPr>
          <w:rFonts w:cstheme="minorHAnsi"/>
          <w:sz w:val="24"/>
          <w:szCs w:val="24"/>
        </w:rPr>
        <w:t xml:space="preserve"> – użytkowych zaproponowanych urządzeń równoważnych w stosunku do opraw w posiadanej przez Zamawiającego dokumentacji (karty katalogowe opraw),</w:t>
      </w:r>
    </w:p>
    <w:p w14:paraId="39CFE733" w14:textId="6122ADF3" w:rsidR="00337610" w:rsidRPr="000B13CC" w:rsidRDefault="00337610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</w:rPr>
      </w:pPr>
      <w:r w:rsidRPr="000B13CC">
        <w:rPr>
          <w:rFonts w:cstheme="minorHAnsi"/>
          <w:sz w:val="24"/>
          <w:szCs w:val="24"/>
        </w:rPr>
        <w:t>2.</w:t>
      </w:r>
      <w:r w:rsidRPr="000B13CC">
        <w:rPr>
          <w:rFonts w:cstheme="minorHAnsi"/>
          <w:sz w:val="24"/>
          <w:szCs w:val="24"/>
        </w:rPr>
        <w:tab/>
        <w:t>Deklaracja zgodności wyrobu z obowiązującymi normami przenoszącymi normy europejskie</w:t>
      </w:r>
      <w:r w:rsidR="005E4F26" w:rsidRPr="000B13CC">
        <w:rPr>
          <w:rFonts w:cstheme="minorHAnsi"/>
          <w:sz w:val="24"/>
          <w:szCs w:val="24"/>
        </w:rPr>
        <w:t>,</w:t>
      </w:r>
    </w:p>
    <w:p w14:paraId="40A24FCC" w14:textId="1D144C75" w:rsidR="005E4F26" w:rsidRPr="000B13CC" w:rsidRDefault="005E4F26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</w:rPr>
      </w:pPr>
      <w:r w:rsidRPr="000B13CC">
        <w:rPr>
          <w:rFonts w:cstheme="minorHAnsi"/>
          <w:sz w:val="24"/>
          <w:szCs w:val="24"/>
        </w:rPr>
        <w:t xml:space="preserve">3. Certyfikaty: ENEC, ENEC+, ZD4i </w:t>
      </w:r>
    </w:p>
    <w:p w14:paraId="69413F38" w14:textId="0618A377" w:rsidR="00AD7E09" w:rsidRDefault="005E4F26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  <w:u w:val="single"/>
        </w:rPr>
      </w:pPr>
      <w:r w:rsidRPr="000B13CC">
        <w:rPr>
          <w:rFonts w:cstheme="minorHAnsi"/>
          <w:sz w:val="24"/>
          <w:szCs w:val="24"/>
        </w:rPr>
        <w:t>4</w:t>
      </w:r>
      <w:r w:rsidR="00337610" w:rsidRPr="000B13CC">
        <w:rPr>
          <w:rFonts w:cstheme="minorHAnsi"/>
          <w:sz w:val="24"/>
          <w:szCs w:val="24"/>
        </w:rPr>
        <w:t>.</w:t>
      </w:r>
      <w:r w:rsidR="00337610" w:rsidRPr="000B13CC">
        <w:rPr>
          <w:rFonts w:cstheme="minorHAnsi"/>
          <w:sz w:val="24"/>
          <w:szCs w:val="24"/>
        </w:rPr>
        <w:tab/>
        <w:t xml:space="preserve">Zamawiający żąda udostępnienia danych technicznych właściwości opraw - rozsyłu światła opraw oświetleniowych – całej bryły światłości w formie wydruku lub w formie bazy danych umożliwiających na ich podstawie dokonanie wyliczeń parametrów oświetleniowych drogi w ogólnie dostępnym programie komputerowym do wspomagania obliczeń w formacie </w:t>
      </w:r>
      <w:proofErr w:type="spellStart"/>
      <w:r w:rsidR="00337610" w:rsidRPr="000B13CC">
        <w:rPr>
          <w:rFonts w:cstheme="minorHAnsi"/>
          <w:sz w:val="24"/>
          <w:szCs w:val="24"/>
        </w:rPr>
        <w:t>eulumdat</w:t>
      </w:r>
      <w:proofErr w:type="spellEnd"/>
      <w:r w:rsidR="00337610" w:rsidRPr="000B13CC">
        <w:rPr>
          <w:rFonts w:cstheme="minorHAnsi"/>
          <w:sz w:val="24"/>
          <w:szCs w:val="24"/>
        </w:rPr>
        <w:t xml:space="preserve"> (</w:t>
      </w:r>
      <w:proofErr w:type="spellStart"/>
      <w:r w:rsidR="00337610" w:rsidRPr="000B13CC">
        <w:rPr>
          <w:rFonts w:cstheme="minorHAnsi"/>
          <w:sz w:val="24"/>
          <w:szCs w:val="24"/>
        </w:rPr>
        <w:t>Ldt</w:t>
      </w:r>
      <w:proofErr w:type="spellEnd"/>
      <w:r w:rsidR="00337610" w:rsidRPr="000B13CC">
        <w:rPr>
          <w:rFonts w:cstheme="minorHAnsi"/>
          <w:sz w:val="24"/>
          <w:szCs w:val="24"/>
        </w:rPr>
        <w:t xml:space="preserve">). </w:t>
      </w:r>
      <w:r w:rsidR="00337610" w:rsidRPr="000B13CC">
        <w:rPr>
          <w:rFonts w:cstheme="minorHAnsi"/>
          <w:sz w:val="24"/>
          <w:szCs w:val="24"/>
          <w:u w:val="single"/>
        </w:rPr>
        <w:t>Udostępnienie winno mieć miejsce równocześnie z chwilą składania ofert lub jeżeli wskazują na to względy techniczne przed terminem złożeniem ofert. Dane fotometryczne winne być elementem składowym projektu wykazującego równoważność zastosowanych</w:t>
      </w:r>
      <w:r w:rsidR="00CC2B43" w:rsidRPr="000B13CC">
        <w:rPr>
          <w:rFonts w:cstheme="minorHAnsi"/>
          <w:sz w:val="24"/>
          <w:szCs w:val="24"/>
          <w:u w:val="single"/>
        </w:rPr>
        <w:t xml:space="preserve"> </w:t>
      </w:r>
      <w:r w:rsidR="00337610" w:rsidRPr="000B13CC">
        <w:rPr>
          <w:rFonts w:cstheme="minorHAnsi"/>
          <w:sz w:val="24"/>
          <w:szCs w:val="24"/>
          <w:u w:val="single"/>
        </w:rPr>
        <w:t>opraw.</w:t>
      </w:r>
    </w:p>
    <w:p w14:paraId="6BF453B6" w14:textId="77777777" w:rsidR="001A184C" w:rsidRDefault="001A184C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  <w:u w:val="single"/>
        </w:rPr>
      </w:pPr>
    </w:p>
    <w:p w14:paraId="0007A4E8" w14:textId="77777777" w:rsidR="001A184C" w:rsidRPr="000B13CC" w:rsidRDefault="001A184C" w:rsidP="000B13CC">
      <w:pPr>
        <w:tabs>
          <w:tab w:val="left" w:pos="-1985"/>
          <w:tab w:val="left" w:pos="284"/>
        </w:tabs>
        <w:spacing w:after="60"/>
        <w:jc w:val="both"/>
        <w:rPr>
          <w:rFonts w:cstheme="minorHAnsi"/>
          <w:sz w:val="24"/>
          <w:szCs w:val="24"/>
          <w:u w:val="single"/>
        </w:rPr>
      </w:pPr>
    </w:p>
    <w:p w14:paraId="6B7EC23F" w14:textId="77777777" w:rsidR="00885857" w:rsidRDefault="00885857" w:rsidP="00337610">
      <w:pPr>
        <w:contextualSpacing/>
        <w:rPr>
          <w:rFonts w:ascii="Times New Roman" w:hAnsi="Times New Roman"/>
          <w:sz w:val="24"/>
          <w:szCs w:val="24"/>
        </w:rPr>
      </w:pPr>
      <w:bookmarkStart w:id="4967" w:name="_Hlk77068291"/>
    </w:p>
    <w:p w14:paraId="462262B3" w14:textId="77777777" w:rsidR="00337610" w:rsidRPr="00AD0C27" w:rsidRDefault="00337610" w:rsidP="00337610">
      <w:pPr>
        <w:contextualSpacing/>
        <w:rPr>
          <w:rFonts w:ascii="Times New Roman" w:hAnsi="Times New Roman"/>
          <w:b/>
          <w:bCs/>
          <w:sz w:val="24"/>
          <w:szCs w:val="24"/>
        </w:rPr>
      </w:pPr>
      <w:r w:rsidRPr="00AD0C27">
        <w:rPr>
          <w:rFonts w:ascii="Times New Roman" w:hAnsi="Times New Roman"/>
          <w:b/>
          <w:bCs/>
          <w:sz w:val="24"/>
          <w:szCs w:val="24"/>
        </w:rPr>
        <w:lastRenderedPageBreak/>
        <w:t>Wysięgniki do mocowania opraw oświetleniowych</w:t>
      </w:r>
    </w:p>
    <w:bookmarkEnd w:id="4967"/>
    <w:p w14:paraId="30314B4A" w14:textId="77777777" w:rsidR="00337610" w:rsidRDefault="00337610" w:rsidP="00337610">
      <w:pPr>
        <w:tabs>
          <w:tab w:val="left" w:pos="-1985"/>
          <w:tab w:val="left" w:pos="284"/>
        </w:tabs>
        <w:spacing w:after="60"/>
        <w:ind w:left="254"/>
        <w:jc w:val="both"/>
        <w:rPr>
          <w:rFonts w:ascii="Times New Roman" w:hAnsi="Times New Roman"/>
          <w:sz w:val="24"/>
          <w:szCs w:val="24"/>
        </w:rPr>
      </w:pPr>
    </w:p>
    <w:p w14:paraId="6E221CB0" w14:textId="77777777" w:rsidR="00337610" w:rsidRDefault="00337610" w:rsidP="00337610">
      <w:pPr>
        <w:tabs>
          <w:tab w:val="left" w:pos="-1985"/>
          <w:tab w:val="left" w:pos="284"/>
        </w:tabs>
        <w:spacing w:after="60"/>
        <w:ind w:left="254"/>
        <w:jc w:val="both"/>
        <w:rPr>
          <w:rFonts w:ascii="Times New Roman" w:hAnsi="Times New Roman"/>
          <w:noProof/>
          <w:sz w:val="24"/>
          <w:szCs w:val="24"/>
        </w:rPr>
      </w:pPr>
    </w:p>
    <w:p w14:paraId="2DB37EBB" w14:textId="77777777" w:rsidR="00337610" w:rsidRDefault="00337610" w:rsidP="00337610">
      <w:pPr>
        <w:tabs>
          <w:tab w:val="left" w:pos="-1985"/>
          <w:tab w:val="left" w:pos="284"/>
        </w:tabs>
        <w:spacing w:after="60"/>
        <w:ind w:left="2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B7C5E91" wp14:editId="7D44C0A8">
            <wp:extent cx="5212715" cy="4359275"/>
            <wp:effectExtent l="0" t="0" r="6985" b="31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2715" cy="435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608D6B" w14:textId="77777777" w:rsidR="00C75F7B" w:rsidRDefault="00C75F7B" w:rsidP="00975A1E">
      <w:pPr>
        <w:pBdr>
          <w:bottom w:val="single" w:sz="12" w:space="1" w:color="auto"/>
        </w:pBdr>
        <w:rPr>
          <w:b/>
          <w:bCs/>
        </w:rPr>
      </w:pPr>
    </w:p>
    <w:p w14:paraId="5AA019DF" w14:textId="2D2D569D" w:rsidR="00975A1E" w:rsidRPr="00C75F7B" w:rsidRDefault="00975A1E" w:rsidP="00975A1E">
      <w:pPr>
        <w:pBdr>
          <w:bottom w:val="single" w:sz="12" w:space="1" w:color="auto"/>
        </w:pBdr>
        <w:rPr>
          <w:b/>
          <w:bCs/>
        </w:rPr>
      </w:pPr>
      <w:r w:rsidRPr="00C75F7B">
        <w:rPr>
          <w:b/>
          <w:bCs/>
        </w:rPr>
        <w:t>PARAMETRY SYSTEMU STEROWANIA OŚWIETLENIEM</w:t>
      </w:r>
    </w:p>
    <w:p w14:paraId="4B0D6C48" w14:textId="77777777" w:rsidR="00975A1E" w:rsidRPr="00FA48EB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Zdalny nadzór przez sieć internetową z poziomu przeglądarki internetowej – bez konieczności instalowania dodatkowego oprogramowania. Dostęp do interfejsu użytkownika jest możliwy z dowolnego urządzenia wyposażonego w dostęp do Internetu i przeglądarkę internetową. Dostęp jest zabezpieczony hasłem.</w:t>
      </w:r>
    </w:p>
    <w:p w14:paraId="5CFFF20D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Załączanie i wyłączanie pojedynczej oprawy lub grupy opraw</w:t>
      </w:r>
    </w:p>
    <w:p w14:paraId="61F5CC24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Graficzny interfejs w postaci strony internetowej wraz z mapą, na której za pomocą ikon reprezentowane są wszystkie punkty należące do systemu</w:t>
      </w:r>
    </w:p>
    <w:p w14:paraId="2DA55EBD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Możliwość ręcznego ustawienia poziomu świecenia lub zdalnego wyłączenia oprawy (lub grupy opraw) na określony czas;</w:t>
      </w:r>
    </w:p>
    <w:p w14:paraId="3C305473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Możliwość przypisania każdemu pojedynczemu punktowi świetlnemu lub grupie opraw wskazanej na mapie przez Użytkownika, indywidualnej charakterystyki redukcji mocy i ich zmiany w dowolnym momencie</w:t>
      </w:r>
    </w:p>
    <w:p w14:paraId="252486D0" w14:textId="77777777" w:rsidR="00975A1E" w:rsidRPr="009961D0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9961D0">
        <w:t>Pomiar prądu, napięcia, mocy, współczynnika mocy, czasu pracy źródła światła dla pojedynczego punktu świetlnego</w:t>
      </w:r>
    </w:p>
    <w:p w14:paraId="05549489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 xml:space="preserve">Sygnalizowanie uszkodzeń pojedynczych opraw </w:t>
      </w:r>
    </w:p>
    <w:p w14:paraId="18D2FD60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Generowanie raportów zużycia energii dla pojedynczej oprawy lub grupy opraw dla zdefiniowanego przez użytkownika obszaru na mapie oraz raportów błędów</w:t>
      </w:r>
    </w:p>
    <w:p w14:paraId="714F08CA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Dodawanie nowych punktów świetlnych bez konieczności przebudowy istniejącej instalacji (np. prowadzenia dodatkowych przewodów, łączenia obwodów itp.)</w:t>
      </w:r>
    </w:p>
    <w:p w14:paraId="00112114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lastRenderedPageBreak/>
        <w:t xml:space="preserve">Tworzenie kont użytkowników z różnymi poziomami dostępu </w:t>
      </w:r>
    </w:p>
    <w:p w14:paraId="2C2E9AC3" w14:textId="062F9E17" w:rsidR="00975A1E" w:rsidRPr="009E0858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 xml:space="preserve">Możliwość współpracy z systemami nadrzędnymi za pośrednictwem </w:t>
      </w:r>
      <w:proofErr w:type="spellStart"/>
      <w:r>
        <w:t>interface’u</w:t>
      </w:r>
      <w:proofErr w:type="spellEnd"/>
      <w:r>
        <w:t xml:space="preserve"> programisty API </w:t>
      </w:r>
    </w:p>
    <w:p w14:paraId="12F401E9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CB6548">
        <w:rPr>
          <w:rFonts w:ascii="Calibri" w:hAnsi="Calibri" w:cs="Calibri"/>
        </w:rPr>
        <w:t xml:space="preserve">Komunikacja zgodnie z modelem danych </w:t>
      </w:r>
      <w:proofErr w:type="spellStart"/>
      <w:r w:rsidRPr="00CB6548">
        <w:rPr>
          <w:rFonts w:ascii="Calibri" w:hAnsi="Calibri" w:cs="Calibri"/>
        </w:rPr>
        <w:t>uCIFI</w:t>
      </w:r>
      <w:proofErr w:type="spellEnd"/>
      <w:r w:rsidRPr="00CB6548">
        <w:rPr>
          <w:rFonts w:ascii="Calibri" w:hAnsi="Calibri" w:cs="Calibri"/>
        </w:rPr>
        <w:t>;</w:t>
      </w:r>
    </w:p>
    <w:p w14:paraId="35FA0B4E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Automatyczna konfiguracja sterownika i przesłanie danych o oprawie na serwer wraz z automatycznym określeniem położenia oprawy na mapie</w:t>
      </w:r>
    </w:p>
    <w:p w14:paraId="54908A00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Bezpośrednia komunikacja sterowników z serwerem, bez urządzeń pośredniczących jak np. sterowniki centralne, bramki, itp.</w:t>
      </w:r>
    </w:p>
    <w:p w14:paraId="480AF399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 xml:space="preserve">Bezpośrednia i bezprzewodowa komunikacja pomiędzy sterownikami niezależnie od sposobu ich zasilania </w:t>
      </w:r>
    </w:p>
    <w:p w14:paraId="67300700" w14:textId="77777777" w:rsidR="00975A1E" w:rsidRPr="00DA659E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Możliwość zdalnej konfiguracji czujników i aktywowania wybranych opraw z poziomu systemu</w:t>
      </w:r>
    </w:p>
    <w:p w14:paraId="388983B6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DA659E">
        <w:rPr>
          <w:rFonts w:ascii="Calibri" w:hAnsi="Calibri" w:cs="Calibri"/>
        </w:rPr>
        <w:t>Sterowniki muszą działać autonomicznie zgodnie z ostatnim zapamiętanym programem, mimo ewentualnej utraty łączności z systemem</w:t>
      </w:r>
    </w:p>
    <w:p w14:paraId="0E8EA880" w14:textId="39CDC4D8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 xml:space="preserve">Montaż sterowników za pomocą ustandaryzowanego gniazda </w:t>
      </w:r>
      <w:proofErr w:type="spellStart"/>
      <w:r>
        <w:t>Zhaga</w:t>
      </w:r>
      <w:proofErr w:type="spellEnd"/>
      <w:r>
        <w:t xml:space="preserve"> zgodnie ze standardem ZD4i, bez konieczności ingerencji w oprawę </w:t>
      </w:r>
    </w:p>
    <w:p w14:paraId="11E2DFA4" w14:textId="7777777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Systemy zarządzania bezpieczeństwem informacji zgodny z normą ISO/IEC 27001</w:t>
      </w:r>
    </w:p>
    <w:p w14:paraId="47AA3F57" w14:textId="3ACDD0B7" w:rsidR="00975A1E" w:rsidRPr="00E872F1" w:rsidRDefault="00975A1E" w:rsidP="00975A1E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t>Inwestor (Zamawiający) nie będzie ponosił żadnych kosztów związanych z konfiguracją, wdrożeniem i eksploatacją systemu (w tym także kosztów związanych z użytkowaniem interfejsu, licencji, opłat serwerowych itp.) w okresie 10 lat.</w:t>
      </w:r>
    </w:p>
    <w:p w14:paraId="057764AF" w14:textId="77777777" w:rsidR="00337610" w:rsidRPr="00975A1E" w:rsidRDefault="00337610" w:rsidP="00975A1E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05E4924" w14:textId="77777777" w:rsidR="00337610" w:rsidRPr="00ED0D6F" w:rsidRDefault="00337610" w:rsidP="00CC2B43">
      <w:pPr>
        <w:pStyle w:val="Nagwek1"/>
        <w:spacing w:before="120" w:after="120"/>
        <w:rPr>
          <w:rFonts w:ascii="Times New Roman" w:hAnsi="Times New Roman"/>
          <w:sz w:val="24"/>
          <w:szCs w:val="24"/>
        </w:rPr>
      </w:pPr>
      <w:bookmarkStart w:id="4968" w:name="_Toc273000676"/>
      <w:r w:rsidRPr="00ED0D6F">
        <w:rPr>
          <w:rFonts w:ascii="Times New Roman" w:hAnsi="Times New Roman"/>
          <w:sz w:val="24"/>
          <w:szCs w:val="24"/>
        </w:rPr>
        <w:t>Inne równoważne podzespoły i części.</w:t>
      </w:r>
      <w:bookmarkEnd w:id="4968"/>
      <w:r w:rsidRPr="00ED0D6F">
        <w:rPr>
          <w:rFonts w:ascii="Times New Roman" w:hAnsi="Times New Roman"/>
          <w:sz w:val="24"/>
          <w:szCs w:val="24"/>
        </w:rPr>
        <w:t xml:space="preserve"> </w:t>
      </w:r>
    </w:p>
    <w:p w14:paraId="4C28D36D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W przypadku zastosowania innych podzespołów i części (za wyjątkiem opraw), innych niż przewidziane w dokumentacji programowej, wykonawca powinien:</w:t>
      </w:r>
    </w:p>
    <w:p w14:paraId="5543E546" w14:textId="77777777" w:rsidR="00337610" w:rsidRPr="00ED0D6F" w:rsidRDefault="00337610" w:rsidP="00337610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• Przedstawić parametry </w:t>
      </w:r>
      <w:proofErr w:type="spellStart"/>
      <w:r w:rsidRPr="00ED0D6F">
        <w:rPr>
          <w:rFonts w:ascii="Times New Roman" w:hAnsi="Times New Roman"/>
          <w:sz w:val="24"/>
          <w:szCs w:val="24"/>
        </w:rPr>
        <w:t>techniczno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- użytkowe zastosowanych podzespołów i części w odniesieniu do użytych w posiadanej przez Zamawiającego dokumentacji,</w:t>
      </w:r>
    </w:p>
    <w:p w14:paraId="05725987" w14:textId="032E9C72" w:rsidR="00816CB2" w:rsidRDefault="00337610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• Przedstawić dokument potwierdzający posiadanie przez podzespoły i części deklaracji zgodności producenta z normami oraz obowiązującymi w UE dyrektywami wystawioną na podstawie przeprowadzonych badań lub certyfikat bezpieczeństwa B wystawiony przez polską jednostkę certyfikującą.</w:t>
      </w:r>
    </w:p>
    <w:p w14:paraId="0B4B267F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828928F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13EA412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4BA902D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CF7A652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724EBBFC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6786F04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2334DBDE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241490E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79551260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03543AD4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26D12C87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625765A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E15EA72" w14:textId="77777777" w:rsidR="001A184C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B8943CA" w14:textId="77777777" w:rsidR="001A184C" w:rsidRPr="00C75F7B" w:rsidRDefault="001A184C" w:rsidP="00C75F7B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14:paraId="2E640333" w14:textId="77777777" w:rsidR="00337610" w:rsidRPr="00ED0D6F" w:rsidRDefault="00337610" w:rsidP="00337610">
      <w:pPr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ED0D6F">
        <w:rPr>
          <w:rFonts w:ascii="Times New Roman" w:hAnsi="Times New Roman"/>
          <w:b/>
          <w:bCs/>
          <w:color w:val="0070C0"/>
          <w:sz w:val="24"/>
          <w:szCs w:val="24"/>
        </w:rPr>
        <w:lastRenderedPageBreak/>
        <w:t>INSTRUKCJA EKSPLOATACJI</w:t>
      </w:r>
    </w:p>
    <w:p w14:paraId="4DDB7A2B" w14:textId="77777777" w:rsidR="00337610" w:rsidRPr="009821C7" w:rsidRDefault="00337610" w:rsidP="00337610">
      <w:pPr>
        <w:jc w:val="center"/>
        <w:rPr>
          <w:rFonts w:ascii="Times New Roman" w:hAnsi="Times New Roman"/>
          <w:b/>
          <w:bCs/>
          <w:color w:val="0070C0"/>
          <w:sz w:val="24"/>
          <w:szCs w:val="24"/>
        </w:rPr>
      </w:pPr>
      <w:r w:rsidRPr="00ED0D6F">
        <w:rPr>
          <w:rFonts w:ascii="Times New Roman" w:hAnsi="Times New Roman"/>
          <w:b/>
          <w:bCs/>
          <w:color w:val="0070C0"/>
          <w:sz w:val="24"/>
          <w:szCs w:val="24"/>
        </w:rPr>
        <w:t>URZĄDZEŃ OŚWIETLENIA ZEWNĘTRZNEGO</w:t>
      </w:r>
    </w:p>
    <w:p w14:paraId="77EA97C3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Przedmiot instrukcji </w:t>
      </w:r>
      <w:r w:rsidRPr="00ED0D6F">
        <w:rPr>
          <w:rFonts w:ascii="Times New Roman" w:hAnsi="Times New Roman"/>
          <w:sz w:val="24"/>
          <w:szCs w:val="24"/>
        </w:rPr>
        <w:t xml:space="preserve"> </w:t>
      </w:r>
    </w:p>
    <w:p w14:paraId="7DCD135D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>Przedmiotem niniejszej instrukcji są ogólne zasady dotyczące prowadzenia prawidłowej eksploatacji  urządzeń  oświetlenia  zewnętrznego,  w  sposób  mający  na  celu  zapewnienie jednego z warunków bezpiecznego poruszania się pojazdów mechanicznych oraz bezpieczeństwa osób i mienia.</w:t>
      </w:r>
    </w:p>
    <w:p w14:paraId="3F6CDCFB" w14:textId="5AE4DEB5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ED0D6F">
        <w:rPr>
          <w:rFonts w:ascii="Times New Roman" w:hAnsi="Times New Roman"/>
          <w:sz w:val="24"/>
          <w:szCs w:val="24"/>
        </w:rPr>
        <w:t xml:space="preserve">Opracowanie dotyczy </w:t>
      </w:r>
      <w:r w:rsidRPr="00ED0D6F">
        <w:rPr>
          <w:rFonts w:ascii="Times New Roman" w:eastAsia="Times New Roman" w:hAnsi="Times New Roman"/>
          <w:spacing w:val="-6"/>
          <w:sz w:val="24"/>
          <w:szCs w:val="24"/>
          <w:lang w:val="pl"/>
        </w:rPr>
        <w:t xml:space="preserve">urządzeń oświetleniowych zainstalowanych na terenie gminy </w:t>
      </w:r>
      <w:r w:rsidR="00F87877">
        <w:rPr>
          <w:rFonts w:ascii="Times New Roman" w:eastAsia="Times New Roman" w:hAnsi="Times New Roman"/>
          <w:spacing w:val="-6"/>
          <w:sz w:val="24"/>
          <w:szCs w:val="24"/>
          <w:lang w:val="pl"/>
        </w:rPr>
        <w:t>Strzegom</w:t>
      </w:r>
      <w:r w:rsidRPr="00ED0D6F">
        <w:rPr>
          <w:rFonts w:ascii="Times New Roman" w:eastAsia="Times New Roman" w:hAnsi="Times New Roman"/>
          <w:spacing w:val="-6"/>
          <w:sz w:val="24"/>
          <w:szCs w:val="24"/>
          <w:lang w:val="pl"/>
        </w:rPr>
        <w:t>.</w:t>
      </w:r>
    </w:p>
    <w:p w14:paraId="4E666F4F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Zakres instrukcji </w:t>
      </w:r>
    </w:p>
    <w:p w14:paraId="4AC919A4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Postanowienia  instrukcji  mają  zastosowanie  przy  prowadzeniu  eksploatacji  urządzeń oświetlenia zewnętrznego. </w:t>
      </w:r>
    </w:p>
    <w:p w14:paraId="1FE990A8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Przeznaczenie instrukcji </w:t>
      </w:r>
    </w:p>
    <w:p w14:paraId="5E5F3BF8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Niniejsza  instrukcja  przeznaczona  jest  dla  osób  zatrudnionych  na  stanowiskach  dozoru i  eksploatacji,  organizujących  i  wykonujących  prace  ruchowe  oraz  eksploatacyjne  przy urządzeniach oświetlenia zewnętrznego. Instrukcja została tak przygotowana, aby można ją było wdrożyć bezpośrednio do stosowania. Celem  instrukcji  jest  sprecyzowanie  jednolitych  form  i  zakresu  czynności  eksploatacyjnych,  umożliwiające  zapewnienie  odpowiednich  parametrów  funkcjonowania  urządzeń oświetlenia zewnętrznego. </w:t>
      </w:r>
    </w:p>
    <w:p w14:paraId="068C891E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Definicje </w:t>
      </w:r>
    </w:p>
    <w:p w14:paraId="5874E637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Obiekt  oświetleniowy</w:t>
      </w:r>
      <w:r w:rsidRPr="00ED0D6F">
        <w:rPr>
          <w:rFonts w:ascii="Times New Roman" w:hAnsi="Times New Roman"/>
          <w:sz w:val="24"/>
          <w:szCs w:val="24"/>
        </w:rPr>
        <w:t xml:space="preserve">  -  jest  to  zespół  linii  oświetleniowych,  które  są  zasilane  z jednej szafki oświetleniowej. </w:t>
      </w:r>
    </w:p>
    <w:p w14:paraId="17B0AD2A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Zasilająca linia oświetleniowa</w:t>
      </w:r>
      <w:r w:rsidRPr="00ED0D6F">
        <w:rPr>
          <w:rFonts w:ascii="Times New Roman" w:hAnsi="Times New Roman"/>
          <w:sz w:val="24"/>
          <w:szCs w:val="24"/>
        </w:rPr>
        <w:t xml:space="preserve"> - jest to linia elektroenergetyczna, która została wyprowadzona  z  punktu  zasilającego  tę  linię  do  </w:t>
      </w:r>
      <w:r w:rsidRPr="00ED0D6F">
        <w:rPr>
          <w:rFonts w:ascii="Times New Roman" w:hAnsi="Times New Roman"/>
          <w:sz w:val="24"/>
          <w:szCs w:val="24"/>
        </w:rPr>
        <w:tab/>
        <w:t xml:space="preserve">rozdzielnicy  </w:t>
      </w:r>
      <w:r w:rsidRPr="00ED0D6F">
        <w:rPr>
          <w:rFonts w:ascii="Times New Roman" w:hAnsi="Times New Roman"/>
          <w:sz w:val="24"/>
          <w:szCs w:val="24"/>
        </w:rPr>
        <w:tab/>
        <w:t xml:space="preserve">oświetleniowej, łącznie z rozdzielnicą oświetleniową. </w:t>
      </w:r>
    </w:p>
    <w:p w14:paraId="6FEFEE49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Linia oświetleniowa</w:t>
      </w:r>
      <w:r w:rsidRPr="00ED0D6F">
        <w:rPr>
          <w:rFonts w:ascii="Times New Roman" w:hAnsi="Times New Roman"/>
          <w:sz w:val="24"/>
          <w:szCs w:val="24"/>
        </w:rPr>
        <w:t xml:space="preserve"> - jest to elektroenergetyczna linia napowietrzna lub kablowa ze wszystkimi elementami, które służą do zasilania źródeł </w:t>
      </w:r>
      <w:r w:rsidRPr="00ED0D6F">
        <w:rPr>
          <w:rFonts w:ascii="Times New Roman" w:hAnsi="Times New Roman"/>
          <w:sz w:val="24"/>
          <w:szCs w:val="24"/>
        </w:rPr>
        <w:tab/>
        <w:t xml:space="preserve">światła, wraz z konstrukcjami wsporczymi i nośnymi dla opraw oświetleniowych, wraz z tymi oprawami. </w:t>
      </w:r>
    </w:p>
    <w:p w14:paraId="6295520A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 xml:space="preserve">Wspólna linia </w:t>
      </w:r>
      <w:proofErr w:type="spellStart"/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elektroenergetyczno</w:t>
      </w:r>
      <w:proofErr w:type="spellEnd"/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 xml:space="preserve"> - oświetleniowa</w:t>
      </w:r>
      <w:r w:rsidRPr="00ED0D6F">
        <w:rPr>
          <w:rFonts w:ascii="Times New Roman" w:hAnsi="Times New Roman"/>
          <w:sz w:val="24"/>
          <w:szCs w:val="24"/>
        </w:rPr>
        <w:t xml:space="preserve"> - jest to linia napowietrzna lub kablowa, służąca dla zasilania odbiorców i urządzeń </w:t>
      </w:r>
      <w:r w:rsidRPr="00ED0D6F">
        <w:rPr>
          <w:rFonts w:ascii="Times New Roman" w:hAnsi="Times New Roman"/>
          <w:sz w:val="24"/>
          <w:szCs w:val="24"/>
        </w:rPr>
        <w:tab/>
        <w:t xml:space="preserve">oświetlenia drogowego. </w:t>
      </w:r>
    </w:p>
    <w:p w14:paraId="15793CA7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Wydzielona linia oświetleniowa</w:t>
      </w:r>
      <w:r w:rsidRPr="00ED0D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0D6F">
        <w:rPr>
          <w:rFonts w:ascii="Times New Roman" w:hAnsi="Times New Roman"/>
          <w:sz w:val="24"/>
          <w:szCs w:val="24"/>
        </w:rPr>
        <w:t xml:space="preserve">- jest to linia elektroenergetyczna, służąca wy-łącznie do zasilania urządzeń oświetlenia drogowego. </w:t>
      </w:r>
    </w:p>
    <w:p w14:paraId="67187F2C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Latarnia oświetleniowa</w:t>
      </w:r>
      <w:r w:rsidRPr="00ED0D6F">
        <w:rPr>
          <w:rFonts w:ascii="Times New Roman" w:hAnsi="Times New Roman"/>
          <w:sz w:val="24"/>
          <w:szCs w:val="24"/>
        </w:rPr>
        <w:t xml:space="preserve"> - jest to konstrukcja wsporcza wraz z zamocowanymi na niej oprawami oświetleniowymi. </w:t>
      </w:r>
    </w:p>
    <w:p w14:paraId="31D3B724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Punkt świetlny</w:t>
      </w:r>
      <w:r w:rsidRPr="00ED0D6F">
        <w:rPr>
          <w:rFonts w:ascii="Times New Roman" w:hAnsi="Times New Roman"/>
          <w:sz w:val="24"/>
          <w:szCs w:val="24"/>
        </w:rPr>
        <w:t xml:space="preserve"> - jest to oprawa oświetleniowa wraz ze źródłem światła. Punkt świetlny nie obejmuje sobą konstrukcji wsporczej (nośnej). </w:t>
      </w:r>
    </w:p>
    <w:p w14:paraId="2225B918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Grupy przyłączeniowe</w:t>
      </w:r>
      <w:r w:rsidRPr="00ED0D6F">
        <w:rPr>
          <w:rFonts w:ascii="Times New Roman" w:hAnsi="Times New Roman"/>
          <w:sz w:val="24"/>
          <w:szCs w:val="24"/>
        </w:rPr>
        <w:t xml:space="preserve"> - grupy podmiotów przyłączanych do sieci w podziale na:  </w:t>
      </w:r>
    </w:p>
    <w:p w14:paraId="1C3A9F78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a)  grupa IV - podmioty przyłączane bezpośrednio do sieci rozdzielczej o napięciu znamionowym nie wyższym niż 1 </w:t>
      </w:r>
      <w:proofErr w:type="spellStart"/>
      <w:r w:rsidRPr="00ED0D6F">
        <w:rPr>
          <w:rFonts w:ascii="Times New Roman" w:hAnsi="Times New Roman"/>
          <w:sz w:val="24"/>
          <w:szCs w:val="24"/>
        </w:rPr>
        <w:t>kV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oraz mocy </w:t>
      </w:r>
      <w:r w:rsidRPr="00ED0D6F">
        <w:rPr>
          <w:rFonts w:ascii="Times New Roman" w:hAnsi="Times New Roman"/>
          <w:sz w:val="24"/>
          <w:szCs w:val="24"/>
        </w:rPr>
        <w:tab/>
        <w:t xml:space="preserve">przyłączeniowej większej od 40 kW lub prądzie znamionowym zabezpieczenia </w:t>
      </w:r>
      <w:proofErr w:type="spellStart"/>
      <w:r w:rsidRPr="00ED0D6F">
        <w:rPr>
          <w:rFonts w:ascii="Times New Roman" w:hAnsi="Times New Roman"/>
          <w:sz w:val="24"/>
          <w:szCs w:val="24"/>
        </w:rPr>
        <w:t>przedlicznikowego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w torze prądowym większym niż 63 A, </w:t>
      </w:r>
    </w:p>
    <w:p w14:paraId="10047897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b) grupa V - podmioty przyłączane bezpośrednio do sieci rozdzielczej o napięciu znamionowym nie większym niż 1 </w:t>
      </w:r>
      <w:proofErr w:type="spellStart"/>
      <w:r w:rsidRPr="00ED0D6F">
        <w:rPr>
          <w:rFonts w:ascii="Times New Roman" w:hAnsi="Times New Roman"/>
          <w:sz w:val="24"/>
          <w:szCs w:val="24"/>
        </w:rPr>
        <w:t>kV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oraz mocy </w:t>
      </w:r>
      <w:r w:rsidRPr="00ED0D6F">
        <w:rPr>
          <w:rFonts w:ascii="Times New Roman" w:hAnsi="Times New Roman"/>
          <w:sz w:val="24"/>
          <w:szCs w:val="24"/>
        </w:rPr>
        <w:tab/>
        <w:t xml:space="preserve">przyłączeniowej nie większej  niż  40  kW  i  prądzie  znamionowym  zabezpieczenia  </w:t>
      </w:r>
      <w:proofErr w:type="spellStart"/>
      <w:r w:rsidRPr="00ED0D6F">
        <w:rPr>
          <w:rFonts w:ascii="Times New Roman" w:hAnsi="Times New Roman"/>
          <w:sz w:val="24"/>
          <w:szCs w:val="24"/>
        </w:rPr>
        <w:t>przedlicznikowego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 w torze prądowym nie większym </w:t>
      </w:r>
      <w:r w:rsidRPr="00ED0D6F">
        <w:rPr>
          <w:rFonts w:ascii="Times New Roman" w:hAnsi="Times New Roman"/>
          <w:sz w:val="24"/>
          <w:szCs w:val="24"/>
        </w:rPr>
        <w:tab/>
        <w:t xml:space="preserve">niż 63 A, </w:t>
      </w:r>
    </w:p>
    <w:p w14:paraId="169302F6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c)  grupa VI - podmioty przyłączane do sieci na czas określony,  niezależnie od napięcia znamionowego sieci. </w:t>
      </w:r>
    </w:p>
    <w:p w14:paraId="20E5637F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Operator  systemu  rozdzielczego</w:t>
      </w:r>
      <w:r w:rsidRPr="00ED0D6F">
        <w:rPr>
          <w:rFonts w:ascii="Times New Roman" w:hAnsi="Times New Roman"/>
          <w:sz w:val="24"/>
          <w:szCs w:val="24"/>
        </w:rPr>
        <w:t xml:space="preserve">  -  przedsiębiorstwo  energetyczne  posiadające koncesję na przesyłanie i dystrybucję energii elektrycznej na </w:t>
      </w:r>
      <w:r w:rsidRPr="00ED0D6F">
        <w:rPr>
          <w:rFonts w:ascii="Times New Roman" w:hAnsi="Times New Roman"/>
          <w:sz w:val="24"/>
          <w:szCs w:val="24"/>
        </w:rPr>
        <w:tab/>
        <w:t xml:space="preserve">określonym w koncesji obszarze kraju, za pomocą sieci rozdzielczej. </w:t>
      </w:r>
    </w:p>
    <w:p w14:paraId="1B26C798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Pracownicy  upoważnien</w:t>
      </w:r>
      <w:r w:rsidRPr="00ED0D6F">
        <w:rPr>
          <w:rFonts w:ascii="Times New Roman" w:hAnsi="Times New Roman"/>
          <w:b/>
          <w:bCs/>
          <w:sz w:val="24"/>
          <w:szCs w:val="24"/>
        </w:rPr>
        <w:t>i</w:t>
      </w:r>
      <w:r w:rsidRPr="00ED0D6F">
        <w:rPr>
          <w:rFonts w:ascii="Times New Roman" w:hAnsi="Times New Roman"/>
          <w:sz w:val="24"/>
          <w:szCs w:val="24"/>
        </w:rPr>
        <w:t xml:space="preserve">  -  pracownicy,  którzy  w  ramach  swoich  obowiązków służbowych lub na podstawie polecenia służbowego </w:t>
      </w:r>
      <w:r w:rsidRPr="00ED0D6F">
        <w:rPr>
          <w:rFonts w:ascii="Times New Roman" w:hAnsi="Times New Roman"/>
          <w:sz w:val="24"/>
          <w:szCs w:val="24"/>
        </w:rPr>
        <w:tab/>
        <w:t xml:space="preserve">wykonują określone prace. </w:t>
      </w:r>
    </w:p>
    <w:p w14:paraId="39C3DE7F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Pracownicy uprawnieni</w:t>
      </w:r>
      <w:r w:rsidRPr="00ED0D6F">
        <w:rPr>
          <w:rFonts w:ascii="Times New Roman" w:hAnsi="Times New Roman"/>
          <w:sz w:val="24"/>
          <w:szCs w:val="24"/>
        </w:rPr>
        <w:t xml:space="preserve"> - pracownicy posiadający sprawdzone i właściwe kwalifikacje w zakresie eksploatacji danego rodzaju urządzeń i </w:t>
      </w:r>
      <w:r w:rsidRPr="00ED0D6F">
        <w:rPr>
          <w:rFonts w:ascii="Times New Roman" w:hAnsi="Times New Roman"/>
          <w:sz w:val="24"/>
          <w:szCs w:val="24"/>
        </w:rPr>
        <w:tab/>
        <w:t xml:space="preserve">instalacji energetycznych, potwierdzone świadectwem kwalifikacyjnym. </w:t>
      </w:r>
    </w:p>
    <w:p w14:paraId="2A3B8488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Przegląd urządzeń elektroenergetycznych</w:t>
      </w:r>
      <w:r w:rsidRPr="00ED0D6F">
        <w:rPr>
          <w:rFonts w:ascii="Times New Roman" w:hAnsi="Times New Roman"/>
          <w:sz w:val="24"/>
          <w:szCs w:val="24"/>
        </w:rPr>
        <w:t xml:space="preserve"> - prace planowe z zakresu utrzymania obiektów, urządzeń i instalacji elektroenergetycznych, mające </w:t>
      </w:r>
      <w:r w:rsidRPr="00ED0D6F">
        <w:rPr>
          <w:rFonts w:ascii="Times New Roman" w:hAnsi="Times New Roman"/>
          <w:sz w:val="24"/>
          <w:szCs w:val="24"/>
        </w:rPr>
        <w:tab/>
        <w:t xml:space="preserve">na celu utrzymanie ich we właściwym stanie technicznym, obejmujące: </w:t>
      </w:r>
    </w:p>
    <w:p w14:paraId="48581971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1) oględziny, sprawdzenia, próby i pomiary, </w:t>
      </w:r>
    </w:p>
    <w:p w14:paraId="76D4DB30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2) naprawy i prace konserwacyjne, </w:t>
      </w:r>
    </w:p>
    <w:p w14:paraId="5EE9CA27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ab/>
        <w:t xml:space="preserve">3) wymiany lub uzupełnienia. </w:t>
      </w:r>
    </w:p>
    <w:p w14:paraId="49FD34FA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Stacja elektroenergetyczna</w:t>
      </w:r>
      <w:r w:rsidRPr="00ED0D6F">
        <w:rPr>
          <w:rFonts w:ascii="Times New Roman" w:hAnsi="Times New Roman"/>
          <w:sz w:val="24"/>
          <w:szCs w:val="24"/>
        </w:rPr>
        <w:t xml:space="preserve"> - zespół urządzeń służących do przetwarzania i rozdzielania energii elektrycznej, znajdujących się we wspólnym </w:t>
      </w:r>
      <w:r w:rsidRPr="00ED0D6F">
        <w:rPr>
          <w:rFonts w:ascii="Times New Roman" w:hAnsi="Times New Roman"/>
          <w:sz w:val="24"/>
          <w:szCs w:val="24"/>
        </w:rPr>
        <w:tab/>
        <w:t xml:space="preserve">pomieszczeniu lub ogrodzeniu albo umieszczonych na wspólnych konstrukcjach wsporczych, wraz  z urządzeniami pomocniczymi. </w:t>
      </w:r>
    </w:p>
    <w:p w14:paraId="11E62980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Świadectwo kwalifikacyjne</w:t>
      </w:r>
      <w:r w:rsidRPr="00ED0D6F">
        <w:rPr>
          <w:rFonts w:ascii="Times New Roman" w:hAnsi="Times New Roman"/>
          <w:sz w:val="24"/>
          <w:szCs w:val="24"/>
        </w:rPr>
        <w:t xml:space="preserve"> - jest to świadectwo wydane przez komisję kwalifikacyjną powołaną przez prezesa URE, stwierdzające spełnienie </w:t>
      </w:r>
      <w:r w:rsidRPr="00ED0D6F">
        <w:rPr>
          <w:rFonts w:ascii="Times New Roman" w:hAnsi="Times New Roman"/>
          <w:sz w:val="24"/>
          <w:szCs w:val="24"/>
        </w:rPr>
        <w:tab/>
        <w:t xml:space="preserve">przez daną osobę odpowiednich wymagań kwalifikacyjnych do wykonywania pracy na stanowisku dozoru  lub  eksploatacji,  w  ustalonym  </w:t>
      </w:r>
      <w:r w:rsidRPr="00ED0D6F">
        <w:rPr>
          <w:rFonts w:ascii="Times New Roman" w:hAnsi="Times New Roman"/>
          <w:sz w:val="24"/>
          <w:szCs w:val="24"/>
        </w:rPr>
        <w:tab/>
        <w:t xml:space="preserve">zakresie:  obsługi,  konserwacji,  napraw, </w:t>
      </w:r>
      <w:proofErr w:type="spellStart"/>
      <w:r w:rsidRPr="00ED0D6F">
        <w:rPr>
          <w:rFonts w:ascii="Times New Roman" w:hAnsi="Times New Roman"/>
          <w:sz w:val="24"/>
          <w:szCs w:val="24"/>
        </w:rPr>
        <w:t>kontrolno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- pomiarowym, montażu dla określonych rodzajów urządzeń i instalacji </w:t>
      </w:r>
      <w:r w:rsidRPr="00ED0D6F">
        <w:rPr>
          <w:rFonts w:ascii="Times New Roman" w:hAnsi="Times New Roman"/>
          <w:sz w:val="24"/>
          <w:szCs w:val="24"/>
        </w:rPr>
        <w:tab/>
        <w:t xml:space="preserve">elektroenergetycznych. </w:t>
      </w:r>
    </w:p>
    <w:p w14:paraId="45D2BC56" w14:textId="77777777" w:rsidR="00337610" w:rsidRPr="00ED0D6F" w:rsidRDefault="00337610" w:rsidP="0033761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t>Zespół  pracowników</w:t>
      </w:r>
      <w:r w:rsidRPr="00ED0D6F">
        <w:rPr>
          <w:rFonts w:ascii="Times New Roman" w:hAnsi="Times New Roman"/>
          <w:sz w:val="24"/>
          <w:szCs w:val="24"/>
        </w:rPr>
        <w:t xml:space="preserve">  -  jest  to  grupa  pracowników,  w  skład  której  wchodzą  co najmniej dwie osoby wykonujące pracę. </w:t>
      </w:r>
    </w:p>
    <w:p w14:paraId="409008DB" w14:textId="6B484038" w:rsidR="00337610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Zespół pracowników kwalifikowanych</w:t>
      </w:r>
      <w:r w:rsidRPr="00ED0D6F">
        <w:rPr>
          <w:rFonts w:ascii="Times New Roman" w:hAnsi="Times New Roman"/>
          <w:sz w:val="24"/>
          <w:szCs w:val="24"/>
        </w:rPr>
        <w:t xml:space="preserve"> - jest to grupa pracowników, w której co najmniej połowa, lecz nie mniej niż dwie osoby, posiada </w:t>
      </w:r>
      <w:r w:rsidRPr="00ED0D6F">
        <w:rPr>
          <w:rFonts w:ascii="Times New Roman" w:hAnsi="Times New Roman"/>
          <w:sz w:val="24"/>
          <w:szCs w:val="24"/>
        </w:rPr>
        <w:tab/>
        <w:t xml:space="preserve">ważne świadectwo </w:t>
      </w:r>
      <w:proofErr w:type="spellStart"/>
      <w:r w:rsidRPr="00ED0D6F">
        <w:rPr>
          <w:rFonts w:ascii="Times New Roman" w:hAnsi="Times New Roman"/>
          <w:sz w:val="24"/>
          <w:szCs w:val="24"/>
        </w:rPr>
        <w:t>kwalfikacyjne</w:t>
      </w:r>
      <w:proofErr w:type="spellEnd"/>
      <w:r w:rsidRPr="00ED0D6F">
        <w:rPr>
          <w:rFonts w:ascii="Times New Roman" w:hAnsi="Times New Roman"/>
          <w:sz w:val="24"/>
          <w:szCs w:val="24"/>
        </w:rPr>
        <w:t xml:space="preserve"> dla osób zatrudnionych przy eksploatacji urządzeń elektroenergetycznych. </w:t>
      </w:r>
    </w:p>
    <w:p w14:paraId="010BA27D" w14:textId="77777777" w:rsidR="005E4F26" w:rsidRPr="00ED0D6F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>WYMAGANIA</w:t>
      </w:r>
    </w:p>
    <w:p w14:paraId="36653422" w14:textId="77777777" w:rsidR="005E4F26" w:rsidRPr="00ED0D6F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Wymagania zdrowotne i psychologiczne </w:t>
      </w:r>
    </w:p>
    <w:p w14:paraId="638DC1F6" w14:textId="77777777" w:rsidR="005E4F26" w:rsidRPr="00ED0D6F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Pracownicy kierowani do czynności ruchowych oraz prac eksploatacyjnych powinni po-siadać ważne zaświadczenie lekarskie i dodatkowe badania np. w zakresie prac na wysokości. </w:t>
      </w:r>
    </w:p>
    <w:p w14:paraId="5056D5DB" w14:textId="77777777" w:rsidR="005E4F26" w:rsidRPr="00ED0D6F" w:rsidRDefault="005E4F26" w:rsidP="005E4F2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0D6F">
        <w:rPr>
          <w:rFonts w:ascii="Times New Roman" w:hAnsi="Times New Roman"/>
          <w:sz w:val="24"/>
          <w:szCs w:val="24"/>
        </w:rPr>
        <w:t xml:space="preserve"> </w:t>
      </w: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>Wymagania kwalifikacyjne</w:t>
      </w:r>
      <w:r w:rsidRPr="00ED0D6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E570415" w14:textId="77777777" w:rsidR="005E4F26" w:rsidRPr="00ED0D6F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Kierujący zespołem, członek zespołu (monter)</w:t>
      </w:r>
      <w:r w:rsidRPr="00ED0D6F">
        <w:rPr>
          <w:rFonts w:ascii="Times New Roman" w:hAnsi="Times New Roman"/>
          <w:sz w:val="24"/>
          <w:szCs w:val="24"/>
        </w:rPr>
        <w:t xml:space="preserve"> - pracownik posiadający świadectwo kwalifikacyjne, uprawniające do zajmowania się </w:t>
      </w:r>
      <w:r w:rsidRPr="00ED0D6F">
        <w:rPr>
          <w:rFonts w:ascii="Times New Roman" w:hAnsi="Times New Roman"/>
          <w:sz w:val="24"/>
          <w:szCs w:val="24"/>
        </w:rPr>
        <w:tab/>
        <w:t xml:space="preserve">eksploatacją urządzeń, instalacji i sieci na stanowisku eksploatacji oraz dodatkowe uprawnienia w zakresie np. prowadzenia pojazdów </w:t>
      </w:r>
      <w:r w:rsidRPr="00ED0D6F">
        <w:rPr>
          <w:rFonts w:ascii="Times New Roman" w:hAnsi="Times New Roman"/>
          <w:sz w:val="24"/>
          <w:szCs w:val="24"/>
        </w:rPr>
        <w:tab/>
        <w:t xml:space="preserve">samochodowych, obsługi podnośników, obsługi sprężarek itp. </w:t>
      </w:r>
    </w:p>
    <w:p w14:paraId="5B446515" w14:textId="77777777" w:rsidR="005E4F26" w:rsidRPr="00ED0D6F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 xml:space="preserve">Poleceniodawca </w:t>
      </w:r>
      <w:r w:rsidRPr="00ED0D6F">
        <w:rPr>
          <w:rFonts w:ascii="Times New Roman" w:hAnsi="Times New Roman"/>
          <w:sz w:val="24"/>
          <w:szCs w:val="24"/>
        </w:rPr>
        <w:t xml:space="preserve">- pracownik posiadający świadectwo kwalifikacyjne, uprawniające do zajmowania się eksploatacją urządzeń, instalacji i sieci </w:t>
      </w:r>
      <w:r w:rsidRPr="00ED0D6F">
        <w:rPr>
          <w:rFonts w:ascii="Times New Roman" w:hAnsi="Times New Roman"/>
          <w:sz w:val="24"/>
          <w:szCs w:val="24"/>
        </w:rPr>
        <w:tab/>
        <w:t xml:space="preserve">na stanowisku dozoru oraz  upoważnienie  do  wydawania  poleceń  na  wykonywanie  prac,  nadane  przez kierownika zakładu. </w:t>
      </w:r>
    </w:p>
    <w:p w14:paraId="548B5A14" w14:textId="69E6AD18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</w:rPr>
        <w:t>Koordynujący</w:t>
      </w:r>
      <w:r w:rsidRPr="00ED0D6F">
        <w:rPr>
          <w:rFonts w:ascii="Times New Roman" w:hAnsi="Times New Roman"/>
          <w:sz w:val="24"/>
          <w:szCs w:val="24"/>
        </w:rPr>
        <w:t xml:space="preserve"> - pracownik posiadający świadectwo kwalifikacyjne, uprawniające do zajmowania się eksploatacją urządzeń, instalacji i sieci na </w:t>
      </w:r>
      <w:r w:rsidRPr="00ED0D6F">
        <w:rPr>
          <w:rFonts w:ascii="Times New Roman" w:hAnsi="Times New Roman"/>
          <w:sz w:val="24"/>
          <w:szCs w:val="24"/>
        </w:rPr>
        <w:tab/>
        <w:t>stanowisku dozoru.</w:t>
      </w:r>
    </w:p>
    <w:p w14:paraId="6B651603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4764CD23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0CB466E8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4D097DDC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0B4E7CF6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2C723943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1756DE87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6FDECB7D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6DBBDE83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465F619A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5550E4ED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7B2DECEF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6AAA536D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39824C85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5E9FA086" w14:textId="77777777" w:rsidR="005E4F26" w:rsidRDefault="005E4F26" w:rsidP="005E4F26">
      <w:pPr>
        <w:jc w:val="both"/>
        <w:rPr>
          <w:rFonts w:ascii="Times New Roman" w:hAnsi="Times New Roman"/>
          <w:sz w:val="24"/>
          <w:szCs w:val="24"/>
        </w:rPr>
      </w:pPr>
    </w:p>
    <w:p w14:paraId="7ED0B5C3" w14:textId="2769151B" w:rsidR="00087202" w:rsidRPr="00087202" w:rsidRDefault="00087202" w:rsidP="005E4F26">
      <w:pPr>
        <w:jc w:val="center"/>
        <w:rPr>
          <w:rFonts w:ascii="Times New Roman" w:hAnsi="Times New Roman"/>
          <w:b/>
          <w:sz w:val="28"/>
          <w:szCs w:val="28"/>
        </w:rPr>
      </w:pPr>
      <w:r w:rsidRPr="00087202">
        <w:rPr>
          <w:rFonts w:ascii="Times New Roman" w:hAnsi="Times New Roman"/>
          <w:b/>
          <w:sz w:val="28"/>
          <w:szCs w:val="28"/>
        </w:rPr>
        <w:lastRenderedPageBreak/>
        <w:t>Informacja dotycząca bezpieczeństwa i ochrony zdrowia (BIOZ)</w:t>
      </w:r>
    </w:p>
    <w:p w14:paraId="6FF2CE65" w14:textId="7BDD051E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Opracował</w:t>
      </w:r>
      <w:r w:rsidRPr="00087202">
        <w:rPr>
          <w:rFonts w:ascii="Times New Roman" w:hAnsi="Times New Roman"/>
          <w:sz w:val="24"/>
          <w:szCs w:val="24"/>
        </w:rPr>
        <w:t>:  MJ Energy Bogusław i Jakub Sucheccy Sp. J</w:t>
      </w:r>
    </w:p>
    <w:p w14:paraId="50E4FA51" w14:textId="77777777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Część opisowa:</w:t>
      </w:r>
    </w:p>
    <w:p w14:paraId="4077A557" w14:textId="543D0DE8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1. Zakres robót dla całego zamierzenia </w:t>
      </w:r>
      <w:proofErr w:type="spellStart"/>
      <w:r w:rsidR="00E53283">
        <w:rPr>
          <w:rFonts w:ascii="Times New Roman" w:hAnsi="Times New Roman"/>
          <w:sz w:val="24"/>
          <w:szCs w:val="24"/>
        </w:rPr>
        <w:t>moderrnizacyjnego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 oraz kolejność realizacji poszczególnych  obiektów:</w:t>
      </w:r>
    </w:p>
    <w:p w14:paraId="571600D0" w14:textId="32997A85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Projekt obejmuje:</w:t>
      </w:r>
    </w:p>
    <w:p w14:paraId="022A06C1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zamiana oświetlenia starego nieefektywnego sodowego na nowoczesne energooszczędne oświetlenie LED,</w:t>
      </w:r>
    </w:p>
    <w:p w14:paraId="2151CFC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- wymiana istniejących konstrukcji nośnych – wysięgniki w przypadku złych kątów nachylenia, </w:t>
      </w:r>
    </w:p>
    <w:p w14:paraId="5A9C47C7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wymiana istniejących elementów zasilających i zabezpieczeń – przewody zasilające oprawy, złącza słupowe</w:t>
      </w:r>
    </w:p>
    <w:p w14:paraId="387A894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przeprowadzenie wymaganych prób i badań, uzyskanie odbiorów robót i przygotowanie dokumentów związanych z oddaniem do użytkowania wybudowanych obiektów.</w:t>
      </w:r>
    </w:p>
    <w:p w14:paraId="4FF0C5BA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 wymiana zabezpieczeń we wnękach słupowych przy liniach kablowych</w:t>
      </w:r>
    </w:p>
    <w:p w14:paraId="62DE4A1C" w14:textId="5A0F3418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montaż opraw z zastosowaniem redukcji mocy</w:t>
      </w:r>
      <w:r w:rsidR="00E53283">
        <w:rPr>
          <w:rFonts w:ascii="Times New Roman" w:hAnsi="Times New Roman"/>
          <w:sz w:val="24"/>
          <w:szCs w:val="24"/>
        </w:rPr>
        <w:t xml:space="preserve"> (systemu sterowania)</w:t>
      </w:r>
      <w:r w:rsidRPr="00087202">
        <w:rPr>
          <w:rFonts w:ascii="Times New Roman" w:hAnsi="Times New Roman"/>
          <w:sz w:val="24"/>
          <w:szCs w:val="24"/>
        </w:rPr>
        <w:t>.</w:t>
      </w:r>
    </w:p>
    <w:p w14:paraId="6B89D6C0" w14:textId="44FE0C72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- rozliczenie i utylizacja zdemontowanego sprzętu oświetleniowego</w:t>
      </w:r>
    </w:p>
    <w:p w14:paraId="220076D8" w14:textId="77777777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1.  Wykaz istniejących obiektów budowlanych:</w:t>
      </w:r>
    </w:p>
    <w:p w14:paraId="3E90E896" w14:textId="613039DE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Projekt obejmuje wykonanie wymiany elementów oświetlenia drogowego wyszczególnionych w dokumentacji technicznej na istniejącej sieci oświetleniowej na terenie gminy.</w:t>
      </w:r>
    </w:p>
    <w:p w14:paraId="6863FB53" w14:textId="1228EC4B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2. Wskazanie elementów zagospodarowania działki lub terenu, które mogą stwarzać zagrożenie bezpieczeństwa i zdrowia ludzi:</w:t>
      </w:r>
    </w:p>
    <w:p w14:paraId="43AAD00B" w14:textId="46FDA946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Zagrożenie stwarzać mogą roboty wykonywane w pobliżu linii napowietrznej niskiego napięcia. </w:t>
      </w:r>
    </w:p>
    <w:p w14:paraId="04068A43" w14:textId="0C53CCD5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3. Wskazanie dotyczące przewidywanych zagrożeń występujących podczas realizacji robót budowlanych, określające skalę i rodzaje zagrożeń oraz miejsce i czas ich wystąpienia:</w:t>
      </w:r>
    </w:p>
    <w:p w14:paraId="44E02DD7" w14:textId="144E5536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Szczegółowy zakres robót budowlanych, o których mowa w art. 21a ust. 2 ustawy z dnia 7 lipca 1994 r. ­ Prawo budowlane, obejmuje w przypadku:</w:t>
      </w:r>
    </w:p>
    <w:p w14:paraId="674B6B18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1) robót budowlanych, których charakter, organizacja lub miejsce prowadzenia stwarza szczególnie wysokie ryzyko powstania zagrożenia bezpieczeństwa i zdrowia ludzi, a w szczególności przysypania ziemią lub upadku z wysokości:</w:t>
      </w:r>
    </w:p>
    <w:p w14:paraId="5358575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* Wykonywanie wykopów o ścianach pionowych bez rozparcia o głębokości większej niż </w:t>
      </w:r>
      <w:smartTag w:uri="urn:schemas-microsoft-com:office:smarttags" w:element="metricconverter">
        <w:smartTagPr>
          <w:attr w:name="ProductID" w:val="1,5 m"/>
        </w:smartTagPr>
        <w:r w:rsidRPr="00087202">
          <w:rPr>
            <w:rFonts w:ascii="Times New Roman" w:hAnsi="Times New Roman"/>
            <w:sz w:val="24"/>
            <w:szCs w:val="24"/>
          </w:rPr>
          <w:t>1,5 m</w:t>
        </w:r>
      </w:smartTag>
      <w:r w:rsidRPr="00087202">
        <w:rPr>
          <w:rFonts w:ascii="Times New Roman" w:hAnsi="Times New Roman"/>
          <w:sz w:val="24"/>
          <w:szCs w:val="24"/>
        </w:rPr>
        <w:t xml:space="preserve"> oraz wykopów o bezpiecznym nachyleniu ścian o głębokości większej niż </w:t>
      </w:r>
      <w:smartTag w:uri="urn:schemas-microsoft-com:office:smarttags" w:element="metricconverter">
        <w:smartTagPr>
          <w:attr w:name="ProductID" w:val="3,0 m"/>
        </w:smartTagPr>
        <w:r w:rsidRPr="00087202">
          <w:rPr>
            <w:rFonts w:ascii="Times New Roman" w:hAnsi="Times New Roman"/>
            <w:sz w:val="24"/>
            <w:szCs w:val="24"/>
          </w:rPr>
          <w:t>3,0 m</w:t>
        </w:r>
      </w:smartTag>
      <w:r w:rsidRPr="00087202">
        <w:rPr>
          <w:rFonts w:ascii="Times New Roman" w:hAnsi="Times New Roman"/>
          <w:sz w:val="24"/>
          <w:szCs w:val="24"/>
        </w:rPr>
        <w:t>,</w:t>
      </w:r>
    </w:p>
    <w:p w14:paraId="7F1B02A9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* Roboty, przy których wykonywaniu występuje ryzyko upadku z wysokości ponad </w:t>
      </w:r>
      <w:smartTag w:uri="urn:schemas-microsoft-com:office:smarttags" w:element="metricconverter">
        <w:smartTagPr>
          <w:attr w:name="ProductID" w:val="5,0 m"/>
        </w:smartTagPr>
        <w:r w:rsidRPr="00087202">
          <w:rPr>
            <w:rFonts w:ascii="Times New Roman" w:hAnsi="Times New Roman"/>
            <w:sz w:val="24"/>
            <w:szCs w:val="24"/>
          </w:rPr>
          <w:t>5,0 m</w:t>
        </w:r>
      </w:smartTag>
      <w:r w:rsidRPr="00087202">
        <w:rPr>
          <w:rFonts w:ascii="Times New Roman" w:hAnsi="Times New Roman"/>
          <w:sz w:val="24"/>
          <w:szCs w:val="24"/>
        </w:rPr>
        <w:t>,</w:t>
      </w:r>
    </w:p>
    <w:p w14:paraId="4A4202BB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lastRenderedPageBreak/>
        <w:t xml:space="preserve">* Rozbiórki obiektów budowlanych o wysokości powyżej </w:t>
      </w:r>
      <w:smartTag w:uri="urn:schemas-microsoft-com:office:smarttags" w:element="metricconverter">
        <w:smartTagPr>
          <w:attr w:name="ProductID" w:val="8 m"/>
        </w:smartTagPr>
        <w:r w:rsidRPr="00087202">
          <w:rPr>
            <w:rFonts w:ascii="Times New Roman" w:hAnsi="Times New Roman"/>
            <w:sz w:val="24"/>
            <w:szCs w:val="24"/>
          </w:rPr>
          <w:t>8 m</w:t>
        </w:r>
      </w:smartTag>
      <w:r w:rsidRPr="00087202">
        <w:rPr>
          <w:rFonts w:ascii="Times New Roman" w:hAnsi="Times New Roman"/>
          <w:sz w:val="24"/>
          <w:szCs w:val="24"/>
        </w:rPr>
        <w:t>,</w:t>
      </w:r>
    </w:p>
    <w:p w14:paraId="616FAB27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Roboty wykonywane na terenie czynnych zakładów przemysłowych,</w:t>
      </w:r>
    </w:p>
    <w:p w14:paraId="1405F49A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Montaż, demontaż i konserwacja rusztowań przy budynkach wysokich i wysokościowych,</w:t>
      </w:r>
    </w:p>
    <w:p w14:paraId="43856DF8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Roboty wykonywane przy użyciu dźwigów lub śmigłowców,</w:t>
      </w:r>
    </w:p>
    <w:p w14:paraId="70D89B82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Prowadzenie robót na obiektach mostowych metodą nasuwania konstrukcji na podpory,</w:t>
      </w:r>
    </w:p>
    <w:p w14:paraId="40D2B0F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Montaż elementów konstrukcyjnych obiektów mostowych,</w:t>
      </w:r>
    </w:p>
    <w:p w14:paraId="6DDB5BAD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Betonowanie wysokich elementów konstrukcyjnych mostów, takich jak przyczółki, filary i pylony,</w:t>
      </w:r>
    </w:p>
    <w:p w14:paraId="1358F04A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Fundamentowanie podpór mostowych i innych obiektów budowlanych na palach,</w:t>
      </w:r>
    </w:p>
    <w:p w14:paraId="560704D9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 Roboty wykonywane pod lub w pobliżu przewodów linii elektroenergetycznych, w odległości liczonej poziomo od skrajnych przewodów, mniejszej niż:</w:t>
      </w:r>
    </w:p>
    <w:p w14:paraId="6651DAFC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­3,0 m ­dla linii o napięciu znamionowym nieprzekraczającym 1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6D4AF3CC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­5,0 m ­dla linii o napięciu znamionowym powyżej 1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, lecz nieprzekraczającym 15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6F77DBC8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­10,0 m ­dla linii o napięciu znamionowym powyżej 15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, lecz nieprzekraczającym 30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64377F77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­15,0 m ­dla linii o napięciu znamionowym powyżej 30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, lecz nieprzekraczającym 110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4021E327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budowlane prowadzone w portach i przystaniach podczas ruchu statków,</w:t>
      </w:r>
    </w:p>
    <w:p w14:paraId="6F1430B9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prowadzone przy budowlach piętrzących wodę, przy wysokości piętrzenia powyżej 1m,</w:t>
      </w:r>
    </w:p>
    <w:p w14:paraId="6FC1D441" w14:textId="05E5B829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wykonywane w pobliżu linii kolejowych;</w:t>
      </w:r>
    </w:p>
    <w:p w14:paraId="5689882C" w14:textId="58D6B9E3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2) robót budowlanych, przy prowadzeniu, których występują działania substancji chemicznych lub czynników biologicznych zagrażających bezpieczeństwu i zdrowiu ludzi:</w:t>
      </w:r>
    </w:p>
    <w:p w14:paraId="7539E941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prowadzone w temperaturze poniżej ­10°C,</w:t>
      </w:r>
    </w:p>
    <w:p w14:paraId="76279004" w14:textId="40A60DC2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polegające na usuwaniu i naprawie wyrobów budowlanych zawierających azbest;</w:t>
      </w:r>
    </w:p>
    <w:p w14:paraId="5C80571F" w14:textId="3D6AB294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3) robót budowlanych stwarzających zagrożenie promieniowaniem jonizującym:</w:t>
      </w:r>
    </w:p>
    <w:p w14:paraId="429B27D0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remontowe i rozbiórkowe obiektów przemysłu energii atomowej,</w:t>
      </w:r>
    </w:p>
    <w:p w14:paraId="739CEF47" w14:textId="4151AF35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remontowe i rozbiórkowe obiektów, w których były realizowane procesy technologiczne z użyciem izotopów;</w:t>
      </w:r>
    </w:p>
    <w:p w14:paraId="65AF0886" w14:textId="75BB5D1E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4) robót budowlanych prowadzonych w pobliżu linii wysokiego napięcia lub czynnych linii komunikacyjnych:</w:t>
      </w:r>
    </w:p>
    <w:p w14:paraId="06E6EAD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*Roboty wykonywane w odległości liczonej poziomo od skrajnych przewodów, mniejszej niż </w:t>
      </w:r>
      <w:smartTag w:uri="urn:schemas-microsoft-com:office:smarttags" w:element="metricconverter">
        <w:smartTagPr>
          <w:attr w:name="ProductID" w:val="15,0 m"/>
        </w:smartTagPr>
        <w:r w:rsidRPr="00087202">
          <w:rPr>
            <w:rFonts w:ascii="Times New Roman" w:hAnsi="Times New Roman"/>
            <w:sz w:val="24"/>
            <w:szCs w:val="24"/>
          </w:rPr>
          <w:t>15,0 m</w:t>
        </w:r>
      </w:smartTag>
      <w:r w:rsidRPr="00087202">
        <w:rPr>
          <w:rFonts w:ascii="Times New Roman" w:hAnsi="Times New Roman"/>
          <w:sz w:val="24"/>
          <w:szCs w:val="24"/>
        </w:rPr>
        <w:t xml:space="preserve"> ­dla linii o napięciu znamionowym 110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63CB7AF0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lastRenderedPageBreak/>
        <w:t xml:space="preserve">*Roboty wykonywane w odległości liczonej poziomo od skrajnych przewodów, mniejszej ni. </w:t>
      </w:r>
      <w:smartTag w:uri="urn:schemas-microsoft-com:office:smarttags" w:element="metricconverter">
        <w:smartTagPr>
          <w:attr w:name="ProductID" w:val="30,0 m"/>
        </w:smartTagPr>
        <w:r w:rsidRPr="00087202">
          <w:rPr>
            <w:rFonts w:ascii="Times New Roman" w:hAnsi="Times New Roman"/>
            <w:sz w:val="24"/>
            <w:szCs w:val="24"/>
          </w:rPr>
          <w:t>30,0 m</w:t>
        </w:r>
      </w:smartTag>
      <w:r w:rsidRPr="00087202">
        <w:rPr>
          <w:rFonts w:ascii="Times New Roman" w:hAnsi="Times New Roman"/>
          <w:sz w:val="24"/>
          <w:szCs w:val="24"/>
        </w:rPr>
        <w:t xml:space="preserve"> ­ dla linii o napięciu znamionowym powyżej 110 </w:t>
      </w:r>
      <w:proofErr w:type="spellStart"/>
      <w:r w:rsidRPr="00087202">
        <w:rPr>
          <w:rFonts w:ascii="Times New Roman" w:hAnsi="Times New Roman"/>
          <w:sz w:val="24"/>
          <w:szCs w:val="24"/>
        </w:rPr>
        <w:t>kV</w:t>
      </w:r>
      <w:proofErr w:type="spellEnd"/>
      <w:r w:rsidRPr="00087202">
        <w:rPr>
          <w:rFonts w:ascii="Times New Roman" w:hAnsi="Times New Roman"/>
          <w:sz w:val="24"/>
          <w:szCs w:val="24"/>
        </w:rPr>
        <w:t>,</w:t>
      </w:r>
    </w:p>
    <w:p w14:paraId="103844AC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*Budowa i remont: ­linii kolejowych (roboty torowe i podtorowe), ­sieci trakcyjnej i linii zasilającej sieć trakcyjną i urządzenia elektroenergetyczne, ­linii i urządzeń sterowania ruchem kolejowym, ­sieci telekomunikacyjnych, radiotelekomunikacyjnych i komputerowych, związane z prowadzeniem ruchu kolejowego,</w:t>
      </w:r>
    </w:p>
    <w:p w14:paraId="327CF147" w14:textId="2FF03213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*Wszystkie roboty budowlane, wykonywane na obszarze kolejowym w warunkach prowadzenia ruchu kolejowego;</w:t>
      </w:r>
    </w:p>
    <w:p w14:paraId="20BA7518" w14:textId="2CBDC53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5) robót budowlanych stwarzających ryzyko utonięcia pracowników:</w:t>
      </w:r>
    </w:p>
    <w:p w14:paraId="2C2ADF7B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prowadzone z wody lub pod wodą,</w:t>
      </w:r>
    </w:p>
    <w:p w14:paraId="03CC2949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*Montaż elementów konstrukcyjnych obiektów mostowych,</w:t>
      </w:r>
    </w:p>
    <w:p w14:paraId="4A588074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*Fundamentowanie podpór mostowych i innych obiektów budowlanych na palach,</w:t>
      </w:r>
    </w:p>
    <w:p w14:paraId="2862388E" w14:textId="07439F4F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*Roboty prowadzone przy budowlach piętrzących wodę, przy wysokości piętrzenia powyżej </w:t>
      </w:r>
      <w:smartTag w:uri="urn:schemas-microsoft-com:office:smarttags" w:element="metricconverter">
        <w:smartTagPr>
          <w:attr w:name="ProductID" w:val="1 m"/>
        </w:smartTagPr>
        <w:r w:rsidRPr="00087202">
          <w:rPr>
            <w:rFonts w:ascii="Times New Roman" w:hAnsi="Times New Roman"/>
            <w:sz w:val="24"/>
            <w:szCs w:val="24"/>
          </w:rPr>
          <w:t>1 m</w:t>
        </w:r>
      </w:smartTag>
      <w:r w:rsidRPr="00087202">
        <w:rPr>
          <w:rFonts w:ascii="Times New Roman" w:hAnsi="Times New Roman"/>
          <w:sz w:val="24"/>
          <w:szCs w:val="24"/>
        </w:rPr>
        <w:t>;</w:t>
      </w:r>
    </w:p>
    <w:p w14:paraId="057AD7D2" w14:textId="48434263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6) robót budowlanych prowadzonych w studniach, pod ziemią i w tunelach:</w:t>
      </w:r>
    </w:p>
    <w:p w14:paraId="54B641BE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prowadzone w zbiornikach, kanałach, wnętrzach urządzeń technicznych i w innych</w:t>
      </w:r>
    </w:p>
    <w:p w14:paraId="6F05078A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*Niebezpiecznych przestrzeniach zamkniętych,</w:t>
      </w:r>
    </w:p>
    <w:p w14:paraId="2EFF1A17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związane z wykonywaniem przejść rurociągów pod przeszkodami metodami: tunelową,</w:t>
      </w:r>
    </w:p>
    <w:p w14:paraId="7E0A52BB" w14:textId="57569BA4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087202">
        <w:rPr>
          <w:rFonts w:ascii="Times New Roman" w:hAnsi="Times New Roman"/>
          <w:sz w:val="24"/>
          <w:szCs w:val="24"/>
        </w:rPr>
        <w:t>przecisku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 lub podobnymi;</w:t>
      </w:r>
    </w:p>
    <w:p w14:paraId="4F1D8784" w14:textId="309DCDF4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7) robót budowlanych wykonywanych przez kierujących pojazdami zasilanymi z linii napowietrznych ­ roboty przy budowie, remoncie i rozbiórce torowisk;</w:t>
      </w:r>
    </w:p>
    <w:p w14:paraId="754C50CF" w14:textId="30F2C848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8) robót budowlanych wykonywanych w kesonach, z atmosferą wytwarzaną ze sprężonego powietrza ­ roboty przy budowie i remoncie nabrzeży portowych i przepraw mostowych;</w:t>
      </w:r>
    </w:p>
    <w:p w14:paraId="1E8E9350" w14:textId="6CFA464C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9) robót budowlanych wymagających użycia materiałów wybuchowych:</w:t>
      </w:r>
    </w:p>
    <w:p w14:paraId="5EB61729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ziemne związane z przemieszczaniem lub zagęszczaniem gruntu,</w:t>
      </w:r>
    </w:p>
    <w:p w14:paraId="3CC3D8C6" w14:textId="1C27BFF4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*Roboty rozbiórkowe, w tym wykonywanie otworów w istniejących elementach konstrukcyjnych obiektów;</w:t>
      </w:r>
    </w:p>
    <w:p w14:paraId="3B91D784" w14:textId="5867D123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10) robót budowlanych prowadzonych przy montażu i demontażu ciężkich elementów prefabrykowanych ­ roboty, których masa przekracza 1,0 t.</w:t>
      </w:r>
    </w:p>
    <w:p w14:paraId="6505C93A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Spośród wyszczególnionych wyżej prac wykonywane będą:</w:t>
      </w:r>
    </w:p>
    <w:p w14:paraId="37D5511D" w14:textId="21CF0B8D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wykonywaniem prac w pobliżu linii napowietrznej niskiego napięcia i związanych z przyłączeniem do istniejącej sieci elektroenergetycznej. Ze względu na montaż. opraw na </w:t>
      </w:r>
      <w:r w:rsidRPr="00087202">
        <w:rPr>
          <w:rFonts w:ascii="Times New Roman" w:hAnsi="Times New Roman"/>
          <w:sz w:val="24"/>
          <w:szCs w:val="24"/>
        </w:rPr>
        <w:lastRenderedPageBreak/>
        <w:t xml:space="preserve">wysokości powyżej </w:t>
      </w:r>
      <w:smartTag w:uri="urn:schemas-microsoft-com:office:smarttags" w:element="metricconverter">
        <w:smartTagPr>
          <w:attr w:name="ProductID" w:val="5 m"/>
        </w:smartTagPr>
        <w:r w:rsidRPr="00087202">
          <w:rPr>
            <w:rFonts w:ascii="Times New Roman" w:hAnsi="Times New Roman"/>
            <w:sz w:val="24"/>
            <w:szCs w:val="24"/>
          </w:rPr>
          <w:t>5 m</w:t>
        </w:r>
      </w:smartTag>
      <w:r w:rsidRPr="00087202">
        <w:rPr>
          <w:rFonts w:ascii="Times New Roman" w:hAnsi="Times New Roman"/>
          <w:sz w:val="24"/>
          <w:szCs w:val="24"/>
        </w:rPr>
        <w:t xml:space="preserve"> oraz wykonywanie prac w pobliżu linii elektroenergetycznej opracowanie planu „bioz” jest wymagane.</w:t>
      </w:r>
    </w:p>
    <w:p w14:paraId="3C24C4AF" w14:textId="1EFADFEA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4. Wskazanie sposobu prowadzenia instruktażu pracowników przed przystąpieniem do realizacji robót szczególnie niebezpiecznych:</w:t>
      </w:r>
    </w:p>
    <w:p w14:paraId="5BB301B5" w14:textId="196CD69F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Zatrudnieni pracownicy powinni mieć aktualne uprawnienia eksploatacyjne/dozorowe SEP, PPN wykonawcze w zakresie sieci elektroenergetycznych. Przed przystąpieniem do robót należy przeprowadzić instruktaż, który pracownicy powinni potwierdzić pisemnie.</w:t>
      </w:r>
    </w:p>
    <w:p w14:paraId="51C1CA88" w14:textId="7F725797" w:rsidR="00087202" w:rsidRPr="00087202" w:rsidRDefault="00087202" w:rsidP="00087202">
      <w:pPr>
        <w:jc w:val="both"/>
        <w:rPr>
          <w:rFonts w:ascii="Times New Roman" w:hAnsi="Times New Roman"/>
          <w:b/>
          <w:sz w:val="24"/>
          <w:szCs w:val="24"/>
        </w:rPr>
      </w:pPr>
      <w:r w:rsidRPr="00087202">
        <w:rPr>
          <w:rFonts w:ascii="Times New Roman" w:hAnsi="Times New Roman"/>
          <w:b/>
          <w:sz w:val="24"/>
          <w:szCs w:val="24"/>
        </w:rPr>
        <w:t>5.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14:paraId="1283A2CB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Miejsce prowadzonych robót powinno być zabezpieczone przed dostępem osób niepowołanych.</w:t>
      </w:r>
    </w:p>
    <w:p w14:paraId="5F0901FD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 xml:space="preserve">Roboty przy podłączaniu obwodu oświetleniowego do istniejącej sieci należy wykonywać pod nadzorem </w:t>
      </w:r>
      <w:proofErr w:type="spellStart"/>
      <w:r w:rsidRPr="00087202">
        <w:rPr>
          <w:rFonts w:ascii="Times New Roman" w:hAnsi="Times New Roman"/>
          <w:sz w:val="24"/>
          <w:szCs w:val="24"/>
        </w:rPr>
        <w:t>eksploatora</w:t>
      </w:r>
      <w:proofErr w:type="spellEnd"/>
      <w:r w:rsidRPr="00087202">
        <w:rPr>
          <w:rFonts w:ascii="Times New Roman" w:hAnsi="Times New Roman"/>
          <w:sz w:val="24"/>
          <w:szCs w:val="24"/>
        </w:rPr>
        <w:t xml:space="preserve"> oświetlenia ulicznego – ZE.</w:t>
      </w:r>
    </w:p>
    <w:p w14:paraId="779E223F" w14:textId="77777777" w:rsidR="00087202" w:rsidRPr="00087202" w:rsidRDefault="00087202" w:rsidP="00087202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Wniosek:</w:t>
      </w:r>
    </w:p>
    <w:p w14:paraId="4DD48527" w14:textId="02F5DD7D" w:rsidR="00087202" w:rsidRPr="00ED0D6F" w:rsidRDefault="00087202" w:rsidP="00337610">
      <w:pPr>
        <w:jc w:val="both"/>
        <w:rPr>
          <w:rFonts w:ascii="Times New Roman" w:hAnsi="Times New Roman"/>
          <w:sz w:val="24"/>
          <w:szCs w:val="24"/>
        </w:rPr>
      </w:pPr>
      <w:r w:rsidRPr="00087202">
        <w:rPr>
          <w:rFonts w:ascii="Times New Roman" w:hAnsi="Times New Roman"/>
          <w:sz w:val="24"/>
          <w:szCs w:val="24"/>
        </w:rPr>
        <w:t>Na podstawie Rozporządzenia Ministra Infrastruktury z dnia 23.06.2003 r. w sprawie informacji dotyczącej bezpieczeństwa i ochrony zdrowia oraz planu bezpieczeństwa i ochrony zdrowia (Dz. U. 2003.120.1126 z dnia 10.07.2003 r.) oraz na podstawie Prawa Budowlanego Art. 21a ust. 1a pkt. 2 (Dz. U. z 20</w:t>
      </w:r>
      <w:r w:rsidR="0013664A">
        <w:rPr>
          <w:rFonts w:ascii="Times New Roman" w:hAnsi="Times New Roman"/>
          <w:sz w:val="24"/>
          <w:szCs w:val="24"/>
        </w:rPr>
        <w:t xml:space="preserve">23 poz. 682 z </w:t>
      </w:r>
      <w:proofErr w:type="spellStart"/>
      <w:r w:rsidR="0013664A">
        <w:rPr>
          <w:rFonts w:ascii="Times New Roman" w:hAnsi="Times New Roman"/>
          <w:sz w:val="24"/>
          <w:szCs w:val="24"/>
        </w:rPr>
        <w:t>późn</w:t>
      </w:r>
      <w:proofErr w:type="spellEnd"/>
      <w:r w:rsidR="0013664A">
        <w:rPr>
          <w:rFonts w:ascii="Times New Roman" w:hAnsi="Times New Roman"/>
          <w:sz w:val="24"/>
          <w:szCs w:val="24"/>
        </w:rPr>
        <w:t>. zm.</w:t>
      </w:r>
      <w:r w:rsidRPr="00087202">
        <w:rPr>
          <w:rFonts w:ascii="Times New Roman" w:hAnsi="Times New Roman"/>
          <w:sz w:val="24"/>
          <w:szCs w:val="24"/>
        </w:rPr>
        <w:t xml:space="preserve"> ) plan „bioz” jest wymagany.</w:t>
      </w:r>
    </w:p>
    <w:p w14:paraId="70B09CB0" w14:textId="77777777" w:rsidR="00337610" w:rsidRPr="00ED0D6F" w:rsidRDefault="00337610" w:rsidP="00337610">
      <w:pPr>
        <w:jc w:val="both"/>
        <w:rPr>
          <w:rFonts w:ascii="Times New Roman" w:hAnsi="Times New Roman"/>
          <w:sz w:val="24"/>
          <w:szCs w:val="24"/>
        </w:rPr>
      </w:pPr>
      <w:r w:rsidRPr="00ED0D6F">
        <w:rPr>
          <w:rFonts w:ascii="Times New Roman" w:hAnsi="Times New Roman"/>
          <w:b/>
          <w:bCs/>
          <w:sz w:val="24"/>
          <w:szCs w:val="24"/>
          <w:u w:val="single"/>
        </w:rPr>
        <w:t xml:space="preserve">Dokumenty związane </w:t>
      </w:r>
      <w:r w:rsidRPr="00ED0D6F">
        <w:rPr>
          <w:rFonts w:ascii="Times New Roman" w:hAnsi="Times New Roman"/>
          <w:sz w:val="24"/>
          <w:szCs w:val="24"/>
        </w:rPr>
        <w:t xml:space="preserve"> </w:t>
      </w:r>
    </w:p>
    <w:p w14:paraId="68DA21A7" w14:textId="5C81BAD8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Rozporz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dzenie Ministra Energii z dnia 5 pa</w:t>
      </w:r>
      <w:r w:rsidRPr="00482A2D">
        <w:rPr>
          <w:rFonts w:ascii="Times New Roman" w:hAnsi="Times New Roman" w:hint="eastAsia"/>
          <w:sz w:val="24"/>
          <w:szCs w:val="24"/>
        </w:rPr>
        <w:t>ź</w:t>
      </w:r>
      <w:r w:rsidRPr="00482A2D">
        <w:rPr>
          <w:rFonts w:ascii="Times New Roman" w:hAnsi="Times New Roman"/>
          <w:sz w:val="24"/>
          <w:szCs w:val="24"/>
        </w:rPr>
        <w:t>dziernika 2017 r. w sprawie szczeg</w:t>
      </w:r>
      <w:r w:rsidRPr="00482A2D">
        <w:rPr>
          <w:rFonts w:ascii="Times New Roman" w:hAnsi="Times New Roman" w:hint="eastAsia"/>
          <w:sz w:val="24"/>
          <w:szCs w:val="24"/>
        </w:rPr>
        <w:t>ół</w:t>
      </w:r>
      <w:r w:rsidRPr="00482A2D">
        <w:rPr>
          <w:rFonts w:ascii="Times New Roman" w:hAnsi="Times New Roman"/>
          <w:sz w:val="24"/>
          <w:szCs w:val="24"/>
        </w:rPr>
        <w:t>owego</w:t>
      </w:r>
    </w:p>
    <w:p w14:paraId="1349F051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zakresu i sposobu sporz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dzania audytu efektywno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ci energetycznej oraz metod obliczania</w:t>
      </w:r>
    </w:p>
    <w:p w14:paraId="16951571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oszcz</w:t>
      </w:r>
      <w:r w:rsidRPr="00482A2D">
        <w:rPr>
          <w:rFonts w:ascii="Times New Roman" w:hAnsi="Times New Roman" w:hint="eastAsia"/>
          <w:sz w:val="24"/>
          <w:szCs w:val="24"/>
        </w:rPr>
        <w:t>ę</w:t>
      </w:r>
      <w:r w:rsidRPr="00482A2D">
        <w:rPr>
          <w:rFonts w:ascii="Times New Roman" w:hAnsi="Times New Roman"/>
          <w:sz w:val="24"/>
          <w:szCs w:val="24"/>
        </w:rPr>
        <w:t>dno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 xml:space="preserve">ci energii (Dz. U. poz. 1912, z </w:t>
      </w:r>
      <w:proofErr w:type="spellStart"/>
      <w:r w:rsidRPr="00482A2D">
        <w:rPr>
          <w:rFonts w:ascii="Times New Roman" w:hAnsi="Times New Roman"/>
          <w:sz w:val="24"/>
          <w:szCs w:val="24"/>
        </w:rPr>
        <w:t>p</w:t>
      </w:r>
      <w:r w:rsidRPr="00482A2D">
        <w:rPr>
          <w:rFonts w:ascii="Times New Roman" w:hAnsi="Times New Roman" w:hint="eastAsia"/>
          <w:sz w:val="24"/>
          <w:szCs w:val="24"/>
        </w:rPr>
        <w:t>óź</w:t>
      </w:r>
      <w:r w:rsidRPr="00482A2D">
        <w:rPr>
          <w:rFonts w:ascii="Times New Roman" w:hAnsi="Times New Roman"/>
          <w:sz w:val="24"/>
          <w:szCs w:val="24"/>
        </w:rPr>
        <w:t>n</w:t>
      </w:r>
      <w:proofErr w:type="spellEnd"/>
      <w:r w:rsidRPr="00482A2D">
        <w:rPr>
          <w:rFonts w:ascii="Times New Roman" w:hAnsi="Times New Roman"/>
          <w:sz w:val="24"/>
          <w:szCs w:val="24"/>
        </w:rPr>
        <w:t>. zm.).</w:t>
      </w:r>
    </w:p>
    <w:p w14:paraId="7064447F" w14:textId="5DB23406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Rozporz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dzenie Ministra Gospodarki z dnia 4 maja 2007 r. w sprawie szczeg</w:t>
      </w:r>
      <w:r w:rsidRPr="00482A2D">
        <w:rPr>
          <w:rFonts w:ascii="Times New Roman" w:hAnsi="Times New Roman" w:hint="eastAsia"/>
          <w:sz w:val="24"/>
          <w:szCs w:val="24"/>
        </w:rPr>
        <w:t>ół</w:t>
      </w:r>
      <w:r w:rsidRPr="00482A2D">
        <w:rPr>
          <w:rFonts w:ascii="Times New Roman" w:hAnsi="Times New Roman"/>
          <w:sz w:val="24"/>
          <w:szCs w:val="24"/>
        </w:rPr>
        <w:t>owych</w:t>
      </w:r>
    </w:p>
    <w:p w14:paraId="51A4C208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warunk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 xml:space="preserve">w funkcjonowania systemu elektroenergetycznego (Dz. U. poz. 623, z </w:t>
      </w:r>
      <w:proofErr w:type="spellStart"/>
      <w:r w:rsidRPr="00482A2D">
        <w:rPr>
          <w:rFonts w:ascii="Times New Roman" w:hAnsi="Times New Roman"/>
          <w:sz w:val="24"/>
          <w:szCs w:val="24"/>
        </w:rPr>
        <w:t>p</w:t>
      </w:r>
      <w:r w:rsidRPr="00482A2D">
        <w:rPr>
          <w:rFonts w:ascii="Times New Roman" w:hAnsi="Times New Roman" w:hint="eastAsia"/>
          <w:sz w:val="24"/>
          <w:szCs w:val="24"/>
        </w:rPr>
        <w:t>óź</w:t>
      </w:r>
      <w:r w:rsidRPr="00482A2D">
        <w:rPr>
          <w:rFonts w:ascii="Times New Roman" w:hAnsi="Times New Roman"/>
          <w:sz w:val="24"/>
          <w:szCs w:val="24"/>
        </w:rPr>
        <w:t>n</w:t>
      </w:r>
      <w:proofErr w:type="spellEnd"/>
      <w:r w:rsidRPr="00482A2D">
        <w:rPr>
          <w:rFonts w:ascii="Times New Roman" w:hAnsi="Times New Roman"/>
          <w:sz w:val="24"/>
          <w:szCs w:val="24"/>
        </w:rPr>
        <w:t>. zm.).</w:t>
      </w:r>
    </w:p>
    <w:p w14:paraId="38B49D86" w14:textId="37C9177B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Rozporz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 xml:space="preserve">dzenie Ministra Klimatu i 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rodowiska z dnia 1 lipca 2022 r. w sprawie</w:t>
      </w:r>
    </w:p>
    <w:p w14:paraId="040BF7BF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szczeg</w:t>
      </w:r>
      <w:r w:rsidRPr="00482A2D">
        <w:rPr>
          <w:rFonts w:ascii="Times New Roman" w:hAnsi="Times New Roman" w:hint="eastAsia"/>
          <w:sz w:val="24"/>
          <w:szCs w:val="24"/>
        </w:rPr>
        <w:t>ół</w:t>
      </w:r>
      <w:r w:rsidRPr="00482A2D">
        <w:rPr>
          <w:rFonts w:ascii="Times New Roman" w:hAnsi="Times New Roman"/>
          <w:sz w:val="24"/>
          <w:szCs w:val="24"/>
        </w:rPr>
        <w:t>owych zasad stwierdzania posiadania kwalifikacji przez osoby zajmuj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ce si</w:t>
      </w:r>
      <w:r w:rsidRPr="00482A2D">
        <w:rPr>
          <w:rFonts w:ascii="Times New Roman" w:hAnsi="Times New Roman" w:hint="eastAsia"/>
          <w:sz w:val="24"/>
          <w:szCs w:val="24"/>
        </w:rPr>
        <w:t>ę</w:t>
      </w:r>
    </w:p>
    <w:p w14:paraId="5A2C1A99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eksploatacj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 xml:space="preserve"> urz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dze</w:t>
      </w:r>
      <w:r w:rsidRPr="00482A2D">
        <w:rPr>
          <w:rFonts w:ascii="Times New Roman" w:hAnsi="Times New Roman" w:hint="eastAsia"/>
          <w:sz w:val="24"/>
          <w:szCs w:val="24"/>
        </w:rPr>
        <w:t>ń</w:t>
      </w:r>
      <w:r w:rsidRPr="00482A2D">
        <w:rPr>
          <w:rFonts w:ascii="Times New Roman" w:hAnsi="Times New Roman"/>
          <w:sz w:val="24"/>
          <w:szCs w:val="24"/>
        </w:rPr>
        <w:t>, instalacji i sieci (Dz. U. poz. 1392).</w:t>
      </w:r>
    </w:p>
    <w:p w14:paraId="690552F8" w14:textId="77A56C69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Rozporz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dzenia Ministra Rozwoju z dnia 2 czerwca 2016 r. w sprawie wymaga</w:t>
      </w:r>
      <w:r w:rsidRPr="00482A2D">
        <w:rPr>
          <w:rFonts w:ascii="Times New Roman" w:hAnsi="Times New Roman" w:hint="eastAsia"/>
          <w:sz w:val="24"/>
          <w:szCs w:val="24"/>
        </w:rPr>
        <w:t>ń</w:t>
      </w:r>
      <w:r w:rsidRPr="00482A2D">
        <w:rPr>
          <w:rFonts w:ascii="Times New Roman" w:hAnsi="Times New Roman"/>
          <w:sz w:val="24"/>
          <w:szCs w:val="24"/>
        </w:rPr>
        <w:t xml:space="preserve"> dla sprz</w:t>
      </w:r>
      <w:r w:rsidRPr="00482A2D">
        <w:rPr>
          <w:rFonts w:ascii="Times New Roman" w:hAnsi="Times New Roman" w:hint="eastAsia"/>
          <w:sz w:val="24"/>
          <w:szCs w:val="24"/>
        </w:rPr>
        <w:t>ę</w:t>
      </w:r>
      <w:r w:rsidRPr="00482A2D">
        <w:rPr>
          <w:rFonts w:ascii="Times New Roman" w:hAnsi="Times New Roman"/>
          <w:sz w:val="24"/>
          <w:szCs w:val="24"/>
        </w:rPr>
        <w:t>tu</w:t>
      </w:r>
    </w:p>
    <w:p w14:paraId="2ED2DF57" w14:textId="0C4CE9CF" w:rsidR="00087202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elektrycznego (Dz. U. poz. 806).</w:t>
      </w:r>
    </w:p>
    <w:p w14:paraId="2C28304D" w14:textId="264D581B" w:rsid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Ustawa z dnia 21 marca 1985 r. o drogach publicznych (Dz. U. z 202</w:t>
      </w:r>
      <w:r w:rsidR="0013664A">
        <w:rPr>
          <w:rFonts w:ascii="Times New Roman" w:hAnsi="Times New Roman"/>
          <w:sz w:val="24"/>
          <w:szCs w:val="24"/>
        </w:rPr>
        <w:t>3</w:t>
      </w:r>
      <w:r w:rsidRPr="00482A2D">
        <w:rPr>
          <w:rFonts w:ascii="Times New Roman" w:hAnsi="Times New Roman"/>
          <w:sz w:val="24"/>
          <w:szCs w:val="24"/>
        </w:rPr>
        <w:t xml:space="preserve"> r. poz. </w:t>
      </w:r>
      <w:r w:rsidR="0013664A">
        <w:rPr>
          <w:rFonts w:ascii="Times New Roman" w:hAnsi="Times New Roman"/>
          <w:sz w:val="24"/>
          <w:szCs w:val="24"/>
        </w:rPr>
        <w:t>645</w:t>
      </w:r>
      <w:r w:rsidRPr="00482A2D">
        <w:rPr>
          <w:rFonts w:ascii="Times New Roman" w:hAnsi="Times New Roman"/>
          <w:sz w:val="24"/>
          <w:szCs w:val="24"/>
        </w:rPr>
        <w:t>, z p</w:t>
      </w:r>
      <w:r w:rsidRPr="00482A2D">
        <w:rPr>
          <w:rFonts w:ascii="Times New Roman" w:hAnsi="Times New Roman" w:hint="eastAsia"/>
          <w:sz w:val="24"/>
          <w:szCs w:val="24"/>
        </w:rPr>
        <w:t>óź</w:t>
      </w:r>
      <w:r w:rsidRPr="00482A2D">
        <w:rPr>
          <w:rFonts w:ascii="Times New Roman" w:hAnsi="Times New Roman"/>
          <w:sz w:val="24"/>
          <w:szCs w:val="24"/>
        </w:rPr>
        <w:t>n.zm.).</w:t>
      </w:r>
    </w:p>
    <w:p w14:paraId="24DE010F" w14:textId="5D423ED3" w:rsid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482A2D">
        <w:rPr>
          <w:rFonts w:ascii="Times New Roman" w:hAnsi="Times New Roman"/>
          <w:sz w:val="24"/>
          <w:szCs w:val="24"/>
        </w:rPr>
        <w:t xml:space="preserve">Ustawa z dnia 10 kwietnia 1997 r. </w:t>
      </w:r>
      <w:r w:rsidRPr="00482A2D">
        <w:rPr>
          <w:rFonts w:ascii="Times New Roman" w:hAnsi="Times New Roman" w:hint="eastAsia"/>
          <w:sz w:val="24"/>
          <w:szCs w:val="24"/>
        </w:rPr>
        <w:t>–</w:t>
      </w:r>
      <w:r w:rsidRPr="00482A2D">
        <w:rPr>
          <w:rFonts w:ascii="Times New Roman" w:hAnsi="Times New Roman"/>
          <w:sz w:val="24"/>
          <w:szCs w:val="24"/>
        </w:rPr>
        <w:t xml:space="preserve"> Prawo energetyczne (Dz. U. z 2022 r. poz. 1385, z p</w:t>
      </w:r>
      <w:r w:rsidRPr="00482A2D">
        <w:rPr>
          <w:rFonts w:ascii="Times New Roman" w:hAnsi="Times New Roman" w:hint="eastAsia"/>
          <w:sz w:val="24"/>
          <w:szCs w:val="24"/>
        </w:rPr>
        <w:t>óź</w:t>
      </w:r>
      <w:r w:rsidRPr="00482A2D">
        <w:rPr>
          <w:rFonts w:ascii="Times New Roman" w:hAnsi="Times New Roman"/>
          <w:sz w:val="24"/>
          <w:szCs w:val="24"/>
        </w:rPr>
        <w:t>n.zm.).</w:t>
      </w:r>
    </w:p>
    <w:p w14:paraId="37FA341D" w14:textId="4CF524FB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Ustawa z dnia 13 kwietnia 2007 r. o kompatybilno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 xml:space="preserve">ci elektromagnetycznej (Dz. U. z 2022 </w:t>
      </w:r>
      <w:proofErr w:type="spellStart"/>
      <w:r w:rsidRPr="00482A2D">
        <w:rPr>
          <w:rFonts w:ascii="Times New Roman" w:hAnsi="Times New Roman"/>
          <w:sz w:val="24"/>
          <w:szCs w:val="24"/>
        </w:rPr>
        <w:t>r.poz</w:t>
      </w:r>
      <w:proofErr w:type="spellEnd"/>
      <w:r w:rsidRPr="00482A2D">
        <w:rPr>
          <w:rFonts w:ascii="Times New Roman" w:hAnsi="Times New Roman"/>
          <w:sz w:val="24"/>
          <w:szCs w:val="24"/>
        </w:rPr>
        <w:t>. 2233).</w:t>
      </w:r>
    </w:p>
    <w:p w14:paraId="6D2D6E3F" w14:textId="65B85131" w:rsid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Ustawa z dnia 20 maja 2016 r. o efektywno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ci energetycznej (Dz. U. z 2021 r. poz. 2166,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2A2D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482A2D">
        <w:rPr>
          <w:rFonts w:ascii="Times New Roman" w:hAnsi="Times New Roman"/>
          <w:sz w:val="24"/>
          <w:szCs w:val="24"/>
        </w:rPr>
        <w:t>p</w:t>
      </w:r>
      <w:r w:rsidRPr="00482A2D">
        <w:rPr>
          <w:rFonts w:ascii="Times New Roman" w:hAnsi="Times New Roman" w:hint="eastAsia"/>
          <w:sz w:val="24"/>
          <w:szCs w:val="24"/>
        </w:rPr>
        <w:t>óź</w:t>
      </w:r>
      <w:r w:rsidRPr="00482A2D">
        <w:rPr>
          <w:rFonts w:ascii="Times New Roman" w:hAnsi="Times New Roman"/>
          <w:sz w:val="24"/>
          <w:szCs w:val="24"/>
        </w:rPr>
        <w:t>n</w:t>
      </w:r>
      <w:proofErr w:type="spellEnd"/>
      <w:r w:rsidRPr="00482A2D">
        <w:rPr>
          <w:rFonts w:ascii="Times New Roman" w:hAnsi="Times New Roman"/>
          <w:sz w:val="24"/>
          <w:szCs w:val="24"/>
        </w:rPr>
        <w:t>. zm.).</w:t>
      </w:r>
    </w:p>
    <w:p w14:paraId="571569E0" w14:textId="0D2D1515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PKN-CEN/TR 13201-1:2016-02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wietlenie dr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g.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1: Wytyczne dotycz</w:t>
      </w:r>
      <w:r w:rsidRPr="00482A2D">
        <w:rPr>
          <w:rFonts w:ascii="Times New Roman" w:hAnsi="Times New Roman" w:hint="eastAsia"/>
          <w:sz w:val="24"/>
          <w:szCs w:val="24"/>
        </w:rPr>
        <w:t>ą</w:t>
      </w:r>
      <w:r w:rsidRPr="00482A2D">
        <w:rPr>
          <w:rFonts w:ascii="Times New Roman" w:hAnsi="Times New Roman"/>
          <w:sz w:val="24"/>
          <w:szCs w:val="24"/>
        </w:rPr>
        <w:t>ce wyboru klas</w:t>
      </w:r>
    </w:p>
    <w:p w14:paraId="6B8B930F" w14:textId="77777777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 w:rsidRPr="00482A2D">
        <w:rPr>
          <w:rFonts w:ascii="Times New Roman" w:hAnsi="Times New Roman"/>
          <w:sz w:val="24"/>
          <w:szCs w:val="24"/>
        </w:rPr>
        <w:t>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wietlenia.</w:t>
      </w:r>
    </w:p>
    <w:p w14:paraId="64959ABC" w14:textId="1FB58373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 w:rsidRPr="00482A2D">
        <w:rPr>
          <w:rFonts w:ascii="Times New Roman" w:hAnsi="Times New Roman"/>
          <w:sz w:val="24"/>
          <w:szCs w:val="24"/>
        </w:rPr>
        <w:t>PN-EN 13201-2:2016-03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wietlenie dr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g.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2: Wymagania eksploatacyjne.</w:t>
      </w:r>
    </w:p>
    <w:p w14:paraId="5A5E1AE7" w14:textId="14402200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13201-3:2016-03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wietlenie dr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g.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3: Obliczenia parametr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w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wietleniowych.</w:t>
      </w:r>
    </w:p>
    <w:p w14:paraId="673AEC61" w14:textId="7D694F9F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13201-4:2016-03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wietlenie dr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g.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4: Metody pomiaru efektywno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ci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wietlenia.</w:t>
      </w:r>
    </w:p>
    <w:p w14:paraId="3EEE351B" w14:textId="749809F8" w:rsid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13201-5:2016-03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wietlenie dr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g.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5: Wska</w:t>
      </w:r>
      <w:r w:rsidRPr="00482A2D">
        <w:rPr>
          <w:rFonts w:ascii="Times New Roman" w:hAnsi="Times New Roman" w:hint="eastAsia"/>
          <w:sz w:val="24"/>
          <w:szCs w:val="24"/>
        </w:rPr>
        <w:t>ź</w:t>
      </w:r>
      <w:r w:rsidRPr="00482A2D">
        <w:rPr>
          <w:rFonts w:ascii="Times New Roman" w:hAnsi="Times New Roman"/>
          <w:sz w:val="24"/>
          <w:szCs w:val="24"/>
        </w:rPr>
        <w:t>niki efektywno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ci energetycznej.</w:t>
      </w:r>
    </w:p>
    <w:p w14:paraId="014B3EAF" w14:textId="6E5DBA71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PN-HD 603 S1:2006/A3:2009 Kable elektroenergetyczne na napi</w:t>
      </w:r>
      <w:r w:rsidRPr="00482A2D">
        <w:rPr>
          <w:rFonts w:ascii="Times New Roman" w:hAnsi="Times New Roman" w:hint="eastAsia"/>
          <w:sz w:val="24"/>
          <w:szCs w:val="24"/>
        </w:rPr>
        <w:t>ę</w:t>
      </w:r>
      <w:r w:rsidRPr="00482A2D">
        <w:rPr>
          <w:rFonts w:ascii="Times New Roman" w:hAnsi="Times New Roman"/>
          <w:sz w:val="24"/>
          <w:szCs w:val="24"/>
        </w:rPr>
        <w:t>cie znamionowe.</w:t>
      </w:r>
    </w:p>
    <w:p w14:paraId="3EB063EA" w14:textId="165DFABA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60529:2003 Stopnie ochrony zapewnianej przez obudowy (Kod IP).</w:t>
      </w:r>
    </w:p>
    <w:p w14:paraId="0FF5E586" w14:textId="34DE1219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IEC 60598-1:2021-07 Oprawy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wietleniowe.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1: Wymagania og</w:t>
      </w:r>
      <w:r w:rsidRPr="00482A2D">
        <w:rPr>
          <w:rFonts w:ascii="Times New Roman" w:hAnsi="Times New Roman" w:hint="eastAsia"/>
          <w:sz w:val="24"/>
          <w:szCs w:val="24"/>
        </w:rPr>
        <w:t>ó</w:t>
      </w:r>
      <w:r w:rsidRPr="00482A2D">
        <w:rPr>
          <w:rFonts w:ascii="Times New Roman" w:hAnsi="Times New Roman"/>
          <w:sz w:val="24"/>
          <w:szCs w:val="24"/>
        </w:rPr>
        <w:t>lne i badania.</w:t>
      </w:r>
    </w:p>
    <w:p w14:paraId="40B9261C" w14:textId="6FAC6644" w:rsidR="00482A2D" w:rsidRPr="00482A2D" w:rsidRDefault="00482A2D" w:rsidP="00482A2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60598-2-3:2006 Oprawy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wietleniowe.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2-3: Wymagania szczeg</w:t>
      </w:r>
      <w:r w:rsidRPr="00482A2D">
        <w:rPr>
          <w:rFonts w:ascii="Times New Roman" w:hAnsi="Times New Roman" w:hint="eastAsia"/>
          <w:sz w:val="24"/>
          <w:szCs w:val="24"/>
        </w:rPr>
        <w:t>ół</w:t>
      </w:r>
      <w:r w:rsidRPr="00482A2D">
        <w:rPr>
          <w:rFonts w:ascii="Times New Roman" w:hAnsi="Times New Roman"/>
          <w:sz w:val="24"/>
          <w:szCs w:val="24"/>
        </w:rPr>
        <w:t>owe.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2A2D">
        <w:rPr>
          <w:rFonts w:ascii="Times New Roman" w:hAnsi="Times New Roman"/>
          <w:sz w:val="24"/>
          <w:szCs w:val="24"/>
        </w:rPr>
        <w:t>Oprawy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wietleniowe drogowe i uliczne.</w:t>
      </w:r>
    </w:p>
    <w:p w14:paraId="13946F7B" w14:textId="35FA92B4" w:rsidR="00087202" w:rsidRPr="00B40CA3" w:rsidRDefault="00482A2D" w:rsidP="00337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82A2D">
        <w:rPr>
          <w:rFonts w:ascii="Times New Roman" w:hAnsi="Times New Roman"/>
          <w:sz w:val="24"/>
          <w:szCs w:val="24"/>
        </w:rPr>
        <w:t>PN-EN 60598-2-3:2006/A1:2012 Oprawy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wietleniowe. Cz</w:t>
      </w:r>
      <w:r w:rsidRPr="00482A2D">
        <w:rPr>
          <w:rFonts w:ascii="Times New Roman" w:hAnsi="Times New Roman" w:hint="eastAsia"/>
          <w:sz w:val="24"/>
          <w:szCs w:val="24"/>
        </w:rPr>
        <w:t>ęść</w:t>
      </w:r>
      <w:r w:rsidRPr="00482A2D">
        <w:rPr>
          <w:rFonts w:ascii="Times New Roman" w:hAnsi="Times New Roman"/>
          <w:sz w:val="24"/>
          <w:szCs w:val="24"/>
        </w:rPr>
        <w:t xml:space="preserve"> 2-3: Wymagania szczeg</w:t>
      </w:r>
      <w:r w:rsidRPr="00482A2D">
        <w:rPr>
          <w:rFonts w:ascii="Times New Roman" w:hAnsi="Times New Roman" w:hint="eastAsia"/>
          <w:sz w:val="24"/>
          <w:szCs w:val="24"/>
        </w:rPr>
        <w:t>ół</w:t>
      </w:r>
      <w:r w:rsidRPr="00482A2D">
        <w:rPr>
          <w:rFonts w:ascii="Times New Roman" w:hAnsi="Times New Roman"/>
          <w:sz w:val="24"/>
          <w:szCs w:val="24"/>
        </w:rPr>
        <w:t>owe.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82A2D">
        <w:rPr>
          <w:rFonts w:ascii="Times New Roman" w:hAnsi="Times New Roman"/>
          <w:sz w:val="24"/>
          <w:szCs w:val="24"/>
        </w:rPr>
        <w:t>Oprawy o</w:t>
      </w:r>
      <w:r w:rsidRPr="00482A2D">
        <w:rPr>
          <w:rFonts w:ascii="Times New Roman" w:hAnsi="Times New Roman" w:hint="eastAsia"/>
          <w:sz w:val="24"/>
          <w:szCs w:val="24"/>
        </w:rPr>
        <w:t>ś</w:t>
      </w:r>
      <w:r w:rsidRPr="00482A2D">
        <w:rPr>
          <w:rFonts w:ascii="Times New Roman" w:hAnsi="Times New Roman"/>
          <w:sz w:val="24"/>
          <w:szCs w:val="24"/>
        </w:rPr>
        <w:t>wietleniowe drogowe i uliczne.</w:t>
      </w:r>
    </w:p>
    <w:p w14:paraId="1A4ABD42" w14:textId="77777777" w:rsidR="00337610" w:rsidRPr="00ED0D6F" w:rsidRDefault="00337610" w:rsidP="00337610">
      <w:pPr>
        <w:rPr>
          <w:rFonts w:cstheme="minorHAnsi"/>
          <w:sz w:val="24"/>
          <w:szCs w:val="24"/>
        </w:rPr>
      </w:pPr>
      <w:r w:rsidRPr="00ED0D6F">
        <w:rPr>
          <w:rFonts w:cstheme="minorHAnsi"/>
          <w:sz w:val="24"/>
          <w:szCs w:val="24"/>
        </w:rPr>
        <w:t xml:space="preserve">Załączono :  </w:t>
      </w:r>
    </w:p>
    <w:tbl>
      <w:tblPr>
        <w:tblW w:w="94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7187"/>
        <w:gridCol w:w="1722"/>
      </w:tblGrid>
      <w:tr w:rsidR="00337610" w:rsidRPr="00ED0D6F" w14:paraId="04C5C72E" w14:textId="77777777" w:rsidTr="00CC2B43">
        <w:trPr>
          <w:jc w:val="center"/>
        </w:trPr>
        <w:tc>
          <w:tcPr>
            <w:tcW w:w="543" w:type="dxa"/>
          </w:tcPr>
          <w:p w14:paraId="404B3DFB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7187" w:type="dxa"/>
          </w:tcPr>
          <w:p w14:paraId="21959815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Nazwa dokumentu</w:t>
            </w:r>
          </w:p>
        </w:tc>
        <w:tc>
          <w:tcPr>
            <w:tcW w:w="1722" w:type="dxa"/>
          </w:tcPr>
          <w:p w14:paraId="02F82590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Zawartość</w:t>
            </w:r>
          </w:p>
        </w:tc>
      </w:tr>
      <w:tr w:rsidR="00337610" w:rsidRPr="00ED0D6F" w14:paraId="2AA383A4" w14:textId="77777777" w:rsidTr="00CC2B43">
        <w:trPr>
          <w:jc w:val="center"/>
        </w:trPr>
        <w:tc>
          <w:tcPr>
            <w:tcW w:w="543" w:type="dxa"/>
          </w:tcPr>
          <w:p w14:paraId="3276D63A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187" w:type="dxa"/>
          </w:tcPr>
          <w:p w14:paraId="1405477B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Mapa zakresu modernizacji</w:t>
            </w:r>
          </w:p>
        </w:tc>
        <w:tc>
          <w:tcPr>
            <w:tcW w:w="1722" w:type="dxa"/>
          </w:tcPr>
          <w:p w14:paraId="2993EACD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Załącznik nr 1</w:t>
            </w:r>
          </w:p>
        </w:tc>
      </w:tr>
      <w:tr w:rsidR="00337610" w:rsidRPr="00ED0D6F" w14:paraId="2FC2D458" w14:textId="77777777" w:rsidTr="00CC2B43">
        <w:trPr>
          <w:jc w:val="center"/>
        </w:trPr>
        <w:tc>
          <w:tcPr>
            <w:tcW w:w="543" w:type="dxa"/>
          </w:tcPr>
          <w:p w14:paraId="5DFDFF82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187" w:type="dxa"/>
          </w:tcPr>
          <w:p w14:paraId="74400703" w14:textId="032177B8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4"/>
                <w:szCs w:val="24"/>
              </w:rPr>
            </w:pPr>
            <w:r w:rsidRPr="00ED0D6F">
              <w:rPr>
                <w:rFonts w:cstheme="minorHAnsi"/>
                <w:color w:val="000000"/>
                <w:sz w:val="24"/>
                <w:szCs w:val="24"/>
              </w:rPr>
              <w:t xml:space="preserve">Zestawienie </w:t>
            </w:r>
            <w:r w:rsidR="00482A2D">
              <w:rPr>
                <w:rFonts w:cstheme="minorHAnsi"/>
                <w:color w:val="000000"/>
                <w:sz w:val="24"/>
                <w:szCs w:val="24"/>
              </w:rPr>
              <w:t>projektowe</w:t>
            </w:r>
          </w:p>
        </w:tc>
        <w:tc>
          <w:tcPr>
            <w:tcW w:w="1722" w:type="dxa"/>
          </w:tcPr>
          <w:p w14:paraId="5759EC15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Załącznik nr 2</w:t>
            </w:r>
          </w:p>
        </w:tc>
      </w:tr>
      <w:tr w:rsidR="00337610" w:rsidRPr="00ED0D6F" w14:paraId="7B53F22B" w14:textId="77777777" w:rsidTr="00CC2B43">
        <w:trPr>
          <w:jc w:val="center"/>
        </w:trPr>
        <w:tc>
          <w:tcPr>
            <w:tcW w:w="543" w:type="dxa"/>
          </w:tcPr>
          <w:p w14:paraId="60591154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187" w:type="dxa"/>
          </w:tcPr>
          <w:p w14:paraId="53FAA9CB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Przedmiar robót</w:t>
            </w:r>
          </w:p>
        </w:tc>
        <w:tc>
          <w:tcPr>
            <w:tcW w:w="1722" w:type="dxa"/>
          </w:tcPr>
          <w:p w14:paraId="5250A843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Załącznik nr 4</w:t>
            </w:r>
          </w:p>
        </w:tc>
      </w:tr>
      <w:tr w:rsidR="00337610" w:rsidRPr="00ED0D6F" w14:paraId="6F6EC38D" w14:textId="77777777" w:rsidTr="00CC2B43">
        <w:trPr>
          <w:jc w:val="center"/>
        </w:trPr>
        <w:tc>
          <w:tcPr>
            <w:tcW w:w="543" w:type="dxa"/>
          </w:tcPr>
          <w:p w14:paraId="5E7E6809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187" w:type="dxa"/>
          </w:tcPr>
          <w:p w14:paraId="326A0A65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Projekt fotometryczny</w:t>
            </w:r>
          </w:p>
        </w:tc>
        <w:tc>
          <w:tcPr>
            <w:tcW w:w="1722" w:type="dxa"/>
          </w:tcPr>
          <w:p w14:paraId="291D9877" w14:textId="77777777" w:rsidR="00337610" w:rsidRPr="00ED0D6F" w:rsidRDefault="00337610" w:rsidP="009155C3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ED0D6F">
              <w:rPr>
                <w:rFonts w:cstheme="minorHAnsi"/>
                <w:sz w:val="24"/>
                <w:szCs w:val="24"/>
              </w:rPr>
              <w:t>Załącznik nr 5</w:t>
            </w:r>
          </w:p>
        </w:tc>
      </w:tr>
    </w:tbl>
    <w:p w14:paraId="0750EC84" w14:textId="77777777" w:rsidR="00337610" w:rsidRPr="00ED0D6F" w:rsidRDefault="00337610" w:rsidP="00337610">
      <w:pPr>
        <w:tabs>
          <w:tab w:val="left" w:pos="2242"/>
        </w:tabs>
        <w:rPr>
          <w:rFonts w:cstheme="minorHAnsi"/>
          <w:b/>
          <w:i/>
          <w:color w:val="0070C0"/>
          <w:sz w:val="24"/>
          <w:szCs w:val="24"/>
        </w:rPr>
      </w:pPr>
    </w:p>
    <w:p w14:paraId="468E33D5" w14:textId="68F1E0CC" w:rsidR="00337610" w:rsidRPr="00ED0D6F" w:rsidRDefault="00337610" w:rsidP="00337610">
      <w:pPr>
        <w:tabs>
          <w:tab w:val="left" w:pos="2242"/>
        </w:tabs>
        <w:rPr>
          <w:rFonts w:cstheme="minorHAnsi"/>
          <w:b/>
          <w:i/>
          <w:color w:val="0070C0"/>
          <w:sz w:val="24"/>
          <w:szCs w:val="24"/>
        </w:rPr>
      </w:pPr>
      <w:r w:rsidRPr="00ED0D6F">
        <w:rPr>
          <w:rFonts w:cstheme="minorHAnsi"/>
          <w:b/>
          <w:i/>
          <w:color w:val="0070C0"/>
          <w:sz w:val="24"/>
          <w:szCs w:val="24"/>
        </w:rPr>
        <w:t xml:space="preserve">     </w:t>
      </w:r>
      <w:r>
        <w:rPr>
          <w:noProof/>
          <w:sz w:val="24"/>
          <w:szCs w:val="24"/>
        </w:rPr>
        <w:t xml:space="preserve">                                                                      </w:t>
      </w:r>
      <w:r w:rsidRPr="00ED0D6F">
        <w:rPr>
          <w:rFonts w:cstheme="minorHAnsi"/>
          <w:b/>
          <w:i/>
          <w:color w:val="0070C0"/>
          <w:sz w:val="24"/>
          <w:szCs w:val="24"/>
        </w:rPr>
        <w:t xml:space="preserve"> Jakub Suchecki  -  MJ Energy sp. Jawna</w:t>
      </w:r>
    </w:p>
    <w:p w14:paraId="2559DD41" w14:textId="7FE5B1F5" w:rsidR="00CC2B43" w:rsidRPr="00482A2D" w:rsidRDefault="00337610" w:rsidP="00482A2D">
      <w:pPr>
        <w:tabs>
          <w:tab w:val="left" w:pos="2242"/>
        </w:tabs>
        <w:ind w:left="4536"/>
        <w:rPr>
          <w:rFonts w:cstheme="minorHAnsi"/>
          <w:b/>
          <w:i/>
          <w:color w:val="0070C0"/>
          <w:sz w:val="24"/>
          <w:szCs w:val="24"/>
        </w:rPr>
      </w:pPr>
      <w:r w:rsidRPr="00ED0D6F">
        <w:rPr>
          <w:rFonts w:cstheme="minorHAnsi"/>
          <w:b/>
          <w:i/>
          <w:color w:val="0070C0"/>
          <w:sz w:val="24"/>
          <w:szCs w:val="24"/>
        </w:rPr>
        <w:t>Maciej Suchecki -  MJ Energy sp. Jawna</w:t>
      </w:r>
    </w:p>
    <w:p w14:paraId="16256A06" w14:textId="41F80BC7" w:rsidR="00F66A07" w:rsidRPr="00CC2B43" w:rsidRDefault="00337610" w:rsidP="00CC2B43">
      <w:pPr>
        <w:ind w:left="2832" w:firstLine="708"/>
        <w:rPr>
          <w:rFonts w:cstheme="minorHAnsi"/>
          <w:b/>
          <w:iCs/>
          <w:sz w:val="24"/>
          <w:szCs w:val="24"/>
          <w:u w:val="single"/>
          <w:lang w:val="en-US"/>
        </w:rPr>
      </w:pPr>
      <w:r w:rsidRPr="00ED0D6F">
        <w:rPr>
          <w:rFonts w:cstheme="minorHAnsi"/>
          <w:b/>
          <w:i/>
          <w:color w:val="0070C0"/>
          <w:sz w:val="24"/>
          <w:szCs w:val="24"/>
          <w:lang w:val="en-US"/>
        </w:rPr>
        <w:t xml:space="preserve">     </w:t>
      </w:r>
      <w:proofErr w:type="spellStart"/>
      <w:r w:rsidRPr="000B028D">
        <w:rPr>
          <w:rFonts w:cstheme="minorHAnsi"/>
          <w:b/>
          <w:iCs/>
          <w:sz w:val="24"/>
          <w:szCs w:val="24"/>
          <w:lang w:val="en-US"/>
        </w:rPr>
        <w:t>Otwock</w:t>
      </w:r>
      <w:proofErr w:type="spellEnd"/>
      <w:r w:rsidRPr="000B028D">
        <w:rPr>
          <w:rFonts w:cstheme="minorHAnsi"/>
          <w:b/>
          <w:iCs/>
          <w:sz w:val="24"/>
          <w:szCs w:val="24"/>
          <w:lang w:val="en-US"/>
        </w:rPr>
        <w:t xml:space="preserve"> </w:t>
      </w:r>
      <w:r w:rsidR="00C75F7B">
        <w:rPr>
          <w:rFonts w:cstheme="minorHAnsi"/>
          <w:b/>
          <w:iCs/>
          <w:sz w:val="24"/>
          <w:szCs w:val="24"/>
          <w:lang w:val="en-US"/>
        </w:rPr>
        <w:t>22</w:t>
      </w:r>
      <w:r>
        <w:rPr>
          <w:rFonts w:cstheme="minorHAnsi"/>
          <w:b/>
          <w:iCs/>
          <w:sz w:val="24"/>
          <w:szCs w:val="24"/>
          <w:lang w:val="en-US"/>
        </w:rPr>
        <w:t>.</w:t>
      </w:r>
      <w:r w:rsidR="00C75F7B">
        <w:rPr>
          <w:rFonts w:cstheme="minorHAnsi"/>
          <w:b/>
          <w:iCs/>
          <w:sz w:val="24"/>
          <w:szCs w:val="24"/>
          <w:lang w:val="en-US"/>
        </w:rPr>
        <w:t>12</w:t>
      </w:r>
      <w:r>
        <w:rPr>
          <w:rFonts w:cstheme="minorHAnsi"/>
          <w:b/>
          <w:iCs/>
          <w:sz w:val="24"/>
          <w:szCs w:val="24"/>
          <w:lang w:val="en-US"/>
        </w:rPr>
        <w:t>.202</w:t>
      </w:r>
      <w:r w:rsidR="00885857">
        <w:rPr>
          <w:rFonts w:cstheme="minorHAnsi"/>
          <w:b/>
          <w:iCs/>
          <w:sz w:val="24"/>
          <w:szCs w:val="24"/>
          <w:lang w:val="en-US"/>
        </w:rPr>
        <w:t>3</w:t>
      </w:r>
      <w:r w:rsidRPr="000B028D">
        <w:rPr>
          <w:rFonts w:cstheme="minorHAnsi"/>
          <w:b/>
          <w:iCs/>
          <w:sz w:val="24"/>
          <w:szCs w:val="24"/>
          <w:lang w:val="en-US"/>
        </w:rPr>
        <w:t xml:space="preserve"> </w:t>
      </w:r>
    </w:p>
    <w:sectPr w:rsidR="00F66A07" w:rsidRPr="00CC2B43">
      <w:headerReference w:type="even" r:id="rId20"/>
      <w:headerReference w:type="default" r:id="rId21"/>
      <w:footerReference w:type="even" r:id="rId22"/>
      <w:footerReference w:type="default" r:id="rId23"/>
      <w:pgSz w:w="11907" w:h="16839" w:code="1"/>
      <w:pgMar w:top="1418" w:right="1418" w:bottom="1418" w:left="1418" w:header="709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4B9B4" w14:textId="77777777" w:rsidR="004C4A98" w:rsidRDefault="004C4A98">
      <w:pPr>
        <w:spacing w:after="0" w:line="240" w:lineRule="auto"/>
      </w:pPr>
      <w:r>
        <w:separator/>
      </w:r>
    </w:p>
  </w:endnote>
  <w:endnote w:type="continuationSeparator" w:id="0">
    <w:p w14:paraId="5298DA90" w14:textId="77777777" w:rsidR="004C4A98" w:rsidRDefault="004C4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1B84" w14:textId="28B70DEB" w:rsidR="00F66A07" w:rsidRDefault="00F9519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731C048" wp14:editId="3D2142C0">
              <wp:simplePos x="0" y="0"/>
              <wp:positionH relativeFrom="rightMargin">
                <wp:align>left</wp:align>
              </wp:positionH>
              <wp:positionV relativeFrom="bottomMargin">
                <wp:posOffset>-180975</wp:posOffset>
              </wp:positionV>
              <wp:extent cx="520700" cy="520700"/>
              <wp:effectExtent l="0" t="0" r="0" b="0"/>
              <wp:wrapNone/>
              <wp:docPr id="34" name="Owal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53ED9DF8" w14:textId="77777777" w:rsidR="00F66A07" w:rsidRDefault="00CC2B43">
                          <w:pPr>
                            <w:pStyle w:val="Bezodstpw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31C048" id="Owal 21" o:spid="_x0000_s1030" style="position:absolute;margin-left:0;margin-top:-14.25pt;width:41pt;height:41pt;z-index:25165670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" o:allowincell="f" fillcolor="#d34817 [3204]" stroked="f">
              <v:textbox inset="0,0,0,0">
                <w:txbxContent>
                  <w:p w14:paraId="53ED9DF8" w14:textId="77777777" w:rsidR="00F66A07" w:rsidRDefault="00CC2B43">
                    <w:pPr>
                      <w:pStyle w:val="Bezodstpw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AD4CA" w14:textId="0CAD5F97" w:rsidR="00F66A07" w:rsidRDefault="00337610">
    <w:pPr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7488" behindDoc="0" locked="0" layoutInCell="0" allowOverlap="1" wp14:anchorId="0789762C" wp14:editId="400A98C1">
              <wp:simplePos x="0" y="0"/>
              <wp:positionH relativeFrom="rightMargin">
                <wp:align>left</wp:align>
              </wp:positionH>
              <wp:positionV relativeFrom="bottomMargin">
                <wp:posOffset>-211455</wp:posOffset>
              </wp:positionV>
              <wp:extent cx="520700" cy="520700"/>
              <wp:effectExtent l="0" t="0" r="0" b="0"/>
              <wp:wrapNone/>
              <wp:docPr id="37" name="Owal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69ADA8E9" w14:textId="77777777" w:rsidR="00F66A07" w:rsidRDefault="00CC2B43">
                          <w:pPr>
                            <w:pStyle w:val="Bezodstpw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0789762C" id="Owal 18" o:spid="_x0000_s1031" style="position:absolute;margin-left:0;margin-top:-16.65pt;width:41pt;height:41pt;z-index:251647488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" o:allowincell="f" fillcolor="#d34817 [3204]" stroked="f">
              <v:textbox inset="0,0,0,0">
                <w:txbxContent>
                  <w:p w14:paraId="69ADA8E9" w14:textId="77777777" w:rsidR="00F66A07" w:rsidRDefault="00CC2B43">
                    <w:pPr>
                      <w:pStyle w:val="Bezodstpw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t>1</w:t>
                    </w:r>
                    <w:r>
                      <w:rPr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09A25102" w14:textId="77777777" w:rsidR="00F66A07" w:rsidRDefault="00F66A0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CDA3" w14:textId="77777777" w:rsidR="004C4A98" w:rsidRDefault="004C4A98">
      <w:pPr>
        <w:spacing w:after="0" w:line="240" w:lineRule="auto"/>
      </w:pPr>
      <w:r>
        <w:separator/>
      </w:r>
    </w:p>
  </w:footnote>
  <w:footnote w:type="continuationSeparator" w:id="0">
    <w:p w14:paraId="610E4D87" w14:textId="77777777" w:rsidR="004C4A98" w:rsidRDefault="004C4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A324" w14:textId="70C1D2E1" w:rsidR="00F9519D" w:rsidRDefault="007D433A">
    <w:pPr>
      <w:pStyle w:val="Nagwek"/>
    </w:pPr>
    <w:r w:rsidRPr="003D72F9">
      <w:rPr>
        <w:noProof/>
      </w:rPr>
      <w:drawing>
        <wp:anchor distT="0" distB="0" distL="114300" distR="114300" simplePos="0" relativeHeight="251665920" behindDoc="1" locked="0" layoutInCell="1" allowOverlap="1" wp14:anchorId="325045E3" wp14:editId="0836030B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1478280" cy="554355"/>
          <wp:effectExtent l="0" t="0" r="7620" b="0"/>
          <wp:wrapTight wrapText="bothSides">
            <wp:wrapPolygon edited="0">
              <wp:start x="0" y="0"/>
              <wp:lineTo x="0" y="20784"/>
              <wp:lineTo x="21433" y="20784"/>
              <wp:lineTo x="21433" y="0"/>
              <wp:lineTo x="0" y="0"/>
            </wp:wrapPolygon>
          </wp:wrapTight>
          <wp:docPr id="1986337335" name="Obraz 1986337335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466038" name="Obraz 1" descr="Obraz zawierający tekst, Czcionka, logo, Mar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28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519D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187B363" wp14:editId="56C3ECF6">
              <wp:simplePos x="0" y="0"/>
              <wp:positionH relativeFrom="rightMargin">
                <wp:align>left</wp:align>
              </wp:positionH>
              <wp:positionV relativeFrom="margin">
                <wp:posOffset>-400050</wp:posOffset>
              </wp:positionV>
              <wp:extent cx="531495" cy="8229600"/>
              <wp:effectExtent l="0" t="0" r="0" b="0"/>
              <wp:wrapNone/>
              <wp:docPr id="32" name="Prostokąt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088AE912" w14:textId="40141147" w:rsidR="00F66A07" w:rsidRDefault="00000000">
                          <w:pPr>
                            <w:pStyle w:val="Bezodstpw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ytuł"/>
                              <w:id w:val="201965352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 w:rsidR="006C4B37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Dokumentacja Techniczna</w:t>
                              </w:r>
                            </w:sdtContent>
                          </w:sdt>
                          <w:r w:rsidR="00CC2B43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a"/>
                              <w:id w:val="20196536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2-22T00:00:00Z">
                                <w:dateFormat w:val="dd.MM.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6C4B37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22.12.2023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2187B363" id="Prostokąt 22" o:spid="_x0000_s1028" style="position:absolute;margin-left:0;margin-top:-31.5pt;width:41.85pt;height:9in;z-index:251657728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absolute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" o:allowincell="f" filled="f" stroked="f">
              <v:textbox style="layout-flow:vertical;mso-layout-flow-alt:bottom-to-top" inset=",,8.64pt,10.8pt">
                <w:txbxContent>
                  <w:p w14:paraId="088AE912" w14:textId="40141147" w:rsidR="00F66A07" w:rsidRDefault="00000000">
                    <w:pPr>
                      <w:pStyle w:val="Bezodstpw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ytuł"/>
                        <w:id w:val="201965352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 w:rsidR="006C4B37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Dokumentacja Techniczna</w:t>
                        </w:r>
                      </w:sdtContent>
                    </w:sdt>
                    <w:r w:rsidR="00CC2B43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a"/>
                        <w:id w:val="201965362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3-12-22T00:00:00Z">
                          <w:dateFormat w:val="dd.MM.yyyy"/>
                          <w:lid w:val="pl-PL"/>
                          <w:storeMappedDataAs w:val="dateTime"/>
                          <w:calendar w:val="gregorian"/>
                        </w:date>
                      </w:sdtPr>
                      <w:sdtContent>
                        <w:r w:rsidR="006C4B37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22.12.2023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C643" w14:textId="44E242CD" w:rsidR="00337610" w:rsidRDefault="007D433A">
    <w:pPr>
      <w:pStyle w:val="Nagwek"/>
    </w:pPr>
    <w:r w:rsidRPr="003D72F9">
      <w:rPr>
        <w:noProof/>
      </w:rPr>
      <w:drawing>
        <wp:anchor distT="0" distB="0" distL="114300" distR="114300" simplePos="0" relativeHeight="251663872" behindDoc="1" locked="0" layoutInCell="1" allowOverlap="1" wp14:anchorId="6F571D43" wp14:editId="6628C927">
          <wp:simplePos x="0" y="0"/>
          <wp:positionH relativeFrom="margin">
            <wp:align>center</wp:align>
          </wp:positionH>
          <wp:positionV relativeFrom="paragraph">
            <wp:posOffset>-295910</wp:posOffset>
          </wp:positionV>
          <wp:extent cx="1478280" cy="554355"/>
          <wp:effectExtent l="0" t="0" r="7620" b="0"/>
          <wp:wrapTight wrapText="bothSides">
            <wp:wrapPolygon edited="0">
              <wp:start x="0" y="0"/>
              <wp:lineTo x="0" y="20784"/>
              <wp:lineTo x="21433" y="20784"/>
              <wp:lineTo x="21433" y="0"/>
              <wp:lineTo x="0" y="0"/>
            </wp:wrapPolygon>
          </wp:wrapTight>
          <wp:docPr id="330466038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466038" name="Obraz 1" descr="Obraz zawierający tekst, Czcionka, logo, Mar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280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9519D"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100581C9" wp14:editId="512B5D1C">
              <wp:simplePos x="0" y="0"/>
              <wp:positionH relativeFrom="leftMargin">
                <wp:posOffset>6650990</wp:posOffset>
              </wp:positionH>
              <wp:positionV relativeFrom="margin">
                <wp:posOffset>-342900</wp:posOffset>
              </wp:positionV>
              <wp:extent cx="594995" cy="8229600"/>
              <wp:effectExtent l="0" t="0" r="0" b="0"/>
              <wp:wrapNone/>
              <wp:docPr id="35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53640926-AAD7-44D8-BBD7-CCE9431645EC}">
                          <a14:shadowObscured xmlns:a14="http://schemas.microsoft.com/office/drawing/2010/main" val="1"/>
                        </a:ext>
                      </a:extLst>
                    </wps:spPr>
                    <wps:txbx>
                      <w:txbxContent>
                        <w:p w14:paraId="5DA605BD" w14:textId="3EE5D663" w:rsidR="00F66A07" w:rsidRDefault="00000000">
                          <w:pPr>
                            <w:pStyle w:val="Bezodstpw"/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Tytuł"/>
                              <w:id w:val="62384370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 w:rsidR="006C4B37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Dokumentacja Techniczna</w:t>
                              </w:r>
                            </w:sdtContent>
                          </w:sdt>
                          <w:r w:rsidR="00CC2B43">
                            <w:rPr>
                              <w:rFonts w:asciiTheme="majorHAnsi" w:eastAsiaTheme="majorEastAsia" w:hAnsiTheme="majorHAnsi" w:cstheme="majorBidi"/>
                              <w:sz w:val="20"/>
                            </w:rPr>
                            <w:t xml:space="preserve"> | 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0"/>
                              </w:rPr>
                              <w:alias w:val="Data"/>
                              <w:id w:val="62384371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3-12-22T00:00:00Z">
                                <w:dateFormat w:val="dd.MM.yyyy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6C4B37">
                                <w:rPr>
                                  <w:rFonts w:asciiTheme="majorHAnsi" w:eastAsiaTheme="majorEastAsia" w:hAnsiTheme="majorHAnsi" w:cstheme="majorBidi"/>
                                  <w:sz w:val="20"/>
                                </w:rPr>
                                <w:t>22.12.2023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100581C9" id="Prostokąt 24" o:spid="_x0000_s1029" style="position:absolute;margin-left:523.7pt;margin-top:-27pt;width:46.85pt;height:9in;z-index:251655680;visibility:visible;mso-wrap-style:square;mso-width-percent:500;mso-height-percent:1000;mso-wrap-distance-left:9pt;mso-wrap-distance-top:0;mso-wrap-distance-right:9pt;mso-wrap-distance-bottom:0;mso-position-horizontal:absolute;mso-position-horizontal-relative:left-margin-area;mso-position-vertical:absolute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" o:allowincell="f" filled="f" stroked="f">
              <v:textbox style="layout-flow:vertical;mso-layout-flow-alt:bottom-to-top" inset=",,8.64pt,10.8pt">
                <w:txbxContent>
                  <w:p w14:paraId="5DA605BD" w14:textId="3EE5D663" w:rsidR="00F66A07" w:rsidRDefault="00000000">
                    <w:pPr>
                      <w:pStyle w:val="Bezodstpw"/>
                      <w:rPr>
                        <w:rFonts w:asciiTheme="majorHAnsi" w:eastAsiaTheme="majorEastAsia" w:hAnsiTheme="majorHAnsi" w:cstheme="majorBidi"/>
                        <w:sz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Tytuł"/>
                        <w:id w:val="62384370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 w:rsidR="006C4B37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Dokumentacja Techniczna</w:t>
                        </w:r>
                      </w:sdtContent>
                    </w:sdt>
                    <w:r w:rsidR="00CC2B43">
                      <w:rPr>
                        <w:rFonts w:asciiTheme="majorHAnsi" w:eastAsiaTheme="majorEastAsia" w:hAnsiTheme="majorHAnsi" w:cstheme="majorBidi"/>
                        <w:sz w:val="20"/>
                      </w:rPr>
                      <w:t xml:space="preserve"> | 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sz w:val="20"/>
                        </w:rPr>
                        <w:alias w:val="Data"/>
                        <w:id w:val="62384371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3-12-22T00:00:00Z">
                          <w:dateFormat w:val="dd.MM.yyyy"/>
                          <w:lid w:val="pl-PL"/>
                          <w:storeMappedDataAs w:val="dateTime"/>
                          <w:calendar w:val="gregorian"/>
                        </w:date>
                      </w:sdtPr>
                      <w:sdtContent>
                        <w:r w:rsidR="006C4B37">
                          <w:rPr>
                            <w:rFonts w:asciiTheme="majorHAnsi" w:eastAsiaTheme="majorEastAsia" w:hAnsiTheme="majorHAnsi" w:cstheme="majorBidi"/>
                            <w:sz w:val="20"/>
                          </w:rPr>
                          <w:t>22.12.2023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Listapunktowana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apunktowana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Listapunktowana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apunktowana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038D5807"/>
    <w:multiLevelType w:val="hybridMultilevel"/>
    <w:tmpl w:val="7434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D7B86"/>
    <w:multiLevelType w:val="multilevel"/>
    <w:tmpl w:val="AA980F6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7"/>
        </w:tabs>
        <w:ind w:left="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74"/>
        </w:tabs>
        <w:ind w:left="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61"/>
        </w:tabs>
        <w:ind w:left="1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75"/>
        </w:tabs>
        <w:ind w:left="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02"/>
        </w:tabs>
        <w:ind w:left="2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89"/>
        </w:tabs>
        <w:ind w:left="2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6"/>
        </w:tabs>
        <w:ind w:left="2816" w:hanging="1800"/>
      </w:pPr>
      <w:rPr>
        <w:rFonts w:hint="default"/>
      </w:rPr>
    </w:lvl>
  </w:abstractNum>
  <w:abstractNum w:abstractNumId="7" w15:restartNumberingAfterBreak="0">
    <w:nsid w:val="04C66152"/>
    <w:multiLevelType w:val="hybridMultilevel"/>
    <w:tmpl w:val="36FE403E"/>
    <w:lvl w:ilvl="0" w:tplc="ECB44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C4F74"/>
    <w:multiLevelType w:val="hybridMultilevel"/>
    <w:tmpl w:val="FE98A222"/>
    <w:lvl w:ilvl="0" w:tplc="66B8F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17A94"/>
    <w:multiLevelType w:val="hybridMultilevel"/>
    <w:tmpl w:val="E5440CB2"/>
    <w:lvl w:ilvl="0" w:tplc="2DB4CE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73272F"/>
    <w:multiLevelType w:val="hybridMultilevel"/>
    <w:tmpl w:val="B6F8B7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726F2"/>
    <w:multiLevelType w:val="hybridMultilevel"/>
    <w:tmpl w:val="D7268B18"/>
    <w:lvl w:ilvl="0" w:tplc="62BC61B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9E6D8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BE56AD"/>
    <w:multiLevelType w:val="hybridMultilevel"/>
    <w:tmpl w:val="4A9CD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463DF"/>
    <w:multiLevelType w:val="hybridMultilevel"/>
    <w:tmpl w:val="93FA4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A67303"/>
    <w:multiLevelType w:val="hybridMultilevel"/>
    <w:tmpl w:val="B8D43A28"/>
    <w:lvl w:ilvl="0" w:tplc="810877A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B6C4A"/>
    <w:multiLevelType w:val="hybridMultilevel"/>
    <w:tmpl w:val="4C1C27E0"/>
    <w:lvl w:ilvl="0" w:tplc="3CDE86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04AC6"/>
    <w:multiLevelType w:val="hybridMultilevel"/>
    <w:tmpl w:val="B6B4AB28"/>
    <w:lvl w:ilvl="0" w:tplc="49D85A2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C2BD2"/>
    <w:multiLevelType w:val="hybridMultilevel"/>
    <w:tmpl w:val="693C9676"/>
    <w:lvl w:ilvl="0" w:tplc="49D85A2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4C857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6C9671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1076DB3"/>
    <w:multiLevelType w:val="multilevel"/>
    <w:tmpl w:val="44B064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7FEF3C93"/>
    <w:multiLevelType w:val="hybridMultilevel"/>
    <w:tmpl w:val="C0CA9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69123">
    <w:abstractNumId w:val="4"/>
  </w:num>
  <w:num w:numId="2" w16cid:durableId="1625229400">
    <w:abstractNumId w:val="3"/>
  </w:num>
  <w:num w:numId="3" w16cid:durableId="1949506698">
    <w:abstractNumId w:val="2"/>
  </w:num>
  <w:num w:numId="4" w16cid:durableId="204144865">
    <w:abstractNumId w:val="1"/>
  </w:num>
  <w:num w:numId="5" w16cid:durableId="20782472">
    <w:abstractNumId w:val="0"/>
  </w:num>
  <w:num w:numId="6" w16cid:durableId="1907060414">
    <w:abstractNumId w:val="13"/>
  </w:num>
  <w:num w:numId="7" w16cid:durableId="1069579315">
    <w:abstractNumId w:val="16"/>
  </w:num>
  <w:num w:numId="8" w16cid:durableId="36904796">
    <w:abstractNumId w:val="5"/>
  </w:num>
  <w:num w:numId="9" w16cid:durableId="789516888">
    <w:abstractNumId w:val="12"/>
  </w:num>
  <w:num w:numId="10" w16cid:durableId="1424565970">
    <w:abstractNumId w:val="19"/>
  </w:num>
  <w:num w:numId="11" w16cid:durableId="2034501955">
    <w:abstractNumId w:val="17"/>
  </w:num>
  <w:num w:numId="12" w16cid:durableId="700782247">
    <w:abstractNumId w:val="6"/>
  </w:num>
  <w:num w:numId="13" w16cid:durableId="545488787">
    <w:abstractNumId w:val="9"/>
  </w:num>
  <w:num w:numId="14" w16cid:durableId="71510661">
    <w:abstractNumId w:val="20"/>
  </w:num>
  <w:num w:numId="15" w16cid:durableId="1964581605">
    <w:abstractNumId w:val="21"/>
  </w:num>
  <w:num w:numId="16" w16cid:durableId="624892844">
    <w:abstractNumId w:val="18"/>
  </w:num>
  <w:num w:numId="17" w16cid:durableId="1376193415">
    <w:abstractNumId w:val="10"/>
  </w:num>
  <w:num w:numId="18" w16cid:durableId="1741830382">
    <w:abstractNumId w:val="14"/>
  </w:num>
  <w:num w:numId="19" w16cid:durableId="812523829">
    <w:abstractNumId w:val="11"/>
  </w:num>
  <w:num w:numId="20" w16cid:durableId="1371109857">
    <w:abstractNumId w:val="7"/>
  </w:num>
  <w:num w:numId="21" w16cid:durableId="1652906807">
    <w:abstractNumId w:val="8"/>
  </w:num>
  <w:num w:numId="22" w16cid:durableId="433792740">
    <w:abstractNumId w:val="15"/>
  </w:num>
  <w:num w:numId="23" w16cid:durableId="642808782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9"/>
  <w:hyphenationZone w:val="4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10"/>
    <w:rsid w:val="000542CD"/>
    <w:rsid w:val="00087202"/>
    <w:rsid w:val="000A1966"/>
    <w:rsid w:val="000B13CC"/>
    <w:rsid w:val="000D1481"/>
    <w:rsid w:val="000F644B"/>
    <w:rsid w:val="0013664A"/>
    <w:rsid w:val="00152C23"/>
    <w:rsid w:val="00163471"/>
    <w:rsid w:val="00177796"/>
    <w:rsid w:val="001A184C"/>
    <w:rsid w:val="00337610"/>
    <w:rsid w:val="00397C46"/>
    <w:rsid w:val="00482A2D"/>
    <w:rsid w:val="004C4A98"/>
    <w:rsid w:val="00512D48"/>
    <w:rsid w:val="00590327"/>
    <w:rsid w:val="005E4F26"/>
    <w:rsid w:val="00665E1B"/>
    <w:rsid w:val="006C4B37"/>
    <w:rsid w:val="006C7529"/>
    <w:rsid w:val="007D433A"/>
    <w:rsid w:val="00816CB2"/>
    <w:rsid w:val="00885857"/>
    <w:rsid w:val="00891DEB"/>
    <w:rsid w:val="008F10B4"/>
    <w:rsid w:val="009756D2"/>
    <w:rsid w:val="009758A2"/>
    <w:rsid w:val="00975A1E"/>
    <w:rsid w:val="009A15AA"/>
    <w:rsid w:val="00AD7E09"/>
    <w:rsid w:val="00AE563D"/>
    <w:rsid w:val="00BB4880"/>
    <w:rsid w:val="00C75F7B"/>
    <w:rsid w:val="00CC2B43"/>
    <w:rsid w:val="00CE5911"/>
    <w:rsid w:val="00DE707E"/>
    <w:rsid w:val="00E53283"/>
    <w:rsid w:val="00EB7FF2"/>
    <w:rsid w:val="00F42E3C"/>
    <w:rsid w:val="00F66A07"/>
    <w:rsid w:val="00F87877"/>
    <w:rsid w:val="00F9519D"/>
    <w:rsid w:val="00FE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13B2A52"/>
  <w15:docId w15:val="{CC6BE3C5-BAC7-4344-B39F-E0126A7A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rFonts w:cs="Times New Roman"/>
      <w:color w:val="000000" w:themeColor="text1"/>
      <w:szCs w:val="20"/>
    </w:rPr>
  </w:style>
  <w:style w:type="paragraph" w:styleId="Nagwek1">
    <w:name w:val="heading 1"/>
    <w:basedOn w:val="Normalny"/>
    <w:next w:val="Normalny"/>
    <w:link w:val="Nagwek1Znak"/>
    <w:qFormat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spacing w:before="200" w:after="0"/>
      <w:outlineLvl w:val="5"/>
    </w:pPr>
    <w:rPr>
      <w:rFonts w:asciiTheme="majorHAnsi" w:hAnsiTheme="majorHAnsi"/>
      <w:color w:val="524733" w:themeColor="accent3" w:themeShade="80"/>
      <w:spacing w:val="10"/>
      <w:sz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spacing w:before="200" w:after="0"/>
      <w:outlineLvl w:val="6"/>
    </w:pPr>
    <w:rPr>
      <w:rFonts w:asciiTheme="majorHAnsi" w:hAnsiTheme="majorHAnsi"/>
      <w:i/>
      <w:color w:val="524733" w:themeColor="accent3" w:themeShade="80"/>
      <w:spacing w:val="10"/>
      <w:sz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hAnsiTheme="majorHAnsi" w:cs="Times New Roman"/>
      <w:b/>
      <w:color w:val="9D3511" w:themeColor="accent1" w:themeShade="BF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Pr>
      <w:rFonts w:asciiTheme="majorHAnsi" w:hAnsiTheme="majorHAnsi" w:cs="Times New Roman"/>
      <w:b/>
      <w:color w:val="9D3511" w:themeColor="accent1" w:themeShade="BF"/>
      <w:spacing w:val="2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Podtytu">
    <w:name w:val="Subtitle"/>
    <w:basedOn w:val="Normalny"/>
    <w:link w:val="PodtytuZnak"/>
    <w:uiPriority w:val="11"/>
    <w:qFormat/>
    <w:pPr>
      <w:spacing w:after="480" w:line="240" w:lineRule="auto"/>
      <w:jc w:val="center"/>
    </w:pPr>
    <w:rPr>
      <w:rFonts w:asciiTheme="majorHAnsi" w:hAnsiTheme="majorHAnsi" w:cstheme="minorBidi"/>
      <w:color w:val="00000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rFonts w:asciiTheme="majorHAnsi" w:hAnsiTheme="majorHAnsi" w:cstheme="minorBidi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cs="Times New Roman"/>
      <w:color w:val="000000" w:themeColor="text1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color w:val="000000" w:themeColor="text1"/>
      <w:sz w:val="16"/>
      <w:szCs w:val="16"/>
    </w:rPr>
  </w:style>
  <w:style w:type="paragraph" w:styleId="Tekstblokowy">
    <w:name w:val="Block Text"/>
    <w:aliases w:val="Cytat blokowy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808080" w:themeColor="background1" w:themeShade="80"/>
      <w:sz w:val="28"/>
      <w:szCs w:val="28"/>
    </w:rPr>
  </w:style>
  <w:style w:type="character" w:styleId="Tytuksiki">
    <w:name w:val="Book Title"/>
    <w:basedOn w:val="Domylnaczcionkaakapitu"/>
    <w:uiPriority w:val="33"/>
    <w:qFormat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Uwydatnienie">
    <w:name w:val="Emphasis"/>
    <w:uiPriority w:val="20"/>
    <w:qFormat/>
    <w:rPr>
      <w:b/>
      <w:i/>
      <w:color w:val="404040" w:themeColor="text1" w:themeTint="BF"/>
      <w:spacing w:val="2"/>
      <w:w w:val="100"/>
    </w:rPr>
  </w:style>
  <w:style w:type="paragraph" w:styleId="Nagwek">
    <w:name w:val="header"/>
    <w:basedOn w:val="Normalny"/>
    <w:link w:val="NagwekZnak"/>
    <w:unhideWhenUsed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cs="Times New Roman"/>
      <w:color w:val="000000" w:themeColor="text1"/>
      <w:szCs w:val="20"/>
    </w:rPr>
  </w:style>
  <w:style w:type="character" w:customStyle="1" w:styleId="Nagwek4Znak">
    <w:name w:val="Nagłówek 4 Znak"/>
    <w:basedOn w:val="Domylnaczcionkaakapitu"/>
    <w:link w:val="Nagwek4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Nagwek5Znak">
    <w:name w:val="Nagłówek 5 Znak"/>
    <w:basedOn w:val="Domylnaczcionkaakapitu"/>
    <w:link w:val="Nagwek5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Theme="majorHAnsi" w:hAnsiTheme="majorHAnsi" w:cs="Times New Roman"/>
      <w:color w:val="524733" w:themeColor="accent3" w:themeShade="80"/>
      <w:spacing w:val="1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Theme="majorHAnsi" w:hAnsiTheme="majorHAnsi" w:cs="Times New Roman"/>
      <w:i/>
      <w:color w:val="524733" w:themeColor="accent3" w:themeShade="80"/>
      <w:spacing w:val="10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Wyrnienieintensywne">
    <w:name w:val="Intense Emphasis"/>
    <w:basedOn w:val="Domylnaczcionkaakapitu"/>
    <w:uiPriority w:val="21"/>
    <w:qFormat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Cytatintensywny">
    <w:name w:val="Intense Quote"/>
    <w:basedOn w:val="Normalny"/>
    <w:qFormat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styleId="Odwoanieintensywne">
    <w:name w:val="Intense Reference"/>
    <w:basedOn w:val="Domylnaczcionkaakapitu"/>
    <w:uiPriority w:val="32"/>
    <w:qFormat/>
    <w:rPr>
      <w:rFonts w:cs="Times New Roman"/>
      <w:b/>
      <w:color w:val="D34817" w:themeColor="accent1"/>
      <w:sz w:val="22"/>
      <w:szCs w:val="22"/>
      <w:u w:val="single"/>
    </w:rPr>
  </w:style>
  <w:style w:type="paragraph" w:styleId="Listapunktowana">
    <w:name w:val="List Bullet"/>
    <w:basedOn w:val="Normalny"/>
    <w:uiPriority w:val="36"/>
    <w:unhideWhenUsed/>
    <w:qFormat/>
    <w:pPr>
      <w:numPr>
        <w:numId w:val="1"/>
      </w:numPr>
      <w:spacing w:after="0"/>
      <w:contextualSpacing/>
    </w:pPr>
  </w:style>
  <w:style w:type="paragraph" w:styleId="Listapunktowana2">
    <w:name w:val="List Bullet 2"/>
    <w:basedOn w:val="Normalny"/>
    <w:uiPriority w:val="36"/>
    <w:unhideWhenUsed/>
    <w:qFormat/>
    <w:pPr>
      <w:numPr>
        <w:numId w:val="2"/>
      </w:numPr>
      <w:spacing w:after="0"/>
    </w:pPr>
  </w:style>
  <w:style w:type="paragraph" w:styleId="Listapunktowana3">
    <w:name w:val="List Bullet 3"/>
    <w:basedOn w:val="Normalny"/>
    <w:uiPriority w:val="36"/>
    <w:unhideWhenUsed/>
    <w:qFormat/>
    <w:pPr>
      <w:numPr>
        <w:numId w:val="3"/>
      </w:numPr>
      <w:spacing w:after="0"/>
    </w:pPr>
  </w:style>
  <w:style w:type="paragraph" w:styleId="Listapunktowana4">
    <w:name w:val="List Bullet 4"/>
    <w:basedOn w:val="Normalny"/>
    <w:uiPriority w:val="36"/>
    <w:unhideWhenUsed/>
    <w:qFormat/>
    <w:pPr>
      <w:numPr>
        <w:numId w:val="4"/>
      </w:numPr>
      <w:spacing w:after="0"/>
    </w:pPr>
  </w:style>
  <w:style w:type="paragraph" w:styleId="Listapunktowana5">
    <w:name w:val="List Bullet 5"/>
    <w:basedOn w:val="Normalny"/>
    <w:uiPriority w:val="36"/>
    <w:unhideWhenUsed/>
    <w:qFormat/>
    <w:pPr>
      <w:numPr>
        <w:numId w:val="5"/>
      </w:num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styleId="Cytat">
    <w:name w:val="Quote"/>
    <w:basedOn w:val="Normalny"/>
    <w:link w:val="CytatZnak"/>
    <w:uiPriority w:val="29"/>
    <w:qFormat/>
    <w:rPr>
      <w:i/>
      <w:color w:val="808080" w:themeColor="background1" w:themeShade="80"/>
      <w:sz w:val="24"/>
    </w:rPr>
  </w:style>
  <w:style w:type="character" w:customStyle="1" w:styleId="CytatZnak">
    <w:name w:val="Cytat Znak"/>
    <w:basedOn w:val="Domylnaczcionkaakapitu"/>
    <w:link w:val="Cytat"/>
    <w:uiPriority w:val="29"/>
    <w:rPr>
      <w:rFonts w:cs="Times New Roman"/>
      <w:i/>
      <w:color w:val="808080" w:themeColor="background1" w:themeShade="80"/>
      <w:sz w:val="24"/>
      <w:szCs w:val="24"/>
    </w:rPr>
  </w:style>
  <w:style w:type="character" w:styleId="Pogrubienie">
    <w:name w:val="Strong"/>
    <w:uiPriority w:val="22"/>
    <w:qFormat/>
    <w:rPr>
      <w:rFonts w:asciiTheme="minorHAnsi" w:hAnsiTheme="minorHAnsi"/>
      <w:b/>
      <w:color w:val="9B2D1F" w:themeColor="accent2"/>
    </w:rPr>
  </w:style>
  <w:style w:type="character" w:styleId="Wyrnieniedelikatne">
    <w:name w:val="Subtle Emphasis"/>
    <w:basedOn w:val="Domylnaczcionkaakapitu"/>
    <w:uiPriority w:val="19"/>
    <w:qFormat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2"/>
    </w:rPr>
  </w:style>
  <w:style w:type="character" w:styleId="Odwoaniedelikatne">
    <w:name w:val="Subtle Reference"/>
    <w:basedOn w:val="Domylnaczcionkaakapitu"/>
    <w:uiPriority w:val="31"/>
    <w:qFormat/>
    <w:rPr>
      <w:rFonts w:cs="Times New Roman"/>
      <w:color w:val="737373" w:themeColor="text1" w:themeTint="8C"/>
      <w:sz w:val="22"/>
      <w:szCs w:val="22"/>
      <w:u w:val="single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istreci1">
    <w:name w:val="toc 1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</w:pPr>
    <w:rPr>
      <w:smallCaps/>
      <w:color w:val="9B2D1F" w:themeColor="accent2"/>
    </w:rPr>
  </w:style>
  <w:style w:type="paragraph" w:styleId="Spistreci2">
    <w:name w:val="toc 2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Spistreci3">
    <w:name w:val="toc 3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Spistreci4">
    <w:name w:val="toc 4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Spistreci5">
    <w:name w:val="toc 5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Spistreci6">
    <w:name w:val="toc 6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Spistreci7">
    <w:name w:val="toc 7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Spistreci8">
    <w:name w:val="toc 8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Spistreci9">
    <w:name w:val="toc 9"/>
    <w:basedOn w:val="Normalny"/>
    <w:next w:val="Normalny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StylPrzed6pt1">
    <w:name w:val="Styl Przed:  6 pt1"/>
    <w:basedOn w:val="Normalny"/>
    <w:rsid w:val="00337610"/>
    <w:pPr>
      <w:widowControl w:val="0"/>
      <w:tabs>
        <w:tab w:val="left" w:pos="-284"/>
        <w:tab w:val="num" w:pos="720"/>
      </w:tabs>
      <w:suppressAutoHyphens/>
      <w:spacing w:before="120" w:after="0" w:line="240" w:lineRule="auto"/>
      <w:ind w:left="-284"/>
    </w:pPr>
    <w:rPr>
      <w:rFonts w:ascii="Times New Roman" w:eastAsia="Verdana" w:hAnsi="Times New Roman"/>
      <w:color w:val="auto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337610"/>
    <w:pPr>
      <w:spacing w:after="200" w:line="240" w:lineRule="auto"/>
      <w:ind w:left="720"/>
      <w:contextualSpacing/>
    </w:pPr>
    <w:rPr>
      <w:rFonts w:ascii="Calibri" w:eastAsia="Calibri" w:hAnsi="Calibri"/>
      <w:color w:val="auto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337610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37610"/>
    <w:rPr>
      <w:rFonts w:ascii="Times New Roman" w:eastAsia="Times New Roman" w:hAnsi="Times New Roman" w:cs="Times New Roman"/>
      <w:sz w:val="26"/>
      <w:szCs w:val="20"/>
    </w:rPr>
  </w:style>
  <w:style w:type="paragraph" w:styleId="Tekstpodstawowy3">
    <w:name w:val="Body Text 3"/>
    <w:basedOn w:val="Normalny"/>
    <w:link w:val="Tekstpodstawowy3Znak"/>
    <w:semiHidden/>
    <w:rsid w:val="00337610"/>
    <w:pPr>
      <w:spacing w:after="0" w:line="240" w:lineRule="auto"/>
      <w:jc w:val="both"/>
    </w:pPr>
    <w:rPr>
      <w:rFonts w:ascii="Times New Roman" w:eastAsia="Times New Roman" w:hAnsi="Times New Roman"/>
      <w:color w:val="auto"/>
      <w:sz w:val="3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7610"/>
    <w:rPr>
      <w:rFonts w:ascii="Times New Roman" w:eastAsia="Times New Roman" w:hAnsi="Times New Roman" w:cs="Times New Roman"/>
      <w:sz w:val="32"/>
      <w:szCs w:val="20"/>
    </w:rPr>
  </w:style>
  <w:style w:type="paragraph" w:styleId="Tekstpodstawowy">
    <w:name w:val="Body Text"/>
    <w:basedOn w:val="Normalny"/>
    <w:link w:val="TekstpodstawowyZnak"/>
    <w:rsid w:val="00337610"/>
    <w:pPr>
      <w:spacing w:after="0" w:line="240" w:lineRule="auto"/>
    </w:pPr>
    <w:rPr>
      <w:rFonts w:ascii="Times New Roman" w:eastAsia="Times New Roman" w:hAnsi="Times New Roman"/>
      <w:color w:val="auto"/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337610"/>
    <w:rPr>
      <w:rFonts w:ascii="Times New Roman" w:eastAsia="Times New Roman" w:hAnsi="Times New Roman" w:cs="Times New Roman"/>
      <w:sz w:val="26"/>
      <w:szCs w:val="20"/>
    </w:rPr>
  </w:style>
  <w:style w:type="paragraph" w:styleId="Tekstprzypisudolnego">
    <w:name w:val="footnote text"/>
    <w:basedOn w:val="Normalny"/>
    <w:link w:val="TekstprzypisudolnegoZnak"/>
    <w:semiHidden/>
    <w:rsid w:val="00337610"/>
    <w:pPr>
      <w:spacing w:after="0" w:line="240" w:lineRule="auto"/>
    </w:pPr>
    <w:rPr>
      <w:rFonts w:ascii="Times New Roman" w:eastAsia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7610"/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rsid w:val="00337610"/>
    <w:pPr>
      <w:widowControl w:val="0"/>
      <w:spacing w:after="0" w:line="240" w:lineRule="auto"/>
    </w:pPr>
    <w:rPr>
      <w:rFonts w:ascii="Courier New" w:eastAsia="Times New Roman" w:hAnsi="Courier New"/>
      <w:color w:val="auto"/>
      <w:sz w:val="20"/>
    </w:rPr>
  </w:style>
  <w:style w:type="paragraph" w:customStyle="1" w:styleId="Tekstpodstawowy21">
    <w:name w:val="Tekst podstawowy 21"/>
    <w:basedOn w:val="Normalny"/>
    <w:rsid w:val="00337610"/>
    <w:pPr>
      <w:spacing w:after="0" w:line="240" w:lineRule="atLeast"/>
      <w:ind w:left="1027"/>
      <w:jc w:val="both"/>
    </w:pPr>
    <w:rPr>
      <w:rFonts w:ascii="Times New Roman" w:eastAsia="Times New Roman" w:hAnsi="Times New Roman"/>
      <w:color w:val="auto"/>
      <w:sz w:val="20"/>
    </w:rPr>
  </w:style>
  <w:style w:type="paragraph" w:customStyle="1" w:styleId="Tekstpodstawowywcity31">
    <w:name w:val="Tekst podstawowy wcięty 31"/>
    <w:basedOn w:val="Normalny"/>
    <w:rsid w:val="00337610"/>
    <w:pPr>
      <w:spacing w:after="0" w:line="240" w:lineRule="atLeast"/>
      <w:ind w:firstLine="4"/>
      <w:jc w:val="both"/>
    </w:pPr>
    <w:rPr>
      <w:rFonts w:ascii="Times New Roman" w:eastAsia="Times New Roman" w:hAnsi="Times New Roman"/>
      <w:color w:val="auto"/>
      <w:sz w:val="20"/>
    </w:rPr>
  </w:style>
  <w:style w:type="paragraph" w:customStyle="1" w:styleId="Tekstpodstawowywcity21">
    <w:name w:val="Tekst podstawowy wcięty 21"/>
    <w:basedOn w:val="Normalny"/>
    <w:rsid w:val="00337610"/>
    <w:pPr>
      <w:spacing w:after="0" w:line="240" w:lineRule="atLeast"/>
      <w:ind w:left="851" w:hanging="284"/>
      <w:jc w:val="both"/>
    </w:pPr>
    <w:rPr>
      <w:rFonts w:ascii="Times New Roman" w:eastAsia="Times New Roman" w:hAnsi="Times New Roman"/>
      <w:color w:val="auto"/>
      <w:sz w:val="20"/>
    </w:rPr>
  </w:style>
  <w:style w:type="paragraph" w:customStyle="1" w:styleId="WW-Tekstpodstawowy2">
    <w:name w:val="WW-Tekst podstawowy 2"/>
    <w:basedOn w:val="Normalny"/>
    <w:rsid w:val="0033761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imes New Roman" w:cs="Tahoma"/>
      <w:b/>
      <w:bCs/>
      <w:color w:val="auto"/>
      <w:sz w:val="24"/>
      <w:szCs w:val="24"/>
      <w:lang w:eastAsia="en-US"/>
    </w:rPr>
  </w:style>
  <w:style w:type="paragraph" w:customStyle="1" w:styleId="NormalnyWeb1">
    <w:name w:val="Normalny (Web)1"/>
    <w:aliases w:val=" Znak Znak"/>
    <w:basedOn w:val="Normalny"/>
    <w:rsid w:val="0033761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610"/>
    <w:pPr>
      <w:spacing w:after="0" w:line="240" w:lineRule="auto"/>
    </w:pPr>
    <w:rPr>
      <w:rFonts w:ascii="Calibri" w:eastAsia="Calibri" w:hAnsi="Calibri"/>
      <w:color w:val="auto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610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337610"/>
    <w:rPr>
      <w:vertAlign w:val="superscript"/>
    </w:rPr>
  </w:style>
  <w:style w:type="paragraph" w:customStyle="1" w:styleId="Akapitzlist1">
    <w:name w:val="Akapit z listą1"/>
    <w:basedOn w:val="Normalny"/>
    <w:rsid w:val="00337610"/>
    <w:pPr>
      <w:spacing w:after="200"/>
      <w:ind w:left="720"/>
      <w:contextualSpacing/>
    </w:pPr>
    <w:rPr>
      <w:rFonts w:ascii="Calibri" w:eastAsia="Times New Roman" w:hAnsi="Calibri" w:cs="Calibri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4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che\AppData\Roaming\Microsoft\Templates\Raport%20(motyw%20Kapita&#322;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BD421F95C74AF184B5D5C20DD122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732E7B-FB76-40F1-910D-2DB31C20464E}"/>
      </w:docPartPr>
      <w:docPartBody>
        <w:p w:rsidR="00A5661B" w:rsidRDefault="00A5661B">
          <w:pPr>
            <w:pStyle w:val="CCBD421F95C74AF184B5D5C20DD1220E"/>
          </w:pPr>
          <w:r>
            <w:rPr>
              <w:rFonts w:asciiTheme="majorHAnsi" w:eastAsiaTheme="majorEastAsia" w:hAnsiTheme="majorHAnsi" w:cstheme="majorBidi"/>
              <w:color w:val="FFFFFF" w:themeColor="background1"/>
              <w:sz w:val="72"/>
              <w:szCs w:val="72"/>
            </w:rPr>
            <w:t>[Wpisz tytuł dokumentu]</w:t>
          </w:r>
        </w:p>
      </w:docPartBody>
    </w:docPart>
    <w:docPart>
      <w:docPartPr>
        <w:name w:val="E31B5CF86A0D4320B678ACA56CE1D0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109021-55C2-492C-8F55-6EC33281F086}"/>
      </w:docPartPr>
      <w:docPartBody>
        <w:p w:rsidR="00A5661B" w:rsidRDefault="00A5661B">
          <w:pPr>
            <w:pStyle w:val="E31B5CF86A0D4320B678ACA56CE1D008"/>
          </w:pPr>
          <w:r>
            <w:rPr>
              <w:sz w:val="36"/>
              <w:szCs w:val="36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1B"/>
    <w:rsid w:val="00036636"/>
    <w:rsid w:val="00251300"/>
    <w:rsid w:val="002A28FD"/>
    <w:rsid w:val="004D6BEA"/>
    <w:rsid w:val="00A5661B"/>
    <w:rsid w:val="00AD7022"/>
    <w:rsid w:val="00B205B8"/>
    <w:rsid w:val="00B737FB"/>
    <w:rsid w:val="00D8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paragraph" w:customStyle="1" w:styleId="CCBD421F95C74AF184B5D5C20DD1220E">
    <w:name w:val="CCBD421F95C74AF184B5D5C20DD1220E"/>
  </w:style>
  <w:style w:type="paragraph" w:customStyle="1" w:styleId="E31B5CF86A0D4320B678ACA56CE1D008">
    <w:name w:val="E31B5CF86A0D4320B678ACA56CE1D0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9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imes New Roman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2023-12-22T00:00:00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29baff33-f40f-4664-8054-1bde3cabf4f6">english</DirectSourceMarket>
    <AssetType xmlns="29baff33-f40f-4664-8054-1bde3cabf4f6" xsi:nil="true"/>
    <Milestone xmlns="29baff33-f40f-4664-8054-1bde3cabf4f6" xsi:nil="true"/>
    <OriginAsset xmlns="29baff33-f40f-4664-8054-1bde3cabf4f6" xsi:nil="true"/>
    <TPComponent xmlns="29baff33-f40f-4664-8054-1bde3cabf4f6" xsi:nil="true"/>
    <AssetId xmlns="29baff33-f40f-4664-8054-1bde3cabf4f6">TP101796266</AssetId>
    <NumericId xmlns="29baff33-f40f-4664-8054-1bde3cabf4f6">101796266</NumericId>
    <TPFriendlyName xmlns="29baff33-f40f-4664-8054-1bde3cabf4f6" xsi:nil="true"/>
    <SourceTitle xmlns="29baff33-f40f-4664-8054-1bde3cabf4f6" xsi:nil="true"/>
    <TPApplication xmlns="29baff33-f40f-4664-8054-1bde3cabf4f6" xsi:nil="true"/>
    <TPLaunchHelpLink xmlns="29baff33-f40f-4664-8054-1bde3cabf4f6" xsi:nil="true"/>
    <OpenTemplate xmlns="29baff33-f40f-4664-8054-1bde3cabf4f6">true</OpenTemplate>
    <PlannedPubDate xmlns="29baff33-f40f-4664-8054-1bde3cabf4f6">2009-11-03T10:56:00+00:00</PlannedPubDate>
    <CrawlForDependencies xmlns="29baff33-f40f-4664-8054-1bde3cabf4f6">false</CrawlForDependencies>
    <ParentAssetId xmlns="29baff33-f40f-4664-8054-1bde3cabf4f6" xsi:nil="true"/>
    <TrustLevel xmlns="29baff33-f40f-4664-8054-1bde3cabf4f6">1 Microsoft Managed Content</TrustLevel>
    <PublishStatusLookup xmlns="29baff33-f40f-4664-8054-1bde3cabf4f6">
      <Value>216206</Value>
      <Value>344705</Value>
    </PublishStatusLookup>
    <TemplateTemplateType xmlns="29baff33-f40f-4664-8054-1bde3cabf4f6">Word Document Template</TemplateTemplateType>
    <IsSearchable xmlns="29baff33-f40f-4664-8054-1bde3cabf4f6">false</IsSearchable>
    <TPNamespace xmlns="29baff33-f40f-4664-8054-1bde3cabf4f6" xsi:nil="true"/>
    <Providers xmlns="29baff33-f40f-4664-8054-1bde3cabf4f6" xsi:nil="true"/>
    <Markets xmlns="29baff33-f40f-4664-8054-1bde3cabf4f6"/>
    <OriginalSourceMarket xmlns="29baff33-f40f-4664-8054-1bde3cabf4f6">english</OriginalSourceMarket>
    <TPInstallLocation xmlns="29baff33-f40f-4664-8054-1bde3cabf4f6" xsi:nil="true"/>
    <TPAppVersion xmlns="29baff33-f40f-4664-8054-1bde3cabf4f6" xsi:nil="true"/>
    <TPCommandLine xmlns="29baff33-f40f-4664-8054-1bde3cabf4f6" xsi:nil="true"/>
    <APAuthor xmlns="29baff33-f40f-4664-8054-1bde3cabf4f6">
      <UserInfo>
        <DisplayName/>
        <AccountId>1073741823</AccountId>
        <AccountType/>
      </UserInfo>
    </APAuthor>
    <EditorialStatus xmlns="29baff33-f40f-4664-8054-1bde3cabf4f6" xsi:nil="true"/>
    <PublishTargets xmlns="29baff33-f40f-4664-8054-1bde3cabf4f6">OfficeOnline</PublishTargets>
    <TPLaunchHelpLinkType xmlns="29baff33-f40f-4664-8054-1bde3cabf4f6">Template</TPLaunchHelpLinkType>
    <TPClientViewer xmlns="29baff33-f40f-4664-8054-1bde3cabf4f6" xsi:nil="true"/>
    <CSXHash xmlns="29baff33-f40f-4664-8054-1bde3cabf4f6" xsi:nil="true"/>
    <IsDeleted xmlns="29baff33-f40f-4664-8054-1bde3cabf4f6">false</IsDeleted>
    <ShowIn xmlns="29baff33-f40f-4664-8054-1bde3cabf4f6">Show everywhere</ShowIn>
    <UANotes xmlns="29baff33-f40f-4664-8054-1bde3cabf4f6" xsi:nil="true"/>
    <TemplateStatus xmlns="29baff33-f40f-4664-8054-1bde3cabf4f6" xsi:nil="true"/>
    <Downloads xmlns="29baff33-f40f-4664-8054-1bde3cabf4f6">0</Downloads>
    <EditorialTags xmlns="29baff33-f40f-4664-8054-1bde3cabf4f6" xsi:nil="true"/>
    <TPExecutable xmlns="29baff33-f40f-4664-8054-1bde3cabf4f6" xsi:nil="true"/>
    <SubmitterId xmlns="29baff33-f40f-4664-8054-1bde3cabf4f6" xsi:nil="true"/>
    <ApprovalLog xmlns="29baff33-f40f-4664-8054-1bde3cabf4f6" xsi:nil="true"/>
    <FriendlyTitle xmlns="29baff33-f40f-4664-8054-1bde3cabf4f6" xsi:nil="true"/>
    <TimesCloned xmlns="29baff33-f40f-4664-8054-1bde3cabf4f6" xsi:nil="true"/>
    <ThumbnailAssetId xmlns="29baff33-f40f-4664-8054-1bde3cabf4f6" xsi:nil="true"/>
    <OutputCachingOn xmlns="29baff33-f40f-4664-8054-1bde3cabf4f6">false</OutputCachingOn>
    <BlockPublish xmlns="29baff33-f40f-4664-8054-1bde3cabf4f6" xsi:nil="true"/>
    <MarketSpecific xmlns="29baff33-f40f-4664-8054-1bde3cabf4f6" xsi:nil="true"/>
    <LastPublishResultLookup xmlns="29baff33-f40f-4664-8054-1bde3cabf4f6" xsi:nil="true"/>
    <ContentItem xmlns="29baff33-f40f-4664-8054-1bde3cabf4f6" xsi:nil="true"/>
    <HandoffToMSDN xmlns="29baff33-f40f-4664-8054-1bde3cabf4f6" xsi:nil="true"/>
    <ArtSampleDocs xmlns="29baff33-f40f-4664-8054-1bde3cabf4f6" xsi:nil="true"/>
    <APEditor xmlns="29baff33-f40f-4664-8054-1bde3cabf4f6">
      <UserInfo>
        <DisplayName/>
        <AccountId xsi:nil="true"/>
        <AccountType/>
      </UserInfo>
    </APEditor>
    <MachineTranslated xmlns="29baff33-f40f-4664-8054-1bde3cabf4f6">false</MachineTranslated>
    <Manager xmlns="29baff33-f40f-4664-8054-1bde3cabf4f6" xsi:nil="true"/>
    <OOCacheId xmlns="29baff33-f40f-4664-8054-1bde3cabf4f6" xsi:nil="true"/>
    <APDescription xmlns="29baff33-f40f-4664-8054-1bde3cabf4f6" xsi:nil="true"/>
    <LastModifiedDateTime xmlns="29baff33-f40f-4664-8054-1bde3cabf4f6" xsi:nil="true"/>
    <BusinessGroup xmlns="29baff33-f40f-4664-8054-1bde3cabf4f6" xsi:nil="true"/>
    <AcquiredFrom xmlns="29baff33-f40f-4664-8054-1bde3cabf4f6">Internal MS</AcquiredFrom>
    <IntlLangReviewDate xmlns="29baff33-f40f-4664-8054-1bde3cabf4f6" xsi:nil="true"/>
    <DSATActionTaken xmlns="29baff33-f40f-4664-8054-1bde3cabf4f6" xsi:nil="true"/>
    <PolicheckWords xmlns="29baff33-f40f-4664-8054-1bde3cabf4f6" xsi:nil="true"/>
    <IntlLocPriority xmlns="29baff33-f40f-4664-8054-1bde3cabf4f6" xsi:nil="true"/>
    <ApprovalStatus xmlns="29baff33-f40f-4664-8054-1bde3cabf4f6">InProgress</ApprovalStatus>
    <LastHandOff xmlns="29baff33-f40f-4664-8054-1bde3cabf4f6" xsi:nil="true"/>
    <LegacyData xmlns="29baff33-f40f-4664-8054-1bde3cabf4f6" xsi:nil="true"/>
    <UALocComments xmlns="29baff33-f40f-4664-8054-1bde3cabf4f6" xsi:nil="true"/>
    <UALocRecommendation xmlns="29baff33-f40f-4664-8054-1bde3cabf4f6">Localize</UALocRecommendation>
    <UACurrentWords xmlns="29baff33-f40f-4664-8054-1bde3cabf4f6" xsi:nil="true"/>
    <AssetExpire xmlns="29baff33-f40f-4664-8054-1bde3cabf4f6">2100-01-01T00:00:00+00:00</AssetExpire>
    <CSXUpdate xmlns="29baff33-f40f-4664-8054-1bde3cabf4f6">false</CSXUpdate>
    <Provider xmlns="29baff33-f40f-4664-8054-1bde3cabf4f6" xsi:nil="true"/>
    <CSXSubmissionDate xmlns="29baff33-f40f-4664-8054-1bde3cabf4f6" xsi:nil="true"/>
    <AssetStart xmlns="29baff33-f40f-4664-8054-1bde3cabf4f6">2010-11-05T15:12:46+00:00</AssetStart>
    <BugNumber xmlns="29baff33-f40f-4664-8054-1bde3cabf4f6" xsi:nil="true"/>
    <VoteCount xmlns="29baff33-f40f-4664-8054-1bde3cabf4f6" xsi:nil="true"/>
    <CSXSubmissionMarket xmlns="29baff33-f40f-4664-8054-1bde3cabf4f6" xsi:nil="true"/>
    <PrimaryImageGen xmlns="29baff33-f40f-4664-8054-1bde3cabf4f6">false</PrimaryImageGen>
    <IntlLangReview xmlns="29baff33-f40f-4664-8054-1bde3cabf4f6" xsi:nil="true"/>
    <ClipArtFilename xmlns="29baff33-f40f-4664-8054-1bde3cabf4f6" xsi:nil="true"/>
    <IntlLangReviewer xmlns="29baff33-f40f-4664-8054-1bde3cabf4f6" xsi:nil="true"/>
    <UAProjectedTotalWords xmlns="29baff33-f40f-4664-8054-1bde3cabf4f6" xsi:nil="true"/>
    <InternalTagsTaxHTField0 xmlns="29baff33-f40f-4664-8054-1bde3cabf4f6">
      <Terms xmlns="http://schemas.microsoft.com/office/infopath/2007/PartnerControls"/>
    </InternalTagsTaxHTField0>
    <CampaignTagsTaxHTField0 xmlns="29baff33-f40f-4664-8054-1bde3cabf4f6">
      <Terms xmlns="http://schemas.microsoft.com/office/infopath/2007/PartnerControls"/>
    </CampaignTagsTaxHTField0>
    <LocManualTestRequired xmlns="29baff33-f40f-4664-8054-1bde3cabf4f6">false</LocManualTestRequired>
    <LocRecommendedHandoff xmlns="29baff33-f40f-4664-8054-1bde3cabf4f6" xsi:nil="true"/>
    <LocalizationTagsTaxHTField0 xmlns="29baff33-f40f-4664-8054-1bde3cabf4f6">
      <Terms xmlns="http://schemas.microsoft.com/office/infopath/2007/PartnerControls"/>
    </LocalizationTagsTaxHTField0>
    <FeatureTagsTaxHTField0 xmlns="29baff33-f40f-4664-8054-1bde3cabf4f6">
      <Terms xmlns="http://schemas.microsoft.com/office/infopath/2007/PartnerControls"/>
    </FeatureTagsTaxHTField0>
    <TaxCatchAll xmlns="29baff33-f40f-4664-8054-1bde3cabf4f6"/>
    <LocComments xmlns="29baff33-f40f-4664-8054-1bde3cabf4f6" xsi:nil="true"/>
    <OriginalRelease xmlns="29baff33-f40f-4664-8054-1bde3cabf4f6">14</OriginalRelease>
    <RecommendationsModifier xmlns="29baff33-f40f-4664-8054-1bde3cabf4f6" xsi:nil="true"/>
    <ScenarioTagsTaxHTField0 xmlns="29baff33-f40f-4664-8054-1bde3cabf4f6">
      <Terms xmlns="http://schemas.microsoft.com/office/infopath/2007/PartnerControls"/>
    </ScenarioTagsTaxHTField0>
    <LocLastLocAttemptVersionLookup xmlns="29baff33-f40f-4664-8054-1bde3cabf4f6">169726</LocLastLocAttemptVersionLookup>
    <LocMarketGroupTiers2 xmlns="29baff33-f40f-4664-8054-1bde3cabf4f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CFA5F52AA0A00C4CBEF2A37681B2318F04009FDCD24A096B5E4C8184D4910FEB1A76" ma:contentTypeVersion="56" ma:contentTypeDescription="Create a new document." ma:contentTypeScope="" ma:versionID="e2b161dd106aa6ff43a2053ab7ed0d23">
  <xsd:schema xmlns:xsd="http://www.w3.org/2001/XMLSchema" xmlns:xs="http://www.w3.org/2001/XMLSchema" xmlns:p="http://schemas.microsoft.com/office/2006/metadata/properties" xmlns:ns2="29baff33-f40f-4664-8054-1bde3cabf4f6" targetNamespace="http://schemas.microsoft.com/office/2006/metadata/properties" ma:root="true" ma:fieldsID="df3fe752eed498a1554dc026fa12eabd" ns2:_="">
    <xsd:import namespace="29baff33-f40f-4664-8054-1bde3cabf4f6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aff33-f40f-4664-8054-1bde3cabf4f6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0:00:00Z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lockPublish" ma:index="12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3" nillable="true" ma:displayName="Bug Number" ma:default="" ma:internalName="BugNumber" ma:readOnly="false">
      <xsd:simpleType>
        <xsd:restriction base="dms:Text"/>
      </xsd:simpleType>
    </xsd:element>
    <xsd:element name="CampaignTagsTaxHTField0" ma:index="15" nillable="true" ma:taxonomy="true" ma:internalName="CampaignTagsTaxHTField0" ma:taxonomyFieldName="CampaignTags" ma:displayName="Campaigns" ma:readOnly="false" ma:default="" ma:fieldId="{35ae66bf-e87d-41c1-aaaa-5f9779661904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6" nillable="true" ma:displayName="Client Viewer" ma:default="" ma:internalName="TPClientViewer">
      <xsd:simpleType>
        <xsd:restriction base="dms:Text"/>
      </xsd:simpleType>
    </xsd:element>
    <xsd:element name="ClipArtFilename" ma:index="17" nillable="true" ma:displayName="Clip Art Name" ma:default="" ma:internalName="ClipArtFilename" ma:readOnly="false">
      <xsd:simpleType>
        <xsd:restriction base="dms:Text"/>
      </xsd:simpleType>
    </xsd:element>
    <xsd:element name="TPCommandLine" ma:index="18" nillable="true" ma:displayName="Command Line" ma:default="" ma:internalName="TPCommandLine">
      <xsd:simpleType>
        <xsd:restriction base="dms:Text"/>
      </xsd:simpleType>
    </xsd:element>
    <xsd:element name="TPComponent" ma:index="19" nillable="true" ma:displayName="Component" ma:default="" ma:internalName="TPComponent">
      <xsd:simpleType>
        <xsd:restriction base="dms:Text"/>
      </xsd:simpleType>
    </xsd:element>
    <xsd:element name="ContentItem" ma:index="20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2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5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6" nillable="true" ma:displayName="CSX Submission Market" ma:default="" ma:list="{1DDBB892-E9C2-41BE-A746-120199994C31}" ma:internalName="CSXSubmissionMarket" ma:readOnly="false" ma:showField="MarketName" ma:web="29baff33-f40f-4664-8054-1bde3cabf4f6">
      <xsd:simpleType>
        <xsd:restriction base="dms:Lookup"/>
      </xsd:simpleType>
    </xsd:element>
    <xsd:element name="CSXUpdate" ma:index="27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8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29" nillable="true" ma:displayName="Deleted?" ma:default="" ma:internalName="IsDeleted" ma:readOnly="false">
      <xsd:simpleType>
        <xsd:restriction base="dms:Boolean"/>
      </xsd:simpleType>
    </xsd:element>
    <xsd:element name="APDescription" ma:index="30" nillable="true" ma:displayName="Description" ma:default="" ma:internalName="APDescription" ma:readOnly="false">
      <xsd:simpleType>
        <xsd:restriction base="dms:Note"/>
      </xsd:simpleType>
    </xsd:element>
    <xsd:element name="DirectSourceMarket" ma:index="31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2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3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4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5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6" nillable="true" ma:displayName="Editorial Tags" ma:default="" ma:internalName="EditorialTags">
      <xsd:simpleType>
        <xsd:restriction base="dms:Unknown"/>
      </xsd:simpleType>
    </xsd:element>
    <xsd:element name="TPExecutable" ma:index="37" nillable="true" ma:displayName="Executable" ma:default="" ma:internalName="TPExecutable">
      <xsd:simpleType>
        <xsd:restriction base="dms:Text"/>
      </xsd:simpleType>
    </xsd:element>
    <xsd:element name="FeatureTagsTaxHTField0" ma:index="39" nillable="true" ma:taxonomy="true" ma:internalName="FeatureTagsTaxHTField0" ma:taxonomyFieldName="FeatureTags" ma:displayName="Features" ma:readOnly="false" ma:default="" ma:fieldId="{22649cd3-0638-4550-a153-a68664946fb0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0" nillable="true" ma:displayName="Friendly Name" ma:default="" ma:internalName="TPFriendlyName">
      <xsd:simpleType>
        <xsd:restriction base="dms:Text"/>
      </xsd:simpleType>
    </xsd:element>
    <xsd:element name="FriendlyTitle" ma:index="41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2" nillable="true" ma:displayName="Generate Images?" ma:default="true" ma:internalName="PrimaryImageGen">
      <xsd:simpleType>
        <xsd:restriction base="dms:Boolean"/>
      </xsd:simpleType>
    </xsd:element>
    <xsd:element name="HandoffToMSDN" ma:index="43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4" nillable="true" ma:displayName="InProjectListLookup" ma:list="{2513E2E7-E2AF-440C-8567-37153D3865E2}" ma:internalName="InProjectListLookup" ma:readOnly="true" ma:showField="InProjectLis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5" nillable="true" ma:displayName="Install Location" ma:default="" ma:internalName="TPInstallLocation">
      <xsd:simpleType>
        <xsd:restriction base="dms:Text"/>
      </xsd:simpleType>
    </xsd:element>
    <xsd:element name="InternalTagsTaxHTField0" ma:index="47" nillable="true" ma:taxonomy="true" ma:internalName="InternalTagsTaxHTField0" ma:taxonomyFieldName="InternalTags" ma:displayName="Internal Tags" ma:readOnly="false" ma:default="" ma:fieldId="{961a284f-ead0-40ef-8222-26875887a96b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8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49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0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1" nillable="true" ma:displayName="Last Complete Version Lookup" ma:default="" ma:list="{2513E2E7-E2AF-440C-8567-37153D3865E2}" ma:internalName="LastCompleteVersionLookup" ma:readOnly="true" ma:showField="LastComplete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2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3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4" nillable="true" ma:displayName="Last Preview Attempt Error" ma:default="" ma:list="{2513E2E7-E2AF-440C-8567-37153D3865E2}" ma:internalName="LastPreviewErrorLookup" ma:readOnly="true" ma:showField="LastPreviewError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5" nillable="true" ma:displayName="Last Preview Attempt Result" ma:default="" ma:list="{2513E2E7-E2AF-440C-8567-37153D3865E2}" ma:internalName="LastPreviewResultLookup" ma:readOnly="true" ma:showField="LastPreviewResul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6" nillable="true" ma:displayName="Last Preview Attempted On" ma:default="" ma:list="{2513E2E7-E2AF-440C-8567-37153D3865E2}" ma:internalName="LastPreviewAttemptDateLookup" ma:readOnly="true" ma:showField="LastPreviewAttemptDat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7" nillable="true" ma:displayName="Last Previewed By" ma:default="" ma:list="{2513E2E7-E2AF-440C-8567-37153D3865E2}" ma:internalName="LastPreviewedByLookup" ma:readOnly="true" ma:showField="LastPreviewedBy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8" nillable="true" ma:displayName="Last Previewed Date" ma:default="" ma:list="{2513E2E7-E2AF-440C-8567-37153D3865E2}" ma:internalName="LastPreviewTimeLookup" ma:readOnly="true" ma:showField="LastPreviewTi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59" nillable="true" ma:displayName="Last Previewed Version" ma:default="" ma:list="{2513E2E7-E2AF-440C-8567-37153D3865E2}" ma:internalName="LastPreviewVersionLookup" ma:readOnly="true" ma:showField="LastPreview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0" nillable="true" ma:displayName="Last Publish Attempt Error" ma:default="" ma:list="{2513E2E7-E2AF-440C-8567-37153D3865E2}" ma:internalName="LastPublishErrorLookup" ma:readOnly="true" ma:showField="LastPublishError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1" nillable="true" ma:displayName="Last Publish Attempt Result" ma:default="" ma:list="{2513E2E7-E2AF-440C-8567-37153D3865E2}" ma:internalName="LastPublishResultLookup" ma:readOnly="true" ma:showField="LastPublishResult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2" nillable="true" ma:displayName="Last Publish Attempted On" ma:default="" ma:list="{2513E2E7-E2AF-440C-8567-37153D3865E2}" ma:internalName="LastPublishAttemptDateLookup" ma:readOnly="true" ma:showField="LastPublishAttemptDat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3" nillable="true" ma:displayName="Last Published By" ma:default="" ma:list="{2513E2E7-E2AF-440C-8567-37153D3865E2}" ma:internalName="LastPublishedByLookup" ma:readOnly="true" ma:showField="LastPublishedBy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4" nillable="true" ma:displayName="Last Published Date" ma:default="" ma:list="{2513E2E7-E2AF-440C-8567-37153D3865E2}" ma:internalName="LastPublishTimeLookup" ma:readOnly="true" ma:showField="LastPublishTi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5" nillable="true" ma:displayName="Last Published Version" ma:default="" ma:list="{2513E2E7-E2AF-440C-8567-37153D3865E2}" ma:internalName="LastPublishVersionLookup" ma:readOnly="true" ma:showField="LastPublishVersion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6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7" nillable="true" ma:displayName="Legacy Data" ma:default="" ma:internalName="LegacyData" ma:readOnly="false">
      <xsd:simpleType>
        <xsd:restriction base="dms:Note"/>
      </xsd:simpleType>
    </xsd:element>
    <xsd:element name="TPLaunchHelpLink" ma:index="68" nillable="true" ma:displayName="Link to Launch Help Topic" ma:default="" ma:internalName="TPLaunchHelpLink">
      <xsd:simpleType>
        <xsd:restriction base="dms:Text"/>
      </xsd:simpleType>
    </xsd:element>
    <xsd:element name="LocComments" ma:index="69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0" nillable="true" ma:displayName="Loc Last Loc Attempt Version" ma:default="" ma:list="{72723BFE-42E4-4BFD-ABEC-91FC880F9EED}" ma:internalName="LocLastLocAttemptVersionLookup" ma:readOnly="false" ma:showField="LastLocAttemptVersion" ma:web="29baff33-f40f-4664-8054-1bde3cabf4f6">
      <xsd:simpleType>
        <xsd:restriction base="dms:Lookup"/>
      </xsd:simpleType>
    </xsd:element>
    <xsd:element name="LocLastLocAttemptVersionTypeLookup" ma:index="71" nillable="true" ma:displayName="Loc Last Loc Attempt Version Type" ma:default="" ma:list="{72723BFE-42E4-4BFD-ABEC-91FC880F9EED}" ma:internalName="LocLastLocAttemptVersionTypeLookup" ma:readOnly="true" ma:showField="LastLocAttemptVersionType" ma:web="29baff33-f40f-4664-8054-1bde3cabf4f6">
      <xsd:simpleType>
        <xsd:restriction base="dms:Lookup"/>
      </xsd:simpleType>
    </xsd:element>
    <xsd:element name="LocManualTestRequired" ma:index="72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3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4" nillable="true" ma:displayName="Loc New Published Version Lookup" ma:default="" ma:list="{72723BFE-42E4-4BFD-ABEC-91FC880F9EED}" ma:internalName="LocNewPublishedVersionLookup" ma:readOnly="true" ma:showField="NewPublishedVersion" ma:web="29baff33-f40f-4664-8054-1bde3cabf4f6">
      <xsd:simpleType>
        <xsd:restriction base="dms:Lookup"/>
      </xsd:simpleType>
    </xsd:element>
    <xsd:element name="LocOverallHandbackStatusLookup" ma:index="75" nillable="true" ma:displayName="Loc Overall Handback Status" ma:default="" ma:list="{72723BFE-42E4-4BFD-ABEC-91FC880F9EED}" ma:internalName="LocOverallHandbackStatusLookup" ma:readOnly="true" ma:showField="OverallHandbackStatus" ma:web="29baff33-f40f-4664-8054-1bde3cabf4f6">
      <xsd:simpleType>
        <xsd:restriction base="dms:Lookup"/>
      </xsd:simpleType>
    </xsd:element>
    <xsd:element name="LocOverallLocStatusLookup" ma:index="76" nillable="true" ma:displayName="Loc Overall Localize Status" ma:default="" ma:list="{72723BFE-42E4-4BFD-ABEC-91FC880F9EED}" ma:internalName="LocOverallLocStatusLookup" ma:readOnly="true" ma:showField="OverallLocStatus" ma:web="29baff33-f40f-4664-8054-1bde3cabf4f6">
      <xsd:simpleType>
        <xsd:restriction base="dms:Lookup"/>
      </xsd:simpleType>
    </xsd:element>
    <xsd:element name="LocOverallPreviewStatusLookup" ma:index="77" nillable="true" ma:displayName="Loc Overall Preview Status" ma:default="" ma:list="{72723BFE-42E4-4BFD-ABEC-91FC880F9EED}" ma:internalName="LocOverallPreviewStatusLookup" ma:readOnly="true" ma:showField="OverallPreviewStatus" ma:web="29baff33-f40f-4664-8054-1bde3cabf4f6">
      <xsd:simpleType>
        <xsd:restriction base="dms:Lookup"/>
      </xsd:simpleType>
    </xsd:element>
    <xsd:element name="LocOverallPublishStatusLookup" ma:index="78" nillable="true" ma:displayName="Loc Overall Publish Status" ma:default="" ma:list="{72723BFE-42E4-4BFD-ABEC-91FC880F9EED}" ma:internalName="LocOverallPublishStatusLookup" ma:readOnly="true" ma:showField="OverallPublishStatus" ma:web="29baff33-f40f-4664-8054-1bde3cabf4f6">
      <xsd:simpleType>
        <xsd:restriction base="dms:Lookup"/>
      </xsd:simpleType>
    </xsd:element>
    <xsd:element name="IntlLocPriority" ma:index="79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0" nillable="true" ma:displayName="Loc Processed For Handoffs" ma:default="" ma:list="{72723BFE-42E4-4BFD-ABEC-91FC880F9EED}" ma:internalName="LocProcessedForHandoffsLookup" ma:readOnly="true" ma:showField="ProcessedForHandoffs" ma:web="29baff33-f40f-4664-8054-1bde3cabf4f6">
      <xsd:simpleType>
        <xsd:restriction base="dms:Lookup"/>
      </xsd:simpleType>
    </xsd:element>
    <xsd:element name="LocProcessedForMarketsLookup" ma:index="81" nillable="true" ma:displayName="Loc Processed For Markets" ma:default="" ma:list="{72723BFE-42E4-4BFD-ABEC-91FC880F9EED}" ma:internalName="LocProcessedForMarketsLookup" ma:readOnly="true" ma:showField="ProcessedForMarkets" ma:web="29baff33-f40f-4664-8054-1bde3cabf4f6">
      <xsd:simpleType>
        <xsd:restriction base="dms:Lookup"/>
      </xsd:simpleType>
    </xsd:element>
    <xsd:element name="LocPublishedDependentAssetsLookup" ma:index="82" nillable="true" ma:displayName="Loc Published Dependent Assets" ma:default="" ma:list="{72723BFE-42E4-4BFD-ABEC-91FC880F9EED}" ma:internalName="LocPublishedDependentAssetsLookup" ma:readOnly="true" ma:showField="PublishedDependentAssets" ma:web="29baff33-f40f-4664-8054-1bde3cabf4f6">
      <xsd:simpleType>
        <xsd:restriction base="dms:Lookup"/>
      </xsd:simpleType>
    </xsd:element>
    <xsd:element name="LocPublishedLinkedAssetsLookup" ma:index="83" nillable="true" ma:displayName="Loc Published Linked Assets" ma:default="" ma:list="{72723BFE-42E4-4BFD-ABEC-91FC880F9EED}" ma:internalName="LocPublishedLinkedAssetsLookup" ma:readOnly="true" ma:showField="PublishedLinkedAssets" ma:web="29baff33-f40f-4664-8054-1bde3cabf4f6">
      <xsd:simpleType>
        <xsd:restriction base="dms:Lookup"/>
      </xsd:simpleType>
    </xsd:element>
    <xsd:element name="LocRecommendedHandoff" ma:index="84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6" nillable="true" ma:taxonomy="true" ma:internalName="LocalizationTagsTaxHTField0" ma:taxonomyFieldName="LocalizationTags" ma:displayName="Localization Tags" ma:readOnly="false" ma:default="" ma:fieldId="{cb159bc7-6392-40eb-91ad-5e9404d69876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7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8" nillable="true" ma:displayName="Manager" ma:hidden="true" ma:internalName="Manager" ma:readOnly="false">
      <xsd:simpleType>
        <xsd:restriction base="dms:Text"/>
      </xsd:simpleType>
    </xsd:element>
    <xsd:element name="Markets" ma:index="89" nillable="true" ma:displayName="Markets" ma:default="" ma:description="Leave blank to show in all markets" ma:list="{1DDBB892-E9C2-41BE-A746-120199994C31}" ma:internalName="Markets" ma:readOnly="false" ma:showField="MarketName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0" nillable="true" ma:displayName="Milestone" ma:default="" ma:internalName="Milestone" ma:readOnly="false">
      <xsd:simpleType>
        <xsd:restriction base="dms:Unknown"/>
      </xsd:simpleType>
    </xsd:element>
    <xsd:element name="TPNamespace" ma:index="93" nillable="true" ma:displayName="Namespace" ma:default="" ma:internalName="TPNamespace">
      <xsd:simpleType>
        <xsd:restriction base="dms:Text"/>
      </xsd:simpleType>
    </xsd:element>
    <xsd:element name="NumericId" ma:index="94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5" nillable="true" ma:displayName="NumOfRatings" ma:default="" ma:list="{2513E2E7-E2AF-440C-8567-37153D3865E2}" ma:internalName="NumOfRatingsLookup" ma:readOnly="true" ma:showField="NumOfRatings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6" nillable="true" ma:displayName="OOCacheId" ma:internalName="OOCacheId" ma:readOnly="false">
      <xsd:simpleType>
        <xsd:restriction base="dms:Text"/>
      </xsd:simpleType>
    </xsd:element>
    <xsd:element name="OpenTemplate" ma:index="97" nillable="true" ma:displayName="Open Template" ma:default="true" ma:internalName="OpenTemplate">
      <xsd:simpleType>
        <xsd:restriction base="dms:Boolean"/>
      </xsd:simpleType>
    </xsd:element>
    <xsd:element name="OriginAsset" ma:index="98" nillable="true" ma:displayName="Origin Asset" ma:default="" ma:internalName="OriginAsset" ma:readOnly="false">
      <xsd:simpleType>
        <xsd:restriction base="dms:Text"/>
      </xsd:simpleType>
    </xsd:element>
    <xsd:element name="OriginalRelease" ma:index="99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0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1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2" nillable="true" ma:displayName="Parent Asset Id" ma:default="" ma:internalName="ParentAssetId" ma:readOnly="false">
      <xsd:simpleType>
        <xsd:restriction base="dms:Text"/>
      </xsd:simpleType>
    </xsd:element>
    <xsd:element name="PlannedPubDate" ma:index="103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4" nillable="true" ma:displayName="Policheck Words" ma:default="" ma:internalName="PolicheckWords" ma:readOnly="false">
      <xsd:simpleType>
        <xsd:restriction base="dms:Text"/>
      </xsd:simpleType>
    </xsd:element>
    <xsd:element name="BusinessGroup" ma:index="105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6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7" nillable="true" ma:displayName="Provider" ma:default="" ma:internalName="Provider" ma:readOnly="false">
      <xsd:simpleType>
        <xsd:restriction base="dms:Unknown"/>
      </xsd:simpleType>
    </xsd:element>
    <xsd:element name="Providers" ma:index="108" nillable="true" ma:displayName="Providers" ma:default="" ma:internalName="Providers">
      <xsd:simpleType>
        <xsd:restriction base="dms:Unknown"/>
      </xsd:simpleType>
    </xsd:element>
    <xsd:element name="PublishStatusLookup" ma:index="109" nillable="true" ma:displayName="Publish Status" ma:default="" ma:list="{2513E2E7-E2AF-440C-8567-37153D3865E2}" ma:internalName="PublishStatusLookup" ma:readOnly="false" ma:showField="PublishStatus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0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1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2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4" nillable="true" ma:taxonomy="true" ma:internalName="ScenarioTagsTaxHTField0" ma:taxonomyFieldName="ScenarioTags" ma:displayName="Scenarios" ma:readOnly="false" ma:default="" ma:fieldId="{9e57b0ce-4b8f-49f5-b588-fc22682c04a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6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7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8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19" nillable="true" ma:displayName="Submitter ID" ma:default="" ma:internalName="SubmitterId" ma:readOnly="false">
      <xsd:simpleType>
        <xsd:restriction base="dms:Text"/>
      </xsd:simpleType>
    </xsd:element>
    <xsd:element name="TaxCatchAll" ma:index="120" nillable="true" ma:displayName="Taxonomy Catch All Column" ma:hidden="true" ma:list="{9d66d6a4-c4b4-42e6-80e6-7373254461f0}" ma:internalName="TaxCatchAll" ma:showField="CatchAllData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1" nillable="true" ma:displayName="Taxonomy Catch All Column1" ma:hidden="true" ma:list="{9d66d6a4-c4b4-42e6-80e6-7373254461f0}" ma:internalName="TaxCatchAllLabel" ma:readOnly="true" ma:showField="CatchAllDataLabel" ma:web="29baff33-f40f-4664-8054-1bde3cabf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2" nillable="true" ma:displayName="Template Status" ma:default="" ma:internalName="TemplateStatus">
      <xsd:simpleType>
        <xsd:restriction base="dms:Unknown"/>
      </xsd:simpleType>
    </xsd:element>
    <xsd:element name="TemplateTemplateType" ma:index="123" nillable="true" ma:displayName="Template Type" ma:default="" ma:internalName="TemplateTemplateType">
      <xsd:simpleType>
        <xsd:restriction base="dms:Unknown"/>
      </xsd:simpleType>
    </xsd:element>
    <xsd:element name="ThumbnailAssetId" ma:index="124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5" nillable="true" ma:displayName="Times Cloned" ma:default="" ma:internalName="TimesCloned" ma:readOnly="false">
      <xsd:simpleType>
        <xsd:restriction base="dms:Number"/>
      </xsd:simpleType>
    </xsd:element>
    <xsd:element name="TrustLevel" ma:index="127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8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29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0" nillable="true" ma:displayName="UA Notes" ma:default="" ma:internalName="UANotes" ma:readOnly="false">
      <xsd:simpleType>
        <xsd:restriction base="dms:Note"/>
      </xsd:simpleType>
    </xsd:element>
    <xsd:element name="TPAppVersion" ma:index="131" nillable="true" ma:displayName="Version" ma:default="" ma:internalName="TPAppVersion">
      <xsd:simpleType>
        <xsd:restriction base="dms:Text"/>
      </xsd:simpleType>
    </xsd:element>
    <xsd:element name="VoteCount" ma:index="132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126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outs:outSpaceData xmlns:outs="http://schemas.microsoft.com/office/2009/outspace/metadata">
  <outs:relatedDates/>
  <outs:relatedDocuments/>
  <outs:relatedPeople/>
  <outs:propertyMetadataList/>
  <outs:corruptMetadataWasLost/>
</outs:outSpaceDat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164FAF-76BD-46D2-9CB1-BBBFC8D9CF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572766-F559-47F0-BC5D-5FCDB442DB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9BC9CF-7904-46C3-87D5-94D446A621A8}">
  <ds:schemaRefs>
    <ds:schemaRef ds:uri="http://schemas.microsoft.com/office/2006/metadata/properties"/>
    <ds:schemaRef ds:uri="http://schemas.microsoft.com/office/infopath/2007/PartnerControls"/>
    <ds:schemaRef ds:uri="29baff33-f40f-4664-8054-1bde3cabf4f6"/>
  </ds:schemaRefs>
</ds:datastoreItem>
</file>

<file path=customXml/itemProps5.xml><?xml version="1.0" encoding="utf-8"?>
<ds:datastoreItem xmlns:ds="http://schemas.openxmlformats.org/officeDocument/2006/customXml" ds:itemID="{E30E6865-FA01-4545-842D-1706A29A2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aff33-f40f-4664-8054-1bde3cabf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00B806B-C3C7-4EFE-A57F-81DC87A14EE1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 (motyw Kapitał)</Template>
  <TotalTime>116</TotalTime>
  <Pages>26</Pages>
  <Words>7433</Words>
  <Characters>44600</Characters>
  <Application>Microsoft Office Word</Application>
  <DocSecurity>0</DocSecurity>
  <Lines>371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Dokumentacja Techniczna</vt:lpstr>
      <vt:lpstr/>
    </vt:vector>
  </TitlesOfParts>
  <Company>MJ Energy Bogusław i Jakub Sucheccy Sp. Jawna</Company>
  <LinksUpToDate>false</LinksUpToDate>
  <CharactersWithSpaces>51930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Techniczna</dc:title>
  <dc:subject>Modernizacja oświetlenia na terenie Gminy Strzegom</dc:subject>
  <dc:creator>Jakub Suchecki</dc:creator>
  <cp:keywords/>
  <dc:description/>
  <cp:lastModifiedBy>ewelina.kowalska</cp:lastModifiedBy>
  <cp:revision>12</cp:revision>
  <dcterms:created xsi:type="dcterms:W3CDTF">2023-12-19T08:41:00Z</dcterms:created>
  <dcterms:modified xsi:type="dcterms:W3CDTF">2024-02-08T09:53:00Z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0x010100CFA5F52AA0A00C4CBEF2A37681B2318F04009FDCD24A096B5E4C8184D4910FEB1A76</vt:lpwstr>
  </property>
</Properties>
</file>