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5765AC3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8C17BB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.202</w:t>
      </w:r>
      <w:r w:rsidR="008F3CFF">
        <w:rPr>
          <w:rFonts w:cs="Arial"/>
          <w:sz w:val="20"/>
          <w:szCs w:val="20"/>
        </w:rPr>
        <w:t>2</w:t>
      </w:r>
    </w:p>
    <w:p w14:paraId="591E0B73" w14:textId="70AA0EFE" w:rsidR="00554037" w:rsidRDefault="00554037" w:rsidP="00617C8B">
      <w:pPr>
        <w:rPr>
          <w:rFonts w:cs="Arial"/>
          <w:sz w:val="20"/>
          <w:szCs w:val="20"/>
        </w:rPr>
      </w:pPr>
    </w:p>
    <w:p w14:paraId="470E2CC5" w14:textId="05D85D35" w:rsidR="00554037" w:rsidRDefault="00554037" w:rsidP="00617C8B">
      <w:pPr>
        <w:rPr>
          <w:rFonts w:cs="Arial"/>
          <w:sz w:val="20"/>
          <w:szCs w:val="20"/>
        </w:rPr>
      </w:pPr>
    </w:p>
    <w:p w14:paraId="22E79B8B" w14:textId="77777777" w:rsidR="00554037" w:rsidRPr="00554037" w:rsidRDefault="00554037" w:rsidP="00554037">
      <w:pPr>
        <w:jc w:val="center"/>
        <w:rPr>
          <w:rFonts w:cs="Arial"/>
          <w:sz w:val="20"/>
          <w:szCs w:val="20"/>
        </w:rPr>
      </w:pPr>
    </w:p>
    <w:p w14:paraId="00AFC981" w14:textId="77777777" w:rsidR="00554037" w:rsidRDefault="00554037" w:rsidP="00617C8B">
      <w:pPr>
        <w:rPr>
          <w:rFonts w:cs="Arial"/>
          <w:sz w:val="20"/>
          <w:szCs w:val="20"/>
        </w:rPr>
      </w:pP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13100CF6" w:rsidR="00617C8B" w:rsidRPr="001412AC" w:rsidRDefault="00617C8B" w:rsidP="000F1720">
      <w:pPr>
        <w:pStyle w:val="Nagwek2"/>
        <w:numPr>
          <w:ilvl w:val="0"/>
          <w:numId w:val="2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621E35C9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8F3CFF" w:rsidRPr="008F3CFF">
        <w:rPr>
          <w:rFonts w:cs="Arial"/>
          <w:b/>
          <w:bCs/>
          <w:sz w:val="20"/>
          <w:szCs w:val="20"/>
        </w:rPr>
        <w:t>Przebudowa drogi gminnej w miejscowości Debrzno, ul. Jeziorna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7CF404E" w14:textId="77777777" w:rsidR="00FD3DFD" w:rsidRDefault="00FD3DFD" w:rsidP="00FD3DFD"/>
    <w:p w14:paraId="64E2E0BA" w14:textId="77777777" w:rsidR="00FD3DFD" w:rsidRPr="00313244" w:rsidRDefault="00FD3DFD" w:rsidP="00FD3DFD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01952962" w14:textId="52614800" w:rsidR="000F1720" w:rsidRDefault="000F1720" w:rsidP="00CA20F9"/>
    <w:sectPr w:rsidR="000F1720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41FB3" w14:textId="77777777" w:rsidR="001E3E06" w:rsidRDefault="001E3E06">
      <w:r>
        <w:separator/>
      </w:r>
    </w:p>
  </w:endnote>
  <w:endnote w:type="continuationSeparator" w:id="0">
    <w:p w14:paraId="46A3C0DC" w14:textId="77777777" w:rsidR="001E3E06" w:rsidRDefault="001E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D8722" w14:textId="77777777" w:rsidR="001E3E06" w:rsidRDefault="001E3E06">
      <w:r>
        <w:separator/>
      </w:r>
    </w:p>
  </w:footnote>
  <w:footnote w:type="continuationSeparator" w:id="0">
    <w:p w14:paraId="026ECC03" w14:textId="77777777" w:rsidR="001E3E06" w:rsidRDefault="001E3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3483"/>
    <w:multiLevelType w:val="hybridMultilevel"/>
    <w:tmpl w:val="839C57FA"/>
    <w:lvl w:ilvl="0" w:tplc="D48455AE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0F1720"/>
    <w:rsid w:val="00100DBB"/>
    <w:rsid w:val="00124A98"/>
    <w:rsid w:val="00124D4A"/>
    <w:rsid w:val="00130B23"/>
    <w:rsid w:val="001A3F87"/>
    <w:rsid w:val="001B210F"/>
    <w:rsid w:val="001C12F9"/>
    <w:rsid w:val="001D1977"/>
    <w:rsid w:val="001E3E06"/>
    <w:rsid w:val="00241C1F"/>
    <w:rsid w:val="002425AE"/>
    <w:rsid w:val="0025799D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54037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17BB"/>
    <w:rsid w:val="008C7D25"/>
    <w:rsid w:val="008F3CFF"/>
    <w:rsid w:val="009B3234"/>
    <w:rsid w:val="009D71C1"/>
    <w:rsid w:val="009F2CF0"/>
    <w:rsid w:val="00A04690"/>
    <w:rsid w:val="00A40DD3"/>
    <w:rsid w:val="00A4356E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24231"/>
    <w:rsid w:val="00F545A3"/>
    <w:rsid w:val="00FB1B98"/>
    <w:rsid w:val="00FB5706"/>
    <w:rsid w:val="00FD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F1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31</TotalTime>
  <Pages>1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13</cp:revision>
  <cp:lastPrinted>2020-11-10T13:52:00Z</cp:lastPrinted>
  <dcterms:created xsi:type="dcterms:W3CDTF">2021-05-02T20:19:00Z</dcterms:created>
  <dcterms:modified xsi:type="dcterms:W3CDTF">2022-04-01T09:07:00Z</dcterms:modified>
</cp:coreProperties>
</file>