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65BB8" w14:textId="77777777" w:rsidR="00E2298C" w:rsidRPr="00147082" w:rsidRDefault="00FA2C29" w:rsidP="000C2176">
      <w:pPr>
        <w:spacing w:line="23" w:lineRule="atLeast"/>
        <w:ind w:left="2484" w:firstLine="348"/>
        <w:jc w:val="right"/>
        <w:rPr>
          <w:rFonts w:ascii="Times New Roman" w:hAnsi="Times New Roman"/>
          <w:i/>
          <w:sz w:val="20"/>
          <w:szCs w:val="20"/>
        </w:rPr>
      </w:pPr>
      <w:r w:rsidRPr="00147082">
        <w:rPr>
          <w:rFonts w:ascii="Times New Roman" w:hAnsi="Times New Roman"/>
          <w:i/>
          <w:sz w:val="20"/>
          <w:szCs w:val="20"/>
        </w:rPr>
        <w:t>Załącznik nr 1 do S</w:t>
      </w:r>
      <w:r w:rsidR="00E2298C" w:rsidRPr="00147082">
        <w:rPr>
          <w:rFonts w:ascii="Times New Roman" w:hAnsi="Times New Roman"/>
          <w:i/>
          <w:sz w:val="20"/>
          <w:szCs w:val="20"/>
        </w:rPr>
        <w:t>WZ</w:t>
      </w:r>
    </w:p>
    <w:p w14:paraId="3ED97B15" w14:textId="77777777" w:rsidR="000C2176" w:rsidRPr="00147082" w:rsidRDefault="000C2176" w:rsidP="009C70C7">
      <w:pPr>
        <w:spacing w:line="23" w:lineRule="atLeast"/>
        <w:ind w:left="2484" w:firstLine="348"/>
        <w:jc w:val="right"/>
        <w:rPr>
          <w:rFonts w:ascii="Times New Roman" w:hAnsi="Times New Roman"/>
          <w:sz w:val="20"/>
          <w:szCs w:val="20"/>
        </w:rPr>
      </w:pPr>
    </w:p>
    <w:p w14:paraId="3853BB48" w14:textId="77777777" w:rsidR="00B77D4C" w:rsidRPr="00147082" w:rsidRDefault="000C2176" w:rsidP="000B4FC1">
      <w:pPr>
        <w:jc w:val="right"/>
        <w:rPr>
          <w:rFonts w:ascii="Times New Roman" w:hAnsi="Times New Roman"/>
          <w:b/>
          <w:bCs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147082" w14:paraId="70FEF69D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F448D26" w14:textId="77777777" w:rsidR="000B4FC1" w:rsidRPr="00147082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3E7DC66" w14:textId="1076BDC8" w:rsidR="000B4FC1" w:rsidRPr="00147082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147082">
              <w:rPr>
                <w:rFonts w:ascii="Times New Roman" w:hAnsi="Times New Roman"/>
                <w:b/>
              </w:rPr>
              <w:t>RI.271.2.</w:t>
            </w:r>
            <w:r w:rsidR="00FC5C69">
              <w:rPr>
                <w:rFonts w:ascii="Times New Roman" w:hAnsi="Times New Roman"/>
                <w:b/>
              </w:rPr>
              <w:t>2</w:t>
            </w:r>
            <w:r w:rsidRPr="00147082">
              <w:rPr>
                <w:rFonts w:ascii="Times New Roman" w:hAnsi="Times New Roman"/>
                <w:b/>
              </w:rPr>
              <w:t>.202</w:t>
            </w:r>
            <w:r w:rsidR="00FC5C69">
              <w:rPr>
                <w:rFonts w:ascii="Times New Roman" w:hAnsi="Times New Roman"/>
                <w:b/>
              </w:rPr>
              <w:t>4</w:t>
            </w:r>
          </w:p>
        </w:tc>
      </w:tr>
      <w:tr w:rsidR="000B4FC1" w:rsidRPr="00147082" w14:paraId="58F9B3FD" w14:textId="77777777" w:rsidTr="003E7B1C">
        <w:tc>
          <w:tcPr>
            <w:tcW w:w="9214" w:type="dxa"/>
            <w:gridSpan w:val="2"/>
            <w:shd w:val="clear" w:color="auto" w:fill="D9D9D9"/>
          </w:tcPr>
          <w:p w14:paraId="0047E2C5" w14:textId="77777777" w:rsidR="000B4FC1" w:rsidRPr="00147082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47082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</w:p>
          <w:p w14:paraId="60D34B3F" w14:textId="168DC044" w:rsidR="00F855CF" w:rsidRPr="00147082" w:rsidRDefault="00DC6372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Gmina Debrzno </w:t>
            </w:r>
            <w:r w:rsidR="00F855CF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Zakład </w:t>
            </w:r>
            <w:r w:rsidR="008255C4">
              <w:rPr>
                <w:rFonts w:ascii="Times New Roman" w:eastAsia="Arial Unicode MS" w:hAnsi="Times New Roman"/>
                <w:kern w:val="1"/>
                <w:lang w:eastAsia="hi-IN" w:bidi="hi-IN"/>
              </w:rPr>
              <w:t>Gospodarki Komunalnej i Mieszkaniowej</w:t>
            </w:r>
            <w:r w:rsidR="00F855CF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,</w:t>
            </w:r>
          </w:p>
          <w:p w14:paraId="24FAAC1F" w14:textId="48170212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 ul. </w:t>
            </w:r>
            <w:r w:rsidR="008255C4">
              <w:rPr>
                <w:rFonts w:ascii="Times New Roman" w:eastAsia="Arial Unicode MS" w:hAnsi="Times New Roman"/>
                <w:kern w:val="1"/>
                <w:lang w:eastAsia="hi-IN" w:bidi="hi-IN"/>
              </w:rPr>
              <w:t>Wojska Polskiego 1</w:t>
            </w:r>
            <w:r w:rsidR="00C57BDD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2</w:t>
            </w: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, 77-310 Debrzno,           </w:t>
            </w:r>
          </w:p>
          <w:p w14:paraId="3FA9E945" w14:textId="77777777" w:rsidR="000B4FC1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NIP 8431530511</w:t>
            </w:r>
          </w:p>
          <w:p w14:paraId="7466C4E5" w14:textId="77777777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</w:p>
          <w:p w14:paraId="259C7450" w14:textId="77777777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bCs/>
                <w:kern w:val="1"/>
                <w:u w:val="single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bCs/>
                <w:kern w:val="1"/>
                <w:u w:val="single"/>
                <w:lang w:eastAsia="hi-IN" w:bidi="hi-IN"/>
              </w:rPr>
              <w:t>Pełnomocnik Zamawiającego:</w:t>
            </w:r>
          </w:p>
          <w:p w14:paraId="7E26E2EC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Gmina Debrzno</w:t>
            </w:r>
          </w:p>
          <w:p w14:paraId="34DC6AFA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ul. Traugutta 2, 77-310 Debrzno</w:t>
            </w:r>
          </w:p>
          <w:p w14:paraId="0700BA63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tel. (59) 833 53 51</w:t>
            </w:r>
          </w:p>
          <w:p w14:paraId="41FB18F8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e-mail: </w:t>
            </w:r>
            <w:hyperlink r:id="rId7" w:history="1">
              <w:r w:rsidRPr="00147082">
                <w:rPr>
                  <w:rStyle w:val="Hipercze"/>
                  <w:rFonts w:ascii="Times New Roman" w:eastAsia="Arial Unicode MS" w:hAnsi="Times New Roman"/>
                  <w:kern w:val="1"/>
                  <w:lang w:val="en-US" w:eastAsia="hi-IN" w:bidi="hi-IN"/>
                </w:rPr>
                <w:t>urzad@debrzno.pl</w:t>
              </w:r>
            </w:hyperlink>
          </w:p>
        </w:tc>
      </w:tr>
    </w:tbl>
    <w:p w14:paraId="7E7ADF33" w14:textId="77777777" w:rsidR="000B4FC1" w:rsidRPr="00147082" w:rsidRDefault="000B4FC1" w:rsidP="000B4FC1">
      <w:pPr>
        <w:rPr>
          <w:rFonts w:ascii="Times New Roman" w:hAnsi="Times New Roman"/>
          <w:b/>
          <w:bCs/>
          <w:sz w:val="20"/>
          <w:szCs w:val="20"/>
        </w:rPr>
      </w:pPr>
    </w:p>
    <w:p w14:paraId="4AD1B61E" w14:textId="77777777" w:rsidR="00B77D4C" w:rsidRPr="00147082" w:rsidRDefault="00B77D4C" w:rsidP="00B77D4C">
      <w:pPr>
        <w:jc w:val="right"/>
        <w:rPr>
          <w:rFonts w:ascii="Times New Roman" w:hAnsi="Times New Roman"/>
          <w:b/>
          <w:i/>
          <w:sz w:val="20"/>
          <w:szCs w:val="20"/>
        </w:rPr>
      </w:pPr>
    </w:p>
    <w:p w14:paraId="6A4469D9" w14:textId="77777777" w:rsidR="000C2176" w:rsidRPr="00147082" w:rsidRDefault="000C2176" w:rsidP="00B77D4C">
      <w:pPr>
        <w:jc w:val="center"/>
        <w:rPr>
          <w:rStyle w:val="FontStyle96"/>
          <w:bCs w:val="0"/>
          <w:i/>
          <w:sz w:val="24"/>
          <w:szCs w:val="24"/>
        </w:rPr>
      </w:pPr>
      <w:r w:rsidRPr="00147082">
        <w:rPr>
          <w:rFonts w:ascii="Times New Roman" w:hAnsi="Times New Roman"/>
          <w:b/>
        </w:rPr>
        <w:t>FORMULARZ OFERTOWY</w:t>
      </w:r>
    </w:p>
    <w:p w14:paraId="5D9D989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01F32B14" w14:textId="692D0DB2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Nazwa Wykonawcy: …………………………………………………………………………………</w:t>
      </w:r>
      <w:r w:rsidR="006E266E">
        <w:rPr>
          <w:rFonts w:ascii="Times New Roman" w:hAnsi="Times New Roman"/>
          <w:sz w:val="20"/>
          <w:szCs w:val="20"/>
        </w:rPr>
        <w:t>.</w:t>
      </w:r>
      <w:r w:rsidRPr="00147082">
        <w:rPr>
          <w:rFonts w:ascii="Times New Roman" w:hAnsi="Times New Roman"/>
          <w:sz w:val="20"/>
          <w:szCs w:val="20"/>
        </w:rPr>
        <w:t>……………….</w:t>
      </w:r>
    </w:p>
    <w:p w14:paraId="68C8526A" w14:textId="3DA7CB3F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Adres:...............................................................................................................................................</w:t>
      </w:r>
      <w:r w:rsidR="006E266E">
        <w:rPr>
          <w:rFonts w:ascii="Times New Roman" w:hAnsi="Times New Roman"/>
          <w:sz w:val="20"/>
          <w:szCs w:val="20"/>
        </w:rPr>
        <w:t>.................</w:t>
      </w:r>
      <w:r w:rsidRPr="00147082">
        <w:rPr>
          <w:rFonts w:ascii="Times New Roman" w:hAnsi="Times New Roman"/>
          <w:sz w:val="20"/>
          <w:szCs w:val="20"/>
        </w:rPr>
        <w:t>..............</w:t>
      </w:r>
    </w:p>
    <w:p w14:paraId="680E9688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Województwo…………………………………………………………………………………………………………..</w:t>
      </w:r>
    </w:p>
    <w:p w14:paraId="12B1D113" w14:textId="00734F64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Tel./fax:.............................................................................................................................................</w:t>
      </w:r>
      <w:r w:rsidR="006E266E">
        <w:rPr>
          <w:rFonts w:ascii="Times New Roman" w:hAnsi="Times New Roman"/>
          <w:sz w:val="20"/>
          <w:szCs w:val="20"/>
        </w:rPr>
        <w:t>.................</w:t>
      </w:r>
      <w:r w:rsidRPr="00147082">
        <w:rPr>
          <w:rFonts w:ascii="Times New Roman" w:hAnsi="Times New Roman"/>
          <w:sz w:val="20"/>
          <w:szCs w:val="20"/>
        </w:rPr>
        <w:t>..............</w:t>
      </w:r>
    </w:p>
    <w:p w14:paraId="4AAE8E6F" w14:textId="78E7A76E" w:rsidR="00E8370B" w:rsidRPr="00147082" w:rsidRDefault="00E8370B" w:rsidP="00E8370B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Numer KRS</w:t>
      </w:r>
      <w:r w:rsidR="000C2176" w:rsidRPr="00147082">
        <w:rPr>
          <w:rFonts w:ascii="Times New Roman" w:hAnsi="Times New Roman"/>
          <w:sz w:val="20"/>
          <w:szCs w:val="20"/>
        </w:rPr>
        <w:t>:......................................................................................................................</w:t>
      </w:r>
      <w:r w:rsidRPr="00147082">
        <w:rPr>
          <w:rFonts w:ascii="Times New Roman" w:hAnsi="Times New Roman"/>
          <w:sz w:val="20"/>
          <w:szCs w:val="20"/>
        </w:rPr>
        <w:t>............</w:t>
      </w:r>
      <w:r w:rsidR="006E266E">
        <w:rPr>
          <w:rFonts w:ascii="Times New Roman" w:hAnsi="Times New Roman"/>
          <w:sz w:val="20"/>
          <w:szCs w:val="20"/>
        </w:rPr>
        <w:t>.................</w:t>
      </w:r>
      <w:r w:rsidRPr="00147082">
        <w:rPr>
          <w:rFonts w:ascii="Times New Roman" w:hAnsi="Times New Roman"/>
          <w:sz w:val="20"/>
          <w:szCs w:val="20"/>
        </w:rPr>
        <w:t>..................</w:t>
      </w:r>
    </w:p>
    <w:p w14:paraId="259B0B92" w14:textId="753BED4D" w:rsidR="000C2176" w:rsidRDefault="00E8370B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NIP:..........................................................................................................................................................</w:t>
      </w:r>
      <w:r w:rsidR="006E266E">
        <w:rPr>
          <w:rFonts w:ascii="Times New Roman" w:hAnsi="Times New Roman"/>
          <w:sz w:val="20"/>
          <w:szCs w:val="20"/>
        </w:rPr>
        <w:t>..................</w:t>
      </w:r>
      <w:r w:rsidRPr="00147082">
        <w:rPr>
          <w:rFonts w:ascii="Times New Roman" w:hAnsi="Times New Roman"/>
          <w:sz w:val="20"/>
          <w:szCs w:val="20"/>
        </w:rPr>
        <w:t>.......</w:t>
      </w:r>
    </w:p>
    <w:p w14:paraId="5839034E" w14:textId="65B50BF5" w:rsidR="006E266E" w:rsidRPr="00147082" w:rsidRDefault="006E266E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REGON …………………………………………………………………………………………………………………</w:t>
      </w:r>
    </w:p>
    <w:p w14:paraId="4817B24F" w14:textId="4DE5666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e-mail ……………………………………………………………………………………………………………</w:t>
      </w:r>
      <w:r w:rsidR="006E266E">
        <w:rPr>
          <w:rFonts w:ascii="Times New Roman" w:hAnsi="Times New Roman"/>
          <w:sz w:val="20"/>
          <w:szCs w:val="20"/>
        </w:rPr>
        <w:t>.</w:t>
      </w:r>
      <w:r w:rsidRPr="00147082">
        <w:rPr>
          <w:rFonts w:ascii="Times New Roman" w:hAnsi="Times New Roman"/>
          <w:sz w:val="20"/>
          <w:szCs w:val="20"/>
        </w:rPr>
        <w:t>……..</w:t>
      </w:r>
    </w:p>
    <w:p w14:paraId="50206B79" w14:textId="77777777" w:rsidR="00E8370B" w:rsidRPr="00147082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>(nazwa (firma), dokładny adres Wykonawcy / Wykonawców)</w:t>
      </w:r>
    </w:p>
    <w:p w14:paraId="06C7D495" w14:textId="77777777" w:rsidR="00E8370B" w:rsidRPr="00147082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i/>
          <w:sz w:val="16"/>
          <w:szCs w:val="16"/>
          <w:u w:val="single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147082">
        <w:rPr>
          <w:rFonts w:ascii="Times New Roman" w:hAnsi="Times New Roman"/>
          <w:i/>
          <w:sz w:val="16"/>
          <w:szCs w:val="16"/>
          <w:u w:val="single"/>
        </w:rPr>
        <w:t>wszystkich wspólników spółki cywilnej lub członków konsorcjum)</w:t>
      </w:r>
    </w:p>
    <w:p w14:paraId="3B330084" w14:textId="77777777" w:rsidR="002E60E0" w:rsidRPr="00147082" w:rsidRDefault="007425EB" w:rsidP="002E60E0">
      <w:pPr>
        <w:pStyle w:val="Nagwek4"/>
        <w:jc w:val="both"/>
        <w:rPr>
          <w:b w:val="0"/>
          <w:bCs w:val="0"/>
          <w:sz w:val="20"/>
          <w:szCs w:val="20"/>
        </w:rPr>
      </w:pPr>
      <w:r w:rsidRPr="00147082">
        <w:rPr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F46C18" w:rsidRPr="00147082">
        <w:rPr>
          <w:b w:val="0"/>
          <w:bCs w:val="0"/>
          <w:sz w:val="20"/>
          <w:szCs w:val="20"/>
        </w:rPr>
        <w:t>dostawę</w:t>
      </w:r>
      <w:r w:rsidR="001E5697" w:rsidRPr="00147082">
        <w:rPr>
          <w:b w:val="0"/>
          <w:bCs w:val="0"/>
          <w:sz w:val="20"/>
          <w:szCs w:val="20"/>
        </w:rPr>
        <w:t xml:space="preserve"> pn.:</w:t>
      </w:r>
    </w:p>
    <w:p w14:paraId="5ECB25F5" w14:textId="13E8B0E2" w:rsidR="00F73FDF" w:rsidRDefault="00F73FDF" w:rsidP="00F73FDF">
      <w:pPr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  <w:bookmarkStart w:id="0" w:name="_Hlk66370529"/>
      <w:r w:rsidRPr="00F73FDF">
        <w:rPr>
          <w:rFonts w:ascii="Times New Roman" w:eastAsia="Calibri" w:hAnsi="Times New Roman"/>
          <w:b/>
          <w:bCs/>
          <w:sz w:val="20"/>
          <w:szCs w:val="20"/>
          <w:lang w:eastAsia="en-US"/>
        </w:rPr>
        <w:t xml:space="preserve">Dostawa materiałów niezbędnych do przeprowadzenia inwestycji </w:t>
      </w:r>
      <w:r w:rsidR="005F7C51">
        <w:rPr>
          <w:rFonts w:ascii="Times New Roman" w:eastAsia="Calibri" w:hAnsi="Times New Roman"/>
          <w:b/>
          <w:bCs/>
          <w:sz w:val="20"/>
          <w:szCs w:val="20"/>
          <w:lang w:eastAsia="en-US"/>
        </w:rPr>
        <w:t>drogowych</w:t>
      </w:r>
    </w:p>
    <w:p w14:paraId="4D3B2F5D" w14:textId="77777777" w:rsidR="005B7BA0" w:rsidRPr="00F73FDF" w:rsidRDefault="005B7BA0" w:rsidP="00F73FDF">
      <w:pPr>
        <w:rPr>
          <w:rFonts w:ascii="Times New Roman" w:hAnsi="Times New Roman"/>
          <w:b/>
          <w:sz w:val="20"/>
          <w:szCs w:val="20"/>
        </w:rPr>
      </w:pPr>
    </w:p>
    <w:p w14:paraId="6F69E0C1" w14:textId="16B70360" w:rsidR="00EC4225" w:rsidRPr="00F73FDF" w:rsidRDefault="00EC4225" w:rsidP="00F73FDF">
      <w:pPr>
        <w:pStyle w:val="Akapitzlist"/>
        <w:numPr>
          <w:ilvl w:val="0"/>
          <w:numId w:val="13"/>
        </w:numPr>
        <w:rPr>
          <w:rFonts w:ascii="Times New Roman" w:hAnsi="Times New Roman"/>
          <w:b/>
          <w:sz w:val="20"/>
          <w:szCs w:val="20"/>
        </w:rPr>
      </w:pPr>
      <w:r w:rsidRPr="00F73FDF">
        <w:rPr>
          <w:rFonts w:ascii="Times New Roman" w:hAnsi="Times New Roman"/>
          <w:b/>
          <w:sz w:val="20"/>
          <w:szCs w:val="20"/>
        </w:rPr>
        <w:t>Oferuję wykonanie zamówienia w zakresi</w:t>
      </w:r>
      <w:r w:rsidR="004763B1" w:rsidRPr="00F73FDF">
        <w:rPr>
          <w:rFonts w:ascii="Times New Roman" w:hAnsi="Times New Roman"/>
          <w:b/>
          <w:sz w:val="20"/>
          <w:szCs w:val="20"/>
        </w:rPr>
        <w:t xml:space="preserve">e objętym Specyfikacją </w:t>
      </w:r>
      <w:r w:rsidRPr="00F73FDF">
        <w:rPr>
          <w:rFonts w:ascii="Times New Roman" w:hAnsi="Times New Roman"/>
          <w:b/>
          <w:sz w:val="20"/>
          <w:szCs w:val="20"/>
        </w:rPr>
        <w:t xml:space="preserve"> Warunków Zamówienia za następującą cenę:</w:t>
      </w:r>
    </w:p>
    <w:p w14:paraId="4BE02F9E" w14:textId="77777777" w:rsidR="007771FE" w:rsidRPr="00147082" w:rsidRDefault="007771FE" w:rsidP="007771FE">
      <w:pPr>
        <w:tabs>
          <w:tab w:val="left" w:pos="426"/>
        </w:tabs>
        <w:ind w:left="1320" w:hanging="1320"/>
        <w:jc w:val="both"/>
        <w:rPr>
          <w:rFonts w:ascii="Times New Roman" w:hAnsi="Times New Roman"/>
          <w:b/>
          <w:sz w:val="20"/>
          <w:szCs w:val="20"/>
        </w:rPr>
      </w:pPr>
    </w:p>
    <w:p w14:paraId="728FA2A0" w14:textId="70B8943B" w:rsidR="007771FE" w:rsidRPr="00147082" w:rsidRDefault="007771FE" w:rsidP="007771FE">
      <w:pPr>
        <w:tabs>
          <w:tab w:val="left" w:pos="426"/>
        </w:tabs>
        <w:ind w:left="1320" w:hanging="1320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 xml:space="preserve">1.1 Część I   </w:t>
      </w:r>
      <w:r w:rsidR="003F687A" w:rsidRPr="003F687A">
        <w:rPr>
          <w:rFonts w:ascii="Times New Roman" w:hAnsi="Times New Roman"/>
          <w:b/>
          <w:sz w:val="20"/>
          <w:szCs w:val="20"/>
        </w:rPr>
        <w:t>Dostawa materiałów do budowy nawierzchni dróg</w:t>
      </w:r>
    </w:p>
    <w:p w14:paraId="0B5ED95A" w14:textId="77777777" w:rsidR="004C5019" w:rsidRPr="00147082" w:rsidRDefault="004C5019" w:rsidP="009C70C7">
      <w:pPr>
        <w:rPr>
          <w:rFonts w:ascii="Times New Roman" w:hAnsi="Times New Roman"/>
          <w:b/>
          <w:sz w:val="20"/>
          <w:szCs w:val="20"/>
        </w:rPr>
      </w:pPr>
    </w:p>
    <w:p w14:paraId="50C503AC" w14:textId="77777777"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3085"/>
        <w:gridCol w:w="806"/>
        <w:gridCol w:w="1462"/>
        <w:gridCol w:w="1843"/>
        <w:gridCol w:w="2387"/>
        <w:gridCol w:w="23"/>
      </w:tblGrid>
      <w:tr w:rsidR="00944BCE" w:rsidRPr="008B75E0" w14:paraId="2F5A3124" w14:textId="77777777" w:rsidTr="00BB4781">
        <w:trPr>
          <w:gridAfter w:val="1"/>
          <w:wAfter w:w="23" w:type="dxa"/>
          <w:trHeight w:val="930"/>
        </w:trPr>
        <w:tc>
          <w:tcPr>
            <w:tcW w:w="3085" w:type="dxa"/>
          </w:tcPr>
          <w:p w14:paraId="312ABD3E" w14:textId="77777777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07572521"/>
            <w:bookmarkStart w:id="2" w:name="_Hlk78287420"/>
            <w:r w:rsidRPr="008B75E0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806" w:type="dxa"/>
          </w:tcPr>
          <w:p w14:paraId="4FAAD29B" w14:textId="77777777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sz w:val="20"/>
                <w:szCs w:val="20"/>
              </w:rPr>
              <w:t>Miara</w:t>
            </w:r>
          </w:p>
        </w:tc>
        <w:tc>
          <w:tcPr>
            <w:tcW w:w="1462" w:type="dxa"/>
          </w:tcPr>
          <w:p w14:paraId="675E7167" w14:textId="1E1615A0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sz w:val="20"/>
                <w:szCs w:val="20"/>
              </w:rPr>
              <w:t xml:space="preserve">Cena jednostkowa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14:paraId="2D31683E" w14:textId="77777777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B78D49C" w14:textId="77777777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Przewidywana ilość zamówienia</w:t>
            </w:r>
          </w:p>
          <w:p w14:paraId="45814674" w14:textId="77777777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7" w:type="dxa"/>
            <w:shd w:val="clear" w:color="auto" w:fill="auto"/>
          </w:tcPr>
          <w:p w14:paraId="0B78AB8F" w14:textId="71E321A9" w:rsidR="00944BCE" w:rsidRPr="008B75E0" w:rsidRDefault="00944BCE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Łączny koszt zamówienia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brutto </w:t>
            </w:r>
            <w:r w:rsidRPr="008B75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(kol.3xkol.4) w zł </w:t>
            </w:r>
          </w:p>
        </w:tc>
      </w:tr>
      <w:tr w:rsidR="00944BCE" w:rsidRPr="008B75E0" w14:paraId="3288E0B0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0DC80747" w14:textId="41C152F0" w:rsidR="00944BCE" w:rsidRPr="008B75E0" w:rsidRDefault="00944BCE" w:rsidP="007E6C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B75E0">
              <w:rPr>
                <w:rFonts w:ascii="Times New Roman" w:hAnsi="Times New Roman"/>
                <w:sz w:val="20"/>
                <w:szCs w:val="20"/>
              </w:rPr>
              <w:t>Kostka /cegiełka/ szara fazowana 100*200 grubość 8 cm  - tolerancja +- 1 mm</w:t>
            </w:r>
          </w:p>
        </w:tc>
        <w:tc>
          <w:tcPr>
            <w:tcW w:w="806" w:type="dxa"/>
          </w:tcPr>
          <w:p w14:paraId="4DCBD90D" w14:textId="0F6BE839" w:rsidR="00944BCE" w:rsidRPr="008B75E0" w:rsidRDefault="00944BCE" w:rsidP="007E6C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  <w:r w:rsidRPr="008B75E0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2" w:type="dxa"/>
          </w:tcPr>
          <w:p w14:paraId="49230602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FAA51A4" w14:textId="2801845E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1055</w:t>
            </w:r>
          </w:p>
        </w:tc>
        <w:tc>
          <w:tcPr>
            <w:tcW w:w="2387" w:type="dxa"/>
            <w:shd w:val="clear" w:color="auto" w:fill="auto"/>
          </w:tcPr>
          <w:p w14:paraId="4574F286" w14:textId="77777777" w:rsidR="00944BCE" w:rsidRPr="008B75E0" w:rsidRDefault="00944BCE" w:rsidP="007E6C1E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4BCE" w:rsidRPr="008B75E0" w14:paraId="1E089EBC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71BA9FCC" w14:textId="7B755FA0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  <w:r w:rsidRPr="006E266E">
              <w:rPr>
                <w:rFonts w:ascii="Times New Roman" w:hAnsi="Times New Roman"/>
                <w:sz w:val="20"/>
                <w:szCs w:val="20"/>
              </w:rPr>
              <w:t xml:space="preserve">Kostka /cegiełka/ </w:t>
            </w:r>
            <w:r>
              <w:rPr>
                <w:rFonts w:ascii="Times New Roman" w:hAnsi="Times New Roman"/>
                <w:sz w:val="20"/>
                <w:szCs w:val="20"/>
              </w:rPr>
              <w:t>grafitowa</w:t>
            </w:r>
            <w:r w:rsidRPr="006E266E">
              <w:rPr>
                <w:rFonts w:ascii="Times New Roman" w:hAnsi="Times New Roman"/>
                <w:sz w:val="20"/>
                <w:szCs w:val="20"/>
              </w:rPr>
              <w:t xml:space="preserve"> fazowana 100*200 grubość 8 cm  - tolerancja +- 1 mm</w:t>
            </w:r>
          </w:p>
        </w:tc>
        <w:tc>
          <w:tcPr>
            <w:tcW w:w="806" w:type="dxa"/>
          </w:tcPr>
          <w:p w14:paraId="1F914910" w14:textId="50D7D0A3" w:rsidR="00944BCE" w:rsidRPr="008B75E0" w:rsidRDefault="00944BCE" w:rsidP="007E6C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  <w:r w:rsidRPr="006E266E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2" w:type="dxa"/>
          </w:tcPr>
          <w:p w14:paraId="6B8061F4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73AC048" w14:textId="43070696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600</w:t>
            </w:r>
          </w:p>
        </w:tc>
        <w:tc>
          <w:tcPr>
            <w:tcW w:w="2387" w:type="dxa"/>
            <w:shd w:val="clear" w:color="auto" w:fill="auto"/>
          </w:tcPr>
          <w:p w14:paraId="2BC41FE7" w14:textId="77777777" w:rsidR="00944BCE" w:rsidRPr="008B75E0" w:rsidRDefault="00944BCE" w:rsidP="007E6C1E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4BCE" w:rsidRPr="008B75E0" w14:paraId="5B55C6B0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7C9F6D06" w14:textId="0103CF00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Krawężnik drogowy               </w:t>
            </w:r>
            <w:r w:rsidR="00721DD7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B75E0">
              <w:rPr>
                <w:rFonts w:ascii="Times New Roman" w:hAnsi="Times New Roman"/>
                <w:sz w:val="20"/>
                <w:szCs w:val="20"/>
              </w:rPr>
              <w:t xml:space="preserve">100 x 15 x 30 </w:t>
            </w:r>
          </w:p>
        </w:tc>
        <w:tc>
          <w:tcPr>
            <w:tcW w:w="806" w:type="dxa"/>
          </w:tcPr>
          <w:p w14:paraId="0B2674BF" w14:textId="48B465AA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462" w:type="dxa"/>
          </w:tcPr>
          <w:p w14:paraId="512A359C" w14:textId="77777777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B579582" w14:textId="2087EDF0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370</w:t>
            </w:r>
          </w:p>
        </w:tc>
        <w:tc>
          <w:tcPr>
            <w:tcW w:w="2387" w:type="dxa"/>
            <w:shd w:val="clear" w:color="auto" w:fill="auto"/>
          </w:tcPr>
          <w:p w14:paraId="60CAB384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BCE" w:rsidRPr="008B75E0" w14:paraId="5CE98230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386A4648" w14:textId="483CEF7E" w:rsidR="00944BCE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  <w:r w:rsidRPr="005F7C51">
              <w:rPr>
                <w:rFonts w:ascii="Times New Roman" w:hAnsi="Times New Roman"/>
                <w:sz w:val="20"/>
                <w:szCs w:val="20"/>
              </w:rPr>
              <w:t xml:space="preserve">Krawężnik drogowy </w:t>
            </w:r>
            <w:r>
              <w:rPr>
                <w:rFonts w:ascii="Times New Roman" w:hAnsi="Times New Roman"/>
                <w:sz w:val="20"/>
                <w:szCs w:val="20"/>
              </w:rPr>
              <w:t>najazdowy</w:t>
            </w:r>
            <w:r w:rsidRPr="005F7C51">
              <w:rPr>
                <w:rFonts w:ascii="Times New Roman" w:hAnsi="Times New Roman"/>
                <w:sz w:val="20"/>
                <w:szCs w:val="20"/>
              </w:rPr>
              <w:t xml:space="preserve">              100 x 15 x 30</w:t>
            </w:r>
          </w:p>
        </w:tc>
        <w:tc>
          <w:tcPr>
            <w:tcW w:w="806" w:type="dxa"/>
          </w:tcPr>
          <w:p w14:paraId="6016F718" w14:textId="27FDFC7A" w:rsidR="00944BCE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462" w:type="dxa"/>
          </w:tcPr>
          <w:p w14:paraId="65D854EF" w14:textId="77777777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73F5327" w14:textId="001164B8" w:rsidR="00944BCE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280</w:t>
            </w:r>
          </w:p>
        </w:tc>
        <w:tc>
          <w:tcPr>
            <w:tcW w:w="2387" w:type="dxa"/>
            <w:shd w:val="clear" w:color="auto" w:fill="auto"/>
          </w:tcPr>
          <w:p w14:paraId="7B2887AA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BCE" w:rsidRPr="008B75E0" w14:paraId="7C3B6A6A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4E1F4472" w14:textId="77777777" w:rsidR="00944BCE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Opornik drogowy </w:t>
            </w:r>
          </w:p>
          <w:p w14:paraId="542AE451" w14:textId="1B2B6F6B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100x25x12</w:t>
            </w:r>
          </w:p>
        </w:tc>
        <w:tc>
          <w:tcPr>
            <w:tcW w:w="806" w:type="dxa"/>
          </w:tcPr>
          <w:p w14:paraId="0C85EBDE" w14:textId="21DC0591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462" w:type="dxa"/>
          </w:tcPr>
          <w:p w14:paraId="5E26A9E9" w14:textId="77777777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C512B36" w14:textId="729C9495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2387" w:type="dxa"/>
            <w:shd w:val="clear" w:color="auto" w:fill="auto"/>
          </w:tcPr>
          <w:p w14:paraId="493B1FAF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BCE" w:rsidRPr="008B75E0" w14:paraId="6A8E79B4" w14:textId="77777777" w:rsidTr="00BB4781">
        <w:trPr>
          <w:gridAfter w:val="1"/>
          <w:wAfter w:w="23" w:type="dxa"/>
        </w:trPr>
        <w:tc>
          <w:tcPr>
            <w:tcW w:w="3085" w:type="dxa"/>
          </w:tcPr>
          <w:p w14:paraId="3B8DC43B" w14:textId="42BA2816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sz w:val="20"/>
                <w:szCs w:val="20"/>
              </w:rPr>
              <w:t xml:space="preserve">Obrzeże betonowe               </w:t>
            </w:r>
            <w:r w:rsidR="00721DD7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8B75E0">
              <w:rPr>
                <w:rFonts w:ascii="Times New Roman" w:hAnsi="Times New Roman"/>
                <w:sz w:val="20"/>
                <w:szCs w:val="20"/>
              </w:rPr>
              <w:t>100 x 30 x 8</w:t>
            </w:r>
          </w:p>
        </w:tc>
        <w:tc>
          <w:tcPr>
            <w:tcW w:w="806" w:type="dxa"/>
          </w:tcPr>
          <w:p w14:paraId="48ADDB4F" w14:textId="7B96636B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sz w:val="20"/>
                <w:szCs w:val="20"/>
              </w:rPr>
              <w:t>Szt.</w:t>
            </w:r>
          </w:p>
        </w:tc>
        <w:tc>
          <w:tcPr>
            <w:tcW w:w="1462" w:type="dxa"/>
          </w:tcPr>
          <w:p w14:paraId="26BDBB00" w14:textId="77777777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7BBC2D8" w14:textId="69B3CEB0" w:rsidR="00944BCE" w:rsidRPr="008B75E0" w:rsidRDefault="00944BCE" w:rsidP="007E6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</w:t>
            </w:r>
          </w:p>
        </w:tc>
        <w:tc>
          <w:tcPr>
            <w:tcW w:w="2387" w:type="dxa"/>
            <w:shd w:val="clear" w:color="auto" w:fill="auto"/>
          </w:tcPr>
          <w:p w14:paraId="571C0F94" w14:textId="77777777" w:rsidR="00944BCE" w:rsidRPr="008B75E0" w:rsidRDefault="00944BCE" w:rsidP="007E6C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781" w:rsidRPr="008B75E0" w14:paraId="7ED45A70" w14:textId="77777777" w:rsidTr="00BB4781">
        <w:tc>
          <w:tcPr>
            <w:tcW w:w="3085" w:type="dxa"/>
          </w:tcPr>
          <w:p w14:paraId="04B431D2" w14:textId="0A28F012" w:rsidR="00BB4781" w:rsidRPr="008B75E0" w:rsidRDefault="00BB4781" w:rsidP="00380BEF">
            <w:pPr>
              <w:rPr>
                <w:rFonts w:ascii="Times New Roman" w:hAnsi="Times New Roman"/>
                <w:sz w:val="20"/>
                <w:szCs w:val="20"/>
              </w:rPr>
            </w:pPr>
            <w:r w:rsidRPr="008B75E0">
              <w:rPr>
                <w:rFonts w:ascii="Times New Roman" w:hAnsi="Times New Roman"/>
                <w:sz w:val="20"/>
                <w:szCs w:val="20"/>
              </w:rPr>
              <w:t>Suma</w:t>
            </w:r>
          </w:p>
        </w:tc>
        <w:tc>
          <w:tcPr>
            <w:tcW w:w="806" w:type="dxa"/>
          </w:tcPr>
          <w:p w14:paraId="0FE7FDA3" w14:textId="77777777" w:rsidR="00BB4781" w:rsidRPr="008B75E0" w:rsidRDefault="00BB4781" w:rsidP="00380BEF">
            <w:pPr>
              <w:rPr>
                <w:rFonts w:ascii="Times New Roman" w:hAnsi="Times New Roman"/>
                <w:sz w:val="20"/>
                <w:szCs w:val="20"/>
              </w:rPr>
            </w:pPr>
            <w:r w:rsidRPr="008B75E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462" w:type="dxa"/>
          </w:tcPr>
          <w:p w14:paraId="6FFA949B" w14:textId="062B98AA" w:rsidR="00BB4781" w:rsidRPr="008B75E0" w:rsidRDefault="00BB4781" w:rsidP="00380B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843" w:type="dxa"/>
            <w:shd w:val="clear" w:color="auto" w:fill="auto"/>
          </w:tcPr>
          <w:p w14:paraId="7B23F1B2" w14:textId="77777777" w:rsidR="00BB4781" w:rsidRPr="008B75E0" w:rsidRDefault="00BB4781" w:rsidP="00380B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75E0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2B9D95C" w14:textId="77777777" w:rsidR="00BB4781" w:rsidRPr="008B75E0" w:rsidRDefault="00BB4781" w:rsidP="00380BE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2"/>
    </w:tbl>
    <w:p w14:paraId="339E677C" w14:textId="77777777" w:rsidR="00764DA5" w:rsidRPr="008B75E0" w:rsidRDefault="00764DA5" w:rsidP="00764DA5">
      <w:pPr>
        <w:rPr>
          <w:rFonts w:ascii="Times New Roman" w:hAnsi="Times New Roman"/>
          <w:b/>
          <w:sz w:val="20"/>
          <w:szCs w:val="20"/>
        </w:rPr>
      </w:pPr>
    </w:p>
    <w:p w14:paraId="5EF4CFFE" w14:textId="77777777" w:rsidR="00764DA5" w:rsidRPr="008B75E0" w:rsidRDefault="00764DA5" w:rsidP="00764DA5">
      <w:pPr>
        <w:rPr>
          <w:rFonts w:ascii="Times New Roman" w:hAnsi="Times New Roman"/>
          <w:b/>
          <w:sz w:val="20"/>
          <w:szCs w:val="20"/>
          <w:highlight w:val="yellow"/>
        </w:rPr>
      </w:pPr>
      <w:r w:rsidRPr="008B75E0">
        <w:rPr>
          <w:rFonts w:ascii="Times New Roman" w:hAnsi="Times New Roman"/>
          <w:b/>
          <w:sz w:val="20"/>
          <w:szCs w:val="20"/>
          <w:highlight w:val="yellow"/>
        </w:rPr>
        <w:t xml:space="preserve">Łącznie wartość całego zamówienia </w:t>
      </w:r>
      <w:r w:rsidR="00EC4225" w:rsidRPr="008B75E0">
        <w:rPr>
          <w:rFonts w:ascii="Times New Roman" w:hAnsi="Times New Roman"/>
          <w:b/>
          <w:sz w:val="20"/>
          <w:szCs w:val="20"/>
          <w:highlight w:val="yellow"/>
        </w:rPr>
        <w:t xml:space="preserve">Cz. I </w:t>
      </w:r>
      <w:r w:rsidRPr="008B75E0">
        <w:rPr>
          <w:rFonts w:ascii="Times New Roman" w:hAnsi="Times New Roman"/>
          <w:b/>
          <w:sz w:val="20"/>
          <w:szCs w:val="20"/>
          <w:highlight w:val="yellow"/>
        </w:rPr>
        <w:t>brutto:……………………………………………….zł</w:t>
      </w:r>
    </w:p>
    <w:p w14:paraId="70DC3C34" w14:textId="77777777" w:rsidR="009D7DFB" w:rsidRPr="008B75E0" w:rsidRDefault="00764DA5" w:rsidP="00764DA5">
      <w:pPr>
        <w:rPr>
          <w:rFonts w:ascii="Times New Roman" w:hAnsi="Times New Roman"/>
          <w:b/>
          <w:sz w:val="20"/>
          <w:szCs w:val="20"/>
        </w:rPr>
      </w:pPr>
      <w:r w:rsidRPr="008B75E0">
        <w:rPr>
          <w:rFonts w:ascii="Times New Roman" w:hAnsi="Times New Roman"/>
          <w:b/>
          <w:sz w:val="20"/>
          <w:szCs w:val="20"/>
          <w:highlight w:val="yellow"/>
        </w:rPr>
        <w:t>Słownie:……………………………………………………………………………………zł</w:t>
      </w:r>
    </w:p>
    <w:p w14:paraId="4BFE9D89" w14:textId="687ABC11" w:rsidR="009D7DFB" w:rsidRDefault="009D7DFB" w:rsidP="009D7DFB">
      <w:pPr>
        <w:rPr>
          <w:rFonts w:ascii="Times New Roman" w:hAnsi="Times New Roman"/>
          <w:b/>
          <w:sz w:val="20"/>
          <w:szCs w:val="20"/>
        </w:rPr>
      </w:pPr>
    </w:p>
    <w:bookmarkEnd w:id="1"/>
    <w:p w14:paraId="25409B7B" w14:textId="21317839" w:rsidR="00687D3A" w:rsidRPr="00687D3A" w:rsidRDefault="00687D3A" w:rsidP="00687D3A">
      <w:pPr>
        <w:jc w:val="both"/>
        <w:rPr>
          <w:rFonts w:ascii="Times New Roman" w:hAnsi="Times New Roman"/>
          <w:b/>
          <w:sz w:val="20"/>
          <w:szCs w:val="20"/>
        </w:rPr>
      </w:pPr>
      <w:r w:rsidRPr="00687D3A">
        <w:rPr>
          <w:rFonts w:ascii="Times New Roman" w:hAnsi="Times New Roman"/>
          <w:b/>
          <w:sz w:val="20"/>
          <w:szCs w:val="20"/>
          <w:highlight w:val="yellow"/>
        </w:rPr>
        <w:t xml:space="preserve">Oświadczamy, że termin płatności </w:t>
      </w:r>
      <w:r>
        <w:rPr>
          <w:rFonts w:ascii="Times New Roman" w:hAnsi="Times New Roman"/>
          <w:b/>
          <w:sz w:val="20"/>
          <w:szCs w:val="20"/>
          <w:highlight w:val="yellow"/>
        </w:rPr>
        <w:t xml:space="preserve">faktury </w:t>
      </w:r>
      <w:r w:rsidRPr="00687D3A">
        <w:rPr>
          <w:rFonts w:ascii="Times New Roman" w:hAnsi="Times New Roman"/>
          <w:b/>
          <w:sz w:val="20"/>
          <w:szCs w:val="20"/>
          <w:highlight w:val="yellow"/>
        </w:rPr>
        <w:t>wyniesie ….. dni  (Uwaga minimalny termin wynosi 7 dni, maksymalny 30 dni - kryterium oceny oferty).</w:t>
      </w:r>
    </w:p>
    <w:p w14:paraId="5A2CB664" w14:textId="77777777" w:rsidR="00687D3A" w:rsidRPr="00530D1A" w:rsidRDefault="00687D3A" w:rsidP="00687D3A">
      <w:pPr>
        <w:jc w:val="both"/>
        <w:rPr>
          <w:rFonts w:ascii="Times New Roman" w:hAnsi="Times New Roman"/>
          <w:b/>
        </w:rPr>
      </w:pPr>
    </w:p>
    <w:p w14:paraId="01EE7A59" w14:textId="2A294086" w:rsidR="007771FE" w:rsidRPr="008B75E0" w:rsidRDefault="007771FE" w:rsidP="007771F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b/>
          <w:sz w:val="20"/>
          <w:szCs w:val="20"/>
        </w:rPr>
      </w:pPr>
      <w:r w:rsidRPr="008B75E0">
        <w:rPr>
          <w:rStyle w:val="FontStyle97"/>
          <w:b/>
          <w:sz w:val="20"/>
          <w:szCs w:val="20"/>
        </w:rPr>
        <w:t xml:space="preserve">1.2 Część II </w:t>
      </w:r>
      <w:r w:rsidR="003F687A" w:rsidRPr="008B75E0">
        <w:rPr>
          <w:rStyle w:val="FontStyle97"/>
          <w:b/>
          <w:sz w:val="20"/>
          <w:szCs w:val="20"/>
        </w:rPr>
        <w:t>Dostawa materiałów do podbudowy dróg</w:t>
      </w:r>
    </w:p>
    <w:tbl>
      <w:tblPr>
        <w:tblStyle w:val="Tabela-Siatka"/>
        <w:tblW w:w="9580" w:type="dxa"/>
        <w:tblLook w:val="04A0" w:firstRow="1" w:lastRow="0" w:firstColumn="1" w:lastColumn="0" w:noHBand="0" w:noVBand="1"/>
      </w:tblPr>
      <w:tblGrid>
        <w:gridCol w:w="1616"/>
        <w:gridCol w:w="750"/>
        <w:gridCol w:w="2199"/>
        <w:gridCol w:w="2206"/>
        <w:gridCol w:w="2809"/>
      </w:tblGrid>
      <w:tr w:rsidR="00944BCE" w:rsidRPr="008B75E0" w14:paraId="18A5E599" w14:textId="77777777" w:rsidTr="00944BCE">
        <w:trPr>
          <w:trHeight w:val="1676"/>
        </w:trPr>
        <w:tc>
          <w:tcPr>
            <w:tcW w:w="1616" w:type="dxa"/>
          </w:tcPr>
          <w:p w14:paraId="34D85930" w14:textId="77777777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Przedmiot dostawy</w:t>
            </w:r>
          </w:p>
        </w:tc>
        <w:tc>
          <w:tcPr>
            <w:tcW w:w="750" w:type="dxa"/>
          </w:tcPr>
          <w:p w14:paraId="6AE24A66" w14:textId="77777777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Miara</w:t>
            </w:r>
          </w:p>
        </w:tc>
        <w:tc>
          <w:tcPr>
            <w:tcW w:w="2199" w:type="dxa"/>
          </w:tcPr>
          <w:p w14:paraId="064D123C" w14:textId="6AA59609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 xml:space="preserve">Cena jednostkowa </w:t>
            </w:r>
            <w:r>
              <w:rPr>
                <w:b/>
                <w:color w:val="000000"/>
                <w:sz w:val="20"/>
                <w:szCs w:val="20"/>
              </w:rPr>
              <w:t>brutto</w:t>
            </w:r>
          </w:p>
          <w:p w14:paraId="55C13FEB" w14:textId="77777777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14:paraId="71BDF615" w14:textId="77777777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Przewidywana ilość zamówienia</w:t>
            </w:r>
          </w:p>
          <w:p w14:paraId="1F966A0F" w14:textId="77777777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</w:tcPr>
          <w:p w14:paraId="686F809D" w14:textId="592E0225" w:rsidR="00944BCE" w:rsidRPr="008B75E0" w:rsidRDefault="00944BCE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 xml:space="preserve">Łączny koszt zamówienia </w:t>
            </w:r>
            <w:r>
              <w:rPr>
                <w:b/>
                <w:color w:val="000000"/>
                <w:sz w:val="20"/>
                <w:szCs w:val="20"/>
              </w:rPr>
              <w:t xml:space="preserve">brutto </w:t>
            </w:r>
            <w:r w:rsidRPr="008B75E0">
              <w:rPr>
                <w:b/>
                <w:color w:val="000000"/>
                <w:sz w:val="20"/>
                <w:szCs w:val="20"/>
              </w:rPr>
              <w:t xml:space="preserve">(kol.3xkol.4) w zł </w:t>
            </w:r>
          </w:p>
        </w:tc>
      </w:tr>
      <w:tr w:rsidR="00944BCE" w:rsidRPr="008B75E0" w14:paraId="0E885821" w14:textId="77777777" w:rsidTr="00944BCE">
        <w:tc>
          <w:tcPr>
            <w:tcW w:w="1616" w:type="dxa"/>
          </w:tcPr>
          <w:p w14:paraId="426D63A4" w14:textId="2ED1840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B75E0">
              <w:rPr>
                <w:sz w:val="20"/>
                <w:szCs w:val="20"/>
              </w:rPr>
              <w:t xml:space="preserve">Beton </w:t>
            </w:r>
            <w:r>
              <w:rPr>
                <w:sz w:val="20"/>
                <w:szCs w:val="20"/>
              </w:rPr>
              <w:t>C</w:t>
            </w:r>
            <w:r w:rsidRPr="008B75E0">
              <w:rPr>
                <w:sz w:val="20"/>
                <w:szCs w:val="20"/>
              </w:rPr>
              <w:t>12/15</w:t>
            </w:r>
          </w:p>
        </w:tc>
        <w:tc>
          <w:tcPr>
            <w:tcW w:w="750" w:type="dxa"/>
          </w:tcPr>
          <w:p w14:paraId="799454C1" w14:textId="432E558F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B75E0">
              <w:rPr>
                <w:b/>
                <w:bCs/>
                <w:color w:val="000000"/>
                <w:sz w:val="20"/>
                <w:szCs w:val="20"/>
              </w:rPr>
              <w:t>m</w:t>
            </w:r>
            <w:r w:rsidRPr="008B75E0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99" w:type="dxa"/>
          </w:tcPr>
          <w:p w14:paraId="3B6D2F2F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06" w:type="dxa"/>
          </w:tcPr>
          <w:p w14:paraId="66B7ECD2" w14:textId="5D308280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223</w:t>
            </w:r>
          </w:p>
        </w:tc>
        <w:tc>
          <w:tcPr>
            <w:tcW w:w="2809" w:type="dxa"/>
            <w:shd w:val="clear" w:color="auto" w:fill="auto"/>
          </w:tcPr>
          <w:p w14:paraId="77338528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4BCE" w:rsidRPr="008B75E0" w14:paraId="3C2E301C" w14:textId="77777777" w:rsidTr="00944BCE">
        <w:tc>
          <w:tcPr>
            <w:tcW w:w="1616" w:type="dxa"/>
          </w:tcPr>
          <w:p w14:paraId="1FA9A290" w14:textId="2735598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sz w:val="20"/>
                <w:szCs w:val="20"/>
              </w:rPr>
              <w:t xml:space="preserve">Stabilizacja </w:t>
            </w:r>
            <w:r>
              <w:rPr>
                <w:sz w:val="20"/>
                <w:szCs w:val="20"/>
              </w:rPr>
              <w:t xml:space="preserve">   </w:t>
            </w:r>
            <w:r w:rsidRPr="008B75E0">
              <w:rPr>
                <w:sz w:val="20"/>
                <w:szCs w:val="20"/>
              </w:rPr>
              <w:t>RM 5 Mpa</w:t>
            </w:r>
          </w:p>
        </w:tc>
        <w:tc>
          <w:tcPr>
            <w:tcW w:w="750" w:type="dxa"/>
          </w:tcPr>
          <w:p w14:paraId="49CE271C" w14:textId="75A28790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m</w:t>
            </w:r>
            <w:r w:rsidRPr="008B75E0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99" w:type="dxa"/>
          </w:tcPr>
          <w:p w14:paraId="0D41F2F2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06" w:type="dxa"/>
          </w:tcPr>
          <w:p w14:paraId="3611E5D0" w14:textId="0182B3AC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809" w:type="dxa"/>
            <w:shd w:val="clear" w:color="auto" w:fill="auto"/>
          </w:tcPr>
          <w:p w14:paraId="149F3E85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944BCE" w:rsidRPr="008B75E0" w14:paraId="1828A586" w14:textId="77777777" w:rsidTr="00944BCE">
        <w:tc>
          <w:tcPr>
            <w:tcW w:w="1616" w:type="dxa"/>
          </w:tcPr>
          <w:p w14:paraId="52F87A10" w14:textId="19A95840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sz w:val="20"/>
                <w:szCs w:val="20"/>
              </w:rPr>
              <w:t>Kruszywo łamane 0-31,5</w:t>
            </w:r>
          </w:p>
        </w:tc>
        <w:tc>
          <w:tcPr>
            <w:tcW w:w="750" w:type="dxa"/>
          </w:tcPr>
          <w:p w14:paraId="216F9420" w14:textId="78699CE2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Mg</w:t>
            </w:r>
          </w:p>
        </w:tc>
        <w:tc>
          <w:tcPr>
            <w:tcW w:w="2199" w:type="dxa"/>
          </w:tcPr>
          <w:p w14:paraId="74A0E28D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06" w:type="dxa"/>
          </w:tcPr>
          <w:p w14:paraId="5B202C37" w14:textId="17E9B33D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587</w:t>
            </w:r>
          </w:p>
        </w:tc>
        <w:tc>
          <w:tcPr>
            <w:tcW w:w="2809" w:type="dxa"/>
            <w:shd w:val="clear" w:color="auto" w:fill="auto"/>
          </w:tcPr>
          <w:p w14:paraId="458EF3B8" w14:textId="77777777" w:rsidR="00944BCE" w:rsidRPr="008B75E0" w:rsidRDefault="00944BCE" w:rsidP="002C2A80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781" w:rsidRPr="008B75E0" w14:paraId="671BE5D6" w14:textId="77777777" w:rsidTr="00BB39C9">
        <w:tc>
          <w:tcPr>
            <w:tcW w:w="1616" w:type="dxa"/>
          </w:tcPr>
          <w:p w14:paraId="2D8B669C" w14:textId="77777777" w:rsidR="00BB4781" w:rsidRPr="008B75E0" w:rsidRDefault="00BB4781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750" w:type="dxa"/>
          </w:tcPr>
          <w:p w14:paraId="57EC2BF6" w14:textId="77777777" w:rsidR="00BB4781" w:rsidRPr="008B75E0" w:rsidRDefault="00BB4781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199" w:type="dxa"/>
          </w:tcPr>
          <w:p w14:paraId="59D39A63" w14:textId="03E4BDD4" w:rsidR="00BB4781" w:rsidRPr="008B75E0" w:rsidRDefault="00BB4781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06" w:type="dxa"/>
          </w:tcPr>
          <w:p w14:paraId="35E7AF10" w14:textId="2C9810A1" w:rsidR="00BB4781" w:rsidRPr="008B75E0" w:rsidRDefault="00BB4781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  <w:r w:rsidRPr="008B75E0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809" w:type="dxa"/>
            <w:shd w:val="clear" w:color="auto" w:fill="auto"/>
          </w:tcPr>
          <w:p w14:paraId="00DE3174" w14:textId="77777777" w:rsidR="00BB4781" w:rsidRPr="008B75E0" w:rsidRDefault="00BB4781" w:rsidP="00380BEF">
            <w:pPr>
              <w:pStyle w:val="Style9"/>
              <w:tabs>
                <w:tab w:val="left" w:leader="dot" w:pos="7800"/>
              </w:tabs>
              <w:spacing w:before="43" w:after="100" w:line="360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44D3383" w14:textId="77777777" w:rsidR="000C3845" w:rsidRPr="00147082" w:rsidRDefault="000C3845" w:rsidP="006E266E">
      <w:pPr>
        <w:rPr>
          <w:rStyle w:val="FontStyle97"/>
          <w:b/>
          <w:sz w:val="20"/>
          <w:szCs w:val="20"/>
        </w:rPr>
      </w:pPr>
    </w:p>
    <w:p w14:paraId="10BDF5B2" w14:textId="77777777" w:rsidR="000C3845" w:rsidRPr="00147082" w:rsidRDefault="000C3845" w:rsidP="006E266E">
      <w:pPr>
        <w:rPr>
          <w:rStyle w:val="FontStyle97"/>
          <w:b/>
          <w:sz w:val="20"/>
          <w:szCs w:val="20"/>
        </w:rPr>
      </w:pPr>
      <w:r w:rsidRPr="00147082">
        <w:rPr>
          <w:rStyle w:val="FontStyle97"/>
          <w:b/>
          <w:sz w:val="20"/>
          <w:szCs w:val="20"/>
        </w:rPr>
        <w:t xml:space="preserve">Łącznie wartość całego zamówienia </w:t>
      </w:r>
      <w:r w:rsidR="00EC4225" w:rsidRPr="00147082">
        <w:rPr>
          <w:rStyle w:val="FontStyle97"/>
          <w:b/>
          <w:sz w:val="20"/>
          <w:szCs w:val="20"/>
        </w:rPr>
        <w:t xml:space="preserve">Cz. II </w:t>
      </w:r>
      <w:r w:rsidRPr="00147082">
        <w:rPr>
          <w:rStyle w:val="FontStyle97"/>
          <w:b/>
          <w:sz w:val="20"/>
          <w:szCs w:val="20"/>
        </w:rPr>
        <w:t>brutto:……………………………………………….zł</w:t>
      </w:r>
    </w:p>
    <w:p w14:paraId="62875D9E" w14:textId="77777777" w:rsidR="00380BEF" w:rsidRPr="00147082" w:rsidRDefault="000C3845" w:rsidP="006E266E">
      <w:r w:rsidRPr="00147082">
        <w:rPr>
          <w:rStyle w:val="FontStyle97"/>
          <w:b/>
          <w:sz w:val="20"/>
          <w:szCs w:val="20"/>
        </w:rPr>
        <w:t>Słownie:……………………………………………………………………………………zł</w:t>
      </w:r>
    </w:p>
    <w:bookmarkEnd w:id="0"/>
    <w:p w14:paraId="523C5FC8" w14:textId="77777777" w:rsidR="00014DE0" w:rsidRPr="00147082" w:rsidRDefault="00014DE0" w:rsidP="00014DE0">
      <w:pPr>
        <w:jc w:val="both"/>
        <w:rPr>
          <w:rFonts w:ascii="Times New Roman" w:hAnsi="Times New Roman"/>
          <w:b/>
          <w:sz w:val="20"/>
          <w:szCs w:val="20"/>
        </w:rPr>
      </w:pPr>
    </w:p>
    <w:p w14:paraId="55402780" w14:textId="620E8BAE" w:rsidR="00687D3A" w:rsidRPr="00687D3A" w:rsidRDefault="00687D3A" w:rsidP="00687D3A">
      <w:pPr>
        <w:jc w:val="both"/>
        <w:rPr>
          <w:rFonts w:ascii="Times New Roman" w:hAnsi="Times New Roman"/>
          <w:b/>
          <w:sz w:val="20"/>
          <w:szCs w:val="20"/>
        </w:rPr>
      </w:pPr>
      <w:r w:rsidRPr="00687D3A">
        <w:rPr>
          <w:rFonts w:ascii="Times New Roman" w:hAnsi="Times New Roman"/>
          <w:b/>
          <w:sz w:val="20"/>
          <w:szCs w:val="20"/>
          <w:highlight w:val="yellow"/>
        </w:rPr>
        <w:t>Oświadczamy, że termin płatności</w:t>
      </w:r>
      <w:r>
        <w:rPr>
          <w:rFonts w:ascii="Times New Roman" w:hAnsi="Times New Roman"/>
          <w:b/>
          <w:sz w:val="20"/>
          <w:szCs w:val="20"/>
          <w:highlight w:val="yellow"/>
        </w:rPr>
        <w:t xml:space="preserve"> faktury</w:t>
      </w:r>
      <w:r w:rsidRPr="00687D3A">
        <w:rPr>
          <w:rFonts w:ascii="Times New Roman" w:hAnsi="Times New Roman"/>
          <w:b/>
          <w:sz w:val="20"/>
          <w:szCs w:val="20"/>
          <w:highlight w:val="yellow"/>
        </w:rPr>
        <w:t xml:space="preserve"> wyniesie ….. dni  (Uwaga minimalny termin wynosi 7 dni, maksymalny 30 dni - kryterium oceny oferty).</w:t>
      </w:r>
    </w:p>
    <w:p w14:paraId="5842CA23" w14:textId="77777777" w:rsidR="006E266E" w:rsidRDefault="006E266E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4499911C" w14:textId="3488B27A" w:rsidR="007771FE" w:rsidRPr="006E266E" w:rsidRDefault="007771FE" w:rsidP="006E266E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b/>
          <w:sz w:val="20"/>
          <w:szCs w:val="20"/>
        </w:rPr>
      </w:pPr>
      <w:r w:rsidRPr="006E266E">
        <w:rPr>
          <w:rFonts w:ascii="Times New Roman" w:hAnsi="Times New Roman"/>
          <w:b/>
          <w:sz w:val="20"/>
          <w:szCs w:val="20"/>
        </w:rPr>
        <w:t xml:space="preserve">Oświadczamy, że przedmiot zamówienia będziemy realizowali sukcesywnie. </w:t>
      </w:r>
    </w:p>
    <w:p w14:paraId="5260ABAC" w14:textId="77777777" w:rsidR="002E60E0" w:rsidRPr="00147082" w:rsidRDefault="002E60E0" w:rsidP="000C2176">
      <w:pPr>
        <w:jc w:val="both"/>
        <w:rPr>
          <w:rFonts w:ascii="Times New Roman" w:hAnsi="Times New Roman"/>
          <w:bCs/>
          <w:sz w:val="20"/>
          <w:szCs w:val="20"/>
        </w:rPr>
      </w:pPr>
    </w:p>
    <w:p w14:paraId="61A6D0C8" w14:textId="77777777" w:rsidR="000C2176" w:rsidRPr="00147082" w:rsidRDefault="000C2176" w:rsidP="000C2176">
      <w:pPr>
        <w:jc w:val="both"/>
        <w:rPr>
          <w:rFonts w:ascii="Times New Roman" w:hAnsi="Times New Roman"/>
          <w:bCs/>
          <w:sz w:val="20"/>
          <w:szCs w:val="20"/>
        </w:rPr>
      </w:pPr>
      <w:r w:rsidRPr="00147082">
        <w:rPr>
          <w:rFonts w:ascii="Times New Roman" w:hAnsi="Times New Roman"/>
          <w:bCs/>
          <w:sz w:val="20"/>
          <w:szCs w:val="20"/>
        </w:rPr>
        <w:t>Ponadto oświadczam (-y), że:</w:t>
      </w:r>
    </w:p>
    <w:p w14:paraId="57A466B1" w14:textId="77777777" w:rsidR="003934F9" w:rsidRPr="00147082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oferowana kwota uwzględnia cenę realizacji zamówienia zgodnie</w:t>
      </w:r>
      <w:r w:rsidR="00023B19" w:rsidRPr="00147082">
        <w:rPr>
          <w:rFonts w:ascii="Times New Roman" w:hAnsi="Times New Roman"/>
          <w:sz w:val="20"/>
          <w:szCs w:val="20"/>
        </w:rPr>
        <w:t xml:space="preserve"> z </w:t>
      </w:r>
      <w:r w:rsidRPr="00147082">
        <w:rPr>
          <w:rFonts w:ascii="Times New Roman" w:hAnsi="Times New Roman"/>
          <w:sz w:val="20"/>
          <w:szCs w:val="20"/>
        </w:rPr>
        <w:t xml:space="preserve">warunkami określonymi w SWZ </w:t>
      </w:r>
    </w:p>
    <w:p w14:paraId="59046C91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zapoznaliśmy się z postanowieniami specyfikacji </w:t>
      </w:r>
      <w:r w:rsidR="00964610" w:rsidRPr="00147082">
        <w:rPr>
          <w:rFonts w:ascii="Times New Roman" w:hAnsi="Times New Roman"/>
          <w:sz w:val="20"/>
          <w:szCs w:val="20"/>
        </w:rPr>
        <w:t>warunków zamówienia oraz PPU</w:t>
      </w:r>
      <w:r w:rsidRPr="00147082">
        <w:rPr>
          <w:rFonts w:ascii="Times New Roman" w:hAnsi="Times New Roman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9C5CF78" w14:textId="037B1DFB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zawarte w specyfikacji warunków zamówienia</w:t>
      </w:r>
      <w:r w:rsidR="003934F9" w:rsidRPr="00147082">
        <w:rPr>
          <w:rFonts w:ascii="Times New Roman" w:hAnsi="Times New Roman"/>
          <w:sz w:val="20"/>
          <w:szCs w:val="20"/>
        </w:rPr>
        <w:t>,</w:t>
      </w:r>
      <w:r w:rsidR="003F687A">
        <w:rPr>
          <w:rFonts w:ascii="Times New Roman" w:hAnsi="Times New Roman"/>
          <w:sz w:val="20"/>
          <w:szCs w:val="20"/>
        </w:rPr>
        <w:t xml:space="preserve"> </w:t>
      </w:r>
      <w:r w:rsidR="00964610" w:rsidRPr="00147082">
        <w:rPr>
          <w:rFonts w:ascii="Times New Roman" w:hAnsi="Times New Roman"/>
          <w:sz w:val="20"/>
          <w:szCs w:val="20"/>
        </w:rPr>
        <w:t>projektowane postanowienia</w:t>
      </w:r>
      <w:r w:rsidRPr="00147082">
        <w:rPr>
          <w:rFonts w:ascii="Times New Roman" w:hAnsi="Times New Roman"/>
          <w:sz w:val="20"/>
          <w:szCs w:val="20"/>
        </w:rPr>
        <w:t xml:space="preserve"> umowy zostały przez nas zaakceptowane i zobowiązujemy się w przypadku wybrania naszej oferty do zawarcia umowy </w:t>
      </w:r>
      <w:r w:rsidR="00F74332" w:rsidRPr="00147082">
        <w:rPr>
          <w:rFonts w:ascii="Times New Roman" w:hAnsi="Times New Roman"/>
          <w:sz w:val="20"/>
          <w:szCs w:val="20"/>
        </w:rPr>
        <w:br/>
      </w:r>
      <w:r w:rsidRPr="00147082">
        <w:rPr>
          <w:rFonts w:ascii="Times New Roman" w:hAnsi="Times New Roman"/>
          <w:sz w:val="20"/>
          <w:szCs w:val="20"/>
        </w:rPr>
        <w:t>w miejscu i terminie w</w:t>
      </w:r>
      <w:r w:rsidR="00964610" w:rsidRPr="00147082">
        <w:rPr>
          <w:rFonts w:ascii="Times New Roman" w:hAnsi="Times New Roman"/>
          <w:sz w:val="20"/>
          <w:szCs w:val="20"/>
        </w:rPr>
        <w:t>yznaczonym przez z</w:t>
      </w:r>
      <w:r w:rsidRPr="00147082">
        <w:rPr>
          <w:rFonts w:ascii="Times New Roman" w:hAnsi="Times New Roman"/>
          <w:sz w:val="20"/>
          <w:szCs w:val="20"/>
        </w:rPr>
        <w:t>amawiającego,</w:t>
      </w:r>
    </w:p>
    <w:p w14:paraId="54B4EB6F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akceptujemy warunki płatności określone w </w:t>
      </w:r>
      <w:r w:rsidR="00E8370B" w:rsidRPr="00147082">
        <w:rPr>
          <w:rFonts w:ascii="Times New Roman" w:hAnsi="Times New Roman"/>
          <w:sz w:val="20"/>
          <w:szCs w:val="20"/>
        </w:rPr>
        <w:t>projektowanych postanowieniach</w:t>
      </w:r>
      <w:r w:rsidRPr="00147082">
        <w:rPr>
          <w:rFonts w:ascii="Times New Roman" w:hAnsi="Times New Roman"/>
          <w:sz w:val="20"/>
          <w:szCs w:val="20"/>
        </w:rPr>
        <w:t xml:space="preserve"> umowy,</w:t>
      </w:r>
    </w:p>
    <w:p w14:paraId="3BB8EE0C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uważamy się za związanych niniejszą ofertą </w:t>
      </w:r>
      <w:r w:rsidR="00E8370B" w:rsidRPr="00147082">
        <w:rPr>
          <w:rFonts w:ascii="Times New Roman" w:hAnsi="Times New Roman"/>
          <w:sz w:val="20"/>
          <w:szCs w:val="20"/>
        </w:rPr>
        <w:t xml:space="preserve">przez </w:t>
      </w:r>
      <w:r w:rsidRPr="00147082">
        <w:rPr>
          <w:rFonts w:ascii="Times New Roman" w:hAnsi="Times New Roman"/>
          <w:sz w:val="20"/>
          <w:szCs w:val="20"/>
        </w:rPr>
        <w:t xml:space="preserve">okres </w:t>
      </w:r>
      <w:r w:rsidR="00964610" w:rsidRPr="00147082">
        <w:rPr>
          <w:rFonts w:ascii="Times New Roman" w:hAnsi="Times New Roman"/>
          <w:sz w:val="20"/>
          <w:szCs w:val="20"/>
        </w:rPr>
        <w:t>określony w SWZ,</w:t>
      </w:r>
    </w:p>
    <w:p w14:paraId="40910B57" w14:textId="77777777" w:rsidR="00007DE3" w:rsidRPr="00147082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Oświadczamy, że w przedmiotowym zamówieniu publicznym:</w:t>
      </w:r>
      <w:bookmarkStart w:id="3" w:name="_Hlk66722486"/>
    </w:p>
    <w:p w14:paraId="176CDF4D" w14:textId="77777777" w:rsidR="00160B8A" w:rsidRPr="00147082" w:rsidRDefault="00160B8A" w:rsidP="009C70C7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6BF4684" w14:textId="77777777" w:rsidR="00007DE3" w:rsidRPr="00147082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zamierzam powierzyć do wykonania podwykonawcom następującą część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147082" w14:paraId="10FC8A7C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0122FA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  <w:p w14:paraId="4DA78F4F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Lp.</w:t>
            </w:r>
          </w:p>
          <w:p w14:paraId="3031B646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E2A5678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443EE4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Wartość brutto (</w:t>
            </w:r>
            <w:r w:rsidRPr="00147082"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2D9011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147082" w14:paraId="179D8E12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3597443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9CE178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269E3DF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357BA94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147082" w14:paraId="2BE6BDE9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FF4E6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2E36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B1467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846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007DE3" w:rsidRPr="00147082" w14:paraId="1139E178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06098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695F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3EA0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5C2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14:paraId="748B6CE4" w14:textId="77777777" w:rsidR="00007DE3" w:rsidRPr="00147082" w:rsidRDefault="00007DE3" w:rsidP="00007DE3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23DD5ECA" w14:textId="77777777" w:rsidR="00007DE3" w:rsidRPr="00147082" w:rsidRDefault="00007DE3" w:rsidP="00AB7051">
      <w:pPr>
        <w:numPr>
          <w:ilvl w:val="3"/>
          <w:numId w:val="4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nie zamierzam powierzać podwykonawcom żadnej części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p w14:paraId="7E8A3DE0" w14:textId="77777777" w:rsidR="00007DE3" w:rsidRPr="00147082" w:rsidRDefault="00007DE3" w:rsidP="00007DE3">
      <w:pPr>
        <w:suppressAutoHyphens/>
        <w:spacing w:line="360" w:lineRule="auto"/>
        <w:jc w:val="both"/>
        <w:rPr>
          <w:rFonts w:ascii="Times New Roman" w:eastAsia="Calibri" w:hAnsi="Times New Roman"/>
          <w:b/>
          <w:bCs/>
          <w:color w:val="FF0000"/>
          <w:sz w:val="20"/>
          <w:szCs w:val="20"/>
          <w:lang w:eastAsia="en-US"/>
        </w:rPr>
      </w:pPr>
    </w:p>
    <w:bookmarkEnd w:id="3"/>
    <w:p w14:paraId="1874BA0E" w14:textId="77777777" w:rsidR="00023B19" w:rsidRPr="00147082" w:rsidRDefault="00023B19" w:rsidP="000C2176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51127258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BB969D8" w14:textId="77777777" w:rsidR="000C2176" w:rsidRPr="00147082" w:rsidRDefault="000C2176" w:rsidP="000C2176">
      <w:pPr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31E4F1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CCC49F1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243D8BAD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68243F9E" w14:textId="77777777" w:rsidR="001E5697" w:rsidRPr="00147082" w:rsidRDefault="001E5697" w:rsidP="001E5697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</w:p>
    <w:p w14:paraId="51A96D15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6BCAB2EA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5A3EB79D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3316DE93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0F656D65" w14:textId="77777777" w:rsidR="008E30F8" w:rsidRPr="00147082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</w:pPr>
      <w:r w:rsidRPr="00147082">
        <w:rPr>
          <w:u w:val="single"/>
        </w:rPr>
        <w:t xml:space="preserve">Oświadczenie Wykonawcy potwierdzające znajomość obowiązków wynikających z RODO, </w:t>
      </w:r>
      <w:r w:rsidRPr="00147082">
        <w:rPr>
          <w:u w:val="single"/>
        </w:rPr>
        <w:br/>
        <w:t>w szczególności w zakresie wypełnienia obowiązków informacyjnych przewidzianych w art. 13 lub art. 14 RODO.</w:t>
      </w:r>
      <w:r w:rsidRPr="00147082">
        <w:rPr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147082">
        <w:t>od których dane osobowe bezpośrednio lub pośrednio pozyskałem</w:t>
      </w:r>
      <w:r w:rsidRPr="00147082">
        <w:rPr>
          <w:color w:val="000000"/>
        </w:rPr>
        <w:t xml:space="preserve"> w celu ubiegania się o udzielenie zamówienia publicznego w niniejszym postępowaniu</w:t>
      </w:r>
      <w:r w:rsidRPr="00147082">
        <w:t>.</w:t>
      </w:r>
      <w:r w:rsidRPr="00147082">
        <w:rPr>
          <w:b/>
        </w:rPr>
        <w:t>*</w:t>
      </w:r>
    </w:p>
    <w:p w14:paraId="412273D0" w14:textId="77777777" w:rsidR="008E30F8" w:rsidRPr="00147082" w:rsidRDefault="008E30F8" w:rsidP="002A6B66">
      <w:pPr>
        <w:pStyle w:val="Tekstprzypisudolnego"/>
        <w:spacing w:line="276" w:lineRule="auto"/>
        <w:ind w:left="360"/>
        <w:jc w:val="both"/>
      </w:pPr>
    </w:p>
    <w:p w14:paraId="61C1CE46" w14:textId="77777777" w:rsidR="008F3F0F" w:rsidRPr="00147082" w:rsidRDefault="008F3F0F" w:rsidP="008F3F0F">
      <w:pPr>
        <w:pStyle w:val="Akapitzlist"/>
        <w:rPr>
          <w:rFonts w:ascii="Times New Roman" w:hAnsi="Times New Roman"/>
          <w:sz w:val="20"/>
          <w:szCs w:val="20"/>
        </w:rPr>
      </w:pPr>
    </w:p>
    <w:p w14:paraId="631339DB" w14:textId="77777777" w:rsidR="00E8370B" w:rsidRPr="00147082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Upoważnionym do kontaktu w sprawie przedmiotowego postępowania jest:</w:t>
      </w:r>
    </w:p>
    <w:p w14:paraId="739F6C02" w14:textId="77777777" w:rsidR="00E8370B" w:rsidRPr="00147082" w:rsidRDefault="00E8370B" w:rsidP="00E8370B">
      <w:pPr>
        <w:pStyle w:val="Akapitzlist"/>
        <w:rPr>
          <w:rFonts w:ascii="Times New Roman" w:hAnsi="Times New Roman"/>
          <w:sz w:val="20"/>
          <w:szCs w:val="20"/>
        </w:rPr>
      </w:pPr>
    </w:p>
    <w:p w14:paraId="45FF86AE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Imię i nazwisko: ……………………………………………………………………………………….</w:t>
      </w:r>
    </w:p>
    <w:p w14:paraId="76DEA816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 ………………. E-mail: ………………………………………………</w:t>
      </w:r>
    </w:p>
    <w:p w14:paraId="56E33CE4" w14:textId="77777777" w:rsidR="00E8370B" w:rsidRPr="00147082" w:rsidRDefault="00E8370B" w:rsidP="00E8370B">
      <w:pPr>
        <w:pStyle w:val="Akapitzlist"/>
        <w:rPr>
          <w:rFonts w:ascii="Times New Roman" w:hAnsi="Times New Roman"/>
          <w:b/>
          <w:sz w:val="20"/>
          <w:szCs w:val="20"/>
        </w:rPr>
      </w:pPr>
    </w:p>
    <w:p w14:paraId="66A3DC0E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załącznikami do niniejszej oferty są</w:t>
      </w:r>
      <w:r w:rsidRPr="00147082">
        <w:rPr>
          <w:rFonts w:ascii="Times New Roman" w:hAnsi="Times New Roman"/>
          <w:sz w:val="20"/>
          <w:szCs w:val="20"/>
        </w:rPr>
        <w:t>:</w:t>
      </w:r>
    </w:p>
    <w:p w14:paraId="373DEE2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5DE58184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48A685C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37665764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6C337117" w14:textId="77777777" w:rsidR="000C2176" w:rsidRPr="00147082" w:rsidRDefault="002A6B66" w:rsidP="00313244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147082">
        <w:rPr>
          <w:b/>
          <w:sz w:val="20"/>
          <w:szCs w:val="20"/>
        </w:rPr>
        <w:t>*</w:t>
      </w:r>
      <w:r w:rsidRPr="00147082">
        <w:rPr>
          <w:i/>
          <w:color w:val="000000"/>
          <w:sz w:val="16"/>
          <w:szCs w:val="16"/>
        </w:rPr>
        <w:t xml:space="preserve">W przypadku gdy wykonawca </w:t>
      </w:r>
      <w:r w:rsidRPr="0014708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6706D" w14:textId="77777777" w:rsidR="00313244" w:rsidRPr="00147082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1C93BCD3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  <w:r w:rsidRPr="00147082">
        <w:rPr>
          <w:rFonts w:ascii="Times New Roman" w:hAnsi="Times New Roman"/>
          <w:sz w:val="20"/>
          <w:szCs w:val="20"/>
          <w:u w:val="single"/>
        </w:rPr>
        <w:t>Pozostałe dane Wykonawcy</w:t>
      </w:r>
    </w:p>
    <w:p w14:paraId="6ABF991B" w14:textId="77777777" w:rsidR="001E5697" w:rsidRPr="00147082" w:rsidRDefault="001E5697" w:rsidP="001E5697">
      <w:pPr>
        <w:tabs>
          <w:tab w:val="center" w:pos="-2127"/>
        </w:tabs>
        <w:spacing w:line="300" w:lineRule="atLeast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jest mikroprzedsiębiorstwem bądź małym lub średnim przedsiębiorstwem?</w:t>
      </w:r>
    </w:p>
    <w:p w14:paraId="53619253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lastRenderedPageBreak/>
        <w:t>Jestem mikroprzedsiębiorstwem</w:t>
      </w:r>
    </w:p>
    <w:p w14:paraId="61375B1C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małym przedsiębiorstwem</w:t>
      </w:r>
    </w:p>
    <w:p w14:paraId="23AF1CA9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średnim przedsiębiorstwem</w:t>
      </w:r>
    </w:p>
    <w:p w14:paraId="0FEB50EB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dużym przedsiębiorstwem</w:t>
      </w:r>
    </w:p>
    <w:p w14:paraId="518C12D3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innego niż Polska państwa członkowskiego Unii Europejskiej:</w:t>
      </w:r>
    </w:p>
    <w:p w14:paraId="05BAFF20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1DA134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5621EAB9" w14:textId="77777777" w:rsidR="000C2176" w:rsidRPr="0014708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ascii="Times New Roman" w:hAnsi="Times New Roman"/>
          <w:sz w:val="16"/>
          <w:szCs w:val="16"/>
        </w:rPr>
      </w:pPr>
    </w:p>
    <w:p w14:paraId="6E369EEF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państwa niebędącego członkiem Unii Europejskiej:</w:t>
      </w:r>
    </w:p>
    <w:p w14:paraId="407C2DF6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6FC090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3DF29F57" w14:textId="77777777" w:rsidR="000C2176" w:rsidRPr="00147082" w:rsidRDefault="000C2176" w:rsidP="000C2176">
      <w:pPr>
        <w:rPr>
          <w:rFonts w:ascii="Times New Roman" w:hAnsi="Times New Roman"/>
          <w:b/>
          <w:color w:val="FF0000"/>
          <w:sz w:val="16"/>
          <w:szCs w:val="16"/>
        </w:rPr>
      </w:pPr>
    </w:p>
    <w:p w14:paraId="1FD7B223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 xml:space="preserve">Uwaga:  </w:t>
      </w:r>
      <w:r w:rsidRPr="00147082">
        <w:rPr>
          <w:rFonts w:ascii="Times New Roman" w:hAnsi="Times New Roman"/>
          <w:sz w:val="16"/>
          <w:szCs w:val="16"/>
        </w:rPr>
        <w:t xml:space="preserve">zaznaczyć odpowiednie. </w:t>
      </w:r>
    </w:p>
    <w:p w14:paraId="30D9A0EA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Mikroprzedsiębiorstwo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10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2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27FEED54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Małe 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50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10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79E36B74" w14:textId="77777777" w:rsidR="000C2176" w:rsidRPr="00147082" w:rsidRDefault="000C2176" w:rsidP="000C2176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147082">
        <w:rPr>
          <w:rFonts w:ascii="Times New Roman" w:hAnsi="Times New Roman"/>
          <w:sz w:val="16"/>
          <w:szCs w:val="16"/>
        </w:rPr>
        <w:t xml:space="preserve"> i które </w:t>
      </w:r>
      <w:r w:rsidRPr="00147082">
        <w:rPr>
          <w:rFonts w:ascii="Times New Roman" w:hAnsi="Times New Roman"/>
          <w:b/>
          <w:sz w:val="16"/>
          <w:szCs w:val="16"/>
        </w:rPr>
        <w:t>zatrudniają mniej niż 250 osób</w:t>
      </w:r>
      <w:r w:rsidRPr="00147082">
        <w:rPr>
          <w:rFonts w:ascii="Times New Roman" w:hAnsi="Times New Roman"/>
          <w:sz w:val="16"/>
          <w:szCs w:val="16"/>
        </w:rPr>
        <w:t xml:space="preserve"> i których </w:t>
      </w:r>
      <w:r w:rsidRPr="00147082">
        <w:rPr>
          <w:rFonts w:ascii="Times New Roman" w:hAnsi="Times New Roman"/>
          <w:b/>
          <w:sz w:val="16"/>
          <w:szCs w:val="16"/>
        </w:rPr>
        <w:t>roczny obrót nie przekracza 50 milionów EUR</w:t>
      </w:r>
      <w:r w:rsidRPr="00147082">
        <w:rPr>
          <w:rFonts w:ascii="Times New Roman" w:hAnsi="Times New Roman"/>
          <w:b/>
          <w:i/>
          <w:sz w:val="16"/>
          <w:szCs w:val="16"/>
        </w:rPr>
        <w:t>lub</w:t>
      </w:r>
      <w:r w:rsidRPr="00147082">
        <w:rPr>
          <w:rFonts w:ascii="Times New Roman" w:hAnsi="Times New Roman"/>
          <w:b/>
          <w:sz w:val="16"/>
          <w:szCs w:val="16"/>
        </w:rPr>
        <w:t>roczna suma bilansowa nie przekracza 43 milionów EUR.</w:t>
      </w:r>
    </w:p>
    <w:p w14:paraId="249E4D55" w14:textId="77777777" w:rsidR="00CB7F6F" w:rsidRPr="00147082" w:rsidRDefault="00CB7F6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68098A05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  <w:r w:rsidRPr="00147082">
        <w:rPr>
          <w:rFonts w:ascii="Times New Roman" w:hAnsi="Times New Roman"/>
          <w:b/>
          <w:sz w:val="16"/>
          <w:szCs w:val="16"/>
          <w:u w:val="single"/>
        </w:rPr>
        <w:t>Powyższe informacje są wymagane wyłącznie do celów statystycznych</w:t>
      </w:r>
    </w:p>
    <w:p w14:paraId="5100E158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29D1CCA7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70A4FAC8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0435BBE0" w14:textId="77777777" w:rsidR="00CA20F9" w:rsidRPr="00147082" w:rsidRDefault="00313244" w:rsidP="00E2298C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  <w:u w:val="single"/>
        </w:rPr>
        <w:t xml:space="preserve">UWAGA.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elektronicznym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147082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E4C1" w14:textId="77777777" w:rsidR="00804122" w:rsidRDefault="00804122">
      <w:r>
        <w:separator/>
      </w:r>
    </w:p>
  </w:endnote>
  <w:endnote w:type="continuationSeparator" w:id="0">
    <w:p w14:paraId="4CCC3CEF" w14:textId="77777777" w:rsidR="00804122" w:rsidRDefault="008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54589" w14:textId="77777777" w:rsidR="00804122" w:rsidRDefault="00804122">
      <w:r>
        <w:separator/>
      </w:r>
    </w:p>
  </w:footnote>
  <w:footnote w:type="continuationSeparator" w:id="0">
    <w:p w14:paraId="4FB1D33C" w14:textId="77777777" w:rsidR="00804122" w:rsidRDefault="0080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0FEC0E78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E4049"/>
    <w:multiLevelType w:val="hybridMultilevel"/>
    <w:tmpl w:val="7EEEE2D0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948FC"/>
    <w:multiLevelType w:val="multilevel"/>
    <w:tmpl w:val="CAB2C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7F56BB5"/>
    <w:multiLevelType w:val="hybridMultilevel"/>
    <w:tmpl w:val="1AAC7EC8"/>
    <w:lvl w:ilvl="0" w:tplc="CEDC8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9" w15:restartNumberingAfterBreak="0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3752538">
    <w:abstractNumId w:val="7"/>
  </w:num>
  <w:num w:numId="2" w16cid:durableId="1358506568">
    <w:abstractNumId w:val="3"/>
  </w:num>
  <w:num w:numId="3" w16cid:durableId="1774284978">
    <w:abstractNumId w:val="0"/>
  </w:num>
  <w:num w:numId="4" w16cid:durableId="1520238954">
    <w:abstractNumId w:val="10"/>
  </w:num>
  <w:num w:numId="5" w16cid:durableId="1145657632">
    <w:abstractNumId w:val="2"/>
  </w:num>
  <w:num w:numId="6" w16cid:durableId="1279527292">
    <w:abstractNumId w:val="8"/>
  </w:num>
  <w:num w:numId="7" w16cid:durableId="1597204639">
    <w:abstractNumId w:val="11"/>
  </w:num>
  <w:num w:numId="8" w16cid:durableId="1404795515">
    <w:abstractNumId w:val="1"/>
  </w:num>
  <w:num w:numId="9" w16cid:durableId="1333296106">
    <w:abstractNumId w:val="12"/>
  </w:num>
  <w:num w:numId="10" w16cid:durableId="1172529439">
    <w:abstractNumId w:val="6"/>
  </w:num>
  <w:num w:numId="11" w16cid:durableId="590234007">
    <w:abstractNumId w:val="9"/>
  </w:num>
  <w:num w:numId="12" w16cid:durableId="514802952">
    <w:abstractNumId w:val="4"/>
  </w:num>
  <w:num w:numId="13" w16cid:durableId="181275148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07DE3"/>
    <w:rsid w:val="00014DE0"/>
    <w:rsid w:val="00023B19"/>
    <w:rsid w:val="00037603"/>
    <w:rsid w:val="00052E86"/>
    <w:rsid w:val="0005674B"/>
    <w:rsid w:val="00061F20"/>
    <w:rsid w:val="000622A3"/>
    <w:rsid w:val="000659DD"/>
    <w:rsid w:val="00080D83"/>
    <w:rsid w:val="000B4FC1"/>
    <w:rsid w:val="000C2176"/>
    <w:rsid w:val="000C3845"/>
    <w:rsid w:val="000D283E"/>
    <w:rsid w:val="00100DBB"/>
    <w:rsid w:val="00121D5B"/>
    <w:rsid w:val="00124D4A"/>
    <w:rsid w:val="00130B23"/>
    <w:rsid w:val="001413F0"/>
    <w:rsid w:val="001467B2"/>
    <w:rsid w:val="00147082"/>
    <w:rsid w:val="00156D6A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93BEC"/>
    <w:rsid w:val="002A5DC7"/>
    <w:rsid w:val="002A6B66"/>
    <w:rsid w:val="002C2A80"/>
    <w:rsid w:val="002C6347"/>
    <w:rsid w:val="002D2DAE"/>
    <w:rsid w:val="002D3C34"/>
    <w:rsid w:val="002E60E0"/>
    <w:rsid w:val="00313244"/>
    <w:rsid w:val="00320AAC"/>
    <w:rsid w:val="00325198"/>
    <w:rsid w:val="00332C65"/>
    <w:rsid w:val="00354014"/>
    <w:rsid w:val="0035482A"/>
    <w:rsid w:val="003619F2"/>
    <w:rsid w:val="00365820"/>
    <w:rsid w:val="00380BEF"/>
    <w:rsid w:val="00385699"/>
    <w:rsid w:val="003865BB"/>
    <w:rsid w:val="003934F9"/>
    <w:rsid w:val="003A482E"/>
    <w:rsid w:val="003B72CA"/>
    <w:rsid w:val="003C554F"/>
    <w:rsid w:val="003E3CB7"/>
    <w:rsid w:val="003E42F5"/>
    <w:rsid w:val="003F331B"/>
    <w:rsid w:val="003F687A"/>
    <w:rsid w:val="00400E68"/>
    <w:rsid w:val="0040149C"/>
    <w:rsid w:val="00414478"/>
    <w:rsid w:val="0045302A"/>
    <w:rsid w:val="004763B1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40E"/>
    <w:rsid w:val="005A0BC7"/>
    <w:rsid w:val="005A7E1F"/>
    <w:rsid w:val="005B7BA0"/>
    <w:rsid w:val="005C6D87"/>
    <w:rsid w:val="005F7C51"/>
    <w:rsid w:val="00622781"/>
    <w:rsid w:val="006379C4"/>
    <w:rsid w:val="00640BFF"/>
    <w:rsid w:val="00681DA1"/>
    <w:rsid w:val="00687D3A"/>
    <w:rsid w:val="0069621B"/>
    <w:rsid w:val="006E266E"/>
    <w:rsid w:val="006F209E"/>
    <w:rsid w:val="00721DD7"/>
    <w:rsid w:val="00727F94"/>
    <w:rsid w:val="007337EB"/>
    <w:rsid w:val="007425EB"/>
    <w:rsid w:val="00745D18"/>
    <w:rsid w:val="007503F3"/>
    <w:rsid w:val="00754FE4"/>
    <w:rsid w:val="00764DA5"/>
    <w:rsid w:val="00776530"/>
    <w:rsid w:val="007771FE"/>
    <w:rsid w:val="00783AC5"/>
    <w:rsid w:val="00790850"/>
    <w:rsid w:val="00791E8E"/>
    <w:rsid w:val="007A0109"/>
    <w:rsid w:val="007B2500"/>
    <w:rsid w:val="007B41E8"/>
    <w:rsid w:val="007B7E0B"/>
    <w:rsid w:val="007C7B44"/>
    <w:rsid w:val="007D26FA"/>
    <w:rsid w:val="007D61D6"/>
    <w:rsid w:val="007E1B19"/>
    <w:rsid w:val="007E6C1E"/>
    <w:rsid w:val="007F3623"/>
    <w:rsid w:val="00804122"/>
    <w:rsid w:val="008255C4"/>
    <w:rsid w:val="00827311"/>
    <w:rsid w:val="00834BB4"/>
    <w:rsid w:val="00835187"/>
    <w:rsid w:val="00840A25"/>
    <w:rsid w:val="00856E3A"/>
    <w:rsid w:val="0087405F"/>
    <w:rsid w:val="008945D9"/>
    <w:rsid w:val="008A2728"/>
    <w:rsid w:val="008B75E0"/>
    <w:rsid w:val="008C0260"/>
    <w:rsid w:val="008E30F8"/>
    <w:rsid w:val="008F3F0F"/>
    <w:rsid w:val="00944BCE"/>
    <w:rsid w:val="009523F9"/>
    <w:rsid w:val="00964610"/>
    <w:rsid w:val="0097337E"/>
    <w:rsid w:val="009B7091"/>
    <w:rsid w:val="009C70C7"/>
    <w:rsid w:val="009D5DF3"/>
    <w:rsid w:val="009D71C1"/>
    <w:rsid w:val="009D7DFB"/>
    <w:rsid w:val="009F2CF0"/>
    <w:rsid w:val="00A04690"/>
    <w:rsid w:val="00A17A3D"/>
    <w:rsid w:val="00A20177"/>
    <w:rsid w:val="00A24BCC"/>
    <w:rsid w:val="00A40DD3"/>
    <w:rsid w:val="00A736A5"/>
    <w:rsid w:val="00A74DC1"/>
    <w:rsid w:val="00A8311B"/>
    <w:rsid w:val="00AB7051"/>
    <w:rsid w:val="00AE1CA3"/>
    <w:rsid w:val="00AE5DAF"/>
    <w:rsid w:val="00AF6E0F"/>
    <w:rsid w:val="00B01F08"/>
    <w:rsid w:val="00B039F8"/>
    <w:rsid w:val="00B07B3E"/>
    <w:rsid w:val="00B16E8F"/>
    <w:rsid w:val="00B30401"/>
    <w:rsid w:val="00B6637D"/>
    <w:rsid w:val="00B77D4C"/>
    <w:rsid w:val="00B81819"/>
    <w:rsid w:val="00B90EA6"/>
    <w:rsid w:val="00BB4781"/>
    <w:rsid w:val="00BB76D0"/>
    <w:rsid w:val="00BC363C"/>
    <w:rsid w:val="00BC7C2F"/>
    <w:rsid w:val="00BF1314"/>
    <w:rsid w:val="00C47E6B"/>
    <w:rsid w:val="00C57BDD"/>
    <w:rsid w:val="00C62C24"/>
    <w:rsid w:val="00C635B6"/>
    <w:rsid w:val="00C67DA9"/>
    <w:rsid w:val="00C74595"/>
    <w:rsid w:val="00C909B9"/>
    <w:rsid w:val="00CA20F9"/>
    <w:rsid w:val="00CB2F96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2FC6"/>
    <w:rsid w:val="00DC597E"/>
    <w:rsid w:val="00DC6372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C4225"/>
    <w:rsid w:val="00EE10DE"/>
    <w:rsid w:val="00EE5E35"/>
    <w:rsid w:val="00EF000D"/>
    <w:rsid w:val="00F021D8"/>
    <w:rsid w:val="00F158CC"/>
    <w:rsid w:val="00F20148"/>
    <w:rsid w:val="00F31A3A"/>
    <w:rsid w:val="00F46C18"/>
    <w:rsid w:val="00F545A3"/>
    <w:rsid w:val="00F65BC1"/>
    <w:rsid w:val="00F73FDF"/>
    <w:rsid w:val="00F74332"/>
    <w:rsid w:val="00F75DF3"/>
    <w:rsid w:val="00F855CF"/>
    <w:rsid w:val="00FA2C29"/>
    <w:rsid w:val="00FB5706"/>
    <w:rsid w:val="00FC368A"/>
    <w:rsid w:val="00FC5C69"/>
    <w:rsid w:val="00FC7E98"/>
    <w:rsid w:val="00FD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ABAA4F9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4DE0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,L1,2 heading,A_wyliczenie,K-P_odwolanie,Akapit z listą5,maz_wyliczenie,opis dzialania,T_SZ_List Paragraph,Akapit z listą BS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,L1 Znak,2 heading Znak,A_wyliczenie Znak,K-P_odwolanie Znak"/>
    <w:link w:val="Akapitzlist"/>
    <w:uiPriority w:val="34"/>
    <w:qFormat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55CF"/>
    <w:rPr>
      <w:color w:val="605E5C"/>
      <w:shd w:val="clear" w:color="auto" w:fill="E1DFDD"/>
    </w:rPr>
  </w:style>
  <w:style w:type="paragraph" w:customStyle="1" w:styleId="Podpis2">
    <w:name w:val="Podpis2"/>
    <w:basedOn w:val="Normalny"/>
    <w:rsid w:val="009D7DFB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Mangal"/>
      <w:i/>
      <w:i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@debr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88</TotalTime>
  <Pages>4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17</cp:revision>
  <cp:lastPrinted>2024-03-06T12:55:00Z</cp:lastPrinted>
  <dcterms:created xsi:type="dcterms:W3CDTF">2022-07-03T06:53:00Z</dcterms:created>
  <dcterms:modified xsi:type="dcterms:W3CDTF">2024-03-06T12:59:00Z</dcterms:modified>
</cp:coreProperties>
</file>