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3F1EA61A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A7148C">
              <w:rPr>
                <w:rFonts w:ascii="Times New Roman" w:hAnsi="Times New Roman"/>
                <w:b/>
              </w:rPr>
              <w:t>1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597CA0">
              <w:rPr>
                <w:rFonts w:ascii="Times New Roman" w:hAnsi="Times New Roman"/>
                <w:b/>
              </w:rPr>
              <w:t>4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476F0D87" w:rsidR="000C2176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0A66CB1D" w14:textId="04FB1952" w:rsidR="00E43DEF" w:rsidRPr="00DC05CF" w:rsidRDefault="00E43DEF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REGON:………………………………………………………………………………………………………………..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67477A98" w14:textId="77777777" w:rsidR="00597CA0" w:rsidRPr="00574BC7" w:rsidRDefault="007425EB" w:rsidP="00597CA0">
      <w:pPr>
        <w:contextualSpacing/>
        <w:jc w:val="center"/>
        <w:rPr>
          <w:rFonts w:cs="Arial"/>
          <w:b/>
        </w:rPr>
      </w:pPr>
      <w:r w:rsidRPr="007425EB">
        <w:rPr>
          <w:rFonts w:cs="Arial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cs="Arial"/>
          <w:sz w:val="20"/>
          <w:szCs w:val="20"/>
        </w:rPr>
        <w:t>roboty budowlane pn.:</w:t>
      </w:r>
      <w:bookmarkStart w:id="0" w:name="_Hlk66370529"/>
      <w:r w:rsidR="00F82792">
        <w:rPr>
          <w:rFonts w:cs="Arial"/>
          <w:sz w:val="20"/>
          <w:szCs w:val="20"/>
        </w:rPr>
        <w:t xml:space="preserve"> </w:t>
      </w:r>
      <w:bookmarkStart w:id="1" w:name="_Hlk155783278"/>
      <w:bookmarkStart w:id="2" w:name="_Hlk98938207"/>
      <w:r w:rsidR="00597CA0">
        <w:rPr>
          <w:rFonts w:cs="Arial"/>
          <w:b/>
          <w:sz w:val="20"/>
          <w:szCs w:val="20"/>
        </w:rPr>
        <w:t>Przebudowa drogi gminnej nr 233053G w miejscowości Strzeczona</w:t>
      </w:r>
      <w:bookmarkEnd w:id="1"/>
    </w:p>
    <w:bookmarkEnd w:id="2"/>
    <w:p w14:paraId="2A3138F2" w14:textId="3C36FA8D" w:rsidR="00310B2C" w:rsidRPr="00310B2C" w:rsidRDefault="00310B2C" w:rsidP="00310B2C">
      <w:pPr>
        <w:jc w:val="both"/>
        <w:rPr>
          <w:rFonts w:cs="Arial"/>
          <w:b/>
          <w:bCs/>
          <w:sz w:val="20"/>
          <w:szCs w:val="20"/>
        </w:rPr>
      </w:pPr>
    </w:p>
    <w:p w14:paraId="5B62587A" w14:textId="3D62723B" w:rsidR="00CA5992" w:rsidRPr="001E5697" w:rsidRDefault="00CA5992" w:rsidP="00310B2C">
      <w:pPr>
        <w:rPr>
          <w:rFonts w:cs="Arial"/>
          <w:b/>
          <w:bCs/>
          <w:sz w:val="20"/>
          <w:szCs w:val="20"/>
        </w:rPr>
      </w:pPr>
    </w:p>
    <w:p w14:paraId="3A320618" w14:textId="1E0594E3" w:rsidR="004C5019" w:rsidRPr="00E43DEF" w:rsidRDefault="004C5019" w:rsidP="00E43DEF">
      <w:pPr>
        <w:tabs>
          <w:tab w:val="left" w:pos="426"/>
        </w:tabs>
        <w:jc w:val="both"/>
        <w:rPr>
          <w:rFonts w:cs="Arial"/>
          <w:bCs/>
          <w:sz w:val="20"/>
          <w:szCs w:val="20"/>
        </w:rPr>
      </w:pPr>
      <w:r w:rsidRPr="00E43DEF">
        <w:rPr>
          <w:rFonts w:cs="Arial"/>
          <w:bCs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33AE990D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bookmarkStart w:id="3" w:name="_Hlk86304634"/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15C1A576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 słownie: 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7112E8F8" w14:textId="75832ED4" w:rsidR="00B77D4C" w:rsidRPr="00B77D4C" w:rsidRDefault="00B77D4C" w:rsidP="00E43DEF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004D40D7" w:rsidR="00B77D4C" w:rsidRDefault="00267968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36</w:t>
      </w:r>
      <w:r w:rsidR="00B77D4C" w:rsidRPr="00B77D4C">
        <w:rPr>
          <w:rFonts w:cs="Arial"/>
          <w:b/>
          <w:bCs/>
          <w:sz w:val="20"/>
          <w:szCs w:val="20"/>
        </w:rPr>
        <w:t xml:space="preserve">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341E1CFD" w:rsidR="00B77D4C" w:rsidRDefault="00267968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48</w:t>
      </w:r>
      <w:r w:rsidR="00B77D4C" w:rsidRPr="00B77D4C">
        <w:rPr>
          <w:rFonts w:cs="Arial"/>
          <w:b/>
          <w:bCs/>
          <w:sz w:val="20"/>
          <w:szCs w:val="20"/>
        </w:rPr>
        <w:t xml:space="preserve"> miesi</w:t>
      </w:r>
      <w:r>
        <w:rPr>
          <w:rFonts w:cs="Arial"/>
          <w:b/>
          <w:bCs/>
          <w:sz w:val="20"/>
          <w:szCs w:val="20"/>
        </w:rPr>
        <w:t>ęcy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bookmarkEnd w:id="3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5A464308" w14:textId="77777777" w:rsidR="00E43DEF" w:rsidRDefault="00E43DEF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4C6F0601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lastRenderedPageBreak/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4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4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0777AC4F" w:rsidR="000C2176" w:rsidRPr="00E43DEF" w:rsidRDefault="000C2176" w:rsidP="00E43DEF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E2298C" w:rsidSect="00F021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FEABF" w14:textId="77777777" w:rsidR="00354014" w:rsidRDefault="00354014">
      <w:r>
        <w:separator/>
      </w:r>
    </w:p>
  </w:endnote>
  <w:endnote w:type="continuationSeparator" w:id="0">
    <w:p w14:paraId="556032B8" w14:textId="77777777" w:rsidR="00354014" w:rsidRDefault="0035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467C" w14:textId="77777777" w:rsidR="00A021F1" w:rsidRDefault="00A021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EBCF6" w14:textId="77777777" w:rsidR="00A021F1" w:rsidRDefault="00A021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F054F" w14:textId="77777777" w:rsidR="00A021F1" w:rsidRDefault="00A021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93631" w14:textId="77777777" w:rsidR="00354014" w:rsidRDefault="00354014">
      <w:r>
        <w:separator/>
      </w:r>
    </w:p>
  </w:footnote>
  <w:footnote w:type="continuationSeparator" w:id="0">
    <w:p w14:paraId="2A3BB038" w14:textId="77777777" w:rsidR="00354014" w:rsidRDefault="00354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EFBA8" w14:textId="77777777" w:rsidR="00A021F1" w:rsidRDefault="00A021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C4BCC" w14:textId="77777777" w:rsidR="00A021F1" w:rsidRDefault="00A021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BA302" w14:textId="1CC264B4" w:rsidR="00A021F1" w:rsidRDefault="00A021F1" w:rsidP="00A021F1">
    <w:pPr>
      <w:pStyle w:val="Nagwek"/>
    </w:pPr>
    <w:r>
      <w:t xml:space="preserve">                                                                  </w:t>
    </w:r>
  </w:p>
  <w:p w14:paraId="1B256C39" w14:textId="77777777" w:rsidR="00A021F1" w:rsidRDefault="00A021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123107342">
    <w:abstractNumId w:val="3"/>
  </w:num>
  <w:num w:numId="2" w16cid:durableId="136336745">
    <w:abstractNumId w:val="2"/>
  </w:num>
  <w:num w:numId="3" w16cid:durableId="443698035">
    <w:abstractNumId w:val="0"/>
  </w:num>
  <w:num w:numId="4" w16cid:durableId="1482381760">
    <w:abstractNumId w:val="5"/>
  </w:num>
  <w:num w:numId="5" w16cid:durableId="1275019681">
    <w:abstractNumId w:val="1"/>
  </w:num>
  <w:num w:numId="6" w16cid:durableId="344331649">
    <w:abstractNumId w:val="4"/>
  </w:num>
  <w:num w:numId="7" w16cid:durableId="181117157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B4FC1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67968"/>
    <w:rsid w:val="002A5DC7"/>
    <w:rsid w:val="002A6B66"/>
    <w:rsid w:val="002C6347"/>
    <w:rsid w:val="002E60E0"/>
    <w:rsid w:val="00305BEC"/>
    <w:rsid w:val="00310B2C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97CA0"/>
    <w:rsid w:val="005A0BC7"/>
    <w:rsid w:val="005A7E1F"/>
    <w:rsid w:val="005C6D87"/>
    <w:rsid w:val="00622781"/>
    <w:rsid w:val="006379C4"/>
    <w:rsid w:val="00640BFF"/>
    <w:rsid w:val="0069621B"/>
    <w:rsid w:val="006F209E"/>
    <w:rsid w:val="00727F94"/>
    <w:rsid w:val="007337EB"/>
    <w:rsid w:val="007425EB"/>
    <w:rsid w:val="00745D18"/>
    <w:rsid w:val="00776530"/>
    <w:rsid w:val="00783AC5"/>
    <w:rsid w:val="00790850"/>
    <w:rsid w:val="0079195E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368B1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21F1"/>
    <w:rsid w:val="00A04690"/>
    <w:rsid w:val="00A17A3D"/>
    <w:rsid w:val="00A20177"/>
    <w:rsid w:val="00A40DD3"/>
    <w:rsid w:val="00A7148C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47E6B"/>
    <w:rsid w:val="00C62C24"/>
    <w:rsid w:val="00C635B6"/>
    <w:rsid w:val="00C67DA9"/>
    <w:rsid w:val="00C74595"/>
    <w:rsid w:val="00C909B9"/>
    <w:rsid w:val="00CA20F9"/>
    <w:rsid w:val="00CA42F8"/>
    <w:rsid w:val="00CA5992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43DE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021D8"/>
    <w:rsid w:val="00F31A3A"/>
    <w:rsid w:val="00F545A3"/>
    <w:rsid w:val="00F65BC1"/>
    <w:rsid w:val="00F74332"/>
    <w:rsid w:val="00F75DF3"/>
    <w:rsid w:val="00F82792"/>
    <w:rsid w:val="00FA2C29"/>
    <w:rsid w:val="00FB5706"/>
    <w:rsid w:val="00FC368A"/>
    <w:rsid w:val="00FC7E98"/>
    <w:rsid w:val="00FD1D6C"/>
    <w:rsid w:val="00FF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3DEF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021F1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49</TotalTime>
  <Pages>3</Pages>
  <Words>674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16</cp:revision>
  <cp:lastPrinted>2021-05-25T11:38:00Z</cp:lastPrinted>
  <dcterms:created xsi:type="dcterms:W3CDTF">2021-05-02T20:00:00Z</dcterms:created>
  <dcterms:modified xsi:type="dcterms:W3CDTF">2024-01-18T06:56:00Z</dcterms:modified>
</cp:coreProperties>
</file>