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54F2D771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F93F0B">
        <w:rPr>
          <w:rFonts w:cs="Arial"/>
          <w:sz w:val="20"/>
          <w:szCs w:val="20"/>
        </w:rPr>
        <w:t>6</w:t>
      </w:r>
      <w:r>
        <w:rPr>
          <w:rFonts w:cs="Arial"/>
          <w:sz w:val="20"/>
          <w:szCs w:val="20"/>
        </w:rPr>
        <w:t>.2021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3A684D13" w:rsidR="00617C8B" w:rsidRDefault="00617C8B" w:rsidP="000556F1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8819D3" w:rsidRPr="008819D3">
        <w:rPr>
          <w:rFonts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BB0FE3" w:rsidRPr="00BB0FE3">
        <w:rPr>
          <w:rFonts w:cs="Arial"/>
          <w:b/>
          <w:bCs/>
          <w:sz w:val="20"/>
          <w:szCs w:val="20"/>
        </w:rPr>
        <w:t xml:space="preserve">Szkoły Podstawowej </w:t>
      </w:r>
      <w:r w:rsidR="008819D3" w:rsidRPr="008819D3">
        <w:rPr>
          <w:rFonts w:cs="Arial"/>
          <w:b/>
          <w:bCs/>
          <w:sz w:val="20"/>
          <w:szCs w:val="20"/>
        </w:rPr>
        <w:t>w Debrznie (adaptacja sal lekcyjnych) na bibliotekę przy ul. Królewskiej 8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3B0FA76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</w:t>
      </w:r>
      <w:r w:rsidR="008819D3">
        <w:rPr>
          <w:rFonts w:cs="Arial"/>
          <w:sz w:val="18"/>
          <w:szCs w:val="18"/>
        </w:rPr>
        <w:t>w</w:t>
      </w:r>
      <w:r w:rsidR="002B364B">
        <w:rPr>
          <w:rFonts w:cs="Arial"/>
          <w:sz w:val="18"/>
          <w:szCs w:val="18"/>
        </w:rPr>
        <w:t>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A252AA6" w14:textId="77777777" w:rsidR="00CA20F9" w:rsidRDefault="00CA20F9" w:rsidP="00CA20F9"/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F0D9" w14:textId="77777777" w:rsidR="006C48E1" w:rsidRDefault="006C48E1">
      <w:r>
        <w:separator/>
      </w:r>
    </w:p>
  </w:endnote>
  <w:endnote w:type="continuationSeparator" w:id="0">
    <w:p w14:paraId="557C2E0B" w14:textId="77777777" w:rsidR="006C48E1" w:rsidRDefault="006C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48EC6" w14:textId="77777777" w:rsidR="006C48E1" w:rsidRDefault="006C48E1">
      <w:r>
        <w:separator/>
      </w:r>
    </w:p>
  </w:footnote>
  <w:footnote w:type="continuationSeparator" w:id="0">
    <w:p w14:paraId="07407920" w14:textId="77777777" w:rsidR="006C48E1" w:rsidRDefault="006C4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85D51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35B2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C48E1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819D3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3B83"/>
    <w:rsid w:val="00BA69D6"/>
    <w:rsid w:val="00BB0FE3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545A3"/>
    <w:rsid w:val="00F93F0B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5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9</cp:revision>
  <cp:lastPrinted>2020-11-10T13:52:00Z</cp:lastPrinted>
  <dcterms:created xsi:type="dcterms:W3CDTF">2021-05-02T20:19:00Z</dcterms:created>
  <dcterms:modified xsi:type="dcterms:W3CDTF">2021-07-20T11:17:00Z</dcterms:modified>
</cp:coreProperties>
</file>