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714A4E" w:rsidTr="001763D7">
        <w:tc>
          <w:tcPr>
            <w:tcW w:w="2268" w:type="dxa"/>
            <w:shd w:val="pct5" w:color="auto" w:fill="FFFFFF"/>
            <w:vAlign w:val="center"/>
          </w:tcPr>
          <w:p w:rsidR="00714A4E" w:rsidRDefault="00714A4E" w:rsidP="00714A4E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714A4E" w:rsidRPr="000B522C" w:rsidRDefault="00714A4E" w:rsidP="00714A4E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714A4E" w:rsidRDefault="00714A4E" w:rsidP="00714A4E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714A4E" w:rsidRDefault="00714A4E" w:rsidP="00714A4E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714A4E" w:rsidRPr="00286864" w:rsidRDefault="00714A4E" w:rsidP="00714A4E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714A4E" w:rsidTr="001763D7">
        <w:tc>
          <w:tcPr>
            <w:tcW w:w="2268" w:type="dxa"/>
            <w:shd w:val="pct5" w:color="auto" w:fill="FFFFFF"/>
            <w:vAlign w:val="center"/>
          </w:tcPr>
          <w:p w:rsidR="00714A4E" w:rsidRPr="00CD701D" w:rsidRDefault="00714A4E" w:rsidP="00714A4E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714A4E" w:rsidRPr="00A2674D" w:rsidRDefault="00714A4E" w:rsidP="00714A4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714A4E" w:rsidRPr="00B418A8" w:rsidRDefault="00714A4E" w:rsidP="00714A4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714A4E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714A4E" w:rsidRPr="00CD701D" w:rsidRDefault="00714A4E" w:rsidP="00714A4E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714A4E" w:rsidRDefault="00714A4E" w:rsidP="00714A4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714A4E" w:rsidRDefault="00714A4E" w:rsidP="00714A4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714A4E" w:rsidRPr="00B418A8" w:rsidRDefault="00714A4E" w:rsidP="00714A4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714A4E" w:rsidRPr="008D49D6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714A4E" w:rsidRPr="00CD701D" w:rsidRDefault="00714A4E" w:rsidP="00714A4E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714A4E" w:rsidRPr="00CD701D" w:rsidRDefault="00714A4E" w:rsidP="00714A4E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714A4E" w:rsidRDefault="00714A4E" w:rsidP="00714A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714A4E" w:rsidRPr="00286864" w:rsidRDefault="00714A4E" w:rsidP="00714A4E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714A4E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714A4E" w:rsidRPr="00B97AEB" w:rsidRDefault="00714A4E" w:rsidP="00714A4E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714A4E" w:rsidRPr="00CD701D" w:rsidRDefault="00714A4E" w:rsidP="00714A4E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714A4E" w:rsidRPr="00CD701D" w:rsidRDefault="00714A4E" w:rsidP="00714A4E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714A4E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714A4E" w:rsidRPr="00CD701D" w:rsidRDefault="00714A4E" w:rsidP="00714A4E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714A4E" w:rsidRPr="00B92FD0" w:rsidRDefault="00714A4E" w:rsidP="00714A4E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72537C8A" wp14:editId="07DDB35F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714A4E" w:rsidRPr="00CD701D" w:rsidRDefault="00714A4E" w:rsidP="00714A4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5168E9" w:rsidRPr="00526FAD" w:rsidRDefault="005168E9" w:rsidP="00A8001F">
            <w:pPr>
              <w:jc w:val="center"/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6FAD"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E57157" w:rsidRPr="00526FAD" w:rsidRDefault="008445B1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Arial Black" w:hAnsi="Arial Black" w:cs="Arial"/>
                <w:b/>
                <w:outline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WYKONAWCZY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2512A6" w:rsidRDefault="002512A6" w:rsidP="00BB691B">
      <w:pPr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1134"/>
        <w:gridCol w:w="2551"/>
      </w:tblGrid>
      <w:tr w:rsidR="00662350" w:rsidRPr="00AC5797" w:rsidTr="00B965FB">
        <w:trPr>
          <w:trHeight w:val="36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2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714A4E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505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714A4E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7AEB">
        <w:trPr>
          <w:trHeight w:val="51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:rsidR="00662350" w:rsidRPr="00D609BD" w:rsidRDefault="00662350" w:rsidP="00662350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714A4E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Pr="00714A4E" w:rsidRDefault="00DE0C4E" w:rsidP="00714A4E">
      <w:pPr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8445B1" w:rsidRPr="00790783" w:rsidRDefault="008445B1" w:rsidP="008445B1">
      <w:pPr>
        <w:pBdr>
          <w:top w:val="nil"/>
          <w:left w:val="nil"/>
          <w:bottom w:val="nil"/>
          <w:right w:val="nil"/>
          <w:between w:val="nil"/>
        </w:pBdr>
        <w:ind w:hanging="2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790783">
        <w:rPr>
          <w:b/>
          <w:sz w:val="24"/>
          <w:szCs w:val="24"/>
        </w:rPr>
        <w:t xml:space="preserve">. Część opisowa do projektu zagospodarowania terenu </w:t>
      </w:r>
    </w:p>
    <w:p w:rsidR="008445B1" w:rsidRDefault="008445B1" w:rsidP="008445B1">
      <w:pPr>
        <w:pStyle w:val="Akapitzlist"/>
        <w:rPr>
          <w:sz w:val="22"/>
          <w:szCs w:val="22"/>
        </w:rPr>
      </w:pPr>
      <w:r w:rsidRPr="00EC792D"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Inwestor 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Podstawa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Zakres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inwestycji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Istniejący stan zagospodarowania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Opinia geotechniczna + geotechniczne warunki posadow</w:t>
      </w:r>
      <w:r>
        <w:rPr>
          <w:sz w:val="22"/>
          <w:szCs w:val="22"/>
        </w:rPr>
        <w:t>ienia obiektów budowlanych</w:t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Projektowane zagospodarowanie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Zestawienie powierzchni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wpisie do rejestru zabytków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wpływie eksploatacji górniczej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Informacje i dane wg art.5 PB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255345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Obszar oddziaływania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Default="008445B1" w:rsidP="008445B1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Inne konieczne dane wynikające ze specyfikacji, charakteru i stopnia skomplikowania obiektu budowlanego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445B1" w:rsidRPr="008445B1" w:rsidRDefault="008445B1" w:rsidP="008445B1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8445B1">
        <w:rPr>
          <w:b/>
          <w:sz w:val="24"/>
          <w:szCs w:val="24"/>
        </w:rPr>
        <w:t>Część rysunkowa</w:t>
      </w:r>
    </w:p>
    <w:p w:rsidR="008445B1" w:rsidRDefault="008445B1" w:rsidP="008445B1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EC792D">
        <w:rPr>
          <w:sz w:val="24"/>
          <w:szCs w:val="24"/>
        </w:rPr>
        <w:t xml:space="preserve">Rys.1 Mapa sytuacyjno-wysokościowa </w:t>
      </w: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8261BA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</w:t>
      </w:r>
      <w:r w:rsidR="008261BA" w:rsidRPr="00F87438">
        <w:rPr>
          <w:b/>
          <w:sz w:val="22"/>
          <w:szCs w:val="22"/>
        </w:rPr>
        <w:tab/>
      </w:r>
      <w:r w:rsidR="008261BA" w:rsidRPr="00F87438">
        <w:rPr>
          <w:sz w:val="22"/>
          <w:szCs w:val="22"/>
        </w:rPr>
        <w:tab/>
      </w:r>
    </w:p>
    <w:p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Opis stanu istniejącego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Sieć oświetleniowa - zasilanie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Projektowane oświetlenie </w:t>
      </w:r>
      <w:r>
        <w:rPr>
          <w:sz w:val="22"/>
          <w:szCs w:val="22"/>
        </w:rPr>
        <w:t>kablowe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:rsidR="008261BA" w:rsidRPr="0025534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Wykaz podstawowych materiałów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:rsidR="008261BA" w:rsidRPr="00B03555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Charakterystyka instalacji zewnętrznych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:rsidR="008261BA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9B25CC">
        <w:rPr>
          <w:sz w:val="22"/>
          <w:szCs w:val="22"/>
        </w:rPr>
        <w:t>Opis nazw własnych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:rsidR="008261BA" w:rsidRPr="009B25CC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9B25CC">
        <w:rPr>
          <w:sz w:val="22"/>
          <w:szCs w:val="22"/>
        </w:rPr>
        <w:t>Ochrona przeciwporażeniowa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  <w:r w:rsidR="008445B1">
        <w:rPr>
          <w:sz w:val="22"/>
          <w:szCs w:val="22"/>
        </w:rPr>
        <w:tab/>
      </w:r>
    </w:p>
    <w:p w:rsidR="008261BA" w:rsidRDefault="008261BA" w:rsidP="008445B1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55345">
        <w:rPr>
          <w:sz w:val="22"/>
          <w:szCs w:val="22"/>
        </w:rPr>
        <w:t>Dane charakterystyczne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</w:p>
    <w:p w:rsidR="00F87438" w:rsidRPr="00255345" w:rsidRDefault="00F87438" w:rsidP="00F87438">
      <w:pPr>
        <w:pStyle w:val="Akapitzlist"/>
        <w:rPr>
          <w:sz w:val="22"/>
          <w:szCs w:val="22"/>
        </w:rPr>
      </w:pP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F87438">
        <w:rPr>
          <w:b/>
          <w:sz w:val="24"/>
          <w:szCs w:val="24"/>
        </w:rPr>
        <w:t>III. Część rysunkowa</w:t>
      </w:r>
    </w:p>
    <w:p w:rsidR="00F87438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 xml:space="preserve">Rys. </w:t>
      </w:r>
      <w:r w:rsidR="008445B1">
        <w:rPr>
          <w:sz w:val="24"/>
          <w:szCs w:val="24"/>
        </w:rPr>
        <w:t>2 Schemat jednokreskowy</w:t>
      </w:r>
    </w:p>
    <w:p w:rsidR="00DE0C4E" w:rsidRDefault="00DE0C4E" w:rsidP="008261BA">
      <w:pPr>
        <w:pStyle w:val="Tekstpodstawowy"/>
        <w:ind w:left="709" w:firstLine="709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662350" w:rsidRDefault="00662350" w:rsidP="00DE0C4E">
      <w:pPr>
        <w:pStyle w:val="Tekstpodstawowy"/>
        <w:rPr>
          <w:b w:val="0"/>
          <w:sz w:val="22"/>
          <w:szCs w:val="22"/>
        </w:rPr>
      </w:pPr>
    </w:p>
    <w:p w:rsidR="00714A4E" w:rsidRDefault="00714A4E" w:rsidP="00DE0C4E">
      <w:pPr>
        <w:pStyle w:val="Tekstpodstawowy"/>
        <w:rPr>
          <w:b w:val="0"/>
          <w:sz w:val="22"/>
          <w:szCs w:val="22"/>
        </w:rPr>
      </w:pPr>
    </w:p>
    <w:p w:rsidR="00714A4E" w:rsidRDefault="00714A4E" w:rsidP="00DE0C4E">
      <w:pPr>
        <w:pStyle w:val="Tekstpodstawowy"/>
        <w:rPr>
          <w:b w:val="0"/>
          <w:sz w:val="22"/>
          <w:szCs w:val="22"/>
        </w:rPr>
      </w:pPr>
    </w:p>
    <w:p w:rsidR="00DE0C4E" w:rsidRPr="00D609BD" w:rsidRDefault="00DE0C4E" w:rsidP="00714A4E">
      <w:pPr>
        <w:jc w:val="center"/>
        <w:rPr>
          <w:rFonts w:ascii="Arial" w:hAnsi="Arial"/>
          <w:sz w:val="16"/>
          <w:szCs w:val="16"/>
        </w:rPr>
      </w:pPr>
      <w:r w:rsidRPr="00D609BD">
        <w:rPr>
          <w:rFonts w:ascii="Arial" w:hAnsi="Arial"/>
          <w:sz w:val="16"/>
          <w:szCs w:val="16"/>
        </w:rPr>
        <w:t>OŚWIADCZENIE</w:t>
      </w:r>
    </w:p>
    <w:p w:rsidR="00714A4E" w:rsidRDefault="00714A4E" w:rsidP="00714A4E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Pr="00B02E18">
        <w:rPr>
          <w:b/>
          <w:sz w:val="24"/>
          <w:szCs w:val="24"/>
        </w:rPr>
        <w:t>Przebudowa drogi powiatowej w zakresie budowy sieci oświetlenia ulicznego w miejscowości Niwnice</w:t>
      </w:r>
      <w:r w:rsidRPr="00EC792D">
        <w:rPr>
          <w:b/>
          <w:sz w:val="24"/>
          <w:szCs w:val="24"/>
        </w:rPr>
        <w:t>”</w:t>
      </w:r>
      <w:r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:rsidR="00DE0C4E" w:rsidRDefault="00DE0C4E" w:rsidP="00DE0C4E">
      <w:pPr>
        <w:jc w:val="both"/>
        <w:rPr>
          <w:sz w:val="16"/>
          <w:szCs w:val="16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714A4E" w:rsidTr="00CA70F2">
        <w:tc>
          <w:tcPr>
            <w:tcW w:w="2268" w:type="dxa"/>
            <w:shd w:val="pct5" w:color="auto" w:fill="FFFFFF"/>
            <w:vAlign w:val="center"/>
          </w:tcPr>
          <w:p w:rsidR="00714A4E" w:rsidRDefault="00714A4E" w:rsidP="00714A4E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714A4E" w:rsidRPr="000B522C" w:rsidRDefault="00714A4E" w:rsidP="00714A4E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714A4E" w:rsidRDefault="00714A4E" w:rsidP="00714A4E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714A4E" w:rsidRDefault="00714A4E" w:rsidP="00714A4E">
            <w:pPr>
              <w:tabs>
                <w:tab w:val="left" w:pos="709"/>
                <w:tab w:val="center" w:pos="3403"/>
              </w:tabs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ab/>
            </w:r>
            <w:r>
              <w:rPr>
                <w:rFonts w:ascii="Arial Narrow" w:hAnsi="Arial Narrow"/>
                <w:b/>
                <w:sz w:val="36"/>
                <w:szCs w:val="36"/>
              </w:rPr>
              <w:tab/>
              <w:t xml:space="preserve">ZAKRESIE BUDOWY OŚWIETLENIA </w:t>
            </w:r>
          </w:p>
          <w:p w:rsidR="00714A4E" w:rsidRPr="00286864" w:rsidRDefault="00714A4E" w:rsidP="00714A4E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714A4E" w:rsidTr="00CA70F2">
        <w:tc>
          <w:tcPr>
            <w:tcW w:w="2268" w:type="dxa"/>
            <w:shd w:val="pct5" w:color="auto" w:fill="FFFFFF"/>
            <w:vAlign w:val="center"/>
          </w:tcPr>
          <w:p w:rsidR="00714A4E" w:rsidRPr="00CD701D" w:rsidRDefault="00714A4E" w:rsidP="00714A4E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714A4E" w:rsidRPr="00A2674D" w:rsidRDefault="00714A4E" w:rsidP="00714A4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714A4E" w:rsidRPr="00B418A8" w:rsidRDefault="00714A4E" w:rsidP="00714A4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714A4E" w:rsidTr="00CA70F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714A4E" w:rsidRPr="00CD701D" w:rsidRDefault="00714A4E" w:rsidP="00714A4E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714A4E" w:rsidRDefault="00714A4E" w:rsidP="00714A4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714A4E" w:rsidRDefault="00714A4E" w:rsidP="00714A4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714A4E" w:rsidRPr="00B418A8" w:rsidRDefault="00714A4E" w:rsidP="00714A4E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714A4E" w:rsidRPr="008D49D6" w:rsidTr="00CA70F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714A4E" w:rsidRPr="00CD701D" w:rsidRDefault="00714A4E" w:rsidP="00714A4E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714A4E" w:rsidRPr="00CD701D" w:rsidRDefault="00714A4E" w:rsidP="00714A4E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714A4E" w:rsidRDefault="00714A4E" w:rsidP="00714A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714A4E" w:rsidRPr="00286864" w:rsidRDefault="00714A4E" w:rsidP="00714A4E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714A4E" w:rsidRPr="008D49D6" w:rsidTr="00CA70F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714A4E" w:rsidRPr="00B97AEB" w:rsidRDefault="00714A4E" w:rsidP="00714A4E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714A4E" w:rsidRPr="00CD701D" w:rsidRDefault="00714A4E" w:rsidP="00714A4E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714A4E" w:rsidRPr="00CD701D" w:rsidRDefault="00714A4E" w:rsidP="00714A4E">
            <w:pPr>
              <w:ind w:left="1418"/>
              <w:rPr>
                <w:b/>
                <w:sz w:val="16"/>
                <w:szCs w:val="16"/>
              </w:rPr>
            </w:pPr>
          </w:p>
        </w:tc>
        <w:bookmarkStart w:id="0" w:name="_GoBack"/>
        <w:bookmarkEnd w:id="0"/>
      </w:tr>
      <w:tr w:rsidR="00714A4E" w:rsidTr="00CA70F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714A4E" w:rsidRPr="00CD701D" w:rsidRDefault="00714A4E" w:rsidP="00714A4E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714A4E" w:rsidRPr="00B92FD0" w:rsidRDefault="00714A4E" w:rsidP="00714A4E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4A0A1B2A" wp14:editId="00C10050">
                  <wp:extent cx="697693" cy="934904"/>
                  <wp:effectExtent l="0" t="0" r="762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714A4E" w:rsidRPr="00CD701D" w:rsidRDefault="00714A4E" w:rsidP="00714A4E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</w:tbl>
    <w:p w:rsidR="00DE0C4E" w:rsidRPr="00D609BD" w:rsidRDefault="00DE0C4E" w:rsidP="00DE0C4E">
      <w:pPr>
        <w:jc w:val="both"/>
        <w:rPr>
          <w:sz w:val="16"/>
          <w:szCs w:val="16"/>
        </w:rPr>
      </w:pPr>
    </w:p>
    <w:p w:rsidR="00DE0C4E" w:rsidRPr="00FA00AD" w:rsidRDefault="00DE0C4E" w:rsidP="00DE0C4E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714A4E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</w:t>
            </w:r>
            <w:r w:rsidR="001468A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662350" w:rsidRPr="00EC792D" w:rsidRDefault="00662350" w:rsidP="00662350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62350" w:rsidRPr="00FA00AD" w:rsidRDefault="00662350" w:rsidP="00662350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714A4E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04</w:t>
            </w:r>
            <w:r w:rsidR="001468A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DE0C4E" w:rsidRPr="001763D7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DE0C4E" w:rsidRPr="001763D7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406" w:rsidRDefault="00353406">
      <w:r>
        <w:separator/>
      </w:r>
    </w:p>
  </w:endnote>
  <w:endnote w:type="continuationSeparator" w:id="0">
    <w:p w:rsidR="00353406" w:rsidRDefault="0035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406" w:rsidRDefault="00353406">
      <w:r>
        <w:separator/>
      </w:r>
    </w:p>
  </w:footnote>
  <w:footnote w:type="continuationSeparator" w:id="0">
    <w:p w:rsidR="00353406" w:rsidRDefault="00353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Pr="00714A4E" w:rsidRDefault="00714A4E" w:rsidP="00714A4E">
    <w:pPr>
      <w:pStyle w:val="Nagwek"/>
      <w:jc w:val="right"/>
    </w:pPr>
    <w:r>
      <w:rPr>
        <w:noProof/>
      </w:rPr>
      <w:drawing>
        <wp:inline distT="0" distB="0" distL="0" distR="0" wp14:anchorId="3625951E" wp14:editId="5AD6808E">
          <wp:extent cx="967787" cy="967787"/>
          <wp:effectExtent l="0" t="0" r="3810" b="381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036" cy="974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54751A"/>
    <w:multiLevelType w:val="hybridMultilevel"/>
    <w:tmpl w:val="0520F64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7"/>
  </w:num>
  <w:num w:numId="8">
    <w:abstractNumId w:val="4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067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68A9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1527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17B3E"/>
    <w:rsid w:val="00331E90"/>
    <w:rsid w:val="003364AA"/>
    <w:rsid w:val="0034608F"/>
    <w:rsid w:val="00347876"/>
    <w:rsid w:val="00350462"/>
    <w:rsid w:val="00353406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38E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42EC"/>
    <w:rsid w:val="005011DF"/>
    <w:rsid w:val="00507C83"/>
    <w:rsid w:val="0051101B"/>
    <w:rsid w:val="00513338"/>
    <w:rsid w:val="005168E9"/>
    <w:rsid w:val="005232FF"/>
    <w:rsid w:val="00524015"/>
    <w:rsid w:val="00525734"/>
    <w:rsid w:val="0052685C"/>
    <w:rsid w:val="00526FAD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50EE1"/>
    <w:rsid w:val="00653B2A"/>
    <w:rsid w:val="00660E66"/>
    <w:rsid w:val="00661027"/>
    <w:rsid w:val="00662350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4A4E"/>
    <w:rsid w:val="007162F0"/>
    <w:rsid w:val="0072308E"/>
    <w:rsid w:val="00723135"/>
    <w:rsid w:val="00723B5B"/>
    <w:rsid w:val="0073096F"/>
    <w:rsid w:val="00733846"/>
    <w:rsid w:val="00740E4F"/>
    <w:rsid w:val="00742427"/>
    <w:rsid w:val="0074567E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26C01"/>
    <w:rsid w:val="00834EA1"/>
    <w:rsid w:val="00834F6F"/>
    <w:rsid w:val="008353C4"/>
    <w:rsid w:val="008416E6"/>
    <w:rsid w:val="008445B1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25E8E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5FFC"/>
    <w:rsid w:val="00C761B2"/>
    <w:rsid w:val="00C76A1C"/>
    <w:rsid w:val="00C77E96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A4B3B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E6721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7438"/>
    <w:rsid w:val="00F87D8E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D9C05-9FB4-4CDF-B285-38F0E9F4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36</TotalTime>
  <Pages>3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5</cp:revision>
  <cp:lastPrinted>2022-09-25T10:05:00Z</cp:lastPrinted>
  <dcterms:created xsi:type="dcterms:W3CDTF">2022-05-31T13:28:00Z</dcterms:created>
  <dcterms:modified xsi:type="dcterms:W3CDTF">2023-05-16T06:57:00Z</dcterms:modified>
</cp:coreProperties>
</file>