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B366B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Dane Wykonawcy</w:t>
      </w:r>
    </w:p>
    <w:p w14:paraId="2B639518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</w:p>
    <w:p w14:paraId="265B749D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__________________________________</w:t>
      </w:r>
    </w:p>
    <w:p w14:paraId="1D957C09" w14:textId="77777777" w:rsidR="00ED3C29" w:rsidRPr="0045341E" w:rsidRDefault="00ED3C29" w:rsidP="0002043D">
      <w:pPr>
        <w:rPr>
          <w:rFonts w:ascii="Cambria" w:hAnsi="Cambria" w:cs="Tahoma"/>
        </w:rPr>
      </w:pPr>
      <w:r w:rsidRPr="0045341E">
        <w:rPr>
          <w:rFonts w:ascii="Cambria" w:hAnsi="Cambria" w:cs="Tahoma"/>
        </w:rPr>
        <w:t>Pełna nazwa Wykonawcy</w:t>
      </w:r>
    </w:p>
    <w:p w14:paraId="0AC42650" w14:textId="77777777" w:rsidR="00ED3C29" w:rsidRPr="0045341E" w:rsidRDefault="00ED3C29" w:rsidP="0002043D">
      <w:pPr>
        <w:rPr>
          <w:rFonts w:ascii="Cambria" w:hAnsi="Cambria" w:cs="Tahoma"/>
        </w:rPr>
      </w:pPr>
    </w:p>
    <w:p w14:paraId="21FE71A7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__________________________________</w:t>
      </w:r>
    </w:p>
    <w:p w14:paraId="395ADC0D" w14:textId="77777777" w:rsidR="00ED3C29" w:rsidRPr="0045341E" w:rsidRDefault="00ED3C29" w:rsidP="0002043D">
      <w:pPr>
        <w:rPr>
          <w:rFonts w:ascii="Cambria" w:hAnsi="Cambria" w:cs="Tahoma"/>
        </w:rPr>
      </w:pPr>
      <w:r w:rsidRPr="0045341E">
        <w:rPr>
          <w:rFonts w:ascii="Cambria" w:hAnsi="Cambria" w:cs="Tahoma"/>
        </w:rPr>
        <w:t>Adres (ulica, kod pocztowy, miejscowość)</w:t>
      </w:r>
    </w:p>
    <w:p w14:paraId="6DB8A407" w14:textId="77777777" w:rsidR="00ED3C29" w:rsidRPr="0045341E" w:rsidRDefault="00ED3C29" w:rsidP="0002043D">
      <w:pPr>
        <w:rPr>
          <w:rFonts w:ascii="Cambria" w:hAnsi="Cambria" w:cs="Tahoma"/>
        </w:rPr>
      </w:pPr>
    </w:p>
    <w:p w14:paraId="5F79A16B" w14:textId="77777777" w:rsidR="00ED3C29" w:rsidRPr="0045341E" w:rsidRDefault="00ED3C29" w:rsidP="0002043D">
      <w:pPr>
        <w:spacing w:line="280" w:lineRule="atLeast"/>
        <w:rPr>
          <w:rFonts w:ascii="Cambria" w:hAnsi="Cambria" w:cs="Tahoma"/>
        </w:rPr>
      </w:pPr>
      <w:r w:rsidRPr="0045341E">
        <w:rPr>
          <w:rFonts w:ascii="Cambria" w:hAnsi="Cambria" w:cs="Tahoma"/>
        </w:rPr>
        <w:t>__________________________________</w:t>
      </w:r>
    </w:p>
    <w:p w14:paraId="58326FE5" w14:textId="77777777" w:rsidR="00EE7CB1" w:rsidRPr="0045341E" w:rsidRDefault="00EE7CB1" w:rsidP="00AC570F">
      <w:pPr>
        <w:jc w:val="center"/>
        <w:rPr>
          <w:rFonts w:ascii="Cambria" w:hAnsi="Cambria"/>
          <w:b/>
          <w:sz w:val="28"/>
          <w:szCs w:val="28"/>
          <w:lang w:val="en-US"/>
        </w:rPr>
      </w:pPr>
    </w:p>
    <w:p w14:paraId="21FB7EDB" w14:textId="77777777" w:rsidR="00F255CF" w:rsidRPr="0045341E" w:rsidRDefault="00DD64D2" w:rsidP="00AC570F">
      <w:pPr>
        <w:jc w:val="center"/>
        <w:rPr>
          <w:rFonts w:ascii="Cambria" w:hAnsi="Cambria"/>
          <w:b/>
        </w:rPr>
      </w:pPr>
      <w:bookmarkStart w:id="0" w:name="_Hlk123812147"/>
      <w:r w:rsidRPr="0045341E">
        <w:rPr>
          <w:rFonts w:ascii="Cambria" w:hAnsi="Cambria"/>
          <w:b/>
          <w:caps/>
        </w:rPr>
        <w:t>Wykaz</w:t>
      </w:r>
      <w:r w:rsidRPr="0045341E">
        <w:rPr>
          <w:rFonts w:ascii="Cambria" w:hAnsi="Cambria"/>
          <w:b/>
        </w:rPr>
        <w:t xml:space="preserve"> </w:t>
      </w:r>
      <w:r w:rsidR="00F255CF" w:rsidRPr="0045341E">
        <w:rPr>
          <w:rFonts w:ascii="Cambria" w:hAnsi="Cambria"/>
          <w:b/>
        </w:rPr>
        <w:t xml:space="preserve">sprzętu </w:t>
      </w:r>
      <w:bookmarkStart w:id="1" w:name="_Hlk123806779"/>
      <w:r w:rsidR="00F255CF" w:rsidRPr="0045341E">
        <w:rPr>
          <w:rFonts w:ascii="Cambria" w:hAnsi="Cambria"/>
          <w:b/>
        </w:rPr>
        <w:t xml:space="preserve">pozostającego w dyspozycji Wykonawcy w celu realizacji zamówienia </w:t>
      </w:r>
      <w:bookmarkEnd w:id="1"/>
      <w:r w:rsidR="00F255CF" w:rsidRPr="0045341E">
        <w:rPr>
          <w:rFonts w:ascii="Cambria" w:hAnsi="Cambria"/>
          <w:b/>
        </w:rPr>
        <w:t>w zakresie:</w:t>
      </w:r>
    </w:p>
    <w:p w14:paraId="483E6928" w14:textId="77777777" w:rsidR="00F255CF" w:rsidRPr="0045341E" w:rsidRDefault="00A46B5D" w:rsidP="00F255CF">
      <w:pPr>
        <w:jc w:val="center"/>
        <w:rPr>
          <w:rFonts w:ascii="Cambria" w:hAnsi="Cambria" w:cs="Calibri"/>
          <w:b/>
          <w:u w:val="single"/>
        </w:rPr>
      </w:pPr>
      <w:r w:rsidRPr="0045341E">
        <w:rPr>
          <w:rFonts w:ascii="Cambria" w:hAnsi="Cambria" w:cs="Calibri"/>
          <w:b/>
          <w:u w:val="single"/>
        </w:rPr>
        <w:t>w</w:t>
      </w:r>
      <w:r w:rsidR="00F255CF" w:rsidRPr="0045341E">
        <w:rPr>
          <w:rFonts w:ascii="Cambria" w:hAnsi="Cambria" w:cs="Calibri"/>
          <w:b/>
          <w:u w:val="single"/>
        </w:rPr>
        <w:t>yna</w:t>
      </w:r>
      <w:r w:rsidRPr="0045341E">
        <w:rPr>
          <w:rFonts w:ascii="Cambria" w:hAnsi="Cambria" w:cs="Calibri"/>
          <w:b/>
          <w:u w:val="single"/>
        </w:rPr>
        <w:t>jmu</w:t>
      </w:r>
      <w:r w:rsidR="00F255CF" w:rsidRPr="0045341E">
        <w:rPr>
          <w:rFonts w:ascii="Cambria" w:hAnsi="Cambria" w:cs="Calibri"/>
          <w:b/>
          <w:u w:val="single"/>
        </w:rPr>
        <w:t xml:space="preserve"> sprzętu budowlanego wysokospecjalistycznego</w:t>
      </w:r>
    </w:p>
    <w:bookmarkEnd w:id="0"/>
    <w:p w14:paraId="1D54F5F4" w14:textId="3DB656A6" w:rsidR="00F255CF" w:rsidRPr="0045341E" w:rsidRDefault="00F255CF" w:rsidP="00F255CF">
      <w:pPr>
        <w:jc w:val="center"/>
        <w:rPr>
          <w:rFonts w:ascii="Cambria" w:hAnsi="Cambria" w:cs="Calibri"/>
          <w:b/>
          <w:sz w:val="28"/>
          <w:szCs w:val="28"/>
        </w:rPr>
      </w:pPr>
      <w:r w:rsidRPr="0045341E">
        <w:rPr>
          <w:rFonts w:ascii="Cambria" w:hAnsi="Cambria"/>
          <w:b/>
        </w:rPr>
        <w:t>znak sprawy EZP/</w:t>
      </w:r>
      <w:r w:rsidR="006225BA">
        <w:rPr>
          <w:rFonts w:ascii="Cambria" w:hAnsi="Cambria"/>
          <w:b/>
        </w:rPr>
        <w:t>318</w:t>
      </w:r>
      <w:r w:rsidRPr="0045341E">
        <w:rPr>
          <w:rFonts w:ascii="Cambria" w:hAnsi="Cambria"/>
          <w:b/>
        </w:rPr>
        <w:t>/202</w:t>
      </w:r>
      <w:r w:rsidR="0045341E" w:rsidRPr="0045341E">
        <w:rPr>
          <w:rFonts w:ascii="Cambria" w:hAnsi="Cambria"/>
          <w:b/>
        </w:rPr>
        <w:t>4</w:t>
      </w:r>
    </w:p>
    <w:p w14:paraId="5F6C63FC" w14:textId="77777777" w:rsidR="00F255CF" w:rsidRPr="0045341E" w:rsidRDefault="00F255CF" w:rsidP="00F255CF">
      <w:pPr>
        <w:spacing w:after="120"/>
        <w:jc w:val="center"/>
        <w:rPr>
          <w:rFonts w:ascii="Cambria" w:hAnsi="Cambria" w:cs="Calibri"/>
          <w:b/>
          <w:sz w:val="28"/>
          <w:szCs w:val="28"/>
        </w:rPr>
      </w:pPr>
    </w:p>
    <w:p w14:paraId="5C44AC49" w14:textId="77777777" w:rsidR="00AC1E47" w:rsidRPr="0045341E" w:rsidRDefault="00AC1E47" w:rsidP="00C73F5E">
      <w:pPr>
        <w:jc w:val="center"/>
        <w:rPr>
          <w:rFonts w:ascii="Cambria" w:hAnsi="Cambri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6267"/>
        <w:gridCol w:w="1329"/>
        <w:gridCol w:w="1571"/>
      </w:tblGrid>
      <w:tr w:rsidR="006225BA" w:rsidRPr="0045341E" w14:paraId="5B8C47AE" w14:textId="77777777" w:rsidTr="006225BA">
        <w:trPr>
          <w:trHeight w:val="765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1926262" w14:textId="5332881C" w:rsidR="006225BA" w:rsidRPr="0045341E" w:rsidRDefault="006225BA" w:rsidP="006225BA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8D7C6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7D518B9" w14:textId="10916EF9" w:rsidR="006225BA" w:rsidRPr="0045341E" w:rsidRDefault="006225BA" w:rsidP="006225BA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8D7C6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Rodzaj sprzętu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5226A37" w14:textId="5C07CDED" w:rsidR="006225BA" w:rsidRPr="0045341E" w:rsidRDefault="006225BA" w:rsidP="006225BA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Wymagana</w:t>
            </w:r>
            <w:r w:rsidRPr="008D7C6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i</w:t>
            </w:r>
            <w:r w:rsidRPr="008D7C65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lość </w:t>
            </w:r>
          </w:p>
        </w:tc>
        <w:tc>
          <w:tcPr>
            <w:tcW w:w="1571" w:type="dxa"/>
            <w:shd w:val="clear" w:color="000000" w:fill="D0CECE"/>
            <w:vAlign w:val="center"/>
          </w:tcPr>
          <w:p w14:paraId="5451A74E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45341E">
              <w:rPr>
                <w:rFonts w:ascii="Cambria" w:hAnsi="Cambria" w:cs="Calibri"/>
                <w:b/>
                <w:bCs/>
                <w:color w:val="000000"/>
              </w:rPr>
              <w:t>Ilość sprzętu pozostająca w dyspozycji Wykonawcy</w:t>
            </w:r>
          </w:p>
        </w:tc>
      </w:tr>
      <w:tr w:rsidR="006225BA" w:rsidRPr="0045341E" w14:paraId="0176C98F" w14:textId="77777777" w:rsidTr="006225BA">
        <w:trPr>
          <w:trHeight w:val="839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D114" w14:textId="21430446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B133" w14:textId="7C223257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Płot ogrodzeniowy duży wraz  z podstawą o wymiarach minimalnych 2,05m x 3,5m (w komplecie jedna ramka ogrodzeniowa, jedna klamra oraz jeden bloczek podstawy)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CF90" w14:textId="538F6B65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71" w:type="dxa"/>
            <w:vAlign w:val="center"/>
          </w:tcPr>
          <w:p w14:paraId="20809F95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77F6FB14" w14:textId="77777777" w:rsidTr="006225BA">
        <w:trPr>
          <w:trHeight w:val="269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2FCA" w14:textId="7044CB72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451B" w14:textId="4C6998BD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Zagęszczarka do gruntu 140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kg-300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F141" w14:textId="7501CE89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6BA01949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13322822" w14:textId="77777777" w:rsidTr="006225BA">
        <w:trPr>
          <w:trHeight w:val="319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2E51" w14:textId="545B5D1B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C39A" w14:textId="04360D48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Zagęszczarka do gruntu 350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kg-750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AD2F" w14:textId="5A867C8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2448AD6E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2DF89245" w14:textId="77777777" w:rsidTr="006225BA">
        <w:trPr>
          <w:trHeight w:val="511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6BA9" w14:textId="4295D585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D491" w14:textId="259EE90C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Walec okołkowany o ciężarze minimalnym 1600 kg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(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dopuszczalny napęd benzyna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lub ropa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6B8E" w14:textId="4E33BC71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27561F39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234FA843" w14:textId="77777777" w:rsidTr="006225BA">
        <w:trPr>
          <w:trHeight w:val="561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1C43" w14:textId="3D21003E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FCD8" w14:textId="00B6B9D4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Rusztowanie wolnostojące aluminiowe  o wymiarach minimalnych 0,7 x 2,0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maksymalna wysokość 4,0 m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E7BF" w14:textId="672FC793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71" w:type="dxa"/>
            <w:vAlign w:val="center"/>
          </w:tcPr>
          <w:p w14:paraId="30CF7F34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19396C6C" w14:textId="77777777" w:rsidTr="006225BA">
        <w:trPr>
          <w:trHeight w:val="161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D8EC" w14:textId="6AD4D2D1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B39F" w14:textId="3C271390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Agregat prądotwórczy jednofazowy 5,5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K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w (dopuszczalny napęd benzyna lub ropa)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A517" w14:textId="508CD99C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0AD14464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06BCB0F6" w14:textId="77777777" w:rsidTr="006225BA">
        <w:trPr>
          <w:trHeight w:val="549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38A3" w14:textId="7A4C1F46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910C" w14:textId="49F6CC2F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Agregat prądotwórczy trzyfazowy powyżej 50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K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w (dopuszczalny napęd benzyna lub ropa)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25F2" w14:textId="5FD20C1E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7A576B4F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55EB9767" w14:textId="77777777" w:rsidTr="006225BA">
        <w:trPr>
          <w:trHeight w:val="57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7934" w14:textId="4B13315E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7D55" w14:textId="7354365E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Agregat prądotwórczy (stacjonarny) jednofazowy lub trzyfazowy do 50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K</w:t>
            </w: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w (dopuszczalny napęd benzyna lub ropa)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FD9F" w14:textId="2231405A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33C98B23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6B7B05A6" w14:textId="77777777" w:rsidTr="006225BA">
        <w:trPr>
          <w:trHeight w:val="267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3484" w14:textId="4C293394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8D96" w14:textId="6D8E85FD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Kontener biurowy z oknem bez korytarza, około 15 m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²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80F8" w14:textId="0FB720F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0B237CE5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  <w:tr w:rsidR="006225BA" w:rsidRPr="0045341E" w14:paraId="6E55DC57" w14:textId="77777777" w:rsidTr="006225BA">
        <w:trPr>
          <w:trHeight w:val="271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B4CD" w14:textId="4900C38B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1449" w14:textId="552D00BD" w:rsidR="006225BA" w:rsidRPr="0045341E" w:rsidRDefault="006225BA" w:rsidP="006225BA">
            <w:pPr>
              <w:rPr>
                <w:rFonts w:ascii="Cambria" w:hAnsi="Cambria" w:cs="Calibri"/>
                <w:color w:val="000000"/>
              </w:rPr>
            </w:pPr>
            <w:r w:rsidRPr="008D7C65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Kontener magazynowy bez okna 20'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F900" w14:textId="32EB8E64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1" w:type="dxa"/>
            <w:vAlign w:val="center"/>
          </w:tcPr>
          <w:p w14:paraId="764C75F3" w14:textId="77777777" w:rsidR="006225BA" w:rsidRPr="0045341E" w:rsidRDefault="006225BA" w:rsidP="006225BA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</w:tr>
    </w:tbl>
    <w:p w14:paraId="6EF2F98D" w14:textId="77777777" w:rsidR="00AC1E47" w:rsidRPr="0045341E" w:rsidRDefault="00AC1E47" w:rsidP="00AC1E47">
      <w:pPr>
        <w:jc w:val="both"/>
        <w:rPr>
          <w:rFonts w:ascii="Cambria" w:hAnsi="Cambria"/>
          <w:b/>
          <w:sz w:val="28"/>
          <w:szCs w:val="28"/>
        </w:rPr>
      </w:pPr>
    </w:p>
    <w:p w14:paraId="7A5C917A" w14:textId="77777777" w:rsidR="00C73F5E" w:rsidRPr="0045341E" w:rsidRDefault="00C73F5E" w:rsidP="00677D1B">
      <w:pPr>
        <w:tabs>
          <w:tab w:val="left" w:pos="3495"/>
        </w:tabs>
        <w:jc w:val="both"/>
        <w:rPr>
          <w:rFonts w:ascii="Cambria" w:hAnsi="Cambria"/>
          <w:i/>
        </w:rPr>
      </w:pPr>
    </w:p>
    <w:p w14:paraId="4C45EDE1" w14:textId="77777777" w:rsidR="00677D1B" w:rsidRPr="0045341E" w:rsidRDefault="00677D1B" w:rsidP="00677D1B">
      <w:pPr>
        <w:rPr>
          <w:rFonts w:ascii="Cambria" w:hAnsi="Cambria"/>
        </w:rPr>
      </w:pPr>
    </w:p>
    <w:p w14:paraId="31C3B49E" w14:textId="77777777" w:rsidR="00677D1B" w:rsidRPr="0045341E" w:rsidRDefault="00677D1B" w:rsidP="00677D1B">
      <w:pPr>
        <w:rPr>
          <w:rFonts w:ascii="Cambria" w:hAnsi="Cambria"/>
        </w:rPr>
      </w:pPr>
    </w:p>
    <w:p w14:paraId="3BF4F01C" w14:textId="77777777" w:rsidR="00677D1B" w:rsidRDefault="00677D1B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  <w:r w:rsidRPr="0045341E">
        <w:rPr>
          <w:rFonts w:ascii="Cambria" w:hAnsi="Cambria"/>
        </w:rPr>
        <w:t>.................................., dnia ...................</w:t>
      </w:r>
    </w:p>
    <w:p w14:paraId="76306264" w14:textId="77777777" w:rsidR="0045341E" w:rsidRDefault="0045341E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</w:p>
    <w:p w14:paraId="3D165C39" w14:textId="77777777" w:rsidR="0045341E" w:rsidRDefault="0045341E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</w:p>
    <w:p w14:paraId="383F9ECE" w14:textId="2F9D651E" w:rsidR="0045341E" w:rsidRDefault="0045341E" w:rsidP="0045341E">
      <w:pPr>
        <w:pStyle w:val="Stopka"/>
        <w:tabs>
          <w:tab w:val="clear" w:pos="4536"/>
          <w:tab w:val="clear" w:pos="9072"/>
        </w:tabs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……………………………………………….</w:t>
      </w:r>
    </w:p>
    <w:p w14:paraId="7055DB40" w14:textId="3F0DD334" w:rsidR="0045341E" w:rsidRPr="0045341E" w:rsidRDefault="0045341E" w:rsidP="0045341E">
      <w:pPr>
        <w:pStyle w:val="Stopka"/>
        <w:tabs>
          <w:tab w:val="clear" w:pos="4536"/>
          <w:tab w:val="clear" w:pos="9072"/>
        </w:tabs>
        <w:ind w:left="4248" w:firstLine="708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podpis Wykonawcy</w:t>
      </w:r>
    </w:p>
    <w:p w14:paraId="3EAC2C6D" w14:textId="77777777" w:rsidR="00677D1B" w:rsidRPr="0045341E" w:rsidRDefault="00677D1B" w:rsidP="00677D1B">
      <w:pPr>
        <w:rPr>
          <w:rFonts w:ascii="Cambria" w:hAnsi="Cambria"/>
        </w:rPr>
      </w:pPr>
    </w:p>
    <w:p w14:paraId="6E312BA9" w14:textId="77777777" w:rsidR="002C36A6" w:rsidRPr="0045341E" w:rsidRDefault="002C36A6" w:rsidP="00677D1B">
      <w:pPr>
        <w:jc w:val="both"/>
        <w:rPr>
          <w:rFonts w:ascii="Cambria" w:hAnsi="Cambria"/>
        </w:rPr>
      </w:pPr>
    </w:p>
    <w:sectPr w:rsidR="002C36A6" w:rsidRPr="0045341E" w:rsidSect="00263BF3">
      <w:headerReference w:type="default" r:id="rId7"/>
      <w:footerReference w:type="default" r:id="rId8"/>
      <w:endnotePr>
        <w:numFmt w:val="decimal"/>
      </w:endnotePr>
      <w:pgSz w:w="11906" w:h="16838" w:code="9"/>
      <w:pgMar w:top="851" w:right="851" w:bottom="851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6AE38" w14:textId="77777777" w:rsidR="006C58AD" w:rsidRDefault="006C58AD">
      <w:r>
        <w:separator/>
      </w:r>
    </w:p>
  </w:endnote>
  <w:endnote w:type="continuationSeparator" w:id="0">
    <w:p w14:paraId="6E1F4A50" w14:textId="77777777" w:rsidR="006C58AD" w:rsidRDefault="006C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81559" w14:textId="77777777" w:rsidR="00263BF3" w:rsidRDefault="00263BF3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7C209C" w:rsidRPr="007C209C">
      <w:rPr>
        <w:b/>
        <w:noProof/>
      </w:rPr>
      <w:t>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  <w:r w:rsidR="003A67A0">
      <w:rPr>
        <w:color w:val="7F7F7F"/>
        <w:spacing w:val="60"/>
      </w:rPr>
      <w:tab/>
    </w:r>
    <w:r w:rsidR="003A67A0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49590" w14:textId="77777777" w:rsidR="006C58AD" w:rsidRDefault="006C58AD">
      <w:r>
        <w:separator/>
      </w:r>
    </w:p>
  </w:footnote>
  <w:footnote w:type="continuationSeparator" w:id="0">
    <w:p w14:paraId="071EA502" w14:textId="77777777" w:rsidR="006C58AD" w:rsidRDefault="006C5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00996" w14:textId="6F0189B9" w:rsidR="0004779A" w:rsidRPr="0045341E" w:rsidRDefault="002E725F" w:rsidP="00F255CF">
    <w:pPr>
      <w:pStyle w:val="Nagwek"/>
      <w:tabs>
        <w:tab w:val="clear" w:pos="4536"/>
        <w:tab w:val="clear" w:pos="9072"/>
        <w:tab w:val="left" w:pos="7215"/>
      </w:tabs>
      <w:ind w:left="-360"/>
      <w:jc w:val="right"/>
      <w:rPr>
        <w:rFonts w:ascii="Cambria" w:hAnsi="Cambria" w:cs="Calibri"/>
        <w:i/>
        <w:iCs/>
      </w:rPr>
    </w:pPr>
    <w:r w:rsidRPr="0045341E">
      <w:rPr>
        <w:rFonts w:ascii="Cambria" w:hAnsi="Cambria" w:cs="Calibri"/>
        <w:i/>
        <w:iCs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A34B56" wp14:editId="03E3ECD2">
              <wp:simplePos x="0" y="0"/>
              <wp:positionH relativeFrom="column">
                <wp:posOffset>-1085850</wp:posOffset>
              </wp:positionH>
              <wp:positionV relativeFrom="paragraph">
                <wp:posOffset>-478790</wp:posOffset>
              </wp:positionV>
              <wp:extent cx="9713595" cy="0"/>
              <wp:effectExtent l="9525" t="6985" r="11430" b="12065"/>
              <wp:wrapNone/>
              <wp:docPr id="104397433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6FABB2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5.5pt,-37.7pt" to="679.35pt,-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" strokecolor="#339"/>
          </w:pict>
        </mc:Fallback>
      </mc:AlternateContent>
    </w:r>
    <w:r w:rsidR="00F255CF" w:rsidRPr="0045341E">
      <w:rPr>
        <w:rFonts w:ascii="Cambria" w:hAnsi="Cambria" w:cs="Calibri"/>
        <w:i/>
        <w:iCs/>
      </w:rPr>
      <w:t xml:space="preserve">Załącznik nr 2 do </w:t>
    </w:r>
    <w:r w:rsidR="0045341E" w:rsidRPr="0045341E">
      <w:rPr>
        <w:rFonts w:ascii="Cambria" w:hAnsi="Cambria" w:cs="Calibri"/>
        <w:i/>
        <w:iCs/>
      </w:rPr>
      <w:t>SWZ</w:t>
    </w:r>
    <w:r w:rsidR="00F255CF" w:rsidRPr="0045341E">
      <w:rPr>
        <w:rFonts w:ascii="Cambria" w:hAnsi="Cambria" w:cs="Calibri"/>
        <w:i/>
        <w:iCs/>
      </w:rPr>
      <w:t xml:space="preserve"> – EZP/</w:t>
    </w:r>
    <w:r w:rsidR="006225BA">
      <w:rPr>
        <w:rFonts w:ascii="Cambria" w:hAnsi="Cambria" w:cs="Calibri"/>
        <w:i/>
        <w:iCs/>
      </w:rPr>
      <w:t>318</w:t>
    </w:r>
    <w:r w:rsidR="00F255CF" w:rsidRPr="0045341E">
      <w:rPr>
        <w:rFonts w:ascii="Cambria" w:hAnsi="Cambria" w:cs="Calibri"/>
        <w:i/>
        <w:iCs/>
      </w:rPr>
      <w:t>/202</w:t>
    </w:r>
    <w:r w:rsidR="0045341E" w:rsidRPr="0045341E">
      <w:rPr>
        <w:rFonts w:ascii="Cambria" w:hAnsi="Cambria" w:cs="Calibri"/>
        <w:i/>
        <w:iCs/>
      </w:rPr>
      <w:t>4</w:t>
    </w:r>
  </w:p>
  <w:p w14:paraId="26CCB0A3" w14:textId="77777777" w:rsidR="00F255CF" w:rsidRPr="005F1F98" w:rsidRDefault="00F255CF" w:rsidP="00F255CF">
    <w:pPr>
      <w:pStyle w:val="Nagwek"/>
      <w:tabs>
        <w:tab w:val="clear" w:pos="4536"/>
        <w:tab w:val="clear" w:pos="9072"/>
        <w:tab w:val="left" w:pos="7215"/>
      </w:tabs>
      <w:ind w:left="-360"/>
      <w:jc w:val="right"/>
      <w:rPr>
        <w:rFonts w:ascii="Calibri" w:hAnsi="Calibri" w:cs="Calibr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16919"/>
    <w:multiLevelType w:val="multilevel"/>
    <w:tmpl w:val="6FFEEBA4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C3D352B"/>
    <w:multiLevelType w:val="hybridMultilevel"/>
    <w:tmpl w:val="C1BE3662"/>
    <w:lvl w:ilvl="0" w:tplc="D8BC3D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5807DAC"/>
    <w:multiLevelType w:val="hybridMultilevel"/>
    <w:tmpl w:val="B97E8E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275F7"/>
    <w:multiLevelType w:val="hybridMultilevel"/>
    <w:tmpl w:val="B99C08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997B8D"/>
    <w:multiLevelType w:val="hybridMultilevel"/>
    <w:tmpl w:val="61C4303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288542A4"/>
    <w:multiLevelType w:val="hybridMultilevel"/>
    <w:tmpl w:val="B5B8E202"/>
    <w:lvl w:ilvl="0" w:tplc="041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8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D2F05"/>
    <w:multiLevelType w:val="hybridMultilevel"/>
    <w:tmpl w:val="1FA2FED2"/>
    <w:lvl w:ilvl="0" w:tplc="3558D18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0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" w15:restartNumberingAfterBreak="0">
    <w:nsid w:val="46167F98"/>
    <w:multiLevelType w:val="hybridMultilevel"/>
    <w:tmpl w:val="5FE41ADC"/>
    <w:lvl w:ilvl="0" w:tplc="1EF876F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EF3089"/>
    <w:multiLevelType w:val="hybridMultilevel"/>
    <w:tmpl w:val="82BC0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62ABD"/>
    <w:multiLevelType w:val="hybridMultilevel"/>
    <w:tmpl w:val="893E9B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57DF5"/>
    <w:multiLevelType w:val="hybridMultilevel"/>
    <w:tmpl w:val="DE5AD3A8"/>
    <w:lvl w:ilvl="0" w:tplc="C0B6925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94C49"/>
    <w:multiLevelType w:val="hybridMultilevel"/>
    <w:tmpl w:val="C5001B2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F2D799F"/>
    <w:multiLevelType w:val="hybridMultilevel"/>
    <w:tmpl w:val="1BB08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6D06CD"/>
    <w:multiLevelType w:val="hybridMultilevel"/>
    <w:tmpl w:val="D826C9FA"/>
    <w:lvl w:ilvl="0" w:tplc="DBB8D922">
      <w:start w:val="1"/>
      <w:numFmt w:val="lowerLetter"/>
      <w:lvlText w:val="%1)"/>
      <w:lvlJc w:val="left"/>
      <w:pPr>
        <w:ind w:left="7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9" w15:restartNumberingAfterBreak="0">
    <w:nsid w:val="6597131D"/>
    <w:multiLevelType w:val="hybridMultilevel"/>
    <w:tmpl w:val="92DCAF94"/>
    <w:lvl w:ilvl="0" w:tplc="0415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0" w15:restartNumberingAfterBreak="0">
    <w:nsid w:val="6A5A4EEE"/>
    <w:multiLevelType w:val="hybridMultilevel"/>
    <w:tmpl w:val="7F3CB1F8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6AEB179A"/>
    <w:multiLevelType w:val="hybridMultilevel"/>
    <w:tmpl w:val="2B9C68BE"/>
    <w:lvl w:ilvl="0" w:tplc="5ED0B7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764A9"/>
    <w:multiLevelType w:val="hybridMultilevel"/>
    <w:tmpl w:val="0E44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154882">
    <w:abstractNumId w:val="3"/>
  </w:num>
  <w:num w:numId="2" w16cid:durableId="90972944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8109666">
    <w:abstractNumId w:val="3"/>
  </w:num>
  <w:num w:numId="4" w16cid:durableId="1633630078">
    <w:abstractNumId w:val="18"/>
  </w:num>
  <w:num w:numId="5" w16cid:durableId="448935229">
    <w:abstractNumId w:val="8"/>
  </w:num>
  <w:num w:numId="6" w16cid:durableId="363869808">
    <w:abstractNumId w:val="12"/>
  </w:num>
  <w:num w:numId="7" w16cid:durableId="769621320">
    <w:abstractNumId w:val="20"/>
  </w:num>
  <w:num w:numId="8" w16cid:durableId="424765673">
    <w:abstractNumId w:val="22"/>
  </w:num>
  <w:num w:numId="9" w16cid:durableId="1921794025">
    <w:abstractNumId w:val="0"/>
  </w:num>
  <w:num w:numId="10" w16cid:durableId="2122340705">
    <w:abstractNumId w:val="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4550342">
    <w:abstractNumId w:val="17"/>
  </w:num>
  <w:num w:numId="12" w16cid:durableId="819728944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419794">
    <w:abstractNumId w:val="1"/>
  </w:num>
  <w:num w:numId="14" w16cid:durableId="1669408893">
    <w:abstractNumId w:val="11"/>
  </w:num>
  <w:num w:numId="15" w16cid:durableId="5179162">
    <w:abstractNumId w:val="4"/>
  </w:num>
  <w:num w:numId="16" w16cid:durableId="371687007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1597911">
    <w:abstractNumId w:val="16"/>
  </w:num>
  <w:num w:numId="18" w16cid:durableId="957415565">
    <w:abstractNumId w:val="2"/>
  </w:num>
  <w:num w:numId="19" w16cid:durableId="1050762598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5766627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276604">
    <w:abstractNumId w:val="3"/>
  </w:num>
  <w:num w:numId="22" w16cid:durableId="64489962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2682800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8860183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203206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3942141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1787479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8209522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3436857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130125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9373550">
    <w:abstractNumId w:val="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7495724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78209661">
    <w:abstractNumId w:val="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06085691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11908622">
    <w:abstractNumId w:val="14"/>
  </w:num>
  <w:num w:numId="36" w16cid:durableId="1083064565">
    <w:abstractNumId w:val="3"/>
    <w:lvlOverride w:ilvl="0">
      <w:startOverride w:val="2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39325709">
    <w:abstractNumId w:val="3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4975763">
    <w:abstractNumId w:val="15"/>
  </w:num>
  <w:num w:numId="39" w16cid:durableId="1613169432">
    <w:abstractNumId w:val="3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4887660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0861078">
    <w:abstractNumId w:val="19"/>
  </w:num>
  <w:num w:numId="42" w16cid:durableId="1904214075">
    <w:abstractNumId w:val="3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3484458">
    <w:abstractNumId w:val="3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30779432">
    <w:abstractNumId w:val="13"/>
  </w:num>
  <w:num w:numId="45" w16cid:durableId="878007338">
    <w:abstractNumId w:val="21"/>
  </w:num>
  <w:num w:numId="46" w16cid:durableId="343825962">
    <w:abstractNumId w:val="10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 w:numId="47" w16cid:durableId="1184245412">
    <w:abstractNumId w:val="5"/>
  </w:num>
  <w:num w:numId="48" w16cid:durableId="528835426">
    <w:abstractNumId w:val="6"/>
  </w:num>
  <w:num w:numId="49" w16cid:durableId="71897061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23306211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52018606">
    <w:abstractNumId w:val="7"/>
  </w:num>
  <w:num w:numId="52" w16cid:durableId="1013150363">
    <w:abstractNumId w:val="9"/>
  </w:num>
  <w:num w:numId="53" w16cid:durableId="1203245301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2F03"/>
    <w:rsid w:val="000060B0"/>
    <w:rsid w:val="000127EB"/>
    <w:rsid w:val="0002043D"/>
    <w:rsid w:val="0003123E"/>
    <w:rsid w:val="00033EA6"/>
    <w:rsid w:val="000364BE"/>
    <w:rsid w:val="0004398A"/>
    <w:rsid w:val="00043FB9"/>
    <w:rsid w:val="0004779A"/>
    <w:rsid w:val="00053E4F"/>
    <w:rsid w:val="000552F5"/>
    <w:rsid w:val="00070042"/>
    <w:rsid w:val="00072564"/>
    <w:rsid w:val="00075BE1"/>
    <w:rsid w:val="00092B2F"/>
    <w:rsid w:val="00095519"/>
    <w:rsid w:val="000A7F97"/>
    <w:rsid w:val="000B293B"/>
    <w:rsid w:val="000C7D6F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3ADE"/>
    <w:rsid w:val="00125557"/>
    <w:rsid w:val="0013605E"/>
    <w:rsid w:val="0014246C"/>
    <w:rsid w:val="00145A47"/>
    <w:rsid w:val="00152204"/>
    <w:rsid w:val="00163AC9"/>
    <w:rsid w:val="00166F43"/>
    <w:rsid w:val="0018433D"/>
    <w:rsid w:val="00184457"/>
    <w:rsid w:val="00186DC8"/>
    <w:rsid w:val="001A1F52"/>
    <w:rsid w:val="001A5B6C"/>
    <w:rsid w:val="001B51F5"/>
    <w:rsid w:val="001B5F5A"/>
    <w:rsid w:val="001B706D"/>
    <w:rsid w:val="001F7142"/>
    <w:rsid w:val="002011F3"/>
    <w:rsid w:val="002027A0"/>
    <w:rsid w:val="00203E13"/>
    <w:rsid w:val="002208C5"/>
    <w:rsid w:val="00235850"/>
    <w:rsid w:val="00237598"/>
    <w:rsid w:val="00253736"/>
    <w:rsid w:val="002554B8"/>
    <w:rsid w:val="00255EB0"/>
    <w:rsid w:val="002561F6"/>
    <w:rsid w:val="002564AD"/>
    <w:rsid w:val="0026103A"/>
    <w:rsid w:val="00263BF3"/>
    <w:rsid w:val="002658AC"/>
    <w:rsid w:val="0027256F"/>
    <w:rsid w:val="00274D15"/>
    <w:rsid w:val="00280662"/>
    <w:rsid w:val="00280A56"/>
    <w:rsid w:val="002B272D"/>
    <w:rsid w:val="002B3ED8"/>
    <w:rsid w:val="002B6FAE"/>
    <w:rsid w:val="002B73D1"/>
    <w:rsid w:val="002B7496"/>
    <w:rsid w:val="002C1CD9"/>
    <w:rsid w:val="002C36A6"/>
    <w:rsid w:val="002C3757"/>
    <w:rsid w:val="002D6F99"/>
    <w:rsid w:val="002E3447"/>
    <w:rsid w:val="002E725F"/>
    <w:rsid w:val="0032130B"/>
    <w:rsid w:val="00321882"/>
    <w:rsid w:val="0034083D"/>
    <w:rsid w:val="003466D5"/>
    <w:rsid w:val="00353D5E"/>
    <w:rsid w:val="00357B0E"/>
    <w:rsid w:val="0037118D"/>
    <w:rsid w:val="003728CD"/>
    <w:rsid w:val="003732B2"/>
    <w:rsid w:val="00377547"/>
    <w:rsid w:val="00390F99"/>
    <w:rsid w:val="0039337B"/>
    <w:rsid w:val="003A2B9F"/>
    <w:rsid w:val="003A4A27"/>
    <w:rsid w:val="003A67A0"/>
    <w:rsid w:val="003B2A21"/>
    <w:rsid w:val="003B57B3"/>
    <w:rsid w:val="003C13B7"/>
    <w:rsid w:val="003D5F81"/>
    <w:rsid w:val="003D616A"/>
    <w:rsid w:val="003E4395"/>
    <w:rsid w:val="004001F1"/>
    <w:rsid w:val="0040336C"/>
    <w:rsid w:val="00405007"/>
    <w:rsid w:val="004140D6"/>
    <w:rsid w:val="00416664"/>
    <w:rsid w:val="00421CCB"/>
    <w:rsid w:val="00425BEB"/>
    <w:rsid w:val="0043186B"/>
    <w:rsid w:val="00440580"/>
    <w:rsid w:val="0044699A"/>
    <w:rsid w:val="0045341E"/>
    <w:rsid w:val="0046281A"/>
    <w:rsid w:val="00463468"/>
    <w:rsid w:val="004639D7"/>
    <w:rsid w:val="0047597F"/>
    <w:rsid w:val="00476FEA"/>
    <w:rsid w:val="004800FF"/>
    <w:rsid w:val="0048687F"/>
    <w:rsid w:val="00491F12"/>
    <w:rsid w:val="004A1FEE"/>
    <w:rsid w:val="004A506C"/>
    <w:rsid w:val="004B20E0"/>
    <w:rsid w:val="004B5D99"/>
    <w:rsid w:val="004B691B"/>
    <w:rsid w:val="004B6B85"/>
    <w:rsid w:val="004C0358"/>
    <w:rsid w:val="004C2019"/>
    <w:rsid w:val="004C3676"/>
    <w:rsid w:val="004D7984"/>
    <w:rsid w:val="004E350A"/>
    <w:rsid w:val="004E7F6E"/>
    <w:rsid w:val="00506570"/>
    <w:rsid w:val="00513ABE"/>
    <w:rsid w:val="005269BE"/>
    <w:rsid w:val="00535625"/>
    <w:rsid w:val="005363C7"/>
    <w:rsid w:val="005426A9"/>
    <w:rsid w:val="00552712"/>
    <w:rsid w:val="005546C7"/>
    <w:rsid w:val="00566779"/>
    <w:rsid w:val="0057796B"/>
    <w:rsid w:val="005924CF"/>
    <w:rsid w:val="00595401"/>
    <w:rsid w:val="005961D1"/>
    <w:rsid w:val="00597248"/>
    <w:rsid w:val="00597E13"/>
    <w:rsid w:val="005A16C6"/>
    <w:rsid w:val="005A5969"/>
    <w:rsid w:val="005B3E61"/>
    <w:rsid w:val="005B4B70"/>
    <w:rsid w:val="005C2509"/>
    <w:rsid w:val="005D7945"/>
    <w:rsid w:val="005E4BE2"/>
    <w:rsid w:val="005F0E54"/>
    <w:rsid w:val="005F1F98"/>
    <w:rsid w:val="00610F2E"/>
    <w:rsid w:val="00614004"/>
    <w:rsid w:val="00615AD0"/>
    <w:rsid w:val="00616021"/>
    <w:rsid w:val="00616207"/>
    <w:rsid w:val="006225BA"/>
    <w:rsid w:val="006247D9"/>
    <w:rsid w:val="0062707F"/>
    <w:rsid w:val="00627FAE"/>
    <w:rsid w:val="00632961"/>
    <w:rsid w:val="00633823"/>
    <w:rsid w:val="00642764"/>
    <w:rsid w:val="006532A9"/>
    <w:rsid w:val="0065567B"/>
    <w:rsid w:val="006574B4"/>
    <w:rsid w:val="00657647"/>
    <w:rsid w:val="006625A6"/>
    <w:rsid w:val="006661E8"/>
    <w:rsid w:val="00677D1B"/>
    <w:rsid w:val="00682213"/>
    <w:rsid w:val="00687702"/>
    <w:rsid w:val="00691B59"/>
    <w:rsid w:val="00691BF4"/>
    <w:rsid w:val="0069518A"/>
    <w:rsid w:val="006B19F9"/>
    <w:rsid w:val="006B23B2"/>
    <w:rsid w:val="006B2EC0"/>
    <w:rsid w:val="006B518F"/>
    <w:rsid w:val="006C0BD0"/>
    <w:rsid w:val="006C58AD"/>
    <w:rsid w:val="006C6B6F"/>
    <w:rsid w:val="006D1C71"/>
    <w:rsid w:val="006F4B81"/>
    <w:rsid w:val="00706D5A"/>
    <w:rsid w:val="00726CA5"/>
    <w:rsid w:val="007313E4"/>
    <w:rsid w:val="00731E57"/>
    <w:rsid w:val="007464DB"/>
    <w:rsid w:val="00756E57"/>
    <w:rsid w:val="00770162"/>
    <w:rsid w:val="00775DD7"/>
    <w:rsid w:val="007815F4"/>
    <w:rsid w:val="00781885"/>
    <w:rsid w:val="00793F3B"/>
    <w:rsid w:val="00795A4D"/>
    <w:rsid w:val="007A14BF"/>
    <w:rsid w:val="007A384D"/>
    <w:rsid w:val="007C209C"/>
    <w:rsid w:val="007C32D7"/>
    <w:rsid w:val="007C501F"/>
    <w:rsid w:val="007D6A61"/>
    <w:rsid w:val="007D7ABB"/>
    <w:rsid w:val="007E068C"/>
    <w:rsid w:val="007E3318"/>
    <w:rsid w:val="007F0F1B"/>
    <w:rsid w:val="00811D75"/>
    <w:rsid w:val="00815E63"/>
    <w:rsid w:val="0082123B"/>
    <w:rsid w:val="008272F5"/>
    <w:rsid w:val="008458B4"/>
    <w:rsid w:val="00846ACF"/>
    <w:rsid w:val="008512DF"/>
    <w:rsid w:val="00855775"/>
    <w:rsid w:val="0086444B"/>
    <w:rsid w:val="00864984"/>
    <w:rsid w:val="00874177"/>
    <w:rsid w:val="00874908"/>
    <w:rsid w:val="008819C6"/>
    <w:rsid w:val="00887F1F"/>
    <w:rsid w:val="00890349"/>
    <w:rsid w:val="008A290D"/>
    <w:rsid w:val="008A723A"/>
    <w:rsid w:val="008B1456"/>
    <w:rsid w:val="008E4E8B"/>
    <w:rsid w:val="008F3185"/>
    <w:rsid w:val="008F533B"/>
    <w:rsid w:val="00910AB0"/>
    <w:rsid w:val="009123D0"/>
    <w:rsid w:val="00913A51"/>
    <w:rsid w:val="0091746E"/>
    <w:rsid w:val="009221BB"/>
    <w:rsid w:val="0094244E"/>
    <w:rsid w:val="00947192"/>
    <w:rsid w:val="00952B49"/>
    <w:rsid w:val="00953A0E"/>
    <w:rsid w:val="00961E04"/>
    <w:rsid w:val="00972152"/>
    <w:rsid w:val="00973BBD"/>
    <w:rsid w:val="00974573"/>
    <w:rsid w:val="00985C78"/>
    <w:rsid w:val="00993057"/>
    <w:rsid w:val="00994552"/>
    <w:rsid w:val="009A0455"/>
    <w:rsid w:val="009B2D3A"/>
    <w:rsid w:val="009B395A"/>
    <w:rsid w:val="009B791F"/>
    <w:rsid w:val="009C114E"/>
    <w:rsid w:val="009C22A0"/>
    <w:rsid w:val="009C603B"/>
    <w:rsid w:val="009D0432"/>
    <w:rsid w:val="009D181F"/>
    <w:rsid w:val="009E4C7F"/>
    <w:rsid w:val="009E4E4E"/>
    <w:rsid w:val="009F1CA5"/>
    <w:rsid w:val="009F762F"/>
    <w:rsid w:val="00A074A6"/>
    <w:rsid w:val="00A110F2"/>
    <w:rsid w:val="00A1385E"/>
    <w:rsid w:val="00A22E7B"/>
    <w:rsid w:val="00A24FC1"/>
    <w:rsid w:val="00A274CF"/>
    <w:rsid w:val="00A30A0F"/>
    <w:rsid w:val="00A35095"/>
    <w:rsid w:val="00A35989"/>
    <w:rsid w:val="00A379FC"/>
    <w:rsid w:val="00A4469A"/>
    <w:rsid w:val="00A45351"/>
    <w:rsid w:val="00A46B5D"/>
    <w:rsid w:val="00A47FC5"/>
    <w:rsid w:val="00A57139"/>
    <w:rsid w:val="00A6450D"/>
    <w:rsid w:val="00A67F12"/>
    <w:rsid w:val="00A71703"/>
    <w:rsid w:val="00A71E6A"/>
    <w:rsid w:val="00A73314"/>
    <w:rsid w:val="00A7568E"/>
    <w:rsid w:val="00A941D4"/>
    <w:rsid w:val="00AA0DC7"/>
    <w:rsid w:val="00AA113A"/>
    <w:rsid w:val="00AB1AD0"/>
    <w:rsid w:val="00AB2B8D"/>
    <w:rsid w:val="00AB5C63"/>
    <w:rsid w:val="00AC0A3A"/>
    <w:rsid w:val="00AC1E47"/>
    <w:rsid w:val="00AC570F"/>
    <w:rsid w:val="00AD2442"/>
    <w:rsid w:val="00AD2B4E"/>
    <w:rsid w:val="00AD7CC2"/>
    <w:rsid w:val="00AE0185"/>
    <w:rsid w:val="00AE1DFA"/>
    <w:rsid w:val="00AE3BE6"/>
    <w:rsid w:val="00B0179C"/>
    <w:rsid w:val="00B0532E"/>
    <w:rsid w:val="00B13F71"/>
    <w:rsid w:val="00B14E6A"/>
    <w:rsid w:val="00B20BED"/>
    <w:rsid w:val="00B22694"/>
    <w:rsid w:val="00B23804"/>
    <w:rsid w:val="00B23BC9"/>
    <w:rsid w:val="00B474D5"/>
    <w:rsid w:val="00B55092"/>
    <w:rsid w:val="00B62417"/>
    <w:rsid w:val="00B7009E"/>
    <w:rsid w:val="00B77395"/>
    <w:rsid w:val="00B81994"/>
    <w:rsid w:val="00B84E77"/>
    <w:rsid w:val="00B8555E"/>
    <w:rsid w:val="00B90E8B"/>
    <w:rsid w:val="00B917B6"/>
    <w:rsid w:val="00B95754"/>
    <w:rsid w:val="00BB35C0"/>
    <w:rsid w:val="00BB3AC0"/>
    <w:rsid w:val="00BC15FD"/>
    <w:rsid w:val="00BC3E51"/>
    <w:rsid w:val="00BC4E8C"/>
    <w:rsid w:val="00BD23C7"/>
    <w:rsid w:val="00BE2968"/>
    <w:rsid w:val="00BF1DCD"/>
    <w:rsid w:val="00BF24D6"/>
    <w:rsid w:val="00BF72A1"/>
    <w:rsid w:val="00C04A00"/>
    <w:rsid w:val="00C162AC"/>
    <w:rsid w:val="00C271F4"/>
    <w:rsid w:val="00C27D4F"/>
    <w:rsid w:val="00C40D6D"/>
    <w:rsid w:val="00C450AE"/>
    <w:rsid w:val="00C45B02"/>
    <w:rsid w:val="00C53393"/>
    <w:rsid w:val="00C544E9"/>
    <w:rsid w:val="00C62B3E"/>
    <w:rsid w:val="00C651BD"/>
    <w:rsid w:val="00C67B0A"/>
    <w:rsid w:val="00C70546"/>
    <w:rsid w:val="00C70F49"/>
    <w:rsid w:val="00C73F5E"/>
    <w:rsid w:val="00C836A3"/>
    <w:rsid w:val="00C84FA9"/>
    <w:rsid w:val="00C90396"/>
    <w:rsid w:val="00C91FB0"/>
    <w:rsid w:val="00C93EF9"/>
    <w:rsid w:val="00CB26F3"/>
    <w:rsid w:val="00CB3CFD"/>
    <w:rsid w:val="00CD5E05"/>
    <w:rsid w:val="00CE5B27"/>
    <w:rsid w:val="00D04CAC"/>
    <w:rsid w:val="00D07DB6"/>
    <w:rsid w:val="00D12CA8"/>
    <w:rsid w:val="00D158E9"/>
    <w:rsid w:val="00D171EA"/>
    <w:rsid w:val="00D22B2C"/>
    <w:rsid w:val="00D23974"/>
    <w:rsid w:val="00D250EE"/>
    <w:rsid w:val="00D356CA"/>
    <w:rsid w:val="00D536BD"/>
    <w:rsid w:val="00D54801"/>
    <w:rsid w:val="00D63859"/>
    <w:rsid w:val="00D65B77"/>
    <w:rsid w:val="00D87372"/>
    <w:rsid w:val="00D96447"/>
    <w:rsid w:val="00DA11EA"/>
    <w:rsid w:val="00DB4213"/>
    <w:rsid w:val="00DB4654"/>
    <w:rsid w:val="00DC4824"/>
    <w:rsid w:val="00DD55BF"/>
    <w:rsid w:val="00DD64D2"/>
    <w:rsid w:val="00DE2D83"/>
    <w:rsid w:val="00DE5FF2"/>
    <w:rsid w:val="00DF79FC"/>
    <w:rsid w:val="00E129D2"/>
    <w:rsid w:val="00E13672"/>
    <w:rsid w:val="00E241F7"/>
    <w:rsid w:val="00E60C49"/>
    <w:rsid w:val="00E631BA"/>
    <w:rsid w:val="00E65D27"/>
    <w:rsid w:val="00E7038A"/>
    <w:rsid w:val="00E7184B"/>
    <w:rsid w:val="00E71D01"/>
    <w:rsid w:val="00E753B6"/>
    <w:rsid w:val="00E814C3"/>
    <w:rsid w:val="00E8298D"/>
    <w:rsid w:val="00EA431B"/>
    <w:rsid w:val="00EC6575"/>
    <w:rsid w:val="00ED181F"/>
    <w:rsid w:val="00ED3C29"/>
    <w:rsid w:val="00EE7CB1"/>
    <w:rsid w:val="00EE7D9B"/>
    <w:rsid w:val="00EF107A"/>
    <w:rsid w:val="00EF178D"/>
    <w:rsid w:val="00EF17BA"/>
    <w:rsid w:val="00F04AE2"/>
    <w:rsid w:val="00F10F6C"/>
    <w:rsid w:val="00F255CF"/>
    <w:rsid w:val="00F33571"/>
    <w:rsid w:val="00F50062"/>
    <w:rsid w:val="00F5217C"/>
    <w:rsid w:val="00F572DA"/>
    <w:rsid w:val="00F57D61"/>
    <w:rsid w:val="00F63B40"/>
    <w:rsid w:val="00F6782B"/>
    <w:rsid w:val="00F7503D"/>
    <w:rsid w:val="00F75A3C"/>
    <w:rsid w:val="00F8334A"/>
    <w:rsid w:val="00F97AD2"/>
    <w:rsid w:val="00FA33B3"/>
    <w:rsid w:val="00FB5B96"/>
    <w:rsid w:val="00FB7A9D"/>
    <w:rsid w:val="00FC0021"/>
    <w:rsid w:val="00FD2538"/>
    <w:rsid w:val="00FD644E"/>
    <w:rsid w:val="00FE79B9"/>
    <w:rsid w:val="00FF5EEF"/>
    <w:rsid w:val="00FF6383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9BE9E29"/>
  <w15:chartTrackingRefBased/>
  <w15:docId w15:val="{82877424-6C7A-475E-A767-07D88A95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736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uiPriority w:val="39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semiHidden/>
    <w:rsid w:val="00F7503D"/>
    <w:rPr>
      <w:sz w:val="20"/>
      <w:szCs w:val="20"/>
    </w:rPr>
  </w:style>
  <w:style w:type="character" w:styleId="Odwoanieprzypisudolnego">
    <w:name w:val="footnote reference"/>
    <w:semiHidden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2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53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character" w:styleId="Odwoaniedokomentarza">
    <w:name w:val="annotation reference"/>
    <w:rsid w:val="00F255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55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55CF"/>
  </w:style>
  <w:style w:type="paragraph" w:styleId="Tematkomentarza">
    <w:name w:val="annotation subject"/>
    <w:basedOn w:val="Tekstkomentarza"/>
    <w:next w:val="Tekstkomentarza"/>
    <w:link w:val="TematkomentarzaZnak"/>
    <w:rsid w:val="00B0179C"/>
    <w:rPr>
      <w:b/>
      <w:bCs/>
    </w:rPr>
  </w:style>
  <w:style w:type="character" w:customStyle="1" w:styleId="TematkomentarzaZnak">
    <w:name w:val="Temat komentarza Znak"/>
    <w:link w:val="Tematkomentarza"/>
    <w:rsid w:val="00B017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24</TotalTime>
  <Pages>1</Pages>
  <Words>178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Państwo,</vt:lpstr>
    </vt:vector>
  </TitlesOfParts>
  <Company>OPEC Gdynia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</dc:title>
  <dc:subject/>
  <dc:creator>Ewa Nosowska</dc:creator>
  <cp:keywords/>
  <cp:lastModifiedBy>Ewa Nosowska-Wichert</cp:lastModifiedBy>
  <cp:revision>4</cp:revision>
  <cp:lastPrinted>2011-12-13T09:46:00Z</cp:lastPrinted>
  <dcterms:created xsi:type="dcterms:W3CDTF">2024-06-11T07:55:00Z</dcterms:created>
  <dcterms:modified xsi:type="dcterms:W3CDTF">2024-06-19T12:14:00Z</dcterms:modified>
</cp:coreProperties>
</file>