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8B7" w:rsidRPr="00514B56" w:rsidRDefault="00AC78B7" w:rsidP="00246411">
      <w:pPr>
        <w:spacing w:after="0"/>
        <w:rPr>
          <w:rFonts w:ascii="Arial" w:hAnsi="Arial" w:cs="Arial"/>
          <w:i/>
          <w:iCs/>
          <w:color w:val="607796"/>
        </w:rPr>
      </w:pPr>
      <w:r w:rsidRPr="00514B56">
        <w:rPr>
          <w:rFonts w:ascii="Arial" w:hAnsi="Arial" w:cs="Arial"/>
          <w:noProof/>
          <w:lang w:eastAsia="pl-PL"/>
        </w:rPr>
        <w:t xml:space="preserve"> </w:t>
      </w:r>
    </w:p>
    <w:p w:rsidR="00AC78B7" w:rsidRDefault="00AC78B7" w:rsidP="00514B56">
      <w:pPr>
        <w:spacing w:after="0"/>
        <w:rPr>
          <w:rFonts w:ascii="Arial" w:hAnsi="Arial" w:cs="Arial"/>
          <w:b/>
          <w:bCs/>
          <w:i/>
          <w:iCs/>
          <w:color w:val="538135"/>
          <w:sz w:val="18"/>
          <w:szCs w:val="18"/>
        </w:rPr>
      </w:pPr>
    </w:p>
    <w:p w:rsidR="00AC78B7" w:rsidRPr="00514B56" w:rsidRDefault="00AC78B7" w:rsidP="00514B56">
      <w:pPr>
        <w:spacing w:after="0"/>
        <w:rPr>
          <w:rFonts w:ascii="Arial" w:hAnsi="Arial" w:cs="Arial"/>
        </w:rPr>
      </w:pPr>
      <w:r w:rsidRPr="00514B56">
        <w:rPr>
          <w:rFonts w:ascii="Arial" w:hAnsi="Arial" w:cs="Arial"/>
          <w:b/>
          <w:bCs/>
          <w:i/>
          <w:iCs/>
          <w:color w:val="538135"/>
          <w:sz w:val="18"/>
          <w:szCs w:val="18"/>
        </w:rPr>
        <w:t xml:space="preserve"> </w:t>
      </w:r>
      <w:r w:rsidRPr="00514B56">
        <w:rPr>
          <w:rFonts w:ascii="Arial" w:hAnsi="Arial" w:cs="Arial"/>
          <w:b/>
          <w:bCs/>
          <w:sz w:val="20"/>
          <w:szCs w:val="20"/>
        </w:rPr>
        <w:t>Wykonawca:</w:t>
      </w:r>
    </w:p>
    <w:p w:rsidR="00AC78B7" w:rsidRPr="00514B56" w:rsidRDefault="00AC78B7" w:rsidP="00514B56">
      <w:pPr>
        <w:spacing w:after="0" w:line="480" w:lineRule="auto"/>
        <w:ind w:right="5954"/>
        <w:rPr>
          <w:rFonts w:ascii="Arial" w:hAnsi="Arial" w:cs="Arial"/>
        </w:rPr>
      </w:pPr>
      <w:r w:rsidRPr="00514B56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AC78B7" w:rsidRPr="00514B56" w:rsidRDefault="00AC78B7" w:rsidP="00514B56">
      <w:pPr>
        <w:ind w:right="5953"/>
        <w:rPr>
          <w:rFonts w:ascii="Arial" w:hAnsi="Arial" w:cs="Arial"/>
        </w:rPr>
      </w:pPr>
      <w:r w:rsidRPr="00514B56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AC78B7" w:rsidRPr="00514B56" w:rsidRDefault="00AC78B7" w:rsidP="00514B56">
      <w:pPr>
        <w:spacing w:after="0"/>
        <w:rPr>
          <w:rFonts w:ascii="Arial" w:hAnsi="Arial" w:cs="Arial"/>
        </w:rPr>
      </w:pPr>
      <w:r w:rsidRPr="00514B56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AC78B7" w:rsidRPr="00514B56" w:rsidRDefault="00AC78B7" w:rsidP="00514B56">
      <w:pPr>
        <w:spacing w:after="0" w:line="480" w:lineRule="auto"/>
        <w:ind w:right="5954"/>
        <w:rPr>
          <w:rFonts w:ascii="Arial" w:hAnsi="Arial" w:cs="Arial"/>
        </w:rPr>
      </w:pPr>
      <w:r w:rsidRPr="00514B56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AC78B7" w:rsidRPr="00514B56" w:rsidRDefault="00AC78B7" w:rsidP="00514B56">
      <w:pPr>
        <w:spacing w:after="0"/>
        <w:ind w:right="5953"/>
        <w:rPr>
          <w:rFonts w:ascii="Arial" w:hAnsi="Arial" w:cs="Arial"/>
        </w:rPr>
      </w:pPr>
      <w:r w:rsidRPr="00514B56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AC78B7" w:rsidRPr="00514B56" w:rsidRDefault="00AC78B7" w:rsidP="00072868">
      <w:pPr>
        <w:jc w:val="both"/>
        <w:rPr>
          <w:rFonts w:ascii="Arial" w:hAnsi="Arial" w:cs="Arial"/>
          <w:b/>
          <w:bCs/>
          <w:i/>
          <w:iCs/>
          <w:color w:val="538135"/>
          <w:sz w:val="18"/>
          <w:szCs w:val="18"/>
        </w:rPr>
      </w:pPr>
    </w:p>
    <w:p w:rsidR="00AC78B7" w:rsidRPr="00514B56" w:rsidRDefault="00AC78B7" w:rsidP="00F43D21">
      <w:pPr>
        <w:autoSpaceDE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14B56">
        <w:rPr>
          <w:rFonts w:ascii="Arial" w:hAnsi="Arial" w:cs="Arial"/>
          <w:sz w:val="20"/>
          <w:szCs w:val="20"/>
        </w:rPr>
        <w:t xml:space="preserve">Będąc upoważnionym(/mi) do działania w imieniu i na rzecz wykonawców wspólnie ubiegających się </w:t>
      </w:r>
      <w:r w:rsidRPr="00514B56">
        <w:rPr>
          <w:rFonts w:ascii="Arial" w:hAnsi="Arial" w:cs="Arial"/>
          <w:sz w:val="20"/>
          <w:szCs w:val="20"/>
        </w:rPr>
        <w:br/>
        <w:t>o udzielenie zamówienia</w:t>
      </w:r>
      <w:r>
        <w:rPr>
          <w:rFonts w:ascii="Arial" w:hAnsi="Arial" w:cs="Arial"/>
          <w:sz w:val="20"/>
          <w:szCs w:val="20"/>
        </w:rPr>
        <w:t>,</w:t>
      </w:r>
      <w:r w:rsidRPr="00514B56">
        <w:rPr>
          <w:rFonts w:ascii="Arial" w:hAnsi="Arial" w:cs="Arial"/>
          <w:sz w:val="20"/>
          <w:szCs w:val="20"/>
        </w:rPr>
        <w:t xml:space="preserve"> tj.: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5"/>
        <w:gridCol w:w="8573"/>
      </w:tblGrid>
      <w:tr w:rsidR="00AC78B7" w:rsidRPr="00514B56">
        <w:tc>
          <w:tcPr>
            <w:tcW w:w="310" w:type="pct"/>
            <w:vAlign w:val="center"/>
          </w:tcPr>
          <w:p w:rsidR="00AC78B7" w:rsidRPr="00514B56" w:rsidRDefault="00AC78B7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690" w:type="pct"/>
            <w:vAlign w:val="center"/>
          </w:tcPr>
          <w:p w:rsidR="00AC78B7" w:rsidRPr="00514B56" w:rsidRDefault="00AC78B7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Nazwa i dane adresowe Wykonawcy wchodzącego w skład podmiotów wspólnie ubiegających się o udzielenie zamówienia</w:t>
            </w:r>
          </w:p>
        </w:tc>
      </w:tr>
      <w:tr w:rsidR="00AC78B7" w:rsidRPr="00514B56">
        <w:tc>
          <w:tcPr>
            <w:tcW w:w="310" w:type="pct"/>
            <w:vAlign w:val="center"/>
          </w:tcPr>
          <w:p w:rsidR="00AC78B7" w:rsidRPr="00514B56" w:rsidRDefault="00AC78B7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4690" w:type="pct"/>
            <w:vAlign w:val="center"/>
          </w:tcPr>
          <w:p w:rsidR="00AC78B7" w:rsidRPr="00514B56" w:rsidRDefault="00AC78B7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</w:p>
        </w:tc>
      </w:tr>
      <w:tr w:rsidR="00AC78B7" w:rsidRPr="00514B56">
        <w:tc>
          <w:tcPr>
            <w:tcW w:w="310" w:type="pct"/>
            <w:vAlign w:val="center"/>
          </w:tcPr>
          <w:p w:rsidR="00AC78B7" w:rsidRPr="00514B56" w:rsidRDefault="00AC78B7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4690" w:type="pct"/>
            <w:vAlign w:val="center"/>
          </w:tcPr>
          <w:p w:rsidR="00AC78B7" w:rsidRPr="00514B56" w:rsidRDefault="00AC78B7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</w:p>
        </w:tc>
      </w:tr>
      <w:tr w:rsidR="00AC78B7" w:rsidRPr="00514B56">
        <w:tc>
          <w:tcPr>
            <w:tcW w:w="310" w:type="pct"/>
            <w:vAlign w:val="center"/>
          </w:tcPr>
          <w:p w:rsidR="00AC78B7" w:rsidRPr="00514B56" w:rsidRDefault="00AC78B7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…</w:t>
            </w:r>
          </w:p>
        </w:tc>
        <w:tc>
          <w:tcPr>
            <w:tcW w:w="4690" w:type="pct"/>
            <w:vAlign w:val="center"/>
          </w:tcPr>
          <w:p w:rsidR="00AC78B7" w:rsidRPr="00514B56" w:rsidRDefault="00AC78B7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</w:p>
        </w:tc>
      </w:tr>
    </w:tbl>
    <w:p w:rsidR="00AC78B7" w:rsidRPr="00514B56" w:rsidRDefault="00AC78B7" w:rsidP="0074058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AC78B7" w:rsidRPr="00514B56" w:rsidRDefault="00AC78B7" w:rsidP="00514B56">
      <w:pPr>
        <w:pStyle w:val="NormalWeb"/>
        <w:spacing w:after="0"/>
        <w:jc w:val="both"/>
        <w:rPr>
          <w:rFonts w:ascii="Arial" w:hAnsi="Arial" w:cs="Arial"/>
          <w:sz w:val="20"/>
          <w:szCs w:val="20"/>
        </w:rPr>
      </w:pPr>
      <w:r w:rsidRPr="008D21BE">
        <w:rPr>
          <w:rFonts w:ascii="Arial" w:hAnsi="Arial" w:cs="Arial"/>
          <w:sz w:val="20"/>
          <w:szCs w:val="20"/>
        </w:rPr>
        <w:t xml:space="preserve">działając na podstawie art. 117 ust. 4 ustawy Pzp, w związku z postawionymi przez Zamawiającego warunkami udziału w postępowaniu i złożeniem oferty wspólnej, oświadczam(y), że przy realizacji zamówienia, którego przedmiotem są: </w:t>
      </w:r>
      <w:r>
        <w:rPr>
          <w:rFonts w:ascii="Arial" w:hAnsi="Arial" w:cs="Arial"/>
          <w:b/>
          <w:bCs/>
          <w:sz w:val="20"/>
          <w:szCs w:val="20"/>
        </w:rPr>
        <w:t>d</w:t>
      </w:r>
      <w:r w:rsidRPr="008D21BE">
        <w:rPr>
          <w:rFonts w:ascii="Arial" w:hAnsi="Arial" w:cs="Arial"/>
          <w:b/>
          <w:bCs/>
          <w:sz w:val="20"/>
          <w:szCs w:val="20"/>
        </w:rPr>
        <w:t xml:space="preserve">ostawy </w:t>
      </w:r>
      <w:r>
        <w:rPr>
          <w:rFonts w:ascii="Arial" w:eastAsia="Microsoft YaHei" w:hAnsi="Arial" w:cs="Arial"/>
          <w:b/>
          <w:bCs/>
          <w:sz w:val="20"/>
          <w:szCs w:val="20"/>
          <w:lang w:eastAsia="pl-PL"/>
        </w:rPr>
        <w:t>gazów medycznych</w:t>
      </w:r>
      <w:r w:rsidRPr="0002103A">
        <w:rPr>
          <w:rFonts w:ascii="Arial" w:hAnsi="Arial" w:cs="Arial"/>
          <w:b/>
          <w:bCs/>
          <w:sz w:val="20"/>
          <w:szCs w:val="20"/>
        </w:rPr>
        <w:t xml:space="preserve"> </w:t>
      </w:r>
      <w:r w:rsidRPr="008D21BE">
        <w:rPr>
          <w:rFonts w:ascii="Arial" w:hAnsi="Arial" w:cs="Arial"/>
          <w:b/>
          <w:bCs/>
          <w:sz w:val="20"/>
          <w:szCs w:val="20"/>
        </w:rPr>
        <w:t>(postępowanie nr LAS-</w:t>
      </w:r>
      <w:r>
        <w:rPr>
          <w:rFonts w:ascii="Arial" w:hAnsi="Arial" w:cs="Arial"/>
          <w:b/>
          <w:bCs/>
          <w:sz w:val="20"/>
          <w:szCs w:val="20"/>
        </w:rPr>
        <w:t>132</w:t>
      </w:r>
      <w:r w:rsidRPr="008D21BE">
        <w:rPr>
          <w:rFonts w:ascii="Arial" w:hAnsi="Arial" w:cs="Arial"/>
          <w:b/>
          <w:bCs/>
          <w:sz w:val="20"/>
          <w:szCs w:val="20"/>
        </w:rPr>
        <w:t>-PN/</w:t>
      </w:r>
      <w:r>
        <w:rPr>
          <w:rFonts w:ascii="Arial" w:hAnsi="Arial" w:cs="Arial"/>
          <w:b/>
          <w:bCs/>
          <w:sz w:val="20"/>
          <w:szCs w:val="20"/>
        </w:rPr>
        <w:t>42</w:t>
      </w:r>
      <w:r w:rsidRPr="008D21BE">
        <w:rPr>
          <w:rFonts w:ascii="Arial" w:hAnsi="Arial" w:cs="Arial"/>
          <w:b/>
          <w:bCs/>
          <w:sz w:val="20"/>
          <w:szCs w:val="20"/>
        </w:rPr>
        <w:t>-2024.</w:t>
      </w:r>
      <w:r>
        <w:rPr>
          <w:rFonts w:ascii="Arial" w:hAnsi="Arial" w:cs="Arial"/>
          <w:b/>
          <w:bCs/>
          <w:sz w:val="20"/>
          <w:szCs w:val="20"/>
        </w:rPr>
        <w:t>AK</w:t>
      </w:r>
      <w:r w:rsidRPr="008D21BE">
        <w:rPr>
          <w:rFonts w:ascii="Arial" w:hAnsi="Arial" w:cs="Arial"/>
          <w:b/>
          <w:bCs/>
          <w:sz w:val="20"/>
          <w:szCs w:val="20"/>
        </w:rPr>
        <w:t>)</w:t>
      </w:r>
      <w:r w:rsidRPr="008D21BE">
        <w:rPr>
          <w:rFonts w:ascii="Arial" w:hAnsi="Arial" w:cs="Arial"/>
          <w:sz w:val="20"/>
          <w:szCs w:val="20"/>
        </w:rPr>
        <w:t>, prowadzonego przez SPZOZ WSS Nr 3 w Rybniku oświadczam, że następu</w:t>
      </w:r>
      <w:r w:rsidRPr="008D21BE">
        <w:rPr>
          <w:rFonts w:ascii="Arial" w:hAnsi="Arial" w:cs="Arial"/>
          <w:sz w:val="20"/>
          <w:szCs w:val="20"/>
        </w:rPr>
        <w:softHyphen/>
        <w:t>jące dostawy wykonają poszczególni wykonawcy</w:t>
      </w:r>
      <w:r w:rsidRPr="00514B56">
        <w:rPr>
          <w:rFonts w:ascii="Arial" w:hAnsi="Arial" w:cs="Arial"/>
          <w:sz w:val="20"/>
          <w:szCs w:val="20"/>
        </w:rPr>
        <w:t>:</w:t>
      </w:r>
    </w:p>
    <w:p w:rsidR="00AC78B7" w:rsidRPr="00514B56" w:rsidRDefault="00AC78B7" w:rsidP="00514B56">
      <w:pPr>
        <w:pStyle w:val="NormalWeb"/>
        <w:spacing w:after="0"/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9"/>
        <w:gridCol w:w="4613"/>
        <w:gridCol w:w="3534"/>
      </w:tblGrid>
      <w:tr w:rsidR="00AC78B7" w:rsidRPr="00514B56">
        <w:trPr>
          <w:trHeight w:val="618"/>
        </w:trPr>
        <w:tc>
          <w:tcPr>
            <w:tcW w:w="769" w:type="dxa"/>
          </w:tcPr>
          <w:p w:rsidR="00AC78B7" w:rsidRPr="00514B56" w:rsidRDefault="00AC78B7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613" w:type="dxa"/>
            <w:vAlign w:val="center"/>
          </w:tcPr>
          <w:p w:rsidR="00AC78B7" w:rsidRPr="00514B56" w:rsidRDefault="00AC78B7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 xml:space="preserve">Nazwa Wykonawcy </w:t>
            </w:r>
          </w:p>
        </w:tc>
        <w:tc>
          <w:tcPr>
            <w:tcW w:w="3534" w:type="dxa"/>
            <w:vAlign w:val="center"/>
          </w:tcPr>
          <w:p w:rsidR="00AC78B7" w:rsidRPr="00514B56" w:rsidRDefault="00AC78B7" w:rsidP="00942777">
            <w:pPr>
              <w:tabs>
                <w:tab w:val="left" w:leader="dot" w:pos="142"/>
                <w:tab w:val="left" w:leader="dot" w:pos="8931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Dostawy jakie  będą realizowane przez Wykonawcę</w:t>
            </w:r>
          </w:p>
        </w:tc>
      </w:tr>
      <w:tr w:rsidR="00AC78B7" w:rsidRPr="00514B56">
        <w:trPr>
          <w:trHeight w:val="307"/>
        </w:trPr>
        <w:tc>
          <w:tcPr>
            <w:tcW w:w="769" w:type="dxa"/>
          </w:tcPr>
          <w:p w:rsidR="00AC78B7" w:rsidRPr="00514B56" w:rsidRDefault="00AC78B7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4B5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613" w:type="dxa"/>
            <w:vAlign w:val="center"/>
          </w:tcPr>
          <w:p w:rsidR="00AC78B7" w:rsidRPr="00514B56" w:rsidRDefault="00AC78B7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4B5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3534" w:type="dxa"/>
            <w:vAlign w:val="center"/>
          </w:tcPr>
          <w:p w:rsidR="00AC78B7" w:rsidRPr="00514B56" w:rsidRDefault="00AC78B7" w:rsidP="00942777">
            <w:pPr>
              <w:tabs>
                <w:tab w:val="left" w:leader="dot" w:pos="142"/>
                <w:tab w:val="left" w:leader="dot" w:pos="8931"/>
              </w:tabs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4B56">
              <w:rPr>
                <w:rFonts w:ascii="Arial" w:hAnsi="Arial" w:cs="Arial"/>
                <w:sz w:val="14"/>
                <w:szCs w:val="14"/>
              </w:rPr>
              <w:t>3</w:t>
            </w:r>
          </w:p>
        </w:tc>
      </w:tr>
      <w:tr w:rsidR="00AC78B7" w:rsidRPr="00514B56">
        <w:trPr>
          <w:trHeight w:val="413"/>
        </w:trPr>
        <w:tc>
          <w:tcPr>
            <w:tcW w:w="769" w:type="dxa"/>
          </w:tcPr>
          <w:p w:rsidR="00AC78B7" w:rsidRPr="00514B56" w:rsidRDefault="00AC78B7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613" w:type="dxa"/>
          </w:tcPr>
          <w:p w:rsidR="00AC78B7" w:rsidRPr="00514B56" w:rsidRDefault="00AC78B7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4" w:type="dxa"/>
          </w:tcPr>
          <w:p w:rsidR="00AC78B7" w:rsidRPr="00514B56" w:rsidRDefault="00AC78B7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8B7" w:rsidRPr="00514B56">
        <w:trPr>
          <w:trHeight w:val="403"/>
        </w:trPr>
        <w:tc>
          <w:tcPr>
            <w:tcW w:w="769" w:type="dxa"/>
          </w:tcPr>
          <w:p w:rsidR="00AC78B7" w:rsidRPr="00514B56" w:rsidRDefault="00AC78B7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613" w:type="dxa"/>
          </w:tcPr>
          <w:p w:rsidR="00AC78B7" w:rsidRPr="00514B56" w:rsidRDefault="00AC78B7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4" w:type="dxa"/>
          </w:tcPr>
          <w:p w:rsidR="00AC78B7" w:rsidRPr="00514B56" w:rsidRDefault="00AC78B7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8B7" w:rsidRPr="00514B56">
        <w:trPr>
          <w:trHeight w:val="413"/>
        </w:trPr>
        <w:tc>
          <w:tcPr>
            <w:tcW w:w="769" w:type="dxa"/>
          </w:tcPr>
          <w:p w:rsidR="00AC78B7" w:rsidRPr="00514B56" w:rsidRDefault="00AC78B7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4613" w:type="dxa"/>
          </w:tcPr>
          <w:p w:rsidR="00AC78B7" w:rsidRPr="00514B56" w:rsidRDefault="00AC78B7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4" w:type="dxa"/>
          </w:tcPr>
          <w:p w:rsidR="00AC78B7" w:rsidRPr="00514B56" w:rsidRDefault="00AC78B7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78B7" w:rsidRPr="00514B56" w:rsidRDefault="00AC78B7" w:rsidP="00DF571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AC78B7" w:rsidRDefault="00AC78B7" w:rsidP="00514B5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C78B7" w:rsidRDefault="00AC78B7" w:rsidP="002C7AE3">
      <w:pPr>
        <w:spacing w:line="276" w:lineRule="auto"/>
        <w:ind w:left="4253" w:right="-1"/>
        <w:jc w:val="both"/>
        <w:rPr>
          <w:kern w:val="2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0" w:name="_Hlk102557314"/>
      <w:bookmarkEnd w:id="0"/>
      <w:r>
        <w:t xml:space="preserve"> </w:t>
      </w:r>
      <w:r>
        <w:rPr>
          <w:sz w:val="16"/>
          <w:szCs w:val="16"/>
          <w:lang w:eastAsia="pl-PL"/>
        </w:rPr>
        <w:t xml:space="preserve"> </w:t>
      </w:r>
      <w:r>
        <w:t xml:space="preserve"> </w:t>
      </w:r>
      <w:r>
        <w:rPr>
          <w:kern w:val="2"/>
          <w:sz w:val="20"/>
          <w:szCs w:val="20"/>
        </w:rPr>
        <w:t>________________________________________________</w:t>
      </w:r>
    </w:p>
    <w:p w:rsidR="00AC78B7" w:rsidRDefault="00AC78B7" w:rsidP="002C7AE3">
      <w:pPr>
        <w:ind w:left="4248"/>
        <w:jc w:val="center"/>
        <w:rPr>
          <w:i/>
          <w:iCs/>
          <w:color w:val="69809F"/>
          <w:sz w:val="14"/>
          <w:szCs w:val="14"/>
          <w:lang w:eastAsia="pl-PL"/>
        </w:rPr>
      </w:pPr>
      <w:r>
        <w:rPr>
          <w:i/>
          <w:iCs/>
          <w:color w:val="69809F"/>
          <w:sz w:val="14"/>
          <w:szCs w:val="14"/>
          <w:lang w:eastAsia="pl-PL"/>
        </w:rPr>
        <w:t>Dokument należy podpisać kwalifikowanym podpisem elektronicznym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AC78B7" w:rsidRDefault="00AC78B7" w:rsidP="00514B56">
      <w:pPr>
        <w:spacing w:line="360" w:lineRule="auto"/>
        <w:jc w:val="both"/>
      </w:pPr>
    </w:p>
    <w:p w:rsidR="00AC78B7" w:rsidRPr="00514B56" w:rsidRDefault="00AC78B7">
      <w:pPr>
        <w:rPr>
          <w:rFonts w:ascii="Arial" w:hAnsi="Arial" w:cs="Arial"/>
        </w:rPr>
      </w:pPr>
    </w:p>
    <w:sectPr w:rsidR="00AC78B7" w:rsidRPr="00514B56" w:rsidSect="002C2C0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8B7" w:rsidRDefault="00AC78B7" w:rsidP="00F43D21">
      <w:pPr>
        <w:spacing w:after="0" w:line="240" w:lineRule="auto"/>
      </w:pPr>
      <w:r>
        <w:separator/>
      </w:r>
    </w:p>
  </w:endnote>
  <w:endnote w:type="continuationSeparator" w:id="0">
    <w:p w:rsidR="00AC78B7" w:rsidRDefault="00AC78B7" w:rsidP="00F4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8B7" w:rsidRDefault="00AC78B7">
    <w:pPr>
      <w:pStyle w:val="Footer"/>
      <w:jc w:val="center"/>
    </w:pPr>
    <w:r w:rsidRPr="00F43D21">
      <w:rPr>
        <w:sz w:val="16"/>
        <w:szCs w:val="16"/>
      </w:rPr>
      <w:t xml:space="preserve">Strona </w:t>
    </w:r>
    <w:r w:rsidRPr="00F43D21">
      <w:rPr>
        <w:b/>
        <w:bCs/>
        <w:sz w:val="16"/>
        <w:szCs w:val="16"/>
      </w:rPr>
      <w:fldChar w:fldCharType="begin"/>
    </w:r>
    <w:r w:rsidRPr="00F43D21">
      <w:rPr>
        <w:b/>
        <w:bCs/>
        <w:sz w:val="16"/>
        <w:szCs w:val="16"/>
      </w:rPr>
      <w:instrText>PAGE</w:instrText>
    </w:r>
    <w:r w:rsidRPr="00F43D21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1</w:t>
    </w:r>
    <w:r w:rsidRPr="00F43D21">
      <w:rPr>
        <w:b/>
        <w:bCs/>
        <w:sz w:val="16"/>
        <w:szCs w:val="16"/>
      </w:rPr>
      <w:fldChar w:fldCharType="end"/>
    </w:r>
    <w:r w:rsidRPr="00F43D21">
      <w:rPr>
        <w:sz w:val="16"/>
        <w:szCs w:val="16"/>
      </w:rPr>
      <w:t xml:space="preserve"> z </w:t>
    </w:r>
    <w:r w:rsidRPr="00F43D21">
      <w:rPr>
        <w:b/>
        <w:bCs/>
        <w:sz w:val="16"/>
        <w:szCs w:val="16"/>
      </w:rPr>
      <w:fldChar w:fldCharType="begin"/>
    </w:r>
    <w:r w:rsidRPr="00F43D21">
      <w:rPr>
        <w:b/>
        <w:bCs/>
        <w:sz w:val="16"/>
        <w:szCs w:val="16"/>
      </w:rPr>
      <w:instrText>NUMPAGES</w:instrText>
    </w:r>
    <w:r w:rsidRPr="00F43D21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1</w:t>
    </w:r>
    <w:r w:rsidRPr="00F43D21">
      <w:rPr>
        <w:b/>
        <w:bCs/>
        <w:sz w:val="16"/>
        <w:szCs w:val="16"/>
      </w:rPr>
      <w:fldChar w:fldCharType="end"/>
    </w:r>
  </w:p>
  <w:p w:rsidR="00AC78B7" w:rsidRDefault="00AC78B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8B7" w:rsidRDefault="00AC78B7" w:rsidP="00F43D21">
      <w:pPr>
        <w:spacing w:after="0" w:line="240" w:lineRule="auto"/>
      </w:pPr>
      <w:r>
        <w:separator/>
      </w:r>
    </w:p>
  </w:footnote>
  <w:footnote w:type="continuationSeparator" w:id="0">
    <w:p w:rsidR="00AC78B7" w:rsidRDefault="00AC78B7" w:rsidP="00F43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8B7" w:rsidRPr="00585F4E" w:rsidRDefault="00AC78B7" w:rsidP="00514B56">
    <w:pPr>
      <w:pStyle w:val="Header"/>
      <w:tabs>
        <w:tab w:val="clear" w:pos="9072"/>
        <w:tab w:val="left" w:pos="7290"/>
      </w:tabs>
      <w:ind w:left="3969"/>
      <w:jc w:val="right"/>
      <w:rPr>
        <w:b/>
        <w:bCs/>
      </w:rPr>
    </w:pPr>
    <w:bookmarkStart w:id="1" w:name="OLE_LINK5"/>
    <w:bookmarkStart w:id="2" w:name="OLE_LINK6"/>
    <w:r w:rsidRPr="00585F4E">
      <w:rPr>
        <w:b/>
        <w:bCs/>
        <w:sz w:val="24"/>
        <w:szCs w:val="24"/>
      </w:rPr>
      <w:t>Załącznik nr 5 do SWZ</w:t>
    </w:r>
  </w:p>
  <w:p w:rsidR="00AC78B7" w:rsidRPr="003D53A2" w:rsidRDefault="00AC78B7" w:rsidP="00585F4E">
    <w:pPr>
      <w:pStyle w:val="Header"/>
      <w:tabs>
        <w:tab w:val="clear" w:pos="9072"/>
        <w:tab w:val="left" w:pos="7290"/>
      </w:tabs>
      <w:ind w:left="5400"/>
      <w:jc w:val="right"/>
      <w:rPr>
        <w:i/>
        <w:iCs/>
        <w:color w:val="0000FF"/>
      </w:rPr>
    </w:pPr>
    <w:r w:rsidRPr="003D53A2">
      <w:rPr>
        <w:i/>
        <w:iCs/>
        <w:color w:val="0000FF"/>
      </w:rPr>
      <w:t>(składany wraz z Formularzem Oferty)</w:t>
    </w:r>
    <w:bookmarkEnd w:id="1"/>
    <w:bookmarkEnd w:id="2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0A86"/>
    <w:multiLevelType w:val="hybridMultilevel"/>
    <w:tmpl w:val="F56E22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95DB4"/>
    <w:multiLevelType w:val="hybridMultilevel"/>
    <w:tmpl w:val="4F48F620"/>
    <w:lvl w:ilvl="0" w:tplc="0712AE3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8BE1AB6"/>
    <w:multiLevelType w:val="hybridMultilevel"/>
    <w:tmpl w:val="C6449ADC"/>
    <w:lvl w:ilvl="0" w:tplc="948E7A90">
      <w:start w:val="2"/>
      <w:numFmt w:val="decimal"/>
      <w:lvlText w:val="%1."/>
      <w:lvlJc w:val="left"/>
      <w:pPr>
        <w:ind w:left="120" w:hanging="202"/>
      </w:pPr>
      <w:rPr>
        <w:rFonts w:ascii="Times New Roman" w:eastAsia="Times New Roman" w:hAnsi="Times New Roman" w:hint="default"/>
        <w:spacing w:val="0"/>
        <w:w w:val="99"/>
        <w:sz w:val="20"/>
        <w:szCs w:val="20"/>
      </w:rPr>
    </w:lvl>
    <w:lvl w:ilvl="1" w:tplc="56E4C93A">
      <w:numFmt w:val="bullet"/>
      <w:lvlText w:val="•"/>
      <w:lvlJc w:val="left"/>
      <w:pPr>
        <w:ind w:left="1120" w:hanging="202"/>
      </w:pPr>
      <w:rPr>
        <w:rFonts w:hint="default"/>
      </w:rPr>
    </w:lvl>
    <w:lvl w:ilvl="2" w:tplc="6F74546A">
      <w:numFmt w:val="bullet"/>
      <w:lvlText w:val="•"/>
      <w:lvlJc w:val="left"/>
      <w:pPr>
        <w:ind w:left="2121" w:hanging="202"/>
      </w:pPr>
      <w:rPr>
        <w:rFonts w:hint="default"/>
      </w:rPr>
    </w:lvl>
    <w:lvl w:ilvl="3" w:tplc="C2B4156C">
      <w:numFmt w:val="bullet"/>
      <w:lvlText w:val="•"/>
      <w:lvlJc w:val="left"/>
      <w:pPr>
        <w:ind w:left="3121" w:hanging="202"/>
      </w:pPr>
      <w:rPr>
        <w:rFonts w:hint="default"/>
      </w:rPr>
    </w:lvl>
    <w:lvl w:ilvl="4" w:tplc="480ED7C6">
      <w:numFmt w:val="bullet"/>
      <w:lvlText w:val="•"/>
      <w:lvlJc w:val="left"/>
      <w:pPr>
        <w:ind w:left="4122" w:hanging="202"/>
      </w:pPr>
      <w:rPr>
        <w:rFonts w:hint="default"/>
      </w:rPr>
    </w:lvl>
    <w:lvl w:ilvl="5" w:tplc="82B4997E">
      <w:numFmt w:val="bullet"/>
      <w:lvlText w:val="•"/>
      <w:lvlJc w:val="left"/>
      <w:pPr>
        <w:ind w:left="5123" w:hanging="202"/>
      </w:pPr>
      <w:rPr>
        <w:rFonts w:hint="default"/>
      </w:rPr>
    </w:lvl>
    <w:lvl w:ilvl="6" w:tplc="F048A98E">
      <w:numFmt w:val="bullet"/>
      <w:lvlText w:val="•"/>
      <w:lvlJc w:val="left"/>
      <w:pPr>
        <w:ind w:left="6123" w:hanging="202"/>
      </w:pPr>
      <w:rPr>
        <w:rFonts w:hint="default"/>
      </w:rPr>
    </w:lvl>
    <w:lvl w:ilvl="7" w:tplc="5F163F82">
      <w:numFmt w:val="bullet"/>
      <w:lvlText w:val="•"/>
      <w:lvlJc w:val="left"/>
      <w:pPr>
        <w:ind w:left="7124" w:hanging="202"/>
      </w:pPr>
      <w:rPr>
        <w:rFonts w:hint="default"/>
      </w:rPr>
    </w:lvl>
    <w:lvl w:ilvl="8" w:tplc="BCA0E10C">
      <w:numFmt w:val="bullet"/>
      <w:lvlText w:val="•"/>
      <w:lvlJc w:val="left"/>
      <w:pPr>
        <w:ind w:left="8125" w:hanging="202"/>
      </w:pPr>
      <w:rPr>
        <w:rFonts w:hint="default"/>
      </w:rPr>
    </w:lvl>
  </w:abstractNum>
  <w:abstractNum w:abstractNumId="3">
    <w:nsid w:val="0AA50B96"/>
    <w:multiLevelType w:val="hybridMultilevel"/>
    <w:tmpl w:val="3EB89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BFF5D06"/>
    <w:multiLevelType w:val="hybridMultilevel"/>
    <w:tmpl w:val="73445EC2"/>
    <w:lvl w:ilvl="0" w:tplc="4BA42EB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C0B4DC1"/>
    <w:multiLevelType w:val="hybridMultilevel"/>
    <w:tmpl w:val="28BE8F1A"/>
    <w:lvl w:ilvl="0" w:tplc="33CC6B7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7A7A6A95"/>
    <w:multiLevelType w:val="hybridMultilevel"/>
    <w:tmpl w:val="F7F89532"/>
    <w:lvl w:ilvl="0" w:tplc="B858823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3D21"/>
    <w:rsid w:val="00011E66"/>
    <w:rsid w:val="0002103A"/>
    <w:rsid w:val="00036F2E"/>
    <w:rsid w:val="00050BA8"/>
    <w:rsid w:val="00072868"/>
    <w:rsid w:val="00087E06"/>
    <w:rsid w:val="00090A61"/>
    <w:rsid w:val="000914F4"/>
    <w:rsid w:val="000D1A7A"/>
    <w:rsid w:val="000F14E0"/>
    <w:rsid w:val="00121EA4"/>
    <w:rsid w:val="001300AD"/>
    <w:rsid w:val="00130A76"/>
    <w:rsid w:val="00130AD1"/>
    <w:rsid w:val="00134BD5"/>
    <w:rsid w:val="00146712"/>
    <w:rsid w:val="001562F3"/>
    <w:rsid w:val="0016311E"/>
    <w:rsid w:val="00195CB8"/>
    <w:rsid w:val="00195F80"/>
    <w:rsid w:val="001B0233"/>
    <w:rsid w:val="001B4EBB"/>
    <w:rsid w:val="001B6F82"/>
    <w:rsid w:val="001C7D42"/>
    <w:rsid w:val="001D5934"/>
    <w:rsid w:val="001E0CCB"/>
    <w:rsid w:val="001E278D"/>
    <w:rsid w:val="00207702"/>
    <w:rsid w:val="00211B86"/>
    <w:rsid w:val="002134D3"/>
    <w:rsid w:val="00213B6B"/>
    <w:rsid w:val="00220E51"/>
    <w:rsid w:val="0022325A"/>
    <w:rsid w:val="00230402"/>
    <w:rsid w:val="0023369F"/>
    <w:rsid w:val="002427A3"/>
    <w:rsid w:val="00246411"/>
    <w:rsid w:val="002613F8"/>
    <w:rsid w:val="0026209D"/>
    <w:rsid w:val="00293EB3"/>
    <w:rsid w:val="002B434A"/>
    <w:rsid w:val="002C1CA8"/>
    <w:rsid w:val="002C2C01"/>
    <w:rsid w:val="002C7AE3"/>
    <w:rsid w:val="002E03AC"/>
    <w:rsid w:val="002F4D51"/>
    <w:rsid w:val="003423BB"/>
    <w:rsid w:val="0035526E"/>
    <w:rsid w:val="003B6A90"/>
    <w:rsid w:val="003D0473"/>
    <w:rsid w:val="003D46FD"/>
    <w:rsid w:val="003D53A2"/>
    <w:rsid w:val="003D6B6B"/>
    <w:rsid w:val="003D7AB3"/>
    <w:rsid w:val="003E61B0"/>
    <w:rsid w:val="003E717E"/>
    <w:rsid w:val="003F0094"/>
    <w:rsid w:val="00405F4D"/>
    <w:rsid w:val="004201C4"/>
    <w:rsid w:val="00445392"/>
    <w:rsid w:val="00452063"/>
    <w:rsid w:val="00463860"/>
    <w:rsid w:val="004919D6"/>
    <w:rsid w:val="004B7E40"/>
    <w:rsid w:val="004E2300"/>
    <w:rsid w:val="004E57C1"/>
    <w:rsid w:val="004E61A3"/>
    <w:rsid w:val="0050263E"/>
    <w:rsid w:val="00513594"/>
    <w:rsid w:val="00514B56"/>
    <w:rsid w:val="00521E9B"/>
    <w:rsid w:val="0053342F"/>
    <w:rsid w:val="0053737F"/>
    <w:rsid w:val="00537EA7"/>
    <w:rsid w:val="00543589"/>
    <w:rsid w:val="00566DB2"/>
    <w:rsid w:val="00585F4E"/>
    <w:rsid w:val="00587C06"/>
    <w:rsid w:val="005A59C8"/>
    <w:rsid w:val="005C1694"/>
    <w:rsid w:val="005C6255"/>
    <w:rsid w:val="005D1248"/>
    <w:rsid w:val="005E0C28"/>
    <w:rsid w:val="005F0436"/>
    <w:rsid w:val="005F4D63"/>
    <w:rsid w:val="006069DC"/>
    <w:rsid w:val="00652408"/>
    <w:rsid w:val="00654BE2"/>
    <w:rsid w:val="00666CE7"/>
    <w:rsid w:val="00671BEF"/>
    <w:rsid w:val="00695D7B"/>
    <w:rsid w:val="006C273A"/>
    <w:rsid w:val="006E7A8E"/>
    <w:rsid w:val="006F08B4"/>
    <w:rsid w:val="006F18E8"/>
    <w:rsid w:val="006F283A"/>
    <w:rsid w:val="00704BB3"/>
    <w:rsid w:val="00710C5A"/>
    <w:rsid w:val="00712117"/>
    <w:rsid w:val="00712A16"/>
    <w:rsid w:val="00740583"/>
    <w:rsid w:val="007423DC"/>
    <w:rsid w:val="007477EF"/>
    <w:rsid w:val="00761986"/>
    <w:rsid w:val="00775E91"/>
    <w:rsid w:val="00777530"/>
    <w:rsid w:val="00782287"/>
    <w:rsid w:val="007846DD"/>
    <w:rsid w:val="007A1833"/>
    <w:rsid w:val="007B3219"/>
    <w:rsid w:val="007B4AB7"/>
    <w:rsid w:val="007D2972"/>
    <w:rsid w:val="007E7A89"/>
    <w:rsid w:val="007F1DE7"/>
    <w:rsid w:val="007F356B"/>
    <w:rsid w:val="007F79BD"/>
    <w:rsid w:val="00821D56"/>
    <w:rsid w:val="00822D25"/>
    <w:rsid w:val="00834373"/>
    <w:rsid w:val="00837811"/>
    <w:rsid w:val="00851349"/>
    <w:rsid w:val="00865004"/>
    <w:rsid w:val="008667BA"/>
    <w:rsid w:val="008A1367"/>
    <w:rsid w:val="008A6556"/>
    <w:rsid w:val="008B7099"/>
    <w:rsid w:val="008C5420"/>
    <w:rsid w:val="008D21BE"/>
    <w:rsid w:val="008D76D1"/>
    <w:rsid w:val="008D7C4A"/>
    <w:rsid w:val="008F7E28"/>
    <w:rsid w:val="00915CB8"/>
    <w:rsid w:val="009215AB"/>
    <w:rsid w:val="00942777"/>
    <w:rsid w:val="009466DF"/>
    <w:rsid w:val="0095757D"/>
    <w:rsid w:val="0096487A"/>
    <w:rsid w:val="00966E1F"/>
    <w:rsid w:val="00970595"/>
    <w:rsid w:val="00990DAA"/>
    <w:rsid w:val="00997D66"/>
    <w:rsid w:val="009A3CB9"/>
    <w:rsid w:val="009C269F"/>
    <w:rsid w:val="009D32DC"/>
    <w:rsid w:val="009E5F8F"/>
    <w:rsid w:val="009F31EE"/>
    <w:rsid w:val="009F4160"/>
    <w:rsid w:val="009F5873"/>
    <w:rsid w:val="00A007D8"/>
    <w:rsid w:val="00A27130"/>
    <w:rsid w:val="00A53026"/>
    <w:rsid w:val="00A60434"/>
    <w:rsid w:val="00A61ABF"/>
    <w:rsid w:val="00A712B4"/>
    <w:rsid w:val="00A85200"/>
    <w:rsid w:val="00A87D89"/>
    <w:rsid w:val="00A92EF0"/>
    <w:rsid w:val="00A9383A"/>
    <w:rsid w:val="00A93DDF"/>
    <w:rsid w:val="00A973EB"/>
    <w:rsid w:val="00AA6F84"/>
    <w:rsid w:val="00AA7B08"/>
    <w:rsid w:val="00AB2E06"/>
    <w:rsid w:val="00AB3645"/>
    <w:rsid w:val="00AC78B7"/>
    <w:rsid w:val="00AC7DFF"/>
    <w:rsid w:val="00AE4BCB"/>
    <w:rsid w:val="00AF6B9E"/>
    <w:rsid w:val="00B05F5A"/>
    <w:rsid w:val="00B0723F"/>
    <w:rsid w:val="00B10D45"/>
    <w:rsid w:val="00B1699E"/>
    <w:rsid w:val="00B32B3B"/>
    <w:rsid w:val="00B533AF"/>
    <w:rsid w:val="00B729EB"/>
    <w:rsid w:val="00B74AF9"/>
    <w:rsid w:val="00B90434"/>
    <w:rsid w:val="00BD5028"/>
    <w:rsid w:val="00BF1CF5"/>
    <w:rsid w:val="00BF3E8B"/>
    <w:rsid w:val="00C04BCF"/>
    <w:rsid w:val="00C1485F"/>
    <w:rsid w:val="00C51343"/>
    <w:rsid w:val="00C51791"/>
    <w:rsid w:val="00C5203E"/>
    <w:rsid w:val="00C6072C"/>
    <w:rsid w:val="00C74272"/>
    <w:rsid w:val="00C8325D"/>
    <w:rsid w:val="00C84510"/>
    <w:rsid w:val="00C85D99"/>
    <w:rsid w:val="00C92025"/>
    <w:rsid w:val="00CB2E54"/>
    <w:rsid w:val="00CC0464"/>
    <w:rsid w:val="00CD4B17"/>
    <w:rsid w:val="00CF0681"/>
    <w:rsid w:val="00D06AE1"/>
    <w:rsid w:val="00D326F2"/>
    <w:rsid w:val="00D4214A"/>
    <w:rsid w:val="00DA226D"/>
    <w:rsid w:val="00DA4396"/>
    <w:rsid w:val="00DA6073"/>
    <w:rsid w:val="00DA6467"/>
    <w:rsid w:val="00DB6FAF"/>
    <w:rsid w:val="00DC163D"/>
    <w:rsid w:val="00DF5715"/>
    <w:rsid w:val="00E10039"/>
    <w:rsid w:val="00E123D6"/>
    <w:rsid w:val="00E54D57"/>
    <w:rsid w:val="00E84569"/>
    <w:rsid w:val="00E979F3"/>
    <w:rsid w:val="00EA582D"/>
    <w:rsid w:val="00EB34A8"/>
    <w:rsid w:val="00EC09A4"/>
    <w:rsid w:val="00EE5453"/>
    <w:rsid w:val="00F11701"/>
    <w:rsid w:val="00F23BAC"/>
    <w:rsid w:val="00F35F20"/>
    <w:rsid w:val="00F43D21"/>
    <w:rsid w:val="00F46BB7"/>
    <w:rsid w:val="00F639A5"/>
    <w:rsid w:val="00F70B1E"/>
    <w:rsid w:val="00F70CEC"/>
    <w:rsid w:val="00F7441C"/>
    <w:rsid w:val="00FA2B6C"/>
    <w:rsid w:val="00FA726A"/>
    <w:rsid w:val="00FC3418"/>
    <w:rsid w:val="00FC3419"/>
    <w:rsid w:val="00FF3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D21"/>
    <w:pPr>
      <w:spacing w:after="160" w:line="259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43D21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F43D21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Styl2">
    <w:name w:val="Styl2"/>
    <w:basedOn w:val="DefaultParagraphFont"/>
    <w:uiPriority w:val="99"/>
    <w:rsid w:val="00DA4396"/>
    <w:rPr>
      <w:rFonts w:ascii="Broadway" w:hAnsi="Broadway" w:cs="Broadway"/>
    </w:rPr>
  </w:style>
  <w:style w:type="character" w:customStyle="1" w:styleId="Styl3">
    <w:name w:val="Styl3"/>
    <w:basedOn w:val="DefaultParagraphFont"/>
    <w:uiPriority w:val="99"/>
    <w:rsid w:val="00DA4396"/>
    <w:rPr>
      <w:rFonts w:ascii="Arial Black" w:hAnsi="Arial Black" w:cs="Arial Black"/>
      <w:b/>
      <w:bCs/>
    </w:rPr>
  </w:style>
  <w:style w:type="paragraph" w:styleId="Header">
    <w:name w:val="header"/>
    <w:basedOn w:val="Normal"/>
    <w:link w:val="HeaderChar"/>
    <w:uiPriority w:val="99"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43D21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43D21"/>
    <w:rPr>
      <w:rFonts w:ascii="Calibri" w:hAnsi="Calibri" w:cs="Calibri"/>
    </w:rPr>
  </w:style>
  <w:style w:type="paragraph" w:styleId="BodyText">
    <w:name w:val="Body Text"/>
    <w:basedOn w:val="Normal"/>
    <w:link w:val="BodyTextChar"/>
    <w:uiPriority w:val="99"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E03AC"/>
    <w:rPr>
      <w:rFonts w:ascii="Times New Roman" w:hAnsi="Times New Roman" w:cs="Times New Roman"/>
      <w:sz w:val="20"/>
      <w:szCs w:val="20"/>
      <w:lang w:val="en-US"/>
    </w:rPr>
  </w:style>
  <w:style w:type="paragraph" w:styleId="ListParagraph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"/>
    <w:link w:val="ListParagraphChar"/>
    <w:uiPriority w:val="99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sz w:val="20"/>
      <w:szCs w:val="20"/>
      <w:lang w:val="en-US" w:eastAsia="pl-PL"/>
    </w:rPr>
  </w:style>
  <w:style w:type="table" w:styleId="TableGrid">
    <w:name w:val="Table Grid"/>
    <w:basedOn w:val="TableNormal"/>
    <w:uiPriority w:val="99"/>
    <w:rsid w:val="0054358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C7427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ListParagraphChar">
    <w:name w:val="List Paragraph Char"/>
    <w:aliases w:val="wypunktowanie Char,Numerowanie Char,Akapit z listą BS Char,Kolorowa lista — akcent 11 Char,sw tekst Char,L1 Char,Bulleted list Char,lp1 Char,Preambuła Char,Colorful Shading - Accent 31 Char,Light List - Accent 51 Char"/>
    <w:link w:val="ListParagraph"/>
    <w:uiPriority w:val="99"/>
    <w:locked/>
    <w:rsid w:val="00146712"/>
    <w:rPr>
      <w:rFonts w:ascii="Times New Roman" w:hAnsi="Times New Roman" w:cs="Times New Roman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5D12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12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1248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12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124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D12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124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rsid w:val="00514B56"/>
    <w:pPr>
      <w:suppressAutoHyphens/>
    </w:pPr>
    <w:rPr>
      <w:rFonts w:eastAsia="Times New Roman"/>
      <w:sz w:val="24"/>
      <w:szCs w:val="24"/>
    </w:rPr>
  </w:style>
  <w:style w:type="paragraph" w:customStyle="1" w:styleId="ZnakZnakZnakZnakZnak">
    <w:name w:val="Znak Znak Znak Znak Znak"/>
    <w:basedOn w:val="Normal"/>
    <w:uiPriority w:val="99"/>
    <w:rsid w:val="002C7AE3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ZnakZnak1">
    <w:name w:val="Znak Znak Znak Znak Znak1"/>
    <w:basedOn w:val="Normal"/>
    <w:uiPriority w:val="99"/>
    <w:rsid w:val="00A93DD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ZnakZnak2">
    <w:name w:val="Znak Znak Znak Znak Znak2"/>
    <w:basedOn w:val="Normal"/>
    <w:uiPriority w:val="99"/>
    <w:rsid w:val="0096487A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1</Pages>
  <Words>193</Words>
  <Characters>1160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Natalia Oliwier</dc:creator>
  <cp:keywords/>
  <dc:description/>
  <cp:lastModifiedBy>akrakowka</cp:lastModifiedBy>
  <cp:revision>20</cp:revision>
  <cp:lastPrinted>2024-09-09T10:25:00Z</cp:lastPrinted>
  <dcterms:created xsi:type="dcterms:W3CDTF">2024-01-08T13:30:00Z</dcterms:created>
  <dcterms:modified xsi:type="dcterms:W3CDTF">2024-09-09T10:25:00Z</dcterms:modified>
</cp:coreProperties>
</file>