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</w:t>
      </w:r>
      <w:proofErr w:type="spellStart"/>
      <w:r w:rsidRPr="00F1044D">
        <w:rPr>
          <w:rFonts w:cs="Arial"/>
          <w:i/>
          <w:color w:val="FF0000"/>
          <w:sz w:val="20"/>
          <w:szCs w:val="20"/>
        </w:rPr>
        <w:t>Pzp</w:t>
      </w:r>
      <w:proofErr w:type="spellEnd"/>
      <w:r w:rsidRPr="00F1044D">
        <w:rPr>
          <w:rFonts w:cs="Arial"/>
          <w:i/>
          <w:color w:val="FF0000"/>
          <w:sz w:val="20"/>
          <w:szCs w:val="20"/>
        </w:rPr>
        <w:t>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21FD4AB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0556F1">
        <w:rPr>
          <w:rFonts w:cs="Arial"/>
          <w:bCs/>
          <w:sz w:val="20"/>
          <w:szCs w:val="20"/>
        </w:rPr>
        <w:t>11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74B151F1" w:rsidR="00617C8B" w:rsidRDefault="004B35B2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RI.271.2.</w:t>
      </w:r>
      <w:r w:rsidR="00F0740A">
        <w:rPr>
          <w:rFonts w:cs="Arial"/>
          <w:sz w:val="20"/>
          <w:szCs w:val="20"/>
        </w:rPr>
        <w:t>2</w:t>
      </w:r>
      <w:r>
        <w:rPr>
          <w:rFonts w:cs="Arial"/>
          <w:sz w:val="20"/>
          <w:szCs w:val="20"/>
        </w:rPr>
        <w:t>.202</w:t>
      </w:r>
      <w:r w:rsidR="00CE25CF">
        <w:rPr>
          <w:rFonts w:cs="Arial"/>
          <w:sz w:val="20"/>
          <w:szCs w:val="20"/>
        </w:rPr>
        <w:t>3</w:t>
      </w: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345B7BBD" w14:textId="77777777" w:rsidR="00F0740A" w:rsidRPr="00F0740A" w:rsidRDefault="00617C8B" w:rsidP="00F0740A">
      <w:pPr>
        <w:jc w:val="both"/>
        <w:rPr>
          <w:rFonts w:cs="Arial"/>
          <w:b/>
          <w:bCs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>podstawowym bez negocjacji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bookmarkStart w:id="0" w:name="_Hlk62906715"/>
      <w:r w:rsidR="00F0740A" w:rsidRPr="00F0740A">
        <w:rPr>
          <w:rFonts w:cs="Arial"/>
          <w:b/>
          <w:bCs/>
          <w:sz w:val="20"/>
          <w:szCs w:val="20"/>
        </w:rPr>
        <w:t>Modernizacja budynku Urzędu Miejskiego w Debrznie- zwiększenie dostępności dla osób z</w:t>
      </w:r>
    </w:p>
    <w:p w14:paraId="134BD4A8" w14:textId="7DE2BD48" w:rsidR="00617C8B" w:rsidRDefault="00F0740A" w:rsidP="00F0740A">
      <w:pPr>
        <w:jc w:val="both"/>
        <w:rPr>
          <w:rFonts w:cs="Arial"/>
          <w:b/>
          <w:bCs/>
          <w:sz w:val="20"/>
          <w:szCs w:val="20"/>
        </w:rPr>
      </w:pPr>
      <w:r w:rsidRPr="00F0740A">
        <w:rPr>
          <w:rFonts w:cs="Arial"/>
          <w:b/>
          <w:bCs/>
          <w:sz w:val="20"/>
          <w:szCs w:val="20"/>
        </w:rPr>
        <w:t>niepełnosprawnościami</w:t>
      </w:r>
      <w:r w:rsidR="000556F1">
        <w:rPr>
          <w:rFonts w:cs="Arial"/>
          <w:b/>
          <w:bCs/>
          <w:sz w:val="20"/>
          <w:szCs w:val="20"/>
        </w:rPr>
        <w:t>,</w:t>
      </w:r>
      <w:bookmarkEnd w:id="0"/>
    </w:p>
    <w:p w14:paraId="2A5B2850" w14:textId="77777777" w:rsidR="000556F1" w:rsidRPr="000556F1" w:rsidRDefault="000556F1" w:rsidP="000556F1">
      <w:pPr>
        <w:jc w:val="both"/>
        <w:rPr>
          <w:rFonts w:cs="Arial"/>
          <w:b/>
          <w:bCs/>
          <w:sz w:val="20"/>
          <w:szCs w:val="20"/>
        </w:rPr>
      </w:pPr>
    </w:p>
    <w:p w14:paraId="5F29E688" w14:textId="77777777" w:rsidR="00617C8B" w:rsidRDefault="00617C8B" w:rsidP="002B364B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77777777" w:rsidR="000556F1" w:rsidRDefault="000556F1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4019270D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0D4C2B25" w14:textId="4FD09692" w:rsidR="000A12C8" w:rsidRPr="00852B58" w:rsidRDefault="00C16840" w:rsidP="00852B58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sectPr w:rsidR="000A12C8" w:rsidRPr="00852B58" w:rsidSect="000556F1">
      <w:headerReference w:type="first" r:id="rId7"/>
      <w:footerReference w:type="first" r:id="rId8"/>
      <w:pgSz w:w="11906" w:h="16838" w:code="9"/>
      <w:pgMar w:top="709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DDEC2" w14:textId="77777777" w:rsidR="00EB24D0" w:rsidRDefault="00EB24D0">
      <w:r>
        <w:separator/>
      </w:r>
    </w:p>
  </w:endnote>
  <w:endnote w:type="continuationSeparator" w:id="0">
    <w:p w14:paraId="2124EE9F" w14:textId="77777777" w:rsidR="00EB24D0" w:rsidRDefault="00EB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315D7" w14:textId="00B9075E" w:rsidR="00852B58" w:rsidRDefault="00852B58">
    <w:pPr>
      <w:pStyle w:val="Stopka"/>
    </w:pPr>
    <w:r w:rsidRPr="00852B58">
      <w:drawing>
        <wp:inline distT="0" distB="0" distL="0" distR="0" wp14:anchorId="357B6894" wp14:editId="08B62C5D">
          <wp:extent cx="5940425" cy="868045"/>
          <wp:effectExtent l="0" t="0" r="3175" b="825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868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3D5AF" w14:textId="77777777" w:rsidR="00EB24D0" w:rsidRDefault="00EB24D0">
      <w:r>
        <w:separator/>
      </w:r>
    </w:p>
  </w:footnote>
  <w:footnote w:type="continuationSeparator" w:id="0">
    <w:p w14:paraId="4F5E529A" w14:textId="77777777" w:rsidR="00EB24D0" w:rsidRDefault="00EB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DEA94" w14:textId="035B97AF" w:rsidR="00852B58" w:rsidRDefault="00852B58">
    <w:pPr>
      <w:pStyle w:val="Nagwek"/>
    </w:pPr>
    <w:r>
      <w:rPr>
        <w:noProof/>
      </w:rPr>
      <w:drawing>
        <wp:inline distT="0" distB="0" distL="0" distR="0" wp14:anchorId="52241325" wp14:editId="14405723">
          <wp:extent cx="5316220" cy="676910"/>
          <wp:effectExtent l="0" t="0" r="0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2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52B58">
      <w:drawing>
        <wp:inline distT="0" distB="0" distL="0" distR="0" wp14:anchorId="09BAA794" wp14:editId="3AB9F65F">
          <wp:extent cx="5940425" cy="438785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459833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6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241C1F"/>
    <w:rsid w:val="002425AE"/>
    <w:rsid w:val="002A3599"/>
    <w:rsid w:val="002B364B"/>
    <w:rsid w:val="002C6347"/>
    <w:rsid w:val="00320AAC"/>
    <w:rsid w:val="00325198"/>
    <w:rsid w:val="00347E72"/>
    <w:rsid w:val="0035482A"/>
    <w:rsid w:val="003619F2"/>
    <w:rsid w:val="00365820"/>
    <w:rsid w:val="003C554F"/>
    <w:rsid w:val="003E3CB7"/>
    <w:rsid w:val="003F331B"/>
    <w:rsid w:val="0040149C"/>
    <w:rsid w:val="0041144B"/>
    <w:rsid w:val="00414478"/>
    <w:rsid w:val="00456FD1"/>
    <w:rsid w:val="00464E8E"/>
    <w:rsid w:val="004861BD"/>
    <w:rsid w:val="00492BD3"/>
    <w:rsid w:val="004B16F1"/>
    <w:rsid w:val="004B35B2"/>
    <w:rsid w:val="004B70BD"/>
    <w:rsid w:val="0052111D"/>
    <w:rsid w:val="00537F26"/>
    <w:rsid w:val="005760A9"/>
    <w:rsid w:val="005836D9"/>
    <w:rsid w:val="00594464"/>
    <w:rsid w:val="005A0BC7"/>
    <w:rsid w:val="005E35D4"/>
    <w:rsid w:val="00604869"/>
    <w:rsid w:val="00617C8B"/>
    <w:rsid w:val="00622781"/>
    <w:rsid w:val="00640BFF"/>
    <w:rsid w:val="006664A6"/>
    <w:rsid w:val="0069621B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B2500"/>
    <w:rsid w:val="007D61D6"/>
    <w:rsid w:val="007E18EB"/>
    <w:rsid w:val="007E1B19"/>
    <w:rsid w:val="007F3623"/>
    <w:rsid w:val="00827311"/>
    <w:rsid w:val="008312EF"/>
    <w:rsid w:val="00834BB4"/>
    <w:rsid w:val="00835187"/>
    <w:rsid w:val="00852B58"/>
    <w:rsid w:val="0085508C"/>
    <w:rsid w:val="00856E3A"/>
    <w:rsid w:val="008945D9"/>
    <w:rsid w:val="008C7D25"/>
    <w:rsid w:val="009D71C1"/>
    <w:rsid w:val="009F2CF0"/>
    <w:rsid w:val="00A04690"/>
    <w:rsid w:val="00A40DD3"/>
    <w:rsid w:val="00A8311B"/>
    <w:rsid w:val="00B01F08"/>
    <w:rsid w:val="00B16E8F"/>
    <w:rsid w:val="00B20C3E"/>
    <w:rsid w:val="00B30401"/>
    <w:rsid w:val="00B6637D"/>
    <w:rsid w:val="00BA69D6"/>
    <w:rsid w:val="00BB76D0"/>
    <w:rsid w:val="00BC363C"/>
    <w:rsid w:val="00C16840"/>
    <w:rsid w:val="00C62C24"/>
    <w:rsid w:val="00C635B6"/>
    <w:rsid w:val="00CA20F9"/>
    <w:rsid w:val="00CC263D"/>
    <w:rsid w:val="00CE005B"/>
    <w:rsid w:val="00CE25CF"/>
    <w:rsid w:val="00CF1A4A"/>
    <w:rsid w:val="00D0361A"/>
    <w:rsid w:val="00D30ADD"/>
    <w:rsid w:val="00D43A0D"/>
    <w:rsid w:val="00D46867"/>
    <w:rsid w:val="00D526F3"/>
    <w:rsid w:val="00D9405F"/>
    <w:rsid w:val="00DC733E"/>
    <w:rsid w:val="00DF57BE"/>
    <w:rsid w:val="00E06500"/>
    <w:rsid w:val="00E57060"/>
    <w:rsid w:val="00E87616"/>
    <w:rsid w:val="00E92047"/>
    <w:rsid w:val="00EA5C16"/>
    <w:rsid w:val="00EB24D0"/>
    <w:rsid w:val="00ED042A"/>
    <w:rsid w:val="00EF000D"/>
    <w:rsid w:val="00F0740A"/>
    <w:rsid w:val="00F1044D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14</TotalTime>
  <Pages>1</Pages>
  <Words>225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13</cp:revision>
  <cp:lastPrinted>2020-11-10T13:52:00Z</cp:lastPrinted>
  <dcterms:created xsi:type="dcterms:W3CDTF">2021-05-02T20:19:00Z</dcterms:created>
  <dcterms:modified xsi:type="dcterms:W3CDTF">2023-02-13T08:03:00Z</dcterms:modified>
</cp:coreProperties>
</file>