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68EFDABF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733B4F">
              <w:rPr>
                <w:rFonts w:ascii="Times New Roman" w:hAnsi="Times New Roman"/>
                <w:b/>
              </w:rPr>
              <w:t>8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67532C">
              <w:rPr>
                <w:rFonts w:ascii="Times New Roman" w:hAnsi="Times New Roman"/>
                <w:b/>
              </w:rPr>
              <w:t>2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4274A8D4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107DA4E9" w14:textId="35C9ED2D" w:rsidR="0067532C" w:rsidRPr="00DC05CF" w:rsidRDefault="0067532C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REGON:………………………………………………………………………………………………………………..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7CB8C7A6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</w:t>
      </w:r>
      <w:r w:rsidR="0067532C">
        <w:rPr>
          <w:rFonts w:ascii="Arial" w:hAnsi="Arial" w:cs="Arial"/>
          <w:b w:val="0"/>
          <w:bCs w:val="0"/>
          <w:sz w:val="20"/>
          <w:szCs w:val="20"/>
        </w:rPr>
        <w:t>trybie przetargu nieograniczonego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składamy ofertę na </w:t>
      </w:r>
      <w:r w:rsidR="0067532C">
        <w:rPr>
          <w:rFonts w:ascii="Arial" w:hAnsi="Arial" w:cs="Arial"/>
          <w:b w:val="0"/>
          <w:bCs w:val="0"/>
          <w:sz w:val="20"/>
          <w:szCs w:val="20"/>
        </w:rPr>
        <w:t xml:space="preserve">usługę 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12A6B66D" w14:textId="72A2C942" w:rsidR="001E7AF8" w:rsidRPr="004944E6" w:rsidRDefault="004944E6" w:rsidP="004944E6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val="pl-PL" w:eastAsia="en-US"/>
        </w:rPr>
      </w:pPr>
      <w:bookmarkStart w:id="0" w:name="_Hlk66370529"/>
      <w:r w:rsidRPr="004944E6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 xml:space="preserve">Udzielenie kredytu długoterminowego w kwocie </w:t>
      </w:r>
      <w:r w:rsidR="00D35A56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4</w:t>
      </w:r>
      <w:r w:rsidRPr="004944E6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.</w:t>
      </w:r>
      <w:r w:rsidR="00733B4F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7</w:t>
      </w:r>
      <w:r w:rsidRPr="004944E6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 xml:space="preserve">00.000,00 zł (słownie: </w:t>
      </w:r>
      <w:r w:rsidR="00733B4F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cztery miliony siedemset</w:t>
      </w:r>
      <w:r w:rsidRPr="004944E6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 xml:space="preserve"> tysięcy złotych 00/100) na pokrycie planowanego deficytu oraz na spłatę wcześniej zaciągniętych zobowiązań z tytułu kredytów i pożyczek</w:t>
      </w:r>
    </w:p>
    <w:p w14:paraId="0A2DF89A" w14:textId="77777777" w:rsidR="0067532C" w:rsidRPr="001E5697" w:rsidRDefault="0067532C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FB49F55" w14:textId="533113A9" w:rsidR="004944E6" w:rsidRPr="004944E6" w:rsidRDefault="004944E6" w:rsidP="004944E6">
      <w:pPr>
        <w:numPr>
          <w:ilvl w:val="0"/>
          <w:numId w:val="10"/>
        </w:numPr>
        <w:jc w:val="both"/>
        <w:rPr>
          <w:sz w:val="20"/>
          <w:szCs w:val="20"/>
        </w:rPr>
      </w:pPr>
      <w:r w:rsidRPr="004944E6">
        <w:rPr>
          <w:b/>
          <w:sz w:val="20"/>
          <w:szCs w:val="20"/>
        </w:rPr>
        <w:t>ZREALIZUJĘ(EMY)</w:t>
      </w:r>
      <w:r w:rsidRPr="004944E6">
        <w:rPr>
          <w:sz w:val="20"/>
          <w:szCs w:val="20"/>
        </w:rPr>
        <w:t xml:space="preserve"> przedmiotowe zamówienie zgodnie z wymaganiami określonymi w SWZ za cenę ostateczną obejmującą wszystkie koszty i składniki związane z  realizacją zamówienia w tym m.in. upusty, rabaty itd. :</w:t>
      </w:r>
    </w:p>
    <w:p w14:paraId="0F5163FD" w14:textId="77777777" w:rsidR="004944E6" w:rsidRPr="004944E6" w:rsidRDefault="004944E6" w:rsidP="004944E6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</w:rPr>
      </w:pPr>
      <w:r w:rsidRPr="004944E6">
        <w:rPr>
          <w:rFonts w:ascii="Times New Roman" w:hAnsi="Times New Roman"/>
          <w:sz w:val="20"/>
          <w:szCs w:val="20"/>
        </w:rPr>
        <w:t>jednorazowa prowizja bankowa</w:t>
      </w:r>
      <w:r w:rsidRPr="004944E6">
        <w:rPr>
          <w:rFonts w:ascii="Times New Roman" w:hAnsi="Times New Roman"/>
          <w:sz w:val="20"/>
          <w:szCs w:val="20"/>
        </w:rPr>
        <w:tab/>
        <w:t>–  ....... %</w:t>
      </w:r>
    </w:p>
    <w:p w14:paraId="407587CC" w14:textId="77777777" w:rsidR="004944E6" w:rsidRPr="004944E6" w:rsidRDefault="004944E6" w:rsidP="004944E6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0"/>
          <w:szCs w:val="20"/>
        </w:rPr>
      </w:pPr>
      <w:r w:rsidRPr="004944E6">
        <w:rPr>
          <w:rFonts w:ascii="Times New Roman" w:hAnsi="Times New Roman"/>
          <w:sz w:val="20"/>
          <w:szCs w:val="20"/>
        </w:rPr>
        <w:t>oprocentowanie: WIBOR 1M  …. % + marża banku ….%   =</w:t>
      </w:r>
      <w:r w:rsidRPr="004944E6">
        <w:rPr>
          <w:rFonts w:ascii="Times New Roman" w:hAnsi="Times New Roman"/>
          <w:sz w:val="20"/>
          <w:szCs w:val="20"/>
        </w:rPr>
        <w:tab/>
        <w:t>–  ....... %</w:t>
      </w:r>
    </w:p>
    <w:p w14:paraId="77E7815C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</w:p>
    <w:p w14:paraId="075AA7FA" w14:textId="77777777" w:rsidR="004944E6" w:rsidRPr="004944E6" w:rsidRDefault="004944E6" w:rsidP="004944E6">
      <w:pPr>
        <w:ind w:left="357"/>
        <w:jc w:val="both"/>
        <w:rPr>
          <w:b/>
          <w:sz w:val="20"/>
          <w:szCs w:val="20"/>
        </w:rPr>
      </w:pPr>
      <w:r w:rsidRPr="004944E6">
        <w:rPr>
          <w:b/>
          <w:sz w:val="20"/>
          <w:szCs w:val="20"/>
        </w:rPr>
        <w:t>Wysokość prowizji i marży nie ulegnie zmianie w całym okresie kredytowania.</w:t>
      </w:r>
    </w:p>
    <w:p w14:paraId="3BEAD78B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</w:p>
    <w:p w14:paraId="3B5BD267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  <w:r w:rsidRPr="004944E6">
        <w:rPr>
          <w:sz w:val="20"/>
          <w:szCs w:val="20"/>
        </w:rPr>
        <w:t>Wskazujemy całkowity koszt usługi obliczony według zaproponowanych wyżej stawek procentowych:</w:t>
      </w:r>
    </w:p>
    <w:p w14:paraId="4CA38A44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</w:p>
    <w:p w14:paraId="38FC2C2B" w14:textId="77777777" w:rsidR="004944E6" w:rsidRPr="004944E6" w:rsidRDefault="004944E6" w:rsidP="004944E6">
      <w:pPr>
        <w:pStyle w:val="Akapitzlist"/>
        <w:numPr>
          <w:ilvl w:val="0"/>
          <w:numId w:val="12"/>
        </w:numPr>
        <w:spacing w:line="360" w:lineRule="auto"/>
        <w:ind w:left="1071" w:hanging="357"/>
        <w:jc w:val="both"/>
        <w:rPr>
          <w:rFonts w:ascii="Times New Roman" w:hAnsi="Times New Roman"/>
          <w:sz w:val="20"/>
          <w:szCs w:val="20"/>
        </w:rPr>
      </w:pPr>
      <w:r w:rsidRPr="004944E6">
        <w:rPr>
          <w:rFonts w:ascii="Times New Roman" w:hAnsi="Times New Roman"/>
          <w:sz w:val="20"/>
          <w:szCs w:val="20"/>
        </w:rPr>
        <w:t>wartość prowizji wyniesie:  –  ……………. zł</w:t>
      </w:r>
    </w:p>
    <w:p w14:paraId="3D3742D1" w14:textId="77777777" w:rsidR="004944E6" w:rsidRPr="004944E6" w:rsidRDefault="004944E6" w:rsidP="004944E6">
      <w:pPr>
        <w:pStyle w:val="Akapitzlist"/>
        <w:numPr>
          <w:ilvl w:val="0"/>
          <w:numId w:val="12"/>
        </w:numPr>
        <w:spacing w:line="360" w:lineRule="auto"/>
        <w:ind w:left="1071" w:hanging="357"/>
        <w:jc w:val="both"/>
        <w:rPr>
          <w:rFonts w:ascii="Times New Roman" w:hAnsi="Times New Roman"/>
          <w:sz w:val="20"/>
          <w:szCs w:val="20"/>
        </w:rPr>
      </w:pPr>
      <w:r w:rsidRPr="004944E6">
        <w:rPr>
          <w:rFonts w:ascii="Times New Roman" w:hAnsi="Times New Roman"/>
          <w:sz w:val="20"/>
          <w:szCs w:val="20"/>
        </w:rPr>
        <w:t>wartość oprocentowania za cały okres kredytowania: –  ……………. zł</w:t>
      </w:r>
    </w:p>
    <w:p w14:paraId="0C0B1390" w14:textId="77777777" w:rsidR="004944E6" w:rsidRPr="004944E6" w:rsidRDefault="004944E6" w:rsidP="004944E6">
      <w:pPr>
        <w:pStyle w:val="Akapitzlist"/>
        <w:numPr>
          <w:ilvl w:val="0"/>
          <w:numId w:val="12"/>
        </w:numPr>
        <w:spacing w:line="360" w:lineRule="auto"/>
        <w:ind w:left="1071" w:hanging="35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4944E6">
        <w:rPr>
          <w:rFonts w:ascii="Times New Roman" w:hAnsi="Times New Roman"/>
          <w:b/>
          <w:sz w:val="20"/>
          <w:szCs w:val="20"/>
          <w:u w:val="single"/>
        </w:rPr>
        <w:t>Razem koszt Kredytobiorcy (cena oferty) (poz. a + poz. b)  =  ……………. zł</w:t>
      </w:r>
    </w:p>
    <w:p w14:paraId="1FFA214E" w14:textId="77777777" w:rsidR="004944E6" w:rsidRPr="00A443B1" w:rsidRDefault="004944E6" w:rsidP="004944E6">
      <w:pPr>
        <w:pStyle w:val="Akapitzlist"/>
        <w:numPr>
          <w:ilvl w:val="0"/>
          <w:numId w:val="12"/>
        </w:numPr>
        <w:spacing w:line="360" w:lineRule="auto"/>
        <w:ind w:left="1071" w:hanging="357"/>
        <w:jc w:val="both"/>
        <w:rPr>
          <w:rFonts w:ascii="Times New Roman" w:hAnsi="Times New Roman"/>
          <w:b/>
        </w:rPr>
      </w:pPr>
      <w:r w:rsidRPr="00A443B1">
        <w:rPr>
          <w:rFonts w:ascii="Times New Roman" w:hAnsi="Times New Roman"/>
        </w:rPr>
        <w:t>Słownie złotych: ………………</w:t>
      </w:r>
    </w:p>
    <w:p w14:paraId="59DC6455" w14:textId="77777777" w:rsidR="004944E6" w:rsidRPr="00A443B1" w:rsidRDefault="004944E6" w:rsidP="004944E6">
      <w:pPr>
        <w:jc w:val="both"/>
      </w:pPr>
    </w:p>
    <w:p w14:paraId="7701F727" w14:textId="77777777" w:rsidR="004944E6" w:rsidRPr="004944E6" w:rsidRDefault="004944E6" w:rsidP="004944E6">
      <w:pPr>
        <w:numPr>
          <w:ilvl w:val="0"/>
          <w:numId w:val="10"/>
        </w:numPr>
        <w:jc w:val="both"/>
        <w:rPr>
          <w:sz w:val="20"/>
          <w:szCs w:val="20"/>
        </w:rPr>
      </w:pPr>
      <w:r w:rsidRPr="004944E6">
        <w:rPr>
          <w:sz w:val="20"/>
          <w:szCs w:val="20"/>
        </w:rPr>
        <w:t>Zabezpieczenie kredytu**:</w:t>
      </w:r>
    </w:p>
    <w:p w14:paraId="2173910D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  <w:r w:rsidRPr="004944E6">
        <w:rPr>
          <w:sz w:val="20"/>
          <w:szCs w:val="20"/>
        </w:rPr>
        <w:lastRenderedPageBreak/>
        <w:t xml:space="preserve">□ </w:t>
      </w:r>
      <w:r w:rsidRPr="004944E6">
        <w:rPr>
          <w:b/>
          <w:sz w:val="20"/>
          <w:szCs w:val="20"/>
        </w:rPr>
        <w:t>Wymagane przez wykonawcę</w:t>
      </w:r>
      <w:r w:rsidRPr="004944E6">
        <w:rPr>
          <w:sz w:val="20"/>
          <w:szCs w:val="20"/>
        </w:rPr>
        <w:t>: w postaci weksla in blanco wraz z deklaracją wekslową.</w:t>
      </w:r>
    </w:p>
    <w:p w14:paraId="69905931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  <w:r w:rsidRPr="004944E6">
        <w:rPr>
          <w:sz w:val="20"/>
          <w:szCs w:val="20"/>
        </w:rPr>
        <w:t xml:space="preserve">□ </w:t>
      </w:r>
      <w:r w:rsidRPr="004944E6">
        <w:rPr>
          <w:b/>
          <w:sz w:val="20"/>
          <w:szCs w:val="20"/>
        </w:rPr>
        <w:t>Nie wymagane przez wykonawcę:</w:t>
      </w:r>
      <w:r w:rsidRPr="004944E6">
        <w:rPr>
          <w:sz w:val="20"/>
          <w:szCs w:val="20"/>
        </w:rPr>
        <w:t xml:space="preserve"> – brak zabezpieczenia kredytu </w:t>
      </w:r>
      <w:r w:rsidRPr="004944E6">
        <w:rPr>
          <w:sz w:val="20"/>
          <w:szCs w:val="20"/>
        </w:rPr>
        <w:tab/>
      </w:r>
      <w:r w:rsidRPr="004944E6">
        <w:rPr>
          <w:sz w:val="20"/>
          <w:szCs w:val="20"/>
        </w:rPr>
        <w:tab/>
      </w:r>
      <w:r w:rsidRPr="004944E6">
        <w:rPr>
          <w:sz w:val="20"/>
          <w:szCs w:val="20"/>
        </w:rPr>
        <w:tab/>
      </w:r>
    </w:p>
    <w:p w14:paraId="61BA92DA" w14:textId="77777777" w:rsidR="004944E6" w:rsidRPr="004944E6" w:rsidRDefault="004944E6" w:rsidP="004944E6">
      <w:pPr>
        <w:ind w:left="357"/>
        <w:jc w:val="both"/>
        <w:rPr>
          <w:sz w:val="20"/>
          <w:szCs w:val="20"/>
        </w:rPr>
      </w:pPr>
    </w:p>
    <w:p w14:paraId="4DA09E2B" w14:textId="5B2ACC6F" w:rsidR="004944E6" w:rsidRPr="004944E6" w:rsidRDefault="004944E6" w:rsidP="004944E6">
      <w:pPr>
        <w:ind w:left="357"/>
        <w:jc w:val="both"/>
        <w:rPr>
          <w:sz w:val="20"/>
          <w:szCs w:val="20"/>
        </w:rPr>
      </w:pPr>
      <w:r w:rsidRPr="004944E6">
        <w:rPr>
          <w:b/>
          <w:sz w:val="20"/>
          <w:szCs w:val="20"/>
        </w:rPr>
        <w:t>w terminie:</w:t>
      </w:r>
      <w:r w:rsidRPr="004944E6">
        <w:rPr>
          <w:sz w:val="20"/>
          <w:szCs w:val="20"/>
        </w:rPr>
        <w:t xml:space="preserve"> najwcześniej od dnia podpisania umowy a najpóźniej do 31 grudnia 2022r.</w:t>
      </w:r>
    </w:p>
    <w:p w14:paraId="7112E8F8" w14:textId="1CCC2C70" w:rsidR="00B77D4C" w:rsidRPr="004944E6" w:rsidRDefault="00B77D4C" w:rsidP="004944E6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ind w:left="2880"/>
        <w:rPr>
          <w:rFonts w:cs="Arial"/>
          <w:b/>
          <w:sz w:val="20"/>
          <w:szCs w:val="20"/>
        </w:rPr>
      </w:pPr>
    </w:p>
    <w:bookmarkEnd w:id="0"/>
    <w:p w14:paraId="06A21E8E" w14:textId="77777777" w:rsidR="002E60E0" w:rsidRDefault="002E60E0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05ABF968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32FE1C10" w14:textId="1506DF1A" w:rsidR="000C2176" w:rsidRPr="005579CA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5062ACD" w14:textId="6CE6EBB6" w:rsidR="0075621D" w:rsidRPr="0075621D" w:rsidRDefault="0075621D" w:rsidP="0075621D">
      <w:pPr>
        <w:pStyle w:val="Akapitzlist"/>
        <w:numPr>
          <w:ilvl w:val="0"/>
          <w:numId w:val="1"/>
        </w:numPr>
        <w:tabs>
          <w:tab w:val="left" w:pos="360"/>
        </w:tabs>
        <w:suppressAutoHyphens/>
        <w:jc w:val="both"/>
        <w:rPr>
          <w:rFonts w:cs="Arial"/>
          <w:b/>
          <w:sz w:val="20"/>
          <w:szCs w:val="20"/>
          <w:lang w:eastAsia="ar-SA"/>
        </w:rPr>
      </w:pPr>
      <w:r w:rsidRPr="0075621D">
        <w:rPr>
          <w:rFonts w:cs="Arial"/>
          <w:sz w:val="20"/>
          <w:szCs w:val="20"/>
        </w:rPr>
        <w:t>Informujemy, że</w:t>
      </w:r>
      <w:r w:rsidRPr="0075621D">
        <w:rPr>
          <w:rStyle w:val="Zakotwiczenieprzypisudolnego"/>
          <w:rFonts w:cs="Arial"/>
          <w:sz w:val="20"/>
          <w:szCs w:val="20"/>
        </w:rPr>
        <w:footnoteReference w:id="1"/>
      </w:r>
      <w:r w:rsidRPr="0075621D">
        <w:rPr>
          <w:rFonts w:cs="Arial"/>
          <w:sz w:val="20"/>
          <w:szCs w:val="20"/>
        </w:rPr>
        <w:t xml:space="preserve"> :</w:t>
      </w:r>
    </w:p>
    <w:p w14:paraId="18A4D4FD" w14:textId="77777777" w:rsidR="0075621D" w:rsidRPr="0075621D" w:rsidRDefault="0075621D" w:rsidP="0075621D">
      <w:pPr>
        <w:pStyle w:val="Akapitzlist"/>
        <w:numPr>
          <w:ilvl w:val="3"/>
          <w:numId w:val="8"/>
        </w:numPr>
        <w:suppressAutoHyphens/>
        <w:ind w:left="851" w:hanging="284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 xml:space="preserve">wybór oferty nie będzie prowadzić do powstania u Zamawiającego obowiązku podatkowego </w:t>
      </w:r>
    </w:p>
    <w:p w14:paraId="068BB193" w14:textId="77777777" w:rsidR="0075621D" w:rsidRPr="0075621D" w:rsidRDefault="0075621D" w:rsidP="0075621D">
      <w:pPr>
        <w:pStyle w:val="Akapitzlist"/>
        <w:numPr>
          <w:ilvl w:val="3"/>
          <w:numId w:val="8"/>
        </w:numPr>
        <w:suppressAutoHyphens/>
        <w:ind w:left="851" w:hanging="284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wybór oferty będzie prowadzić do powstania u Zamawiającego obowiązku podatkowego w odniesieniu do następujących towarów/usług (w zależności od przedmiotu zamówienia)</w:t>
      </w:r>
      <w:r w:rsidRPr="0075621D">
        <w:rPr>
          <w:rStyle w:val="Zakotwiczenieprzypisudolnego"/>
          <w:rFonts w:cs="Arial"/>
          <w:sz w:val="20"/>
          <w:szCs w:val="20"/>
        </w:rPr>
        <w:footnoteReference w:id="2"/>
      </w:r>
      <w:r w:rsidRPr="0075621D">
        <w:rPr>
          <w:rFonts w:cs="Arial"/>
          <w:sz w:val="20"/>
          <w:szCs w:val="20"/>
        </w:rPr>
        <w:t xml:space="preserve"> </w:t>
      </w:r>
    </w:p>
    <w:p w14:paraId="382808B4" w14:textId="77777777" w:rsidR="0075621D" w:rsidRPr="0075621D" w:rsidRDefault="0075621D" w:rsidP="0075621D">
      <w:pPr>
        <w:pStyle w:val="Akapitzlist"/>
        <w:ind w:left="851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___________________________________________________________</w:t>
      </w:r>
    </w:p>
    <w:p w14:paraId="72E2B2FC" w14:textId="77777777" w:rsidR="0075621D" w:rsidRPr="0075621D" w:rsidRDefault="0075621D" w:rsidP="0075621D">
      <w:pPr>
        <w:pStyle w:val="Akapitzlist"/>
        <w:ind w:left="851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 xml:space="preserve">Wartość towaru/usług (w zależności od przedmiotu zamówienia) powodująca obowiązek podatkowy u Zamawiającego to ________________________zł netto </w:t>
      </w:r>
    </w:p>
    <w:p w14:paraId="530CE60F" w14:textId="77777777" w:rsidR="0075621D" w:rsidRPr="0075621D" w:rsidRDefault="0075621D" w:rsidP="0075621D">
      <w:pPr>
        <w:suppressAutoHyphens/>
        <w:spacing w:after="200"/>
        <w:jc w:val="both"/>
        <w:rPr>
          <w:rFonts w:cs="Arial"/>
          <w:sz w:val="20"/>
          <w:szCs w:val="20"/>
        </w:rPr>
      </w:pPr>
    </w:p>
    <w:p w14:paraId="521E0D3A" w14:textId="7770459D" w:rsidR="00FD1F4D" w:rsidRPr="0075621D" w:rsidRDefault="00FD1F4D" w:rsidP="0075621D">
      <w:pPr>
        <w:pStyle w:val="Akapitzlist"/>
        <w:numPr>
          <w:ilvl w:val="0"/>
          <w:numId w:val="1"/>
        </w:numPr>
        <w:suppressAutoHyphens/>
        <w:spacing w:after="200"/>
        <w:jc w:val="both"/>
        <w:rPr>
          <w:rFonts w:cs="Arial"/>
          <w:sz w:val="20"/>
          <w:szCs w:val="20"/>
        </w:rPr>
      </w:pPr>
      <w:r w:rsidRPr="0075621D">
        <w:rPr>
          <w:rFonts w:cs="Arial"/>
          <w:sz w:val="20"/>
          <w:szCs w:val="20"/>
        </w:rPr>
        <w:t>Oświadczam, iż zastrzegam/nie zastrzegam</w:t>
      </w:r>
      <w:r w:rsidRPr="0075621D">
        <w:rPr>
          <w:rStyle w:val="Zakotwiczenieprzypisudolnego"/>
          <w:rFonts w:cs="Arial"/>
          <w:sz w:val="20"/>
          <w:szCs w:val="20"/>
        </w:rPr>
        <w:footnoteReference w:id="3"/>
      </w:r>
      <w:r w:rsidRPr="0075621D">
        <w:rPr>
          <w:rFonts w:cs="Arial"/>
          <w:sz w:val="20"/>
          <w:szCs w:val="20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75621D">
        <w:rPr>
          <w:rStyle w:val="Zakotwiczenieprzypisudolnego"/>
          <w:rFonts w:cs="Arial"/>
          <w:sz w:val="20"/>
          <w:szCs w:val="20"/>
        </w:rPr>
        <w:footnoteReference w:id="4"/>
      </w:r>
      <w:r w:rsidRPr="0075621D">
        <w:rPr>
          <w:rFonts w:cs="Arial"/>
          <w:sz w:val="20"/>
          <w:szCs w:val="20"/>
        </w:rPr>
        <w:t>:</w:t>
      </w:r>
    </w:p>
    <w:p w14:paraId="60DD2FB8" w14:textId="2C61DD28" w:rsidR="005579CA" w:rsidRPr="00FB0CBF" w:rsidRDefault="00FD1F4D" w:rsidP="00FB0CB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  <w:r w:rsidRPr="0075621D"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287ABAF8" w14:textId="77777777" w:rsidR="0075621D" w:rsidRPr="0075621D" w:rsidRDefault="0075621D" w:rsidP="0075621D">
      <w:pPr>
        <w:pStyle w:val="Tekstprzypisudolnego"/>
        <w:spacing w:line="276" w:lineRule="auto"/>
        <w:ind w:left="360"/>
        <w:jc w:val="both"/>
        <w:rPr>
          <w:rFonts w:ascii="Arial" w:hAnsi="Arial" w:cs="Arial"/>
          <w:lang w:val="pl-PL"/>
        </w:rPr>
      </w:pPr>
    </w:p>
    <w:p w14:paraId="19E104E4" w14:textId="5482F91C" w:rsidR="008E30F8" w:rsidRPr="0075621D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75621D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75621D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75621D">
        <w:rPr>
          <w:rFonts w:ascii="Arial" w:hAnsi="Arial" w:cs="Arial"/>
          <w:u w:val="single"/>
          <w:lang w:val="pl-PL"/>
        </w:rPr>
        <w:t>.</w:t>
      </w:r>
      <w:r w:rsidRPr="0075621D">
        <w:rPr>
          <w:rFonts w:ascii="Arial" w:hAnsi="Arial" w:cs="Arial"/>
        </w:rPr>
        <w:t xml:space="preserve"> </w:t>
      </w:r>
      <w:r w:rsidRPr="0075621D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75621D">
        <w:rPr>
          <w:rFonts w:ascii="Arial" w:hAnsi="Arial" w:cs="Arial"/>
        </w:rPr>
        <w:t>od których dane osobowe bezpośrednio lub pośrednio pozyskałem</w:t>
      </w:r>
      <w:r w:rsidRPr="0075621D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75621D">
        <w:rPr>
          <w:rFonts w:ascii="Arial" w:hAnsi="Arial" w:cs="Arial"/>
        </w:rPr>
        <w:t>.</w:t>
      </w:r>
      <w:r w:rsidRPr="0075621D">
        <w:rPr>
          <w:rFonts w:ascii="Arial" w:hAnsi="Arial" w:cs="Arial"/>
          <w:b/>
        </w:rPr>
        <w:t>*</w:t>
      </w:r>
      <w:r w:rsidRPr="0075621D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076391E4" w:rsidR="000C2176" w:rsidRPr="0075621D" w:rsidRDefault="000C2176" w:rsidP="0075621D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12EC727C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75621D">
      <w:pgSz w:w="11906" w:h="16838" w:code="9"/>
      <w:pgMar w:top="1247" w:right="1134" w:bottom="1134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BC68F" w14:textId="77777777" w:rsidR="005B217C" w:rsidRDefault="005B217C">
      <w:r>
        <w:separator/>
      </w:r>
    </w:p>
  </w:endnote>
  <w:endnote w:type="continuationSeparator" w:id="0">
    <w:p w14:paraId="14108BDF" w14:textId="77777777" w:rsidR="005B217C" w:rsidRDefault="005B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F906D" w14:textId="77777777" w:rsidR="005B217C" w:rsidRDefault="005B217C">
      <w:r>
        <w:separator/>
      </w:r>
    </w:p>
  </w:footnote>
  <w:footnote w:type="continuationSeparator" w:id="0">
    <w:p w14:paraId="00FA1EC9" w14:textId="77777777" w:rsidR="005B217C" w:rsidRDefault="005B217C">
      <w:r>
        <w:continuationSeparator/>
      </w:r>
    </w:p>
  </w:footnote>
  <w:footnote w:id="1">
    <w:p w14:paraId="7DF96654" w14:textId="77777777" w:rsidR="0075621D" w:rsidRPr="0075621D" w:rsidRDefault="0075621D" w:rsidP="0075621D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 xml:space="preserve"> Niepotrzebne skreślić</w:t>
      </w:r>
    </w:p>
  </w:footnote>
  <w:footnote w:id="2">
    <w:p w14:paraId="63D79D39" w14:textId="77777777" w:rsidR="0075621D" w:rsidRPr="0075621D" w:rsidRDefault="0075621D" w:rsidP="0075621D">
      <w:pPr>
        <w:pStyle w:val="Tekstprzypisudolnego"/>
        <w:ind w:left="227" w:hanging="227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3">
    <w:p w14:paraId="7F5442F6" w14:textId="77777777" w:rsidR="00FD1F4D" w:rsidRPr="0075621D" w:rsidRDefault="00FD1F4D" w:rsidP="00FD1F4D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Fonts w:ascii="Arial" w:hAnsi="Arial" w:cs="Arial"/>
          <w:sz w:val="16"/>
          <w:szCs w:val="16"/>
        </w:rPr>
        <w:tab/>
        <w:t xml:space="preserve"> Niepotrzebne skreślić.</w:t>
      </w:r>
    </w:p>
  </w:footnote>
  <w:footnote w:id="4">
    <w:p w14:paraId="5E99D70B" w14:textId="77777777" w:rsidR="00FD1F4D" w:rsidRPr="0075621D" w:rsidRDefault="00FD1F4D" w:rsidP="00FD1F4D">
      <w:pPr>
        <w:pStyle w:val="Tekstprzypisudolnego"/>
        <w:rPr>
          <w:rFonts w:ascii="Arial" w:hAnsi="Arial" w:cs="Arial"/>
          <w:sz w:val="16"/>
          <w:szCs w:val="16"/>
        </w:rPr>
      </w:pPr>
      <w:r w:rsidRPr="0075621D">
        <w:rPr>
          <w:rStyle w:val="Znakiprzypiswdolnych"/>
          <w:rFonts w:ascii="Arial" w:hAnsi="Arial" w:cs="Arial"/>
          <w:sz w:val="16"/>
          <w:szCs w:val="16"/>
        </w:rPr>
        <w:footnoteRef/>
      </w:r>
      <w:r w:rsidRPr="0075621D">
        <w:rPr>
          <w:rStyle w:val="Znakiprzypiswdolnych"/>
          <w:rFonts w:ascii="Arial" w:hAnsi="Arial" w:cs="Arial"/>
          <w:sz w:val="16"/>
          <w:szCs w:val="16"/>
        </w:rPr>
        <w:t xml:space="preserve"> </w:t>
      </w:r>
      <w:r w:rsidRPr="0075621D">
        <w:rPr>
          <w:rFonts w:ascii="Arial" w:hAnsi="Arial" w:cs="Arial"/>
          <w:sz w:val="16"/>
          <w:szCs w:val="16"/>
        </w:rPr>
        <w:t>W przypadku zastrzeżenia w ofercie informacji w trybie art. 18 ust. 3 ustawy zaleca się wymienić informacje zastrzeżone stanowiące tajemnicę przedsiębiorstwa oraz zabezpieczyć je zgodnie z postanowieniami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27B0"/>
    <w:multiLevelType w:val="hybridMultilevel"/>
    <w:tmpl w:val="C2E8B7CE"/>
    <w:lvl w:ilvl="0" w:tplc="09E4C4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4EFB35D4"/>
    <w:multiLevelType w:val="hybridMultilevel"/>
    <w:tmpl w:val="12BABF36"/>
    <w:lvl w:ilvl="0" w:tplc="0076097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B49DC"/>
    <w:multiLevelType w:val="multilevel"/>
    <w:tmpl w:val="E6D05278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6D95080"/>
    <w:multiLevelType w:val="hybridMultilevel"/>
    <w:tmpl w:val="1C7E97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6C5F3A49"/>
    <w:multiLevelType w:val="hybridMultilevel"/>
    <w:tmpl w:val="7F02EC68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72343270">
    <w:abstractNumId w:val="4"/>
  </w:num>
  <w:num w:numId="2" w16cid:durableId="1659070527">
    <w:abstractNumId w:val="3"/>
  </w:num>
  <w:num w:numId="3" w16cid:durableId="168763452">
    <w:abstractNumId w:val="1"/>
  </w:num>
  <w:num w:numId="4" w16cid:durableId="1688023049">
    <w:abstractNumId w:val="6"/>
  </w:num>
  <w:num w:numId="5" w16cid:durableId="1086919524">
    <w:abstractNumId w:val="2"/>
  </w:num>
  <w:num w:numId="6" w16cid:durableId="626936415">
    <w:abstractNumId w:val="5"/>
  </w:num>
  <w:num w:numId="7" w16cid:durableId="134177777">
    <w:abstractNumId w:val="9"/>
  </w:num>
  <w:num w:numId="8" w16cid:durableId="292105608">
    <w:abstractNumId w:val="8"/>
  </w:num>
  <w:num w:numId="9" w16cid:durableId="415053313">
    <w:abstractNumId w:val="0"/>
  </w:num>
  <w:num w:numId="10" w16cid:durableId="1845314313">
    <w:abstractNumId w:val="7"/>
  </w:num>
  <w:num w:numId="11" w16cid:durableId="1647472172">
    <w:abstractNumId w:val="10"/>
  </w:num>
  <w:num w:numId="12" w16cid:durableId="135234336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264C"/>
    <w:rsid w:val="000659DD"/>
    <w:rsid w:val="00080D83"/>
    <w:rsid w:val="000B4FC1"/>
    <w:rsid w:val="000C2176"/>
    <w:rsid w:val="000D283E"/>
    <w:rsid w:val="00100DBB"/>
    <w:rsid w:val="00110F08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1E7AF8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E4870"/>
    <w:rsid w:val="003F331B"/>
    <w:rsid w:val="0040149C"/>
    <w:rsid w:val="00414478"/>
    <w:rsid w:val="004861BD"/>
    <w:rsid w:val="00492BD3"/>
    <w:rsid w:val="004944E6"/>
    <w:rsid w:val="004B70BD"/>
    <w:rsid w:val="004C5019"/>
    <w:rsid w:val="0052111D"/>
    <w:rsid w:val="00531810"/>
    <w:rsid w:val="00537F26"/>
    <w:rsid w:val="00552AB8"/>
    <w:rsid w:val="005579CA"/>
    <w:rsid w:val="005760A9"/>
    <w:rsid w:val="005836D9"/>
    <w:rsid w:val="00592B13"/>
    <w:rsid w:val="00594464"/>
    <w:rsid w:val="005A0BC7"/>
    <w:rsid w:val="005A7E1F"/>
    <w:rsid w:val="005B217C"/>
    <w:rsid w:val="005C6D87"/>
    <w:rsid w:val="00622781"/>
    <w:rsid w:val="006379C4"/>
    <w:rsid w:val="00640BFF"/>
    <w:rsid w:val="0067532C"/>
    <w:rsid w:val="0069621B"/>
    <w:rsid w:val="006F1954"/>
    <w:rsid w:val="006F209E"/>
    <w:rsid w:val="00727F94"/>
    <w:rsid w:val="007337EB"/>
    <w:rsid w:val="00733B4F"/>
    <w:rsid w:val="007425EB"/>
    <w:rsid w:val="00745D18"/>
    <w:rsid w:val="0075621D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27311"/>
    <w:rsid w:val="00834BB4"/>
    <w:rsid w:val="00835187"/>
    <w:rsid w:val="00840A25"/>
    <w:rsid w:val="00856E3A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6637D"/>
    <w:rsid w:val="00B77D4C"/>
    <w:rsid w:val="00B81819"/>
    <w:rsid w:val="00BB76D0"/>
    <w:rsid w:val="00BC363C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35A56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021D8"/>
    <w:rsid w:val="00F31A3A"/>
    <w:rsid w:val="00F545A3"/>
    <w:rsid w:val="00F65BC1"/>
    <w:rsid w:val="00F74332"/>
    <w:rsid w:val="00F75DF3"/>
    <w:rsid w:val="00FA2C29"/>
    <w:rsid w:val="00FA5FDD"/>
    <w:rsid w:val="00FB0CBF"/>
    <w:rsid w:val="00FB5706"/>
    <w:rsid w:val="00FC368A"/>
    <w:rsid w:val="00FC7E98"/>
    <w:rsid w:val="00FD1D6C"/>
    <w:rsid w:val="00FD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Zakotwiczenieprzypisudolnego">
    <w:name w:val="Zakotwiczenie przypisu dolnego"/>
    <w:rsid w:val="00FD1F4D"/>
    <w:rPr>
      <w:vertAlign w:val="superscript"/>
    </w:rPr>
  </w:style>
  <w:style w:type="character" w:customStyle="1" w:styleId="Znakiprzypiswdolnych">
    <w:name w:val="Znaki przypisów dolnych"/>
    <w:qFormat/>
    <w:rsid w:val="00FD1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3</Pages>
  <Words>806</Words>
  <Characters>6179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5</cp:revision>
  <cp:lastPrinted>2021-05-25T11:38:00Z</cp:lastPrinted>
  <dcterms:created xsi:type="dcterms:W3CDTF">2022-06-22T12:29:00Z</dcterms:created>
  <dcterms:modified xsi:type="dcterms:W3CDTF">2022-07-05T08:47:00Z</dcterms:modified>
</cp:coreProperties>
</file>