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AD" w:rsidRPr="00EC3B3D" w:rsidRDefault="00051BAD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051BAD" w:rsidRPr="00682DD7" w:rsidRDefault="00051BAD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051BAD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FootnoteReference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:rsidR="00051BAD" w:rsidRPr="00682DD7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82DD7">
        <w:rPr>
          <w:rStyle w:val="FootnoteReference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82DD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051BAD" w:rsidRPr="00677985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677985">
        <w:rPr>
          <w:b/>
          <w:bCs/>
        </w:rPr>
        <w:t xml:space="preserve">Dz.U. UE  </w:t>
      </w:r>
      <w:r w:rsidRPr="005209A7">
        <w:rPr>
          <w:b/>
          <w:bCs/>
        </w:rPr>
        <w:t>2024/S  99</w:t>
      </w:r>
      <w:r w:rsidRPr="00237676">
        <w:rPr>
          <w:b/>
          <w:bCs/>
        </w:rPr>
        <w:t xml:space="preserve"> </w:t>
      </w:r>
      <w:r w:rsidRPr="00677985">
        <w:rPr>
          <w:b/>
          <w:bCs/>
        </w:rPr>
        <w:t xml:space="preserve">data </w:t>
      </w:r>
      <w:r>
        <w:rPr>
          <w:b/>
          <w:bCs/>
        </w:rPr>
        <w:t xml:space="preserve">23/05/2024 r. </w:t>
      </w:r>
      <w:r w:rsidRPr="00677985">
        <w:rPr>
          <w:b/>
          <w:bCs/>
        </w:rPr>
        <w:t>strona [</w:t>
      </w:r>
      <w:r>
        <w:rPr>
          <w:b/>
          <w:bCs/>
        </w:rPr>
        <w:t>………..</w:t>
      </w:r>
      <w:r w:rsidRPr="00677985">
        <w:rPr>
          <w:b/>
          <w:bCs/>
        </w:rPr>
        <w:t xml:space="preserve">], </w:t>
      </w:r>
    </w:p>
    <w:p w:rsidR="00051BAD" w:rsidRPr="00677985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677985">
        <w:rPr>
          <w:b/>
          <w:bCs/>
        </w:rPr>
        <w:t xml:space="preserve">Numer ogłoszenia w </w:t>
      </w:r>
      <w:r>
        <w:rPr>
          <w:b/>
          <w:bCs/>
        </w:rPr>
        <w:t>Dz.U. UE 2024-S/</w:t>
      </w:r>
      <w:r w:rsidRPr="005209A7">
        <w:rPr>
          <w:b/>
          <w:bCs/>
        </w:rPr>
        <w:t>99-302478</w:t>
      </w:r>
    </w:p>
    <w:p w:rsidR="00051BAD" w:rsidRPr="00682DD7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51BAD" w:rsidRPr="00682DD7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51BAD" w:rsidRPr="00EC3B3D" w:rsidRDefault="00051BAD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051BAD" w:rsidRPr="00682DD7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051BAD" w:rsidRPr="00682DD7">
        <w:trPr>
          <w:trHeight w:val="349"/>
        </w:trPr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51BAD" w:rsidRPr="00682DD7">
        <w:trPr>
          <w:trHeight w:val="349"/>
        </w:trPr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051BAD" w:rsidRPr="00B150BB" w:rsidRDefault="00051BAD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Samodzielny Publiczny Zakład Opieki Zdrowotnej</w:t>
            </w:r>
            <w:bookmarkStart w:id="0" w:name="_Toc87357897"/>
            <w:r w:rsidRPr="00B150BB">
              <w:rPr>
                <w:rFonts w:ascii="Arial" w:hAnsi="Arial" w:cs="Arial"/>
              </w:rPr>
              <w:t xml:space="preserve"> Wojewódzki Szpital Specjalistyczny Nr 3 w Rybniku</w:t>
            </w:r>
            <w:bookmarkEnd w:id="0"/>
          </w:p>
          <w:p w:rsidR="00051BAD" w:rsidRPr="00B150BB" w:rsidRDefault="00051BAD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ul. Energetyków 46, 44-200 Rybnik</w:t>
            </w:r>
          </w:p>
          <w:p w:rsidR="00051BAD" w:rsidRPr="00FC39AB" w:rsidRDefault="00051BAD" w:rsidP="00FC39AB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51BAD" w:rsidRPr="00682DD7">
        <w:trPr>
          <w:trHeight w:val="485"/>
        </w:trPr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Dostawa</w:t>
            </w:r>
          </w:p>
        </w:tc>
      </w:tr>
      <w:tr w:rsidR="00051BAD" w:rsidRPr="00682DD7">
        <w:trPr>
          <w:trHeight w:val="484"/>
        </w:trPr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051BAD" w:rsidRPr="0066601F" w:rsidRDefault="00051BAD" w:rsidP="0052695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shd w:val="clear" w:color="auto" w:fill="FFFFFF"/>
              </w:rPr>
            </w:pPr>
            <w:r w:rsidRPr="008F63EB">
              <w:rPr>
                <w:rFonts w:ascii="Arial" w:hAnsi="Arial" w:cs="Arial"/>
                <w:b/>
                <w:bCs/>
              </w:rPr>
              <w:t xml:space="preserve">Dostawy </w:t>
            </w:r>
            <w:r>
              <w:rPr>
                <w:rFonts w:ascii="Arial" w:hAnsi="Arial" w:cs="Arial"/>
                <w:b/>
                <w:bCs/>
              </w:rPr>
              <w:t>produktów farmaceutycznych</w:t>
            </w:r>
          </w:p>
        </w:tc>
      </w:tr>
      <w:tr w:rsidR="00051BAD" w:rsidRPr="00682DD7">
        <w:trPr>
          <w:trHeight w:val="484"/>
        </w:trPr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051BAD" w:rsidRPr="0066601F" w:rsidRDefault="00051BAD" w:rsidP="008D1566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LAS-75</w:t>
            </w:r>
            <w:r w:rsidRPr="008F63EB">
              <w:rPr>
                <w:rFonts w:ascii="Arial" w:hAnsi="Arial" w:cs="Arial"/>
                <w:b/>
                <w:bCs/>
              </w:rPr>
              <w:t>-PN/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8F63EB">
              <w:rPr>
                <w:rFonts w:ascii="Arial" w:hAnsi="Arial" w:cs="Arial"/>
                <w:b/>
                <w:bCs/>
              </w:rPr>
              <w:t>8-2024.</w:t>
            </w:r>
            <w:r>
              <w:rPr>
                <w:rFonts w:ascii="Arial" w:hAnsi="Arial" w:cs="Arial"/>
                <w:b/>
                <w:bCs/>
              </w:rPr>
              <w:t>AN</w:t>
            </w:r>
          </w:p>
        </w:tc>
      </w:tr>
    </w:tbl>
    <w:p w:rsidR="00051BAD" w:rsidRPr="00682DD7" w:rsidRDefault="00051BAD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051BAD" w:rsidRPr="00682DD7" w:rsidRDefault="00051BAD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051BAD" w:rsidRPr="00EC3B3D" w:rsidRDefault="00051BAD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051BAD" w:rsidRPr="00B84CAC" w:rsidRDefault="00051BAD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051BAD" w:rsidRPr="00682DD7">
        <w:trPr>
          <w:trHeight w:val="1372"/>
        </w:trPr>
        <w:tc>
          <w:tcPr>
            <w:tcW w:w="4644" w:type="dxa"/>
          </w:tcPr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051BAD" w:rsidRPr="00B84CAC" w:rsidRDefault="00051BAD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051BAD" w:rsidRPr="00B84CAC" w:rsidRDefault="00051BAD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051BAD" w:rsidRPr="00682DD7">
        <w:trPr>
          <w:trHeight w:val="2002"/>
        </w:trPr>
        <w:tc>
          <w:tcPr>
            <w:tcW w:w="4644" w:type="dxa"/>
          </w:tcPr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051BAD" w:rsidRPr="00B84CAC" w:rsidRDefault="00051BAD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051BAD" w:rsidRPr="00B84CAC" w:rsidRDefault="00051BAD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051BAD" w:rsidRPr="00B84CAC" w:rsidRDefault="00051BAD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społecznym”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niepełnosprawnych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051BAD" w:rsidRPr="00682DD7">
        <w:tc>
          <w:tcPr>
            <w:tcW w:w="4644" w:type="dxa"/>
          </w:tcPr>
          <w:p w:rsidR="00051BAD" w:rsidRPr="001E6930" w:rsidRDefault="00051BAD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  <w:p w:rsidR="00051BAD" w:rsidRPr="001E6930" w:rsidRDefault="00051BAD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:rsidR="00051BAD" w:rsidRPr="001E6930" w:rsidRDefault="00051BAD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051BAD" w:rsidRPr="001E6930" w:rsidRDefault="00051BAD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1BAD" w:rsidRDefault="00051BAD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051BAD" w:rsidRPr="004A7AE1" w:rsidRDefault="00051BAD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051BAD" w:rsidRPr="004A7AE1" w:rsidRDefault="00051BAD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051BAD" w:rsidRPr="004A7AE1" w:rsidRDefault="00051BAD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051BAD" w:rsidRPr="001E6930" w:rsidRDefault="00051BAD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51BAD" w:rsidRPr="00682DD7">
        <w:tc>
          <w:tcPr>
            <w:tcW w:w="4644" w:type="dxa"/>
          </w:tcPr>
          <w:p w:rsidR="00051BAD" w:rsidRPr="001E6930" w:rsidRDefault="00051BAD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051BAD" w:rsidRPr="001E6930" w:rsidRDefault="00051BAD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51BAD" w:rsidRPr="001E6930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051BAD" w:rsidRPr="001E6930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51BAD" w:rsidRPr="001E6930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51BAD" w:rsidRPr="001E6930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051BAD" w:rsidRPr="001E6930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1BAD" w:rsidRPr="001E6930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1BAD" w:rsidRPr="001E6930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051BAD" w:rsidRPr="00682DD7">
        <w:tc>
          <w:tcPr>
            <w:tcW w:w="9289" w:type="dxa"/>
            <w:gridSpan w:val="2"/>
            <w:shd w:val="clear" w:color="auto" w:fill="F2F2F2"/>
          </w:tcPr>
          <w:p w:rsidR="00051BAD" w:rsidRDefault="00051BAD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JEŻELI TAK, PROSZĘ DOPILNOWAĆ, ABY POZOSTALI UCZESTNICY</w:t>
            </w:r>
          </w:p>
          <w:p w:rsidR="00051BAD" w:rsidRDefault="00051BAD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PRZEDSTAWILI ODRĘBNE JEDNOLITE EUROPEJSKIE DOKUMENTY</w:t>
            </w:r>
          </w:p>
          <w:p w:rsidR="00051BAD" w:rsidRPr="00455154" w:rsidRDefault="00051BAD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ZAMÓWIENIA.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051BAD" w:rsidRPr="00B84CAC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644" w:type="dxa"/>
          </w:tcPr>
          <w:p w:rsidR="00051BAD" w:rsidRPr="00327EAF" w:rsidRDefault="00051BAD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051BAD" w:rsidRPr="00327EAF" w:rsidRDefault="00051BAD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:rsidR="00051BAD" w:rsidRPr="00EC3B3D" w:rsidRDefault="00051BAD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051BAD" w:rsidRPr="00682DD7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644" w:type="dxa"/>
          </w:tcPr>
          <w:p w:rsidR="00051BAD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051BAD" w:rsidRPr="00C646D5" w:rsidRDefault="00051BAD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:rsidR="00051BAD" w:rsidRPr="001439B8" w:rsidRDefault="00051BAD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:rsidR="00051BAD" w:rsidRPr="00C646D5" w:rsidRDefault="00051BAD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4E53B2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051BAD" w:rsidRPr="00B84CAC" w:rsidRDefault="00051BAD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344658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051BAD" w:rsidRPr="00B84CAC" w:rsidRDefault="00051BAD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051BAD" w:rsidRPr="00B84CAC" w:rsidRDefault="00051BAD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051BAD" w:rsidRPr="00B84CAC" w:rsidRDefault="00051BAD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051BAD" w:rsidRPr="00B84CAC" w:rsidRDefault="00051BAD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</w:tbl>
    <w:p w:rsidR="00051BAD" w:rsidRDefault="00051BAD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4"/>
        <w:gridCol w:w="4528"/>
      </w:tblGrid>
      <w:tr w:rsidR="00051BAD" w:rsidRPr="00682DD7">
        <w:tc>
          <w:tcPr>
            <w:tcW w:w="4534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534" w:type="dxa"/>
          </w:tcPr>
          <w:p w:rsidR="00051BAD" w:rsidRPr="00C32A45" w:rsidRDefault="00051BAD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:rsidR="00051BAD" w:rsidRPr="00C32A45" w:rsidRDefault="00051BAD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:rsidR="00051BAD" w:rsidRPr="008D1566" w:rsidRDefault="00051BAD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FootnoteReference"/>
          <w:rFonts w:ascii="Arial" w:hAnsi="Arial" w:cs="Arial"/>
          <w:color w:val="000000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:rsidR="00051BAD" w:rsidRPr="00EC3B3D" w:rsidRDefault="00051BAD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051BAD" w:rsidRPr="00682DD7" w:rsidRDefault="00051BAD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051BAD" w:rsidRPr="00682DD7" w:rsidRDefault="00051BAD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51BAD" w:rsidRPr="00916520" w:rsidRDefault="00051BAD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:rsidR="00051BAD" w:rsidRPr="00EC3B3D" w:rsidRDefault="00051BAD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051BAD" w:rsidRPr="00682DD7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051BAD" w:rsidRPr="00682DD7" w:rsidRDefault="00051BAD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051BAD" w:rsidRPr="00682DD7" w:rsidRDefault="00051BAD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051BAD" w:rsidRPr="00682DD7" w:rsidRDefault="00051BAD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051BAD" w:rsidRPr="00682DD7" w:rsidRDefault="00051BAD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051BAD" w:rsidRPr="00682DD7" w:rsidRDefault="00051BAD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051BAD" w:rsidRPr="00682DD7" w:rsidRDefault="00051BAD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FootnoteReference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051BAD" w:rsidRPr="00EC3B3D" w:rsidRDefault="00051BAD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2322"/>
        <w:gridCol w:w="2323"/>
      </w:tblGrid>
      <w:tr w:rsidR="00051BAD" w:rsidRPr="00682DD7">
        <w:tc>
          <w:tcPr>
            <w:tcW w:w="4644" w:type="dxa"/>
          </w:tcPr>
          <w:p w:rsidR="00051BAD" w:rsidRPr="00330C13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051BAD" w:rsidRPr="00330C13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051BAD" w:rsidRPr="00682DD7">
        <w:trPr>
          <w:trHeight w:val="470"/>
        </w:trPr>
        <w:tc>
          <w:tcPr>
            <w:tcW w:w="4644" w:type="dxa"/>
            <w:vMerge w:val="restart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051BAD" w:rsidRPr="00682DD7" w:rsidRDefault="00051BAD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051BAD" w:rsidRPr="00682DD7" w:rsidRDefault="00051BAD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051BAD" w:rsidRPr="00682DD7" w:rsidRDefault="00051BAD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051BAD" w:rsidRPr="00682DD7" w:rsidRDefault="00051BAD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051BAD" w:rsidRPr="003B6F34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051BAD" w:rsidRPr="00682DD7" w:rsidRDefault="00051BAD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051BAD" w:rsidRPr="00682DD7">
        <w:trPr>
          <w:trHeight w:val="1977"/>
        </w:trPr>
        <w:tc>
          <w:tcPr>
            <w:tcW w:w="4644" w:type="dxa"/>
            <w:vMerge/>
          </w:tcPr>
          <w:p w:rsidR="00051BAD" w:rsidRPr="00682DD7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051BAD" w:rsidRPr="00682DD7" w:rsidRDefault="00051BAD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051BAD" w:rsidRPr="00682DD7" w:rsidRDefault="00051BAD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51BAD" w:rsidRDefault="00051BAD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51BAD" w:rsidRDefault="00051BAD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051BAD" w:rsidRPr="00682DD7" w:rsidRDefault="00051BAD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051BAD" w:rsidRPr="00682DD7" w:rsidRDefault="00051BAD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51BAD" w:rsidRPr="00682DD7" w:rsidRDefault="00051BAD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51BAD" w:rsidRDefault="00051BAD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112466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051BAD" w:rsidRPr="00112466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51BAD" w:rsidRPr="00EC3B3D" w:rsidRDefault="00051BAD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FootnoteReference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051BAD" w:rsidRPr="00D1354E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4523"/>
        <w:gridCol w:w="4539"/>
      </w:tblGrid>
      <w:tr w:rsidR="00051BAD" w:rsidRPr="00682DD7">
        <w:tc>
          <w:tcPr>
            <w:tcW w:w="4523" w:type="dxa"/>
            <w:gridSpan w:val="2"/>
          </w:tcPr>
          <w:p w:rsidR="00051BAD" w:rsidRPr="00D1354E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:rsidR="00051BAD" w:rsidRPr="00D1354E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51BAD" w:rsidRPr="00682DD7">
        <w:trPr>
          <w:trHeight w:val="406"/>
        </w:trPr>
        <w:tc>
          <w:tcPr>
            <w:tcW w:w="4523" w:type="dxa"/>
            <w:gridSpan w:val="2"/>
            <w:vMerge w:val="restart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051BAD" w:rsidRPr="00682DD7">
        <w:trPr>
          <w:trHeight w:val="405"/>
        </w:trPr>
        <w:tc>
          <w:tcPr>
            <w:tcW w:w="4523" w:type="dxa"/>
            <w:gridSpan w:val="2"/>
            <w:vMerge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51BAD" w:rsidRPr="00682DD7">
        <w:tc>
          <w:tcPr>
            <w:tcW w:w="4523" w:type="dxa"/>
            <w:gridSpan w:val="2"/>
          </w:tcPr>
          <w:p w:rsidR="00051BAD" w:rsidRPr="005F45A0" w:rsidRDefault="00051BAD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</w:p>
          <w:p w:rsidR="00051BAD" w:rsidRPr="005F45A0" w:rsidRDefault="00051BAD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Jeżeli odnośna dokumentacja jest dostępna w formie elektronicznej, proszę wskazać:</w:t>
            </w:r>
          </w:p>
          <w:p w:rsidR="00051BAD" w:rsidRPr="005F45A0" w:rsidRDefault="00051BAD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51BAD" w:rsidRPr="005F45A0" w:rsidRDefault="00051BAD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51BAD" w:rsidRPr="005F45A0" w:rsidRDefault="00051BAD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:rsidR="00051BAD" w:rsidRPr="005F45A0" w:rsidRDefault="00051BAD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:rsidR="00051BAD" w:rsidRPr="005F45A0" w:rsidRDefault="00051BAD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051BAD" w:rsidRPr="005F45A0" w:rsidRDefault="00051BAD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1BAD" w:rsidRPr="005F45A0" w:rsidRDefault="00051BAD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:rsidR="00051BAD" w:rsidRPr="005F45A0" w:rsidRDefault="00051BAD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51BAD" w:rsidRPr="005F45A0" w:rsidRDefault="00051BAD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51BAD" w:rsidRDefault="00051BAD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:rsidR="00051BAD" w:rsidRDefault="00051BAD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:rsidR="00051BAD" w:rsidRPr="005F45A0" w:rsidRDefault="00051BAD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051BAD" w:rsidRPr="005F45A0" w:rsidRDefault="00051BAD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:rsidR="00051BAD" w:rsidRPr="005F45A0" w:rsidRDefault="00051BAD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1BAD" w:rsidRPr="005F45A0" w:rsidRDefault="00051BAD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:rsidR="00051BAD" w:rsidRPr="005F45A0" w:rsidRDefault="00051BAD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:rsidR="00051BAD" w:rsidRPr="005F45A0" w:rsidRDefault="00051BAD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51BAD" w:rsidRPr="005F45A0" w:rsidRDefault="00051BAD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51BAD" w:rsidRPr="005F45A0" w:rsidRDefault="00051BAD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051BAD" w:rsidRPr="005F45A0" w:rsidRDefault="00051BAD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051BAD" w:rsidRPr="00682DD7">
        <w:trPr>
          <w:trHeight w:val="303"/>
        </w:trPr>
        <w:tc>
          <w:tcPr>
            <w:tcW w:w="4523" w:type="dxa"/>
            <w:gridSpan w:val="2"/>
            <w:vMerge w:val="restart"/>
          </w:tcPr>
          <w:p w:rsidR="00051BAD" w:rsidRPr="007F3023" w:rsidRDefault="00051BAD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wykroczenia zawodowego</w:t>
            </w:r>
            <w:r w:rsidRPr="007F3023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</w:tcPr>
          <w:p w:rsidR="00051BAD" w:rsidRPr="007F3023" w:rsidRDefault="00051BAD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051BAD" w:rsidRPr="00682DD7">
        <w:trPr>
          <w:trHeight w:val="303"/>
        </w:trPr>
        <w:tc>
          <w:tcPr>
            <w:tcW w:w="4523" w:type="dxa"/>
            <w:gridSpan w:val="2"/>
            <w:vMerge/>
          </w:tcPr>
          <w:p w:rsidR="00051BAD" w:rsidRPr="007F3023" w:rsidRDefault="00051BAD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:rsidR="00051BAD" w:rsidRPr="007F3023" w:rsidRDefault="00051BAD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051BAD" w:rsidRPr="00682DD7">
        <w:trPr>
          <w:trHeight w:val="515"/>
        </w:trPr>
        <w:tc>
          <w:tcPr>
            <w:tcW w:w="4523" w:type="dxa"/>
            <w:gridSpan w:val="2"/>
            <w:vMerge w:val="restart"/>
          </w:tcPr>
          <w:p w:rsidR="00051BAD" w:rsidRPr="00682DD7" w:rsidRDefault="00051BAD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51BAD" w:rsidRPr="00682DD7">
        <w:trPr>
          <w:trHeight w:val="514"/>
        </w:trPr>
        <w:tc>
          <w:tcPr>
            <w:tcW w:w="4523" w:type="dxa"/>
            <w:gridSpan w:val="2"/>
            <w:vMerge/>
          </w:tcPr>
          <w:p w:rsidR="00051BAD" w:rsidRPr="00682DD7" w:rsidRDefault="00051BAD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</w:p>
        </w:tc>
        <w:tc>
          <w:tcPr>
            <w:tcW w:w="4539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51BAD" w:rsidRPr="00682DD7">
        <w:trPr>
          <w:trHeight w:val="1316"/>
        </w:trPr>
        <w:tc>
          <w:tcPr>
            <w:tcW w:w="4523" w:type="dxa"/>
            <w:gridSpan w:val="2"/>
          </w:tcPr>
          <w:p w:rsidR="00051BAD" w:rsidRPr="00C646D5" w:rsidRDefault="00051BAD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051BAD" w:rsidRPr="00682DD7">
        <w:trPr>
          <w:trHeight w:val="1544"/>
        </w:trPr>
        <w:tc>
          <w:tcPr>
            <w:tcW w:w="4523" w:type="dxa"/>
            <w:gridSpan w:val="2"/>
          </w:tcPr>
          <w:p w:rsidR="00051BAD" w:rsidRPr="00682DD7" w:rsidRDefault="00051BAD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51BAD" w:rsidRPr="00682DD7">
        <w:trPr>
          <w:gridBefore w:val="1"/>
          <w:trHeight w:val="932"/>
        </w:trPr>
        <w:tc>
          <w:tcPr>
            <w:tcW w:w="4523" w:type="dxa"/>
            <w:vMerge w:val="restart"/>
          </w:tcPr>
          <w:p w:rsidR="00051BAD" w:rsidRPr="00C646D5" w:rsidRDefault="00051BAD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051BAD" w:rsidRPr="00682DD7">
        <w:trPr>
          <w:gridBefore w:val="1"/>
          <w:trHeight w:val="931"/>
        </w:trPr>
        <w:tc>
          <w:tcPr>
            <w:tcW w:w="4523" w:type="dxa"/>
            <w:vMerge/>
          </w:tcPr>
          <w:p w:rsidR="00051BAD" w:rsidRPr="00C646D5" w:rsidRDefault="00051BAD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051BAD" w:rsidRPr="00682DD7">
        <w:trPr>
          <w:gridBefore w:val="1"/>
        </w:trPr>
        <w:tc>
          <w:tcPr>
            <w:tcW w:w="4523" w:type="dxa"/>
          </w:tcPr>
          <w:p w:rsidR="00051BAD" w:rsidRPr="007F3023" w:rsidRDefault="00051BAD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:rsidR="00051BAD" w:rsidRPr="007F3023" w:rsidRDefault="00051BAD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:rsidR="00051BAD" w:rsidRPr="00EC3B3D" w:rsidRDefault="00051BAD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1"/>
        <w:gridCol w:w="4589"/>
      </w:tblGrid>
      <w:tr w:rsidR="00051BAD" w:rsidRPr="00682DD7">
        <w:tc>
          <w:tcPr>
            <w:tcW w:w="4644" w:type="dxa"/>
          </w:tcPr>
          <w:p w:rsidR="00051BAD" w:rsidRPr="006177D1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051BAD" w:rsidRPr="006177D1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051BAD" w:rsidRPr="00682DD7">
        <w:tc>
          <w:tcPr>
            <w:tcW w:w="4644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  <w:lang w:val="pl-P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051BAD" w:rsidRPr="00682DD7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51BAD" w:rsidRDefault="00051BAD" w:rsidP="00916520"/>
    <w:p w:rsidR="00051BAD" w:rsidRPr="00916520" w:rsidRDefault="00051BAD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:rsidR="00051BAD" w:rsidRPr="00526FFD" w:rsidRDefault="00051BAD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:rsidR="00051BAD" w:rsidRPr="00526FFD" w:rsidRDefault="00051BAD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051BAD" w:rsidRPr="00563D87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051BAD" w:rsidRPr="00C3242D">
        <w:tc>
          <w:tcPr>
            <w:tcW w:w="4606" w:type="dxa"/>
          </w:tcPr>
          <w:p w:rsidR="00051BAD" w:rsidRPr="00C646D5" w:rsidRDefault="00051BAD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051BAD" w:rsidRPr="00C646D5" w:rsidRDefault="00051BAD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051BAD" w:rsidRPr="00C3242D">
        <w:tc>
          <w:tcPr>
            <w:tcW w:w="4606" w:type="dxa"/>
          </w:tcPr>
          <w:p w:rsidR="00051BAD" w:rsidRPr="00C646D5" w:rsidRDefault="00051BAD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051BAD" w:rsidRPr="00C646D5" w:rsidRDefault="00051BAD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051BAD" w:rsidRPr="005A54FC" w:rsidRDefault="00051BAD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051BAD" w:rsidRPr="00C3242D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7"/>
        <w:gridCol w:w="4593"/>
      </w:tblGrid>
      <w:tr w:rsidR="00051BAD" w:rsidRPr="00C3242D">
        <w:tc>
          <w:tcPr>
            <w:tcW w:w="4644" w:type="dxa"/>
          </w:tcPr>
          <w:p w:rsidR="00051BAD" w:rsidRPr="00C3242D" w:rsidRDefault="00051BAD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:rsidR="00051BAD" w:rsidRPr="00C3242D" w:rsidRDefault="00051BAD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051BAD" w:rsidRPr="00682DD7">
        <w:trPr>
          <w:trHeight w:val="1497"/>
        </w:trPr>
        <w:tc>
          <w:tcPr>
            <w:tcW w:w="4644" w:type="dxa"/>
          </w:tcPr>
          <w:p w:rsidR="00051BAD" w:rsidRPr="009E65FB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9E65FB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9E65FB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E65F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2"/>
            </w:r>
            <w:r w:rsidRPr="009E65FB">
              <w:rPr>
                <w:rFonts w:ascii="Arial" w:hAnsi="Arial" w:cs="Arial"/>
                <w:sz w:val="20"/>
                <w:szCs w:val="20"/>
              </w:rPr>
              <w:t>:</w:t>
            </w:r>
            <w:r w:rsidRPr="009E65F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51BAD" w:rsidRPr="009E65FB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9E65FB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E65F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E65F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E65F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532ECC" w:rsidRDefault="00051BAD" w:rsidP="00D64E39">
            <w:pPr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</w:pP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2) W odniesieniu do zamówień publicznych na usługi: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Czy konieczne jest 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posiadanie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 określonego 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zezwolenia lub bycie członkiem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51BAD" w:rsidRPr="00532ECC" w:rsidRDefault="00051BAD" w:rsidP="00D64E39">
            <w:pPr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</w:pP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  <w:t>[] Tak [] Nie</w:t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51BAD" w:rsidRPr="00EC3B3D" w:rsidRDefault="00051BAD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051BAD" w:rsidRPr="0019732B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9"/>
        <w:gridCol w:w="4591"/>
      </w:tblGrid>
      <w:tr w:rsidR="00051BAD" w:rsidRPr="00682DD7">
        <w:tc>
          <w:tcPr>
            <w:tcW w:w="4644" w:type="dxa"/>
          </w:tcPr>
          <w:p w:rsidR="00051BAD" w:rsidRPr="0019732B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051BAD" w:rsidRPr="0019732B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5A54FC" w:rsidRDefault="00051BAD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5) W ramach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ubezpieczenia z tytułu ryzyka zawodowego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jest ubezpieczony na następującą kwotę: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Style w:val="NormalBoldChar"/>
                <w:rFonts w:ascii="Arial" w:hAnsi="Arial" w:cs="Arial"/>
                <w:b w:val="0"/>
                <w:bCs w:val="0"/>
                <w:strike/>
                <w:color w:val="C0C0C0"/>
                <w:sz w:val="20"/>
                <w:szCs w:val="20"/>
                <w:lang w:val="pl-PL"/>
              </w:rPr>
              <w:t>Jeżeli t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051BAD" w:rsidRPr="005A54FC" w:rsidRDefault="00051BAD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waluta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51BAD" w:rsidRPr="00EC3B3D" w:rsidRDefault="00051BAD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051BAD" w:rsidRPr="00C52B99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3"/>
        <w:gridCol w:w="4607"/>
      </w:tblGrid>
      <w:tr w:rsidR="00051BAD" w:rsidRPr="00682DD7">
        <w:tc>
          <w:tcPr>
            <w:tcW w:w="4644" w:type="dxa"/>
          </w:tcPr>
          <w:p w:rsidR="00051BAD" w:rsidRPr="00C52B99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:rsidR="00051BAD" w:rsidRPr="00C52B99" w:rsidRDefault="00051BAD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5A54FC" w:rsidRDefault="00051BAD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>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W okresie odniesienia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39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 xml:space="preserve"> 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40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051BAD" w:rsidRPr="005A54FC" w:rsidRDefault="00051BAD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051BAD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BAD" w:rsidRPr="005A54FC" w:rsidRDefault="00051BAD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BAD" w:rsidRPr="005A54FC" w:rsidRDefault="00051BAD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BAD" w:rsidRPr="005A54FC" w:rsidRDefault="00051BAD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BAD" w:rsidRPr="005A54FC" w:rsidRDefault="00051BAD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Odbiorcy</w:t>
                  </w:r>
                </w:p>
              </w:tc>
            </w:tr>
            <w:tr w:rsidR="00051BAD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BAD" w:rsidRPr="005A54FC" w:rsidRDefault="00051BAD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BAD" w:rsidRPr="005A54FC" w:rsidRDefault="00051BAD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BAD" w:rsidRPr="005A54FC" w:rsidRDefault="00051BAD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BAD" w:rsidRPr="005A54FC" w:rsidRDefault="00051BAD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</w:tr>
          </w:tbl>
          <w:p w:rsidR="00051BAD" w:rsidRPr="005A54FC" w:rsidRDefault="00051BAD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</w:p>
        </w:tc>
      </w:tr>
      <w:tr w:rsidR="00051BAD" w:rsidRPr="00682DD7">
        <w:tc>
          <w:tcPr>
            <w:tcW w:w="4644" w:type="dxa"/>
          </w:tcPr>
          <w:p w:rsidR="00051BAD" w:rsidRPr="001E1BA7" w:rsidRDefault="00051BAD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w szczególności tych 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051BAD" w:rsidRPr="001E1BA7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Korzysta z następujących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051BAD" w:rsidRPr="00682DD7">
        <w:tc>
          <w:tcPr>
            <w:tcW w:w="4644" w:type="dxa"/>
          </w:tcPr>
          <w:p w:rsidR="00051BAD" w:rsidRPr="005A54FC" w:rsidRDefault="00051BAD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:rsidR="00051BAD" w:rsidRPr="005A54FC" w:rsidRDefault="00051BAD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373DC4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:rsidR="00051BAD" w:rsidRPr="00373DC4" w:rsidRDefault="00051BAD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</w:t>
            </w:r>
            <w:r>
              <w:rPr>
                <w:rFonts w:ascii="Arial" w:hAnsi="Arial" w:cs="Arial"/>
                <w:b/>
                <w:bCs/>
                <w:color w:val="2E74B5"/>
                <w:w w:val="0"/>
              </w:rPr>
              <w:t xml:space="preserve"> 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]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12)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Czy wykonawca może przedstawić wymagane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sporządzone przez urzędowe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instytuty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agencje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wyjaśnić dlaczego, i wskazać, jakie inne środki dowodowe mogą zostać przedstawione: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51BAD" w:rsidRPr="00EC3B3D" w:rsidRDefault="00051BAD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051BAD" w:rsidRPr="00E650C1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2"/>
        <w:gridCol w:w="4588"/>
      </w:tblGrid>
      <w:tr w:rsidR="00051BAD" w:rsidRPr="00682DD7">
        <w:tc>
          <w:tcPr>
            <w:tcW w:w="4644" w:type="dxa"/>
          </w:tcPr>
          <w:p w:rsidR="00051BAD" w:rsidRPr="00B42F8D" w:rsidRDefault="00051BAD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051BAD" w:rsidRPr="00B42F8D" w:rsidRDefault="00051BAD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644" w:type="dxa"/>
          </w:tcPr>
          <w:p w:rsidR="00051BAD" w:rsidRPr="001E1BA7" w:rsidRDefault="00051BAD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>Jeżeli odnośna dokumentacja jest dostępna w formie elektronicznej, proszę wskazać.</w:t>
            </w:r>
          </w:p>
        </w:tc>
        <w:tc>
          <w:tcPr>
            <w:tcW w:w="4645" w:type="dxa"/>
          </w:tcPr>
          <w:p w:rsidR="00051BAD" w:rsidRPr="001E1BA7" w:rsidRDefault="00051BAD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51BAD" w:rsidRDefault="00051BAD" w:rsidP="0091652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51BAD" w:rsidRPr="00916520" w:rsidRDefault="00051BAD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:rsidR="00051BAD" w:rsidRPr="000342FD" w:rsidRDefault="00051BAD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051BAD" w:rsidRPr="00682DD7" w:rsidRDefault="00051BAD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051BAD" w:rsidRPr="00682DD7">
        <w:tc>
          <w:tcPr>
            <w:tcW w:w="4644" w:type="dxa"/>
          </w:tcPr>
          <w:p w:rsidR="00051BAD" w:rsidRPr="009A41A4" w:rsidRDefault="00051BAD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051BAD" w:rsidRPr="009A41A4" w:rsidRDefault="00051BAD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051BAD" w:rsidRPr="00682DD7">
        <w:tc>
          <w:tcPr>
            <w:tcW w:w="4644" w:type="dxa"/>
          </w:tcPr>
          <w:p w:rsidR="00051BAD" w:rsidRPr="00C646D5" w:rsidRDefault="00051BAD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051BAD" w:rsidRPr="00C646D5" w:rsidRDefault="00051BAD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:rsidR="00051BAD" w:rsidRPr="00682DD7" w:rsidRDefault="00051BAD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051BAD" w:rsidRPr="00682DD7" w:rsidRDefault="00051BAD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51BAD" w:rsidRPr="00682DD7" w:rsidRDefault="00051BAD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51BAD" w:rsidRPr="00682DD7" w:rsidRDefault="00051BAD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051BAD" w:rsidRPr="00682DD7" w:rsidRDefault="00051BAD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051BAD" w:rsidRPr="008D1566" w:rsidRDefault="00051BAD" w:rsidP="00B150BB">
      <w:pPr>
        <w:ind w:left="426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[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Samodzielny Publiczny Zakład Opieki Zdrowotnej Wojewódzki Szpital Specjalistyczny Nr 3 w Rybniku, </w:t>
      </w:r>
      <w:r>
        <w:rPr>
          <w:rFonts w:ascii="Arial" w:hAnsi="Arial" w:cs="Arial"/>
          <w:b/>
          <w:bCs/>
          <w:color w:val="597089"/>
          <w:sz w:val="20"/>
          <w:szCs w:val="20"/>
        </w:rPr>
        <w:t>ul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 Energetyków 46, 44-200 Rybnik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uzyskał(-a)(-o) dostęp do dokumentów potwierdzających informacje, które zostały przedstawione w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wskazać część/sekcję/punkt(-y), których to dotyczy  ,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część III , sekcja C  dot.  oświadczenia: 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Czy wykonawca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znajduje się w jednej z następu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jących sytuacji:</w:t>
      </w:r>
    </w:p>
    <w:p w:rsidR="00051BAD" w:rsidRPr="008D1566" w:rsidRDefault="00051BAD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a) zbankrutował; lub</w:t>
      </w:r>
    </w:p>
    <w:p w:rsidR="00051BAD" w:rsidRPr="008D1566" w:rsidRDefault="00051BAD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b) prowad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zone jest wobec niego postępowa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nie upadłościowe lub likwidacyjne; lub</w:t>
      </w:r>
    </w:p>
    <w:p w:rsidR="00051BAD" w:rsidRPr="008D1566" w:rsidRDefault="00051BAD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c) zawarł układ z wierzycielami; lub</w:t>
      </w:r>
    </w:p>
    <w:p w:rsidR="00051BAD" w:rsidRPr="008D1566" w:rsidRDefault="00051BAD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d) znajduje się w innej tego rodzaju sytuacji wynikającej z podobnej procedury przewidzianej w krajowy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ch przepisach ustawowych i wyko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nawczych ; lub</w:t>
      </w:r>
    </w:p>
    <w:p w:rsidR="00051BAD" w:rsidRPr="008D1566" w:rsidRDefault="00051BAD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e) jego aktywami zarządza likwidator lub sąd; lub</w:t>
      </w:r>
    </w:p>
    <w:p w:rsidR="00051BAD" w:rsidRDefault="00051BAD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f) jego działa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lność gospodarcza jest zawieszo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na?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,</w:t>
      </w:r>
    </w:p>
    <w:p w:rsidR="00051BAD" w:rsidRPr="00C4447E" w:rsidRDefault="00051BAD" w:rsidP="008D1566">
      <w:pPr>
        <w:spacing w:after="0"/>
        <w:ind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</w:t>
      </w:r>
      <w:r w:rsidRPr="00115FD5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_____________________ ]</w:t>
      </w:r>
      <w:r w:rsidRPr="00115FD5">
        <w:rPr>
          <w:rFonts w:ascii="Arial" w:hAnsi="Arial" w:cs="Arial"/>
          <w:i/>
          <w:iCs/>
          <w:sz w:val="20"/>
          <w:szCs w:val="20"/>
        </w:rPr>
        <w:t xml:space="preserve"> </w:t>
      </w:r>
      <w:r w:rsidRPr="00C4447E">
        <w:rPr>
          <w:rFonts w:ascii="Arial" w:hAnsi="Arial" w:cs="Arial"/>
          <w:i/>
          <w:iCs/>
          <w:sz w:val="20"/>
          <w:szCs w:val="20"/>
        </w:rPr>
        <w:t xml:space="preserve">niniejszego jednolitego europejskiego dokumentu zamówienia, na potrzeby </w:t>
      </w:r>
    </w:p>
    <w:p w:rsidR="00051BAD" w:rsidRPr="005163E4" w:rsidRDefault="00051BAD" w:rsidP="005163E4">
      <w:pPr>
        <w:pStyle w:val="Default"/>
      </w:pPr>
      <w:r w:rsidRPr="00C4447E">
        <w:t>[określić postępowanie o udzielenie zamówienia: (</w:t>
      </w:r>
      <w:r w:rsidRPr="00C4447E">
        <w:rPr>
          <w:b/>
          <w:bCs/>
        </w:rPr>
        <w:t xml:space="preserve">Dostawy </w:t>
      </w:r>
      <w:r>
        <w:rPr>
          <w:b/>
          <w:bCs/>
        </w:rPr>
        <w:t>produktów farmaceu</w:t>
      </w:r>
      <w:r>
        <w:rPr>
          <w:b/>
          <w:bCs/>
        </w:rPr>
        <w:softHyphen/>
        <w:t>tycznych</w:t>
      </w:r>
      <w:r w:rsidRPr="00C4447E">
        <w:t>),</w:t>
      </w:r>
      <w:r>
        <w:rPr>
          <w:b/>
          <w:bCs/>
        </w:rPr>
        <w:t>LAS-75-PN/28</w:t>
      </w:r>
      <w:r w:rsidRPr="00C4447E">
        <w:rPr>
          <w:b/>
          <w:bCs/>
        </w:rPr>
        <w:t>-2024.</w:t>
      </w:r>
      <w:r>
        <w:rPr>
          <w:b/>
          <w:bCs/>
        </w:rPr>
        <w:t>AN</w:t>
      </w:r>
      <w:r>
        <w:t>, [Dz.U. S: 2024</w:t>
      </w:r>
      <w:r w:rsidRPr="00C4447E">
        <w:t xml:space="preserve">/S  </w:t>
      </w:r>
      <w:r>
        <w:t>99</w:t>
      </w:r>
      <w:r w:rsidRPr="00C4447E">
        <w:t>-</w:t>
      </w:r>
      <w:r w:rsidRPr="005163E4">
        <w:rPr>
          <w:color w:val="auto"/>
        </w:rPr>
        <w:t>302478</w:t>
      </w:r>
      <w:r w:rsidRPr="00C4447E">
        <w:t>].</w:t>
      </w:r>
    </w:p>
    <w:p w:rsidR="00051BAD" w:rsidRPr="00B150BB" w:rsidRDefault="00051BAD" w:rsidP="00B150BB">
      <w:pPr>
        <w:pStyle w:val="NormalWeb"/>
        <w:spacing w:before="0" w:after="0" w:line="276" w:lineRule="auto"/>
        <w:rPr>
          <w:rFonts w:ascii="Arial" w:hAnsi="Arial" w:cs="Arial"/>
          <w:color w:val="607796"/>
        </w:rPr>
      </w:pPr>
    </w:p>
    <w:p w:rsidR="00051BAD" w:rsidRDefault="00051BAD" w:rsidP="00055A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FE045A">
        <w:rPr>
          <w:rFonts w:ascii="Arial" w:hAnsi="Arial" w:cs="Arial"/>
          <w:b/>
          <w:bCs/>
          <w:sz w:val="18"/>
          <w:szCs w:val="18"/>
        </w:rPr>
        <w:t>Uwaga:</w:t>
      </w:r>
    </w:p>
    <w:p w:rsidR="00051BAD" w:rsidRPr="00DF4744" w:rsidRDefault="00051BAD" w:rsidP="00DF4744">
      <w:pPr>
        <w:pStyle w:val="ListParagraph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b/>
          <w:bCs/>
          <w:color w:val="607796"/>
          <w:sz w:val="20"/>
          <w:szCs w:val="20"/>
          <w:u w:val="single"/>
        </w:rPr>
        <w:t xml:space="preserve">Oświadczenie należy </w:t>
      </w:r>
      <w:r>
        <w:rPr>
          <w:b/>
          <w:bCs/>
          <w:color w:val="607796"/>
          <w:sz w:val="20"/>
          <w:szCs w:val="20"/>
          <w:u w:val="single"/>
        </w:rPr>
        <w:t>złożyć w postaci elektronicznej</w:t>
      </w:r>
      <w:r w:rsidRPr="005B6BFC">
        <w:rPr>
          <w:b/>
          <w:bCs/>
          <w:color w:val="607796"/>
          <w:sz w:val="20"/>
          <w:szCs w:val="20"/>
          <w:u w:val="single"/>
        </w:rPr>
        <w:t>, po</w:t>
      </w:r>
      <w:r>
        <w:rPr>
          <w:b/>
          <w:bCs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b/>
          <w:bCs/>
          <w:color w:val="607796"/>
          <w:sz w:val="20"/>
          <w:szCs w:val="20"/>
          <w:u w:val="single"/>
        </w:rPr>
        <w:t>elektronicznym</w:t>
      </w:r>
      <w:r w:rsidRPr="005B6BFC">
        <w:rPr>
          <w:color w:val="607796"/>
          <w:sz w:val="20"/>
          <w:szCs w:val="20"/>
        </w:rPr>
        <w:t>, przez osobę(y) uprawnioną(e) do składania oświ</w:t>
      </w:r>
      <w:r>
        <w:rPr>
          <w:color w:val="607796"/>
          <w:sz w:val="20"/>
          <w:szCs w:val="20"/>
        </w:rPr>
        <w:t>adczeń woli w imieniu Wykonawcy</w:t>
      </w:r>
      <w:r w:rsidRPr="005B6BFC">
        <w:rPr>
          <w:color w:val="607796"/>
          <w:sz w:val="20"/>
          <w:szCs w:val="20"/>
        </w:rPr>
        <w:t xml:space="preserve"> zgodnie z formą reprezentacji Wykonawcy</w:t>
      </w:r>
      <w:r>
        <w:rPr>
          <w:color w:val="607796"/>
          <w:sz w:val="20"/>
          <w:szCs w:val="20"/>
        </w:rPr>
        <w:t xml:space="preserve"> zgodnie z formą</w:t>
      </w:r>
      <w:r w:rsidRPr="005B6BFC">
        <w:rPr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>
        <w:rPr>
          <w:color w:val="607796"/>
          <w:sz w:val="20"/>
          <w:szCs w:val="20"/>
        </w:rPr>
        <w:t xml:space="preserve">. </w:t>
      </w:r>
    </w:p>
    <w:p w:rsidR="00051BAD" w:rsidRDefault="00051BAD" w:rsidP="008D1566">
      <w:pPr>
        <w:pStyle w:val="ListParagraph"/>
        <w:spacing w:before="240" w:after="0"/>
        <w:ind w:left="360"/>
        <w:jc w:val="both"/>
        <w:rPr>
          <w:color w:val="607796"/>
          <w:sz w:val="20"/>
          <w:szCs w:val="20"/>
        </w:rPr>
      </w:pPr>
      <w:r>
        <w:rPr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color w:val="607796"/>
          <w:sz w:val="20"/>
          <w:szCs w:val="20"/>
        </w:rPr>
        <w:t>(e) do składania oświadcze</w:t>
      </w:r>
      <w:r>
        <w:rPr>
          <w:color w:val="607796"/>
          <w:sz w:val="20"/>
          <w:szCs w:val="20"/>
        </w:rPr>
        <w:t>ń woli w imieniu danego Wykonawcy</w:t>
      </w:r>
      <w:r w:rsidRPr="00AD03E8">
        <w:rPr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color w:val="607796"/>
          <w:sz w:val="20"/>
          <w:szCs w:val="20"/>
        </w:rPr>
        <w:t>firmy lub pełnomocnika.</w:t>
      </w:r>
    </w:p>
    <w:p w:rsidR="00051BAD" w:rsidRDefault="00051BAD" w:rsidP="004760CE">
      <w:pPr>
        <w:pStyle w:val="ListParagraph"/>
        <w:numPr>
          <w:ilvl w:val="0"/>
          <w:numId w:val="7"/>
        </w:numPr>
        <w:spacing w:before="240" w:after="0"/>
        <w:jc w:val="both"/>
        <w:rPr>
          <w:color w:val="000000"/>
          <w:sz w:val="20"/>
          <w:szCs w:val="20"/>
        </w:rPr>
      </w:pPr>
      <w:r w:rsidRPr="00055ACA">
        <w:rPr>
          <w:color w:val="000000"/>
          <w:sz w:val="20"/>
          <w:szCs w:val="20"/>
        </w:rPr>
        <w:t>W celu potwierdzenia spełniania warunków udziału w postępowaniu  w części IV JEDZ Wykonawca</w:t>
      </w:r>
      <w:r>
        <w:rPr>
          <w:color w:val="000000"/>
          <w:sz w:val="20"/>
          <w:szCs w:val="20"/>
        </w:rPr>
        <w:t xml:space="preserve">, Wykonawca wspólnie ubiegający się o zamówienie/ </w:t>
      </w:r>
      <w:r w:rsidRPr="00055ACA">
        <w:rPr>
          <w:color w:val="000000"/>
          <w:sz w:val="20"/>
          <w:szCs w:val="20"/>
        </w:rPr>
        <w:t>może wypełnić jedynie sekcję α –„Ogólne oświadczenie dotyczące wszystkich kryteriów kwalifikacji”</w:t>
      </w:r>
      <w:r w:rsidRPr="00055ACA">
        <w:rPr>
          <w:color w:val="000000"/>
        </w:rPr>
        <w:t xml:space="preserve"> </w:t>
      </w:r>
      <w:r w:rsidRPr="00055ACA">
        <w:rPr>
          <w:color w:val="000000"/>
          <w:sz w:val="20"/>
          <w:szCs w:val="20"/>
        </w:rPr>
        <w:t>i nie jest zobowiązany do  wypełniania  żadnej z pozostałych sekcji w części IV. Warunki  udziału w post</w:t>
      </w:r>
      <w:r>
        <w:rPr>
          <w:color w:val="000000"/>
          <w:sz w:val="20"/>
          <w:szCs w:val="20"/>
        </w:rPr>
        <w:t>ę</w:t>
      </w:r>
      <w:r w:rsidRPr="00055ACA">
        <w:rPr>
          <w:color w:val="000000"/>
          <w:sz w:val="20"/>
          <w:szCs w:val="20"/>
        </w:rPr>
        <w:t>powaniu zostały określone w pkt 3.</w:t>
      </w:r>
      <w:r>
        <w:rPr>
          <w:color w:val="000000"/>
          <w:sz w:val="20"/>
          <w:szCs w:val="20"/>
        </w:rPr>
        <w:t>2</w:t>
      </w:r>
      <w:r w:rsidRPr="00055ACA">
        <w:rPr>
          <w:color w:val="000000"/>
          <w:sz w:val="20"/>
          <w:szCs w:val="20"/>
        </w:rPr>
        <w:t xml:space="preserve"> rozdziału</w:t>
      </w:r>
      <w:r>
        <w:rPr>
          <w:color w:val="000000"/>
          <w:sz w:val="20"/>
          <w:szCs w:val="20"/>
        </w:rPr>
        <w:t xml:space="preserve"> </w:t>
      </w:r>
      <w:r w:rsidRPr="00055ACA">
        <w:rPr>
          <w:color w:val="000000"/>
          <w:sz w:val="20"/>
          <w:szCs w:val="20"/>
        </w:rPr>
        <w:t xml:space="preserve">VI SWZ – w stosunku do tych warunków w części IV JEDZ w sekcji α  składa </w:t>
      </w:r>
      <w:r>
        <w:rPr>
          <w:color w:val="000000"/>
          <w:sz w:val="20"/>
          <w:szCs w:val="20"/>
        </w:rPr>
        <w:t>się oświadczenie</w:t>
      </w:r>
      <w:r w:rsidRPr="00055ACA">
        <w:rPr>
          <w:color w:val="000000"/>
          <w:sz w:val="20"/>
          <w:szCs w:val="20"/>
        </w:rPr>
        <w:t>)</w:t>
      </w:r>
    </w:p>
    <w:p w:rsidR="00051BAD" w:rsidRDefault="00051BAD" w:rsidP="008D1566">
      <w:pPr>
        <w:pStyle w:val="ListParagraph"/>
        <w:spacing w:before="240" w:after="0"/>
        <w:ind w:left="360"/>
        <w:jc w:val="both"/>
        <w:rPr>
          <w:color w:val="000000"/>
          <w:sz w:val="20"/>
          <w:szCs w:val="20"/>
        </w:rPr>
      </w:pPr>
    </w:p>
    <w:p w:rsidR="00051BAD" w:rsidRPr="00A46EC6" w:rsidRDefault="00051BAD" w:rsidP="00D64E39">
      <w:pPr>
        <w:pStyle w:val="ListParagraph"/>
        <w:spacing w:before="240" w:after="0"/>
        <w:ind w:left="360"/>
        <w:rPr>
          <w:rFonts w:ascii="Arial" w:hAnsi="Arial" w:cs="Arial"/>
          <w:sz w:val="20"/>
          <w:szCs w:val="20"/>
        </w:rPr>
      </w:pPr>
    </w:p>
    <w:p w:rsidR="00051BAD" w:rsidRPr="00A17E53" w:rsidRDefault="00051BAD" w:rsidP="00FC39AB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A17E53">
        <w:rPr>
          <w:rFonts w:ascii="Calibri" w:hAnsi="Calibri" w:cs="Calibri"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A17E53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Pr="00A17E53">
        <w:rPr>
          <w:rFonts w:ascii="Calibri" w:hAnsi="Calibri" w:cs="Calibri"/>
        </w:rPr>
        <w:br/>
        <w:t>określone w rozdziale 7 SWZ tj. Podstawy wykluczenia oraz warunki udziału w postępowaniu.</w:t>
      </w:r>
    </w:p>
    <w:p w:rsidR="00051BAD" w:rsidRDefault="00051BAD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</w:p>
    <w:p w:rsidR="00051BAD" w:rsidRPr="00C3242D" w:rsidRDefault="00051BAD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</w:t>
      </w:r>
      <w:r w:rsidRPr="00C324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formularza JEDZ dostępna jest </w:t>
      </w:r>
      <w:r w:rsidRPr="00C3242D">
        <w:rPr>
          <w:rFonts w:ascii="Calibri" w:hAnsi="Calibri" w:cs="Calibri"/>
        </w:rPr>
        <w:t xml:space="preserve"> pod adresem:</w:t>
      </w:r>
    </w:p>
    <w:p w:rsidR="00051BAD" w:rsidRPr="005B6BFC" w:rsidRDefault="00051BAD" w:rsidP="00FC39AB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b/>
          <w:bCs/>
          <w:color w:val="2F5496"/>
          <w:u w:val="single"/>
          <w:lang w:eastAsia="en-GB"/>
        </w:rPr>
      </w:pPr>
      <w:hyperlink r:id="rId7" w:history="1">
        <w:r w:rsidRPr="005B6BFC">
          <w:rPr>
            <w:rFonts w:ascii="Calibri" w:hAnsi="Calibri" w:cs="Calibri"/>
            <w:b/>
            <w:bCs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  <w:r>
        <w:rPr>
          <w:rFonts w:ascii="Calibri" w:hAnsi="Calibri" w:cs="Calibri"/>
          <w:b/>
          <w:bCs/>
          <w:color w:val="2F5496"/>
          <w:u w:val="single"/>
          <w:lang w:eastAsia="en-GB"/>
        </w:rPr>
        <w:t xml:space="preserve"> </w:t>
      </w:r>
    </w:p>
    <w:p w:rsidR="00051BAD" w:rsidRDefault="00051BAD" w:rsidP="00D64E39">
      <w:pPr>
        <w:pStyle w:val="Akapitzlist1"/>
        <w:tabs>
          <w:tab w:val="left" w:pos="0"/>
        </w:tabs>
        <w:ind w:left="0"/>
        <w:jc w:val="both"/>
        <w:rPr>
          <w:rFonts w:ascii="Calibri" w:hAnsi="Calibri" w:cs="Calibri"/>
          <w:color w:val="2F5496"/>
          <w:lang w:eastAsia="en-GB"/>
        </w:rPr>
      </w:pPr>
    </w:p>
    <w:sectPr w:rsidR="00051BAD" w:rsidSect="00C32CB4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BAD" w:rsidRDefault="00051BAD">
      <w:pPr>
        <w:spacing w:after="0" w:line="240" w:lineRule="auto"/>
      </w:pPr>
      <w:r>
        <w:separator/>
      </w:r>
    </w:p>
  </w:endnote>
  <w:endnote w:type="continuationSeparator" w:id="0">
    <w:p w:rsidR="00051BAD" w:rsidRDefault="00051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AD" w:rsidRDefault="00051BAD">
    <w:pPr>
      <w:pStyle w:val="Footer"/>
      <w:jc w:val="center"/>
    </w:pPr>
    <w:r w:rsidRPr="00916520">
      <w:rPr>
        <w:sz w:val="18"/>
        <w:szCs w:val="18"/>
      </w:rPr>
      <w:t xml:space="preserve">Strona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</w:t>
    </w:r>
    <w:r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18</w:t>
    </w:r>
    <w:r w:rsidRPr="00916520">
      <w:rPr>
        <w:b/>
        <w:bCs/>
        <w:sz w:val="18"/>
        <w:szCs w:val="18"/>
      </w:rPr>
      <w:fldChar w:fldCharType="end"/>
    </w:r>
  </w:p>
  <w:p w:rsidR="00051BAD" w:rsidRDefault="00051BAD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BAD" w:rsidRDefault="00051BA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51BAD" w:rsidRDefault="00051BAD">
      <w:pPr>
        <w:spacing w:after="0" w:line="240" w:lineRule="auto"/>
      </w:pPr>
      <w:r>
        <w:continuationSeparator/>
      </w:r>
    </w:p>
  </w:footnote>
  <w:footnote w:id="1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51BAD" w:rsidRDefault="00051BAD" w:rsidP="00FC39AB">
      <w:pPr>
        <w:pStyle w:val="FootnoteText"/>
        <w:jc w:val="lef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51BAD" w:rsidRPr="003B6373" w:rsidRDefault="00051BAD" w:rsidP="00FC39AB">
      <w:pPr>
        <w:pStyle w:val="FootnoteText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51BAD" w:rsidRPr="003B6373" w:rsidRDefault="00051BAD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051BAD" w:rsidRPr="003B6373" w:rsidRDefault="00051BAD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051BAD" w:rsidRDefault="00051BAD" w:rsidP="00FC39AB">
      <w:pPr>
        <w:pStyle w:val="FootnoteText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51BAD" w:rsidRDefault="00051BAD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BAD" w:rsidRDefault="00051BAD" w:rsidP="00A17E53">
    <w:pPr>
      <w:pBdr>
        <w:bottom w:val="single" w:sz="4" w:space="1" w:color="auto"/>
      </w:pBdr>
      <w:tabs>
        <w:tab w:val="center" w:pos="4536"/>
        <w:tab w:val="right" w:pos="9072"/>
      </w:tabs>
    </w:pPr>
    <w:r>
      <w:rPr>
        <w:rFonts w:ascii="Arial" w:hAnsi="Arial" w:cs="Arial"/>
        <w:b/>
        <w:bCs/>
        <w:smallCaps/>
        <w:color w:val="333399"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2B"/>
    <w:rsid w:val="00032612"/>
    <w:rsid w:val="000342FD"/>
    <w:rsid w:val="00034F7C"/>
    <w:rsid w:val="00043BF6"/>
    <w:rsid w:val="00051BAD"/>
    <w:rsid w:val="00055ACA"/>
    <w:rsid w:val="0007665A"/>
    <w:rsid w:val="00097364"/>
    <w:rsid w:val="000A6A99"/>
    <w:rsid w:val="000A6E0F"/>
    <w:rsid w:val="000B0DF1"/>
    <w:rsid w:val="000B51DA"/>
    <w:rsid w:val="000C0131"/>
    <w:rsid w:val="000C1076"/>
    <w:rsid w:val="000D05EF"/>
    <w:rsid w:val="000D1628"/>
    <w:rsid w:val="000D6A1D"/>
    <w:rsid w:val="000E5237"/>
    <w:rsid w:val="000E5E92"/>
    <w:rsid w:val="000F3A58"/>
    <w:rsid w:val="00112259"/>
    <w:rsid w:val="00112466"/>
    <w:rsid w:val="00115FD5"/>
    <w:rsid w:val="001439B8"/>
    <w:rsid w:val="0014447C"/>
    <w:rsid w:val="0019732B"/>
    <w:rsid w:val="001A4717"/>
    <w:rsid w:val="001A7D23"/>
    <w:rsid w:val="001C4456"/>
    <w:rsid w:val="001E1BA7"/>
    <w:rsid w:val="001E6930"/>
    <w:rsid w:val="002020D4"/>
    <w:rsid w:val="002038AA"/>
    <w:rsid w:val="00237676"/>
    <w:rsid w:val="0024230A"/>
    <w:rsid w:val="00272EC9"/>
    <w:rsid w:val="00273E52"/>
    <w:rsid w:val="00282C3E"/>
    <w:rsid w:val="00286D6D"/>
    <w:rsid w:val="002A009A"/>
    <w:rsid w:val="002A2BD3"/>
    <w:rsid w:val="002B53B1"/>
    <w:rsid w:val="002D3F41"/>
    <w:rsid w:val="003215AD"/>
    <w:rsid w:val="003254E1"/>
    <w:rsid w:val="00327EAF"/>
    <w:rsid w:val="00330C13"/>
    <w:rsid w:val="00333CD5"/>
    <w:rsid w:val="00344658"/>
    <w:rsid w:val="00373DC4"/>
    <w:rsid w:val="003752F4"/>
    <w:rsid w:val="00381805"/>
    <w:rsid w:val="003A6E38"/>
    <w:rsid w:val="003B4BE0"/>
    <w:rsid w:val="003B6373"/>
    <w:rsid w:val="003B6F34"/>
    <w:rsid w:val="003D5B7B"/>
    <w:rsid w:val="003E347A"/>
    <w:rsid w:val="003F50DE"/>
    <w:rsid w:val="00411F27"/>
    <w:rsid w:val="00414F6A"/>
    <w:rsid w:val="00430A51"/>
    <w:rsid w:val="00433BF7"/>
    <w:rsid w:val="00455154"/>
    <w:rsid w:val="00457725"/>
    <w:rsid w:val="00460563"/>
    <w:rsid w:val="004760CE"/>
    <w:rsid w:val="00476C70"/>
    <w:rsid w:val="004944FC"/>
    <w:rsid w:val="004A4522"/>
    <w:rsid w:val="004A7650"/>
    <w:rsid w:val="004A7AE1"/>
    <w:rsid w:val="004C11B8"/>
    <w:rsid w:val="004C3064"/>
    <w:rsid w:val="004E53B2"/>
    <w:rsid w:val="004F71A1"/>
    <w:rsid w:val="00501D2D"/>
    <w:rsid w:val="00515B9D"/>
    <w:rsid w:val="005163E4"/>
    <w:rsid w:val="0051752E"/>
    <w:rsid w:val="005209A7"/>
    <w:rsid w:val="00526952"/>
    <w:rsid w:val="00526FFD"/>
    <w:rsid w:val="00532ECC"/>
    <w:rsid w:val="00536428"/>
    <w:rsid w:val="00541B39"/>
    <w:rsid w:val="005453F4"/>
    <w:rsid w:val="00563D87"/>
    <w:rsid w:val="00597E38"/>
    <w:rsid w:val="005A54FC"/>
    <w:rsid w:val="005B449E"/>
    <w:rsid w:val="005B6BFC"/>
    <w:rsid w:val="005C4E12"/>
    <w:rsid w:val="005D594B"/>
    <w:rsid w:val="005F45A0"/>
    <w:rsid w:val="00602FC5"/>
    <w:rsid w:val="00605DB2"/>
    <w:rsid w:val="006177D1"/>
    <w:rsid w:val="0066601F"/>
    <w:rsid w:val="00673194"/>
    <w:rsid w:val="00677985"/>
    <w:rsid w:val="00682DD7"/>
    <w:rsid w:val="00697519"/>
    <w:rsid w:val="006A114B"/>
    <w:rsid w:val="006D364D"/>
    <w:rsid w:val="006D3917"/>
    <w:rsid w:val="006D7268"/>
    <w:rsid w:val="006E374F"/>
    <w:rsid w:val="00703DAB"/>
    <w:rsid w:val="0071395B"/>
    <w:rsid w:val="00720EF8"/>
    <w:rsid w:val="0074342B"/>
    <w:rsid w:val="0075170F"/>
    <w:rsid w:val="007754C1"/>
    <w:rsid w:val="00783187"/>
    <w:rsid w:val="007964F5"/>
    <w:rsid w:val="007C75F1"/>
    <w:rsid w:val="007F1753"/>
    <w:rsid w:val="007F3023"/>
    <w:rsid w:val="007F4262"/>
    <w:rsid w:val="007F6117"/>
    <w:rsid w:val="008033DF"/>
    <w:rsid w:val="00827571"/>
    <w:rsid w:val="00836572"/>
    <w:rsid w:val="00851C5C"/>
    <w:rsid w:val="0087093A"/>
    <w:rsid w:val="008739C8"/>
    <w:rsid w:val="0087418B"/>
    <w:rsid w:val="008B0540"/>
    <w:rsid w:val="008C6FE4"/>
    <w:rsid w:val="008D1566"/>
    <w:rsid w:val="008F63EB"/>
    <w:rsid w:val="009070B8"/>
    <w:rsid w:val="00916520"/>
    <w:rsid w:val="00925FA6"/>
    <w:rsid w:val="00933B0C"/>
    <w:rsid w:val="00934D1A"/>
    <w:rsid w:val="00941A4B"/>
    <w:rsid w:val="0094233D"/>
    <w:rsid w:val="009466CB"/>
    <w:rsid w:val="00995606"/>
    <w:rsid w:val="009A41A4"/>
    <w:rsid w:val="009B544B"/>
    <w:rsid w:val="009C68FE"/>
    <w:rsid w:val="009E1BA5"/>
    <w:rsid w:val="009E65FB"/>
    <w:rsid w:val="009E7F7F"/>
    <w:rsid w:val="009F3B2F"/>
    <w:rsid w:val="00A04656"/>
    <w:rsid w:val="00A17E53"/>
    <w:rsid w:val="00A33903"/>
    <w:rsid w:val="00A36E65"/>
    <w:rsid w:val="00A46EC6"/>
    <w:rsid w:val="00A530FB"/>
    <w:rsid w:val="00A7006B"/>
    <w:rsid w:val="00AB2DF4"/>
    <w:rsid w:val="00AB54E5"/>
    <w:rsid w:val="00AC1C39"/>
    <w:rsid w:val="00AC2981"/>
    <w:rsid w:val="00AD03E8"/>
    <w:rsid w:val="00AE3D25"/>
    <w:rsid w:val="00AE7AD5"/>
    <w:rsid w:val="00B074B7"/>
    <w:rsid w:val="00B112C3"/>
    <w:rsid w:val="00B150BB"/>
    <w:rsid w:val="00B20AB1"/>
    <w:rsid w:val="00B34AA2"/>
    <w:rsid w:val="00B42F8D"/>
    <w:rsid w:val="00B53352"/>
    <w:rsid w:val="00B73F22"/>
    <w:rsid w:val="00B84CAC"/>
    <w:rsid w:val="00B933D2"/>
    <w:rsid w:val="00B94FDD"/>
    <w:rsid w:val="00BB5CA9"/>
    <w:rsid w:val="00BC6141"/>
    <w:rsid w:val="00BF13A2"/>
    <w:rsid w:val="00C00300"/>
    <w:rsid w:val="00C124E2"/>
    <w:rsid w:val="00C3242D"/>
    <w:rsid w:val="00C32A45"/>
    <w:rsid w:val="00C32CB4"/>
    <w:rsid w:val="00C34F28"/>
    <w:rsid w:val="00C40943"/>
    <w:rsid w:val="00C4447E"/>
    <w:rsid w:val="00C52B99"/>
    <w:rsid w:val="00C646D5"/>
    <w:rsid w:val="00CB3AF0"/>
    <w:rsid w:val="00CC0189"/>
    <w:rsid w:val="00CE0858"/>
    <w:rsid w:val="00CF6FDD"/>
    <w:rsid w:val="00D034D0"/>
    <w:rsid w:val="00D05B3F"/>
    <w:rsid w:val="00D12BCE"/>
    <w:rsid w:val="00D1354E"/>
    <w:rsid w:val="00D24403"/>
    <w:rsid w:val="00D269E6"/>
    <w:rsid w:val="00D32C70"/>
    <w:rsid w:val="00D41F66"/>
    <w:rsid w:val="00D44C35"/>
    <w:rsid w:val="00D5696B"/>
    <w:rsid w:val="00D64E39"/>
    <w:rsid w:val="00D67A24"/>
    <w:rsid w:val="00D82F6F"/>
    <w:rsid w:val="00D9500C"/>
    <w:rsid w:val="00DB1020"/>
    <w:rsid w:val="00DD328D"/>
    <w:rsid w:val="00DE38B5"/>
    <w:rsid w:val="00DF4744"/>
    <w:rsid w:val="00E05BCF"/>
    <w:rsid w:val="00E1320D"/>
    <w:rsid w:val="00E3063B"/>
    <w:rsid w:val="00E3131B"/>
    <w:rsid w:val="00E32686"/>
    <w:rsid w:val="00E45BC2"/>
    <w:rsid w:val="00E471B0"/>
    <w:rsid w:val="00E551C0"/>
    <w:rsid w:val="00E650C1"/>
    <w:rsid w:val="00E70407"/>
    <w:rsid w:val="00EB3DE4"/>
    <w:rsid w:val="00EB5223"/>
    <w:rsid w:val="00EC0B3E"/>
    <w:rsid w:val="00EC3B3D"/>
    <w:rsid w:val="00EE1B70"/>
    <w:rsid w:val="00F34C9B"/>
    <w:rsid w:val="00F602D2"/>
    <w:rsid w:val="00F617E4"/>
    <w:rsid w:val="00F6296E"/>
    <w:rsid w:val="00F71DF7"/>
    <w:rsid w:val="00F83830"/>
    <w:rsid w:val="00FA1DF7"/>
    <w:rsid w:val="00FB5E52"/>
    <w:rsid w:val="00FC39AB"/>
    <w:rsid w:val="00FD3793"/>
    <w:rsid w:val="00FD4AAB"/>
    <w:rsid w:val="00FE045A"/>
    <w:rsid w:val="00FE3B65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efaultParagraphFont"/>
    <w:uiPriority w:val="99"/>
    <w:rsid w:val="00C32CB4"/>
  </w:style>
  <w:style w:type="paragraph" w:styleId="Footer">
    <w:name w:val="footer"/>
    <w:basedOn w:val="Normal"/>
    <w:link w:val="Foot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efaultParagraphFont"/>
    <w:uiPriority w:val="99"/>
    <w:rsid w:val="00C32CB4"/>
  </w:style>
  <w:style w:type="paragraph" w:customStyle="1" w:styleId="NormalBold">
    <w:name w:val="NormalBold"/>
    <w:basedOn w:val="Normal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FootnoteText">
    <w:name w:val="footnote text"/>
    <w:basedOn w:val="Normal"/>
    <w:link w:val="FootnoteTextChar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"/>
    <w:next w:val="Heading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"/>
    <w:next w:val="Normal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FC39AB"/>
    <w:pPr>
      <w:ind w:left="720"/>
    </w:pPr>
  </w:style>
  <w:style w:type="character" w:styleId="Strong">
    <w:name w:val="Strong"/>
    <w:basedOn w:val="DefaultParagraphFont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6D3917"/>
  </w:style>
  <w:style w:type="character" w:styleId="CommentReference">
    <w:name w:val="annotation reference"/>
    <w:basedOn w:val="DefaultParagraphFont"/>
    <w:uiPriority w:val="99"/>
    <w:semiHidden/>
    <w:rsid w:val="00333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3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3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3CD5"/>
    <w:rPr>
      <w:b/>
      <w:bCs/>
    </w:rPr>
  </w:style>
  <w:style w:type="character" w:customStyle="1" w:styleId="markedcontent">
    <w:name w:val="markedcontent"/>
    <w:basedOn w:val="DefaultParagraphFont"/>
    <w:uiPriority w:val="99"/>
    <w:rsid w:val="00697519"/>
  </w:style>
  <w:style w:type="paragraph" w:styleId="NormalWeb">
    <w:name w:val="Normal (Web)"/>
    <w:basedOn w:val="Normal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17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18</Pages>
  <Words>4954</Words>
  <Characters>29726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Cikoto-Wawrzyniak Iwona</dc:creator>
  <cp:keywords/>
  <dc:description/>
  <cp:lastModifiedBy>aniezgodzinska</cp:lastModifiedBy>
  <cp:revision>4</cp:revision>
  <cp:lastPrinted>2024-05-23T07:27:00Z</cp:lastPrinted>
  <dcterms:created xsi:type="dcterms:W3CDTF">2024-05-23T07:25:00Z</dcterms:created>
  <dcterms:modified xsi:type="dcterms:W3CDTF">2024-05-23T07:28:00Z</dcterms:modified>
</cp:coreProperties>
</file>