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Pr="00A72DBC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3B6DBCFA" w:rsidR="00114920" w:rsidRPr="00A72DBC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6</w:t>
      </w:r>
      <w:r w:rsidR="00114920" w:rsidRPr="00A72DBC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72DBC" w14:paraId="385FE44D" w14:textId="77777777" w:rsidTr="00D60B94">
        <w:tc>
          <w:tcPr>
            <w:tcW w:w="9062" w:type="dxa"/>
          </w:tcPr>
          <w:p w14:paraId="0B8E302C" w14:textId="77777777" w:rsidR="006848B5" w:rsidRPr="00A72DBC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72DBC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7F6544D" w:rsidR="00D60B94" w:rsidRPr="00A72DBC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A72DBC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A72DBC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A72DBC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72DBC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A72DBC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A72DBC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377E3AE2" w:rsidR="00045861" w:rsidRPr="00A72DBC" w:rsidRDefault="00A272B6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A72DBC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72DBC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A72DBC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86F7FE8" w:rsidR="00045861" w:rsidRPr="00A72DBC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72DBC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016488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A72DBC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A72DBC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A72DBC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72DBC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A72DBC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A72DBC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30D6A0C9" w:rsidR="00106061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A1447F">
        <w:rPr>
          <w:rFonts w:ascii="Arial" w:eastAsia="Times New Roman" w:hAnsi="Arial" w:cs="Arial"/>
          <w:lang w:val="pl-PL" w:eastAsia="pl-PL"/>
        </w:rPr>
        <w:t xml:space="preserve"> „</w:t>
      </w:r>
      <w:r w:rsidR="00D36A93">
        <w:rPr>
          <w:rFonts w:ascii="Arial" w:eastAsia="Times New Roman" w:hAnsi="Arial" w:cs="Arial"/>
          <w:lang w:val="pl-PL" w:eastAsia="pl-PL"/>
        </w:rPr>
        <w:t>Przebudowa dróg na terenie powiatu jarocińskiego polegająca na dobudowie</w:t>
      </w:r>
      <w:r w:rsidR="005B42A1">
        <w:rPr>
          <w:rFonts w:ascii="Arial" w:eastAsia="Times New Roman" w:hAnsi="Arial" w:cs="Arial"/>
          <w:lang w:val="pl-PL" w:eastAsia="pl-PL"/>
        </w:rPr>
        <w:t xml:space="preserve"> chodników</w:t>
      </w:r>
      <w:bookmarkStart w:id="0" w:name="_GoBack"/>
      <w:bookmarkEnd w:id="0"/>
      <w:r w:rsidR="00D36A93">
        <w:rPr>
          <w:rFonts w:ascii="Arial" w:eastAsia="Times New Roman" w:hAnsi="Arial" w:cs="Arial"/>
          <w:lang w:val="pl-PL" w:eastAsia="pl-PL"/>
        </w:rPr>
        <w:t>”</w:t>
      </w:r>
      <w:r w:rsidR="00A1447F">
        <w:rPr>
          <w:rFonts w:ascii="Arial" w:eastAsia="Times New Roman" w:hAnsi="Arial" w:cs="Arial"/>
          <w:lang w:val="pl-PL" w:eastAsia="pl-PL"/>
        </w:rPr>
        <w:t>,</w:t>
      </w:r>
      <w:r w:rsidR="00FF1C4D">
        <w:rPr>
          <w:rFonts w:ascii="Arial" w:eastAsia="Times New Roman" w:hAnsi="Arial" w:cs="Arial"/>
          <w:lang w:val="pl-PL" w:eastAsia="pl-PL"/>
        </w:rPr>
        <w:t xml:space="preserve"> </w:t>
      </w:r>
      <w:r w:rsidRPr="00A72DBC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7800DCE3" w:rsidR="008A43D3" w:rsidRPr="00A72DBC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A72DBC">
        <w:rPr>
          <w:rFonts w:ascii="Arial" w:eastAsia="Times New Roman" w:hAnsi="Arial" w:cs="Arial"/>
          <w:i/>
          <w:sz w:val="20"/>
          <w:lang w:val="pl-PL" w:eastAsia="pl-PL"/>
        </w:rPr>
        <w:t>(peł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 xml:space="preserve">na nazwa i 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>s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>iedziba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 xml:space="preserve"> Wykonawcy, któremu udostępnione są zasoby, w zależności od podmiotu: NIP/PESEL, KRS/CEiDG)</w:t>
      </w:r>
    </w:p>
    <w:p w14:paraId="48CEC299" w14:textId="6033B66C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u</w:t>
      </w:r>
      <w:r w:rsidR="008A43D3" w:rsidRPr="00A72DBC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A72DBC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A72DBC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A72DBC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2F9D0081" w:rsidR="00AE5442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>
        <w:rPr>
          <w:rFonts w:ascii="Arial" w:eastAsia="Times New Roman" w:hAnsi="Arial" w:cs="Arial"/>
          <w:lang w:val="pl-PL" w:eastAsia="pl-PL"/>
        </w:rPr>
        <w:t xml:space="preserve"> roboty budowlane lub</w:t>
      </w:r>
      <w:r w:rsidRPr="00A72DBC">
        <w:rPr>
          <w:rFonts w:ascii="Arial" w:eastAsia="Times New Roman" w:hAnsi="Arial" w:cs="Arial"/>
          <w:lang w:val="pl-PL" w:eastAsia="pl-PL"/>
        </w:rPr>
        <w:t xml:space="preserve"> usługi, których dotyczą udostępnione zasoby, odnoszące się do warunków udziału w postępowaniu </w:t>
      </w:r>
      <w:r w:rsidR="00845CDF">
        <w:rPr>
          <w:rFonts w:ascii="Arial" w:eastAsia="Times New Roman" w:hAnsi="Arial" w:cs="Arial"/>
          <w:lang w:val="pl-PL" w:eastAsia="pl-PL"/>
        </w:rPr>
        <w:t>dotyczące</w:t>
      </w:r>
      <w:r w:rsidRPr="00A72DBC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A72DBC">
        <w:rPr>
          <w:rFonts w:ascii="Arial" w:eastAsia="Times New Roman" w:hAnsi="Arial" w:cs="Arial"/>
          <w:lang w:val="pl-PL" w:eastAsia="pl-PL"/>
        </w:rPr>
        <w:t>, kwalifikacji zawodowych lub</w:t>
      </w:r>
      <w:r w:rsidRPr="00A72DBC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506A8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506A8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56A0D" w14:textId="77777777" w:rsidR="00FA358D" w:rsidRDefault="00FA358D" w:rsidP="00114920">
      <w:pPr>
        <w:spacing w:after="0" w:line="240" w:lineRule="auto"/>
      </w:pPr>
      <w:r>
        <w:separator/>
      </w:r>
    </w:p>
  </w:endnote>
  <w:endnote w:type="continuationSeparator" w:id="0">
    <w:p w14:paraId="2AF2909B" w14:textId="77777777" w:rsidR="00FA358D" w:rsidRDefault="00FA358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39659" w14:textId="77777777" w:rsidR="00FA358D" w:rsidRDefault="00FA358D" w:rsidP="00114920">
      <w:pPr>
        <w:spacing w:after="0" w:line="240" w:lineRule="auto"/>
      </w:pPr>
      <w:r>
        <w:separator/>
      </w:r>
    </w:p>
  </w:footnote>
  <w:footnote w:type="continuationSeparator" w:id="0">
    <w:p w14:paraId="3B60580B" w14:textId="77777777" w:rsidR="00FA358D" w:rsidRDefault="00FA358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6488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02F31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B42A1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D6B25"/>
    <w:rsid w:val="008015AC"/>
    <w:rsid w:val="00845CDF"/>
    <w:rsid w:val="00864ACB"/>
    <w:rsid w:val="00892629"/>
    <w:rsid w:val="008A43D3"/>
    <w:rsid w:val="008B40FF"/>
    <w:rsid w:val="008F114B"/>
    <w:rsid w:val="009229B2"/>
    <w:rsid w:val="00932E9F"/>
    <w:rsid w:val="00953C75"/>
    <w:rsid w:val="009806B5"/>
    <w:rsid w:val="00A1447F"/>
    <w:rsid w:val="00A272B6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06A8"/>
    <w:rsid w:val="00C57AFF"/>
    <w:rsid w:val="00C755C3"/>
    <w:rsid w:val="00C91DF3"/>
    <w:rsid w:val="00CF11DE"/>
    <w:rsid w:val="00CF4CF9"/>
    <w:rsid w:val="00D33B98"/>
    <w:rsid w:val="00D36A93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A358D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8E16758F</Template>
  <TotalTime>442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92</cp:revision>
  <cp:lastPrinted>2021-02-15T11:36:00Z</cp:lastPrinted>
  <dcterms:created xsi:type="dcterms:W3CDTF">2021-02-04T12:40:00Z</dcterms:created>
  <dcterms:modified xsi:type="dcterms:W3CDTF">2024-01-16T11:47:00Z</dcterms:modified>
</cp:coreProperties>
</file>