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5BB8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3ED97B15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3853BB48" w14:textId="77777777" w:rsidR="00B77D4C" w:rsidRPr="00147082" w:rsidRDefault="000C2176" w:rsidP="000B4FC1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147082" w14:paraId="70FEF69D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F448D26" w14:textId="77777777" w:rsidR="000B4FC1" w:rsidRPr="00147082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3E7DC66" w14:textId="104FBDE2" w:rsidR="000B4FC1" w:rsidRPr="00147082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 w:rsidR="00853931">
              <w:rPr>
                <w:rFonts w:ascii="Times New Roman" w:hAnsi="Times New Roman"/>
                <w:b/>
              </w:rPr>
              <w:t>3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FC5C69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147082" w14:paraId="58F9B3FD" w14:textId="77777777" w:rsidTr="003E7B1C">
        <w:tc>
          <w:tcPr>
            <w:tcW w:w="9214" w:type="dxa"/>
            <w:gridSpan w:val="2"/>
            <w:shd w:val="clear" w:color="auto" w:fill="D9D9D9"/>
          </w:tcPr>
          <w:p w14:paraId="0047E2C5" w14:textId="77777777" w:rsidR="000B4FC1" w:rsidRPr="00147082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60D34B3F" w14:textId="168DC044" w:rsidR="00F855CF" w:rsidRPr="00147082" w:rsidRDefault="00DC6372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Gmina Debrzno 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Zakład </w:t>
            </w:r>
            <w:r w:rsidR="008255C4">
              <w:rPr>
                <w:rFonts w:ascii="Times New Roman" w:eastAsia="Arial Unicode MS" w:hAnsi="Times New Roman"/>
                <w:kern w:val="1"/>
                <w:lang w:eastAsia="hi-IN" w:bidi="hi-IN"/>
              </w:rPr>
              <w:t>Gospodarki Komunalnej i Mieszkaniowej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,</w:t>
            </w:r>
          </w:p>
          <w:p w14:paraId="24FAAC1F" w14:textId="48170212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 ul. </w:t>
            </w:r>
            <w:r w:rsidR="008255C4">
              <w:rPr>
                <w:rFonts w:ascii="Times New Roman" w:eastAsia="Arial Unicode MS" w:hAnsi="Times New Roman"/>
                <w:kern w:val="1"/>
                <w:lang w:eastAsia="hi-IN" w:bidi="hi-IN"/>
              </w:rPr>
              <w:t>Wojska Polskiego 1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2</w:t>
            </w: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, 77-310 Debrzno,           </w:t>
            </w:r>
          </w:p>
          <w:p w14:paraId="3FA9E945" w14:textId="77777777" w:rsidR="000B4FC1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NIP 8431530511</w:t>
            </w:r>
          </w:p>
          <w:p w14:paraId="7466C4E5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</w:p>
          <w:p w14:paraId="259C7450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  <w:t>Pełnomocnik Zamawiającego:</w:t>
            </w:r>
          </w:p>
          <w:p w14:paraId="7E26E2EC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14:paraId="34DC6AFA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14:paraId="0700BA63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41FB18F8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E7ADF33" w14:textId="77777777" w:rsidR="000B4FC1" w:rsidRPr="00147082" w:rsidRDefault="000B4FC1" w:rsidP="000B4FC1">
      <w:pPr>
        <w:rPr>
          <w:rFonts w:ascii="Times New Roman" w:hAnsi="Times New Roman"/>
          <w:b/>
          <w:bCs/>
          <w:sz w:val="20"/>
          <w:szCs w:val="20"/>
        </w:rPr>
      </w:pPr>
    </w:p>
    <w:p w14:paraId="4AD1B61E" w14:textId="77777777" w:rsidR="00B77D4C" w:rsidRPr="00147082" w:rsidRDefault="00B77D4C" w:rsidP="00B77D4C">
      <w:pPr>
        <w:jc w:val="right"/>
        <w:rPr>
          <w:rFonts w:ascii="Times New Roman" w:hAnsi="Times New Roman"/>
          <w:b/>
          <w:i/>
          <w:sz w:val="20"/>
          <w:szCs w:val="20"/>
        </w:rPr>
      </w:pPr>
    </w:p>
    <w:p w14:paraId="6A4469D9" w14:textId="77777777" w:rsidR="000C2176" w:rsidRPr="00147082" w:rsidRDefault="000C2176" w:rsidP="00B77D4C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p w14:paraId="5D9D989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1F32B14" w14:textId="692D0DB2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</w:t>
      </w:r>
      <w:r w:rsidR="006E266E">
        <w:rPr>
          <w:rFonts w:ascii="Times New Roman" w:hAnsi="Times New Roman"/>
          <w:sz w:val="20"/>
          <w:szCs w:val="20"/>
        </w:rPr>
        <w:t>.</w:t>
      </w:r>
      <w:r w:rsidRPr="00147082">
        <w:rPr>
          <w:rFonts w:ascii="Times New Roman" w:hAnsi="Times New Roman"/>
          <w:sz w:val="20"/>
          <w:szCs w:val="20"/>
        </w:rPr>
        <w:t>……………….</w:t>
      </w:r>
    </w:p>
    <w:p w14:paraId="68C8526A" w14:textId="3DA7CB3F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</w:t>
      </w:r>
    </w:p>
    <w:p w14:paraId="680E9688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Województwo…………………………………………………………………………………………………………..</w:t>
      </w:r>
    </w:p>
    <w:p w14:paraId="12B1D113" w14:textId="00734F64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</w:t>
      </w:r>
    </w:p>
    <w:p w14:paraId="4AAE8E6F" w14:textId="78E7A76E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..................</w:t>
      </w:r>
    </w:p>
    <w:p w14:paraId="259B0B92" w14:textId="753BED4D" w:rsidR="000C2176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..................</w:t>
      </w:r>
      <w:r w:rsidRPr="00147082">
        <w:rPr>
          <w:rFonts w:ascii="Times New Roman" w:hAnsi="Times New Roman"/>
          <w:sz w:val="20"/>
          <w:szCs w:val="20"/>
        </w:rPr>
        <w:t>.......</w:t>
      </w:r>
    </w:p>
    <w:p w14:paraId="5839034E" w14:textId="65B50BF5" w:rsidR="006E266E" w:rsidRPr="00147082" w:rsidRDefault="006E266E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 …………………………………………………………………………………………………………………</w:t>
      </w:r>
    </w:p>
    <w:p w14:paraId="4817B24F" w14:textId="4DE5666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……………………………………………………………………………………………………………</w:t>
      </w:r>
      <w:r w:rsidR="006E266E">
        <w:rPr>
          <w:rFonts w:ascii="Times New Roman" w:hAnsi="Times New Roman"/>
          <w:sz w:val="20"/>
          <w:szCs w:val="20"/>
        </w:rPr>
        <w:t>.</w:t>
      </w:r>
      <w:r w:rsidRPr="00147082">
        <w:rPr>
          <w:rFonts w:ascii="Times New Roman" w:hAnsi="Times New Roman"/>
          <w:sz w:val="20"/>
          <w:szCs w:val="20"/>
        </w:rPr>
        <w:t>……..</w:t>
      </w:r>
    </w:p>
    <w:p w14:paraId="50206B79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06C7D495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3B330084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5ECB25F5" w14:textId="13E8B0E2" w:rsidR="00F73FDF" w:rsidRDefault="00F73FDF" w:rsidP="00F73FDF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F73FDF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Dostawa materiałów niezbędnych do przeprowadzenia inwestycji </w:t>
      </w:r>
      <w:r w:rsidR="005F7C51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drogowych</w:t>
      </w:r>
    </w:p>
    <w:p w14:paraId="4D3B2F5D" w14:textId="77777777" w:rsidR="005B7BA0" w:rsidRPr="00F73FDF" w:rsidRDefault="005B7BA0" w:rsidP="00F73FDF">
      <w:pPr>
        <w:rPr>
          <w:rFonts w:ascii="Times New Roman" w:hAnsi="Times New Roman"/>
          <w:b/>
          <w:sz w:val="20"/>
          <w:szCs w:val="20"/>
        </w:rPr>
      </w:pPr>
    </w:p>
    <w:p w14:paraId="6F69E0C1" w14:textId="16B70360" w:rsidR="00EC4225" w:rsidRPr="00F73FDF" w:rsidRDefault="00EC4225" w:rsidP="00F73FDF">
      <w:pPr>
        <w:pStyle w:val="Akapitzlist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F73FDF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 w:rsidRPr="00F73FDF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F73FDF">
        <w:rPr>
          <w:rFonts w:ascii="Times New Roman" w:hAnsi="Times New Roman"/>
          <w:b/>
          <w:sz w:val="20"/>
          <w:szCs w:val="20"/>
        </w:rPr>
        <w:t xml:space="preserve"> Warunków Zamówienia za następującą cenę:</w:t>
      </w:r>
    </w:p>
    <w:p w14:paraId="4BE02F9E" w14:textId="77777777"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</w:p>
    <w:p w14:paraId="728FA2A0" w14:textId="70B8943B"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1.1 Część I   </w:t>
      </w:r>
      <w:r w:rsidR="003F687A" w:rsidRPr="003F687A">
        <w:rPr>
          <w:rFonts w:ascii="Times New Roman" w:hAnsi="Times New Roman"/>
          <w:b/>
          <w:sz w:val="20"/>
          <w:szCs w:val="20"/>
        </w:rPr>
        <w:t>Dostawa materiałów do budowy nawierzchni dróg</w:t>
      </w:r>
    </w:p>
    <w:p w14:paraId="0B5ED95A" w14:textId="77777777" w:rsidR="004C5019" w:rsidRPr="00147082" w:rsidRDefault="004C5019" w:rsidP="009C70C7">
      <w:pPr>
        <w:rPr>
          <w:rFonts w:ascii="Times New Roman" w:hAnsi="Times New Roman"/>
          <w:b/>
          <w:sz w:val="20"/>
          <w:szCs w:val="20"/>
        </w:rPr>
      </w:pPr>
    </w:p>
    <w:p w14:paraId="50C503AC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085"/>
        <w:gridCol w:w="806"/>
        <w:gridCol w:w="1462"/>
        <w:gridCol w:w="1843"/>
        <w:gridCol w:w="2387"/>
        <w:gridCol w:w="23"/>
      </w:tblGrid>
      <w:tr w:rsidR="00944BCE" w:rsidRPr="008B75E0" w14:paraId="2F5A3124" w14:textId="77777777" w:rsidTr="00BB4781">
        <w:trPr>
          <w:gridAfter w:val="1"/>
          <w:wAfter w:w="23" w:type="dxa"/>
          <w:trHeight w:val="930"/>
        </w:trPr>
        <w:tc>
          <w:tcPr>
            <w:tcW w:w="3085" w:type="dxa"/>
          </w:tcPr>
          <w:p w14:paraId="312ABD3E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78287420"/>
            <w:bookmarkStart w:id="2" w:name="_Hlk107572521"/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806" w:type="dxa"/>
          </w:tcPr>
          <w:p w14:paraId="4FAAD29B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462" w:type="dxa"/>
          </w:tcPr>
          <w:p w14:paraId="675E7167" w14:textId="1E1615A0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2D31683E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78D49C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45814674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7" w:type="dxa"/>
            <w:shd w:val="clear" w:color="auto" w:fill="auto"/>
          </w:tcPr>
          <w:p w14:paraId="0B78AB8F" w14:textId="71E321A9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(kol.3xkol.4) w zł </w:t>
            </w:r>
          </w:p>
        </w:tc>
      </w:tr>
      <w:tr w:rsidR="00944BCE" w:rsidRPr="008B75E0" w14:paraId="3288E0B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0DC80747" w14:textId="41C152F0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Kostka /cegiełka/ szara fazowana 100*200 grubość 8 cm  - tolerancja +- 1 mm</w:t>
            </w:r>
          </w:p>
        </w:tc>
        <w:tc>
          <w:tcPr>
            <w:tcW w:w="806" w:type="dxa"/>
          </w:tcPr>
          <w:p w14:paraId="4DCBD90D" w14:textId="0F6BE839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8B75E0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2" w:type="dxa"/>
          </w:tcPr>
          <w:p w14:paraId="49230602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FAA51A4" w14:textId="2801845E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387" w:type="dxa"/>
            <w:shd w:val="clear" w:color="auto" w:fill="auto"/>
          </w:tcPr>
          <w:p w14:paraId="4574F286" w14:textId="77777777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4BCE" w:rsidRPr="008B75E0" w14:paraId="1E089EBC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71BA9FCC" w14:textId="7B755FA0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 w:rsidRPr="006E266E">
              <w:rPr>
                <w:rFonts w:ascii="Times New Roman" w:hAnsi="Times New Roman"/>
                <w:sz w:val="20"/>
                <w:szCs w:val="20"/>
              </w:rPr>
              <w:t xml:space="preserve">Kostka /cegiełka/ </w:t>
            </w:r>
            <w:r>
              <w:rPr>
                <w:rFonts w:ascii="Times New Roman" w:hAnsi="Times New Roman"/>
                <w:sz w:val="20"/>
                <w:szCs w:val="20"/>
              </w:rPr>
              <w:t>grafitowa</w:t>
            </w:r>
            <w:r w:rsidRPr="006E266E">
              <w:rPr>
                <w:rFonts w:ascii="Times New Roman" w:hAnsi="Times New Roman"/>
                <w:sz w:val="20"/>
                <w:szCs w:val="20"/>
              </w:rPr>
              <w:t xml:space="preserve"> fazowana 100*200 grubość 8 cm  - tolerancja +- 1 mm</w:t>
            </w:r>
          </w:p>
        </w:tc>
        <w:tc>
          <w:tcPr>
            <w:tcW w:w="806" w:type="dxa"/>
          </w:tcPr>
          <w:p w14:paraId="1F914910" w14:textId="50D7D0A3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6E266E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2" w:type="dxa"/>
          </w:tcPr>
          <w:p w14:paraId="6B8061F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3AC048" w14:textId="43070696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600</w:t>
            </w:r>
          </w:p>
        </w:tc>
        <w:tc>
          <w:tcPr>
            <w:tcW w:w="2387" w:type="dxa"/>
            <w:shd w:val="clear" w:color="auto" w:fill="auto"/>
          </w:tcPr>
          <w:p w14:paraId="2BC41FE7" w14:textId="77777777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4BCE" w:rsidRPr="008B75E0" w14:paraId="5B55C6B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7C9F6D06" w14:textId="0103CF0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Krawężnik drogowy               </w:t>
            </w:r>
            <w:r w:rsidR="00721DD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B75E0">
              <w:rPr>
                <w:rFonts w:ascii="Times New Roman" w:hAnsi="Times New Roman"/>
                <w:sz w:val="20"/>
                <w:szCs w:val="20"/>
              </w:rPr>
              <w:t xml:space="preserve">100 x 15 x 30 </w:t>
            </w:r>
          </w:p>
        </w:tc>
        <w:tc>
          <w:tcPr>
            <w:tcW w:w="806" w:type="dxa"/>
          </w:tcPr>
          <w:p w14:paraId="0B2674BF" w14:textId="48B465AA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512A359C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579582" w14:textId="2087EDF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370</w:t>
            </w:r>
          </w:p>
        </w:tc>
        <w:tc>
          <w:tcPr>
            <w:tcW w:w="2387" w:type="dxa"/>
            <w:shd w:val="clear" w:color="auto" w:fill="auto"/>
          </w:tcPr>
          <w:p w14:paraId="60CAB38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5CE9823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386A4648" w14:textId="483CEF7E" w:rsidR="00944BCE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 w:rsidRPr="005F7C51">
              <w:rPr>
                <w:rFonts w:ascii="Times New Roman" w:hAnsi="Times New Roman"/>
                <w:sz w:val="20"/>
                <w:szCs w:val="20"/>
              </w:rPr>
              <w:t xml:space="preserve">Krawężnik drogowy </w:t>
            </w:r>
            <w:r>
              <w:rPr>
                <w:rFonts w:ascii="Times New Roman" w:hAnsi="Times New Roman"/>
                <w:sz w:val="20"/>
                <w:szCs w:val="20"/>
              </w:rPr>
              <w:t>najazdowy</w:t>
            </w:r>
            <w:r w:rsidRPr="005F7C51">
              <w:rPr>
                <w:rFonts w:ascii="Times New Roman" w:hAnsi="Times New Roman"/>
                <w:sz w:val="20"/>
                <w:szCs w:val="20"/>
              </w:rPr>
              <w:t xml:space="preserve">              100 x 15 x 30</w:t>
            </w:r>
          </w:p>
        </w:tc>
        <w:tc>
          <w:tcPr>
            <w:tcW w:w="806" w:type="dxa"/>
          </w:tcPr>
          <w:p w14:paraId="6016F718" w14:textId="27FDFC7A" w:rsidR="00944BCE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65D854EF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3F5327" w14:textId="001164B8" w:rsidR="00944BCE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280</w:t>
            </w:r>
          </w:p>
        </w:tc>
        <w:tc>
          <w:tcPr>
            <w:tcW w:w="2387" w:type="dxa"/>
            <w:shd w:val="clear" w:color="auto" w:fill="auto"/>
          </w:tcPr>
          <w:p w14:paraId="7B2887AA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7C3B6A6A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4E1F4472" w14:textId="77777777" w:rsidR="00944BCE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Opornik drogowy </w:t>
            </w:r>
          </w:p>
          <w:p w14:paraId="542AE451" w14:textId="1B2B6F6B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100x25x12</w:t>
            </w:r>
          </w:p>
        </w:tc>
        <w:tc>
          <w:tcPr>
            <w:tcW w:w="806" w:type="dxa"/>
          </w:tcPr>
          <w:p w14:paraId="0C85EBDE" w14:textId="21DC0591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5E26A9E9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512B36" w14:textId="729C9495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387" w:type="dxa"/>
            <w:shd w:val="clear" w:color="auto" w:fill="auto"/>
          </w:tcPr>
          <w:p w14:paraId="493B1FAF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6A8E79B4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3B8DC43B" w14:textId="42BA2816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 xml:space="preserve">Obrzeże betonowe               </w:t>
            </w:r>
            <w:r w:rsidR="00721DD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8B75E0">
              <w:rPr>
                <w:rFonts w:ascii="Times New Roman" w:hAnsi="Times New Roman"/>
                <w:sz w:val="20"/>
                <w:szCs w:val="20"/>
              </w:rPr>
              <w:t>100 x 30 x 8</w:t>
            </w:r>
          </w:p>
        </w:tc>
        <w:tc>
          <w:tcPr>
            <w:tcW w:w="806" w:type="dxa"/>
          </w:tcPr>
          <w:p w14:paraId="48ADDB4F" w14:textId="7B96636B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26BDBB00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BBC2D8" w14:textId="69B3CEB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</w:t>
            </w:r>
          </w:p>
        </w:tc>
        <w:tc>
          <w:tcPr>
            <w:tcW w:w="2387" w:type="dxa"/>
            <w:shd w:val="clear" w:color="auto" w:fill="auto"/>
          </w:tcPr>
          <w:p w14:paraId="571C0F9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781" w:rsidRPr="008B75E0" w14:paraId="7ED45A70" w14:textId="77777777" w:rsidTr="00BB4781">
        <w:tc>
          <w:tcPr>
            <w:tcW w:w="3085" w:type="dxa"/>
          </w:tcPr>
          <w:p w14:paraId="04B431D2" w14:textId="0A28F012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806" w:type="dxa"/>
          </w:tcPr>
          <w:p w14:paraId="0FE7FDA3" w14:textId="77777777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62" w:type="dxa"/>
          </w:tcPr>
          <w:p w14:paraId="6FFA949B" w14:textId="062B98AA" w:rsidR="00BB4781" w:rsidRPr="008B75E0" w:rsidRDefault="00BB4781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14:paraId="7B23F1B2" w14:textId="77777777" w:rsidR="00BB4781" w:rsidRPr="008B75E0" w:rsidRDefault="00BB4781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B9D95C" w14:textId="77777777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14:paraId="339E677C" w14:textId="77777777" w:rsidR="00764DA5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</w:p>
    <w:p w14:paraId="5EF4CFFE" w14:textId="77777777" w:rsidR="00764DA5" w:rsidRPr="008B75E0" w:rsidRDefault="00764DA5" w:rsidP="00764DA5">
      <w:pPr>
        <w:rPr>
          <w:rFonts w:ascii="Times New Roman" w:hAnsi="Times New Roman"/>
          <w:b/>
          <w:sz w:val="20"/>
          <w:szCs w:val="20"/>
          <w:highlight w:val="yellow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 xml:space="preserve">Łącznie wartość całego zamówienia </w:t>
      </w:r>
      <w:r w:rsidR="00EC4225" w:rsidRPr="008B75E0">
        <w:rPr>
          <w:rFonts w:ascii="Times New Roman" w:hAnsi="Times New Roman"/>
          <w:b/>
          <w:sz w:val="20"/>
          <w:szCs w:val="20"/>
          <w:highlight w:val="yellow"/>
        </w:rPr>
        <w:t xml:space="preserve">Cz. I </w:t>
      </w:r>
      <w:r w:rsidRPr="008B75E0">
        <w:rPr>
          <w:rFonts w:ascii="Times New Roman" w:hAnsi="Times New Roman"/>
          <w:b/>
          <w:sz w:val="20"/>
          <w:szCs w:val="20"/>
          <w:highlight w:val="yellow"/>
        </w:rPr>
        <w:t>brutto:……………………………………………….zł</w:t>
      </w:r>
    </w:p>
    <w:p w14:paraId="70DC3C34" w14:textId="77777777" w:rsidR="009D7DFB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Słownie:……………………………………………………………………………………zł</w:t>
      </w:r>
    </w:p>
    <w:p w14:paraId="4BFE9D89" w14:textId="687ABC11" w:rsidR="009D7DFB" w:rsidRDefault="009D7DFB" w:rsidP="009D7DFB">
      <w:pPr>
        <w:rPr>
          <w:rFonts w:ascii="Times New Roman" w:hAnsi="Times New Roman"/>
          <w:b/>
          <w:sz w:val="20"/>
          <w:szCs w:val="20"/>
        </w:rPr>
      </w:pPr>
    </w:p>
    <w:bookmarkEnd w:id="2"/>
    <w:p w14:paraId="25409B7B" w14:textId="21317839" w:rsidR="00687D3A" w:rsidRPr="00687D3A" w:rsidRDefault="00687D3A" w:rsidP="00687D3A">
      <w:pPr>
        <w:jc w:val="both"/>
        <w:rPr>
          <w:rFonts w:ascii="Times New Roman" w:hAnsi="Times New Roman"/>
          <w:b/>
          <w:sz w:val="20"/>
          <w:szCs w:val="20"/>
        </w:rPr>
      </w:pPr>
      <w:r w:rsidRPr="00687D3A">
        <w:rPr>
          <w:rFonts w:ascii="Times New Roman" w:hAnsi="Times New Roman"/>
          <w:b/>
          <w:sz w:val="20"/>
          <w:szCs w:val="20"/>
          <w:highlight w:val="yellow"/>
        </w:rPr>
        <w:t xml:space="preserve">Oświadczamy, że termin płatności </w:t>
      </w:r>
      <w:r>
        <w:rPr>
          <w:rFonts w:ascii="Times New Roman" w:hAnsi="Times New Roman"/>
          <w:b/>
          <w:sz w:val="20"/>
          <w:szCs w:val="20"/>
          <w:highlight w:val="yellow"/>
        </w:rPr>
        <w:t xml:space="preserve">faktury </w:t>
      </w:r>
      <w:r w:rsidRPr="00687D3A">
        <w:rPr>
          <w:rFonts w:ascii="Times New Roman" w:hAnsi="Times New Roman"/>
          <w:b/>
          <w:sz w:val="20"/>
          <w:szCs w:val="20"/>
          <w:highlight w:val="yellow"/>
        </w:rPr>
        <w:t>wyniesie ….. dni  (Uwaga minimalny termin wynosi 7 dni, maksymalny 30 dni - kryterium oceny oferty).</w:t>
      </w:r>
    </w:p>
    <w:p w14:paraId="5A2CB664" w14:textId="77777777" w:rsidR="00687D3A" w:rsidRPr="00530D1A" w:rsidRDefault="00687D3A" w:rsidP="00687D3A">
      <w:pPr>
        <w:jc w:val="both"/>
        <w:rPr>
          <w:rFonts w:ascii="Times New Roman" w:hAnsi="Times New Roman"/>
          <w:b/>
        </w:rPr>
      </w:pPr>
    </w:p>
    <w:p w14:paraId="01EE7A59" w14:textId="2A294086" w:rsidR="007771FE" w:rsidRPr="008B75E0" w:rsidRDefault="007771FE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0"/>
          <w:szCs w:val="20"/>
        </w:rPr>
      </w:pPr>
      <w:r w:rsidRPr="008B75E0">
        <w:rPr>
          <w:rStyle w:val="FontStyle97"/>
          <w:b/>
          <w:sz w:val="20"/>
          <w:szCs w:val="20"/>
        </w:rPr>
        <w:t xml:space="preserve">1.2 Część II </w:t>
      </w:r>
      <w:r w:rsidR="003F687A" w:rsidRPr="008B75E0">
        <w:rPr>
          <w:rStyle w:val="FontStyle97"/>
          <w:b/>
          <w:sz w:val="20"/>
          <w:szCs w:val="20"/>
        </w:rPr>
        <w:t>Dostawa materiałów do podbudowy dróg</w:t>
      </w:r>
    </w:p>
    <w:tbl>
      <w:tblPr>
        <w:tblStyle w:val="Tabela-Siatka"/>
        <w:tblW w:w="9580" w:type="dxa"/>
        <w:tblLook w:val="04A0" w:firstRow="1" w:lastRow="0" w:firstColumn="1" w:lastColumn="0" w:noHBand="0" w:noVBand="1"/>
      </w:tblPr>
      <w:tblGrid>
        <w:gridCol w:w="1616"/>
        <w:gridCol w:w="750"/>
        <w:gridCol w:w="2199"/>
        <w:gridCol w:w="2206"/>
        <w:gridCol w:w="2809"/>
      </w:tblGrid>
      <w:tr w:rsidR="00944BCE" w:rsidRPr="008B75E0" w14:paraId="18A5E599" w14:textId="77777777" w:rsidTr="00944BCE">
        <w:trPr>
          <w:trHeight w:val="1676"/>
        </w:trPr>
        <w:tc>
          <w:tcPr>
            <w:tcW w:w="1616" w:type="dxa"/>
          </w:tcPr>
          <w:p w14:paraId="34D85930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6AE24A66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Miara</w:t>
            </w:r>
          </w:p>
        </w:tc>
        <w:tc>
          <w:tcPr>
            <w:tcW w:w="2199" w:type="dxa"/>
          </w:tcPr>
          <w:p w14:paraId="064D123C" w14:textId="6AA59609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b/>
                <w:color w:val="000000"/>
                <w:sz w:val="20"/>
                <w:szCs w:val="20"/>
              </w:rPr>
              <w:t>brutto</w:t>
            </w:r>
          </w:p>
          <w:p w14:paraId="55C13FEB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14:paraId="71BDF615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1F966A0F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</w:tcPr>
          <w:p w14:paraId="686F809D" w14:textId="592E0225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b/>
                <w:color w:val="000000"/>
                <w:sz w:val="20"/>
                <w:szCs w:val="20"/>
              </w:rPr>
              <w:t xml:space="preserve">brutto </w:t>
            </w:r>
            <w:r w:rsidRPr="008B75E0">
              <w:rPr>
                <w:b/>
                <w:color w:val="000000"/>
                <w:sz w:val="20"/>
                <w:szCs w:val="20"/>
              </w:rPr>
              <w:t xml:space="preserve">(kol.3xkol.4) w zł </w:t>
            </w:r>
          </w:p>
        </w:tc>
      </w:tr>
      <w:tr w:rsidR="00944BCE" w:rsidRPr="008B75E0" w14:paraId="0E885821" w14:textId="77777777" w:rsidTr="00944BCE">
        <w:tc>
          <w:tcPr>
            <w:tcW w:w="1616" w:type="dxa"/>
          </w:tcPr>
          <w:p w14:paraId="426D63A4" w14:textId="2ED1840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 xml:space="preserve">Beton </w:t>
            </w:r>
            <w:r>
              <w:rPr>
                <w:sz w:val="20"/>
                <w:szCs w:val="20"/>
              </w:rPr>
              <w:t>C</w:t>
            </w:r>
            <w:r w:rsidRPr="008B75E0">
              <w:rPr>
                <w:sz w:val="20"/>
                <w:szCs w:val="20"/>
              </w:rPr>
              <w:t>12/15</w:t>
            </w:r>
          </w:p>
        </w:tc>
        <w:tc>
          <w:tcPr>
            <w:tcW w:w="750" w:type="dxa"/>
          </w:tcPr>
          <w:p w14:paraId="799454C1" w14:textId="432E558F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B75E0">
              <w:rPr>
                <w:b/>
                <w:bCs/>
                <w:color w:val="000000"/>
                <w:sz w:val="20"/>
                <w:szCs w:val="20"/>
              </w:rPr>
              <w:t>m</w:t>
            </w:r>
            <w:r w:rsidRPr="008B75E0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99" w:type="dxa"/>
          </w:tcPr>
          <w:p w14:paraId="3B6D2F2F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66B7ECD2" w14:textId="5D30828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809" w:type="dxa"/>
            <w:shd w:val="clear" w:color="auto" w:fill="auto"/>
          </w:tcPr>
          <w:p w14:paraId="77338528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4BCE" w:rsidRPr="008B75E0" w14:paraId="3C2E301C" w14:textId="77777777" w:rsidTr="00944BCE">
        <w:tc>
          <w:tcPr>
            <w:tcW w:w="1616" w:type="dxa"/>
          </w:tcPr>
          <w:p w14:paraId="1FA9A290" w14:textId="2735598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 xml:space="preserve">Stabilizacja </w:t>
            </w:r>
            <w:r>
              <w:rPr>
                <w:sz w:val="20"/>
                <w:szCs w:val="20"/>
              </w:rPr>
              <w:t xml:space="preserve">   </w:t>
            </w:r>
            <w:r w:rsidRPr="008B75E0">
              <w:rPr>
                <w:sz w:val="20"/>
                <w:szCs w:val="20"/>
              </w:rPr>
              <w:t>RM 5 Mpa</w:t>
            </w:r>
          </w:p>
        </w:tc>
        <w:tc>
          <w:tcPr>
            <w:tcW w:w="750" w:type="dxa"/>
          </w:tcPr>
          <w:p w14:paraId="49CE271C" w14:textId="75A2879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</w:t>
            </w:r>
            <w:r w:rsidRPr="008B75E0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99" w:type="dxa"/>
          </w:tcPr>
          <w:p w14:paraId="0D41F2F2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3611E5D0" w14:textId="0182B3AC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809" w:type="dxa"/>
            <w:shd w:val="clear" w:color="auto" w:fill="auto"/>
          </w:tcPr>
          <w:p w14:paraId="149F3E85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44BCE" w:rsidRPr="008B75E0" w14:paraId="1828A586" w14:textId="77777777" w:rsidTr="00944BCE">
        <w:tc>
          <w:tcPr>
            <w:tcW w:w="1616" w:type="dxa"/>
          </w:tcPr>
          <w:p w14:paraId="52F87A10" w14:textId="19A9584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>Kruszywo łamane 0-31,5</w:t>
            </w:r>
          </w:p>
        </w:tc>
        <w:tc>
          <w:tcPr>
            <w:tcW w:w="750" w:type="dxa"/>
          </w:tcPr>
          <w:p w14:paraId="216F9420" w14:textId="78699CE2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Mg</w:t>
            </w:r>
          </w:p>
        </w:tc>
        <w:tc>
          <w:tcPr>
            <w:tcW w:w="2199" w:type="dxa"/>
          </w:tcPr>
          <w:p w14:paraId="74A0E28D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5B202C37" w14:textId="17E9B33D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809" w:type="dxa"/>
            <w:shd w:val="clear" w:color="auto" w:fill="auto"/>
          </w:tcPr>
          <w:p w14:paraId="458EF3B8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781" w:rsidRPr="008B75E0" w14:paraId="671BE5D6" w14:textId="77777777" w:rsidTr="00BB39C9">
        <w:tc>
          <w:tcPr>
            <w:tcW w:w="1616" w:type="dxa"/>
          </w:tcPr>
          <w:p w14:paraId="2D8B669C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750" w:type="dxa"/>
          </w:tcPr>
          <w:p w14:paraId="57EC2BF6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99" w:type="dxa"/>
          </w:tcPr>
          <w:p w14:paraId="59D39A63" w14:textId="03E4BDD4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06" w:type="dxa"/>
          </w:tcPr>
          <w:p w14:paraId="35E7AF10" w14:textId="2C9810A1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809" w:type="dxa"/>
            <w:shd w:val="clear" w:color="auto" w:fill="auto"/>
          </w:tcPr>
          <w:p w14:paraId="00DE3174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44D3383" w14:textId="77777777" w:rsidR="000C3845" w:rsidRPr="00147082" w:rsidRDefault="000C3845" w:rsidP="006E266E">
      <w:pPr>
        <w:rPr>
          <w:rStyle w:val="FontStyle97"/>
          <w:b/>
          <w:sz w:val="20"/>
          <w:szCs w:val="20"/>
        </w:rPr>
      </w:pPr>
    </w:p>
    <w:p w14:paraId="10BDF5B2" w14:textId="77777777" w:rsidR="000C3845" w:rsidRPr="00147082" w:rsidRDefault="000C3845" w:rsidP="006E266E">
      <w:pPr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Łącznie wartość całego zamówienia </w:t>
      </w:r>
      <w:r w:rsidR="00EC4225" w:rsidRPr="00147082">
        <w:rPr>
          <w:rStyle w:val="FontStyle97"/>
          <w:b/>
          <w:sz w:val="20"/>
          <w:szCs w:val="20"/>
        </w:rPr>
        <w:t xml:space="preserve">Cz. II </w:t>
      </w:r>
      <w:r w:rsidRPr="00147082">
        <w:rPr>
          <w:rStyle w:val="FontStyle97"/>
          <w:b/>
          <w:sz w:val="20"/>
          <w:szCs w:val="20"/>
        </w:rPr>
        <w:t>brutto:……………………………………………….zł</w:t>
      </w:r>
    </w:p>
    <w:p w14:paraId="62875D9E" w14:textId="77777777" w:rsidR="00380BEF" w:rsidRPr="00147082" w:rsidRDefault="000C3845" w:rsidP="006E266E">
      <w:r w:rsidRPr="00147082">
        <w:rPr>
          <w:rStyle w:val="FontStyle97"/>
          <w:b/>
          <w:sz w:val="20"/>
          <w:szCs w:val="20"/>
        </w:rPr>
        <w:t>Słownie:……………………………………………………………………………………zł</w:t>
      </w:r>
    </w:p>
    <w:bookmarkEnd w:id="0"/>
    <w:p w14:paraId="523C5FC8" w14:textId="77777777"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14:paraId="55402780" w14:textId="620E8BAE" w:rsidR="00687D3A" w:rsidRPr="00687D3A" w:rsidRDefault="00687D3A" w:rsidP="00687D3A">
      <w:pPr>
        <w:jc w:val="both"/>
        <w:rPr>
          <w:rFonts w:ascii="Times New Roman" w:hAnsi="Times New Roman"/>
          <w:b/>
          <w:sz w:val="20"/>
          <w:szCs w:val="20"/>
        </w:rPr>
      </w:pPr>
      <w:r w:rsidRPr="00687D3A">
        <w:rPr>
          <w:rFonts w:ascii="Times New Roman" w:hAnsi="Times New Roman"/>
          <w:b/>
          <w:sz w:val="20"/>
          <w:szCs w:val="20"/>
          <w:highlight w:val="yellow"/>
        </w:rPr>
        <w:t>Oświadczamy, że termin płatności</w:t>
      </w:r>
      <w:r>
        <w:rPr>
          <w:rFonts w:ascii="Times New Roman" w:hAnsi="Times New Roman"/>
          <w:b/>
          <w:sz w:val="20"/>
          <w:szCs w:val="20"/>
          <w:highlight w:val="yellow"/>
        </w:rPr>
        <w:t xml:space="preserve"> faktury</w:t>
      </w:r>
      <w:r w:rsidRPr="00687D3A">
        <w:rPr>
          <w:rFonts w:ascii="Times New Roman" w:hAnsi="Times New Roman"/>
          <w:b/>
          <w:sz w:val="20"/>
          <w:szCs w:val="20"/>
          <w:highlight w:val="yellow"/>
        </w:rPr>
        <w:t xml:space="preserve"> wyniesie ….. dni  (Uwaga minimalny termin wynosi 7 dni, maksymalny 30 dni - kryterium oceny oferty).</w:t>
      </w:r>
    </w:p>
    <w:p w14:paraId="5842CA23" w14:textId="77777777" w:rsidR="006E266E" w:rsidRDefault="006E266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499911C" w14:textId="3488B27A" w:rsidR="007771FE" w:rsidRPr="006E266E" w:rsidRDefault="007771FE" w:rsidP="006E266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0"/>
          <w:szCs w:val="20"/>
        </w:rPr>
      </w:pPr>
      <w:r w:rsidRPr="006E266E">
        <w:rPr>
          <w:rFonts w:ascii="Times New Roman" w:hAnsi="Times New Roman"/>
          <w:b/>
          <w:sz w:val="20"/>
          <w:szCs w:val="20"/>
        </w:rPr>
        <w:t xml:space="preserve">Oświadczamy, że przedmiot zamówienia będziemy realizowali sukcesywnie. </w:t>
      </w:r>
    </w:p>
    <w:p w14:paraId="5260ABAC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1A6D0C8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7A466B1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59046C91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9C5CF78" w14:textId="037B1DFB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3F687A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54B4EB6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3BB8EE0C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40910B57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176CDF4D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6BF4684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10FC8A7C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0122FA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4DA78F4F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3031B646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2A5678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443EE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D9011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79D8E1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59744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CE178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69E3D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357BA94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2BE6BDE9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FF4E6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2E3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1467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84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1139E178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06098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95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3EA0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2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748B6CE4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23DD5ECA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7E8A3DE0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874BA0E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51127258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BB969D8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31E4F1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CCC49F1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43D8BAD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8243F9E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51A96D1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BCAB2EA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5A3EB79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316DE93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0F656D65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412273D0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61C1CE46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631339DB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739F6C02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45FF86AE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76DEA816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56E33CE4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66A3DC0E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373DEE2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5DE58184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48A685C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7665764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C337117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6706D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C93BCD3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6ABF991B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53619253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lastRenderedPageBreak/>
        <w:t>Jestem mikroprzedsiębiorstwem</w:t>
      </w:r>
    </w:p>
    <w:p w14:paraId="61375B1C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23AF1CA9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FEB50E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18C12D3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05BAFF2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1DA134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5621EA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6E369EEF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407C2DF6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FC090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DF29F57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FD7B223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30D9A0E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7FEED54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79E36B74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14:paraId="249E4D5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68098A0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5100E158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9D1CCA7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0A4FAC8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435BB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4C1" w14:textId="77777777" w:rsidR="00804122" w:rsidRDefault="00804122">
      <w:r>
        <w:separator/>
      </w:r>
    </w:p>
  </w:endnote>
  <w:endnote w:type="continuationSeparator" w:id="0">
    <w:p w14:paraId="4CCC3CE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4589" w14:textId="77777777" w:rsidR="00804122" w:rsidRDefault="00804122">
      <w:r>
        <w:separator/>
      </w:r>
    </w:p>
  </w:footnote>
  <w:footnote w:type="continuationSeparator" w:id="0">
    <w:p w14:paraId="4FB1D33C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F56BB5"/>
    <w:multiLevelType w:val="hybridMultilevel"/>
    <w:tmpl w:val="1AAC7EC8"/>
    <w:lvl w:ilvl="0" w:tplc="CEDC8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9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3752538">
    <w:abstractNumId w:val="7"/>
  </w:num>
  <w:num w:numId="2" w16cid:durableId="1358506568">
    <w:abstractNumId w:val="3"/>
  </w:num>
  <w:num w:numId="3" w16cid:durableId="1774284978">
    <w:abstractNumId w:val="0"/>
  </w:num>
  <w:num w:numId="4" w16cid:durableId="1520238954">
    <w:abstractNumId w:val="10"/>
  </w:num>
  <w:num w:numId="5" w16cid:durableId="1145657632">
    <w:abstractNumId w:val="2"/>
  </w:num>
  <w:num w:numId="6" w16cid:durableId="1279527292">
    <w:abstractNumId w:val="8"/>
  </w:num>
  <w:num w:numId="7" w16cid:durableId="1597204639">
    <w:abstractNumId w:val="11"/>
  </w:num>
  <w:num w:numId="8" w16cid:durableId="1404795515">
    <w:abstractNumId w:val="1"/>
  </w:num>
  <w:num w:numId="9" w16cid:durableId="1333296106">
    <w:abstractNumId w:val="12"/>
  </w:num>
  <w:num w:numId="10" w16cid:durableId="1172529439">
    <w:abstractNumId w:val="6"/>
  </w:num>
  <w:num w:numId="11" w16cid:durableId="590234007">
    <w:abstractNumId w:val="9"/>
  </w:num>
  <w:num w:numId="12" w16cid:durableId="514802952">
    <w:abstractNumId w:val="4"/>
  </w:num>
  <w:num w:numId="13" w16cid:durableId="181275148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56D6A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2A80"/>
    <w:rsid w:val="002C6347"/>
    <w:rsid w:val="002D2DAE"/>
    <w:rsid w:val="002D3C34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E42F5"/>
    <w:rsid w:val="003F331B"/>
    <w:rsid w:val="003F687A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B7BA0"/>
    <w:rsid w:val="005C6D87"/>
    <w:rsid w:val="005F7C51"/>
    <w:rsid w:val="00622781"/>
    <w:rsid w:val="006379C4"/>
    <w:rsid w:val="00640BFF"/>
    <w:rsid w:val="00681DA1"/>
    <w:rsid w:val="00687D3A"/>
    <w:rsid w:val="0069621B"/>
    <w:rsid w:val="006E266E"/>
    <w:rsid w:val="006F209E"/>
    <w:rsid w:val="00721DD7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E6C1E"/>
    <w:rsid w:val="007F3623"/>
    <w:rsid w:val="00804122"/>
    <w:rsid w:val="008255C4"/>
    <w:rsid w:val="00827311"/>
    <w:rsid w:val="00834BB4"/>
    <w:rsid w:val="00835187"/>
    <w:rsid w:val="00840A25"/>
    <w:rsid w:val="00853931"/>
    <w:rsid w:val="00856E3A"/>
    <w:rsid w:val="0087405F"/>
    <w:rsid w:val="008945D9"/>
    <w:rsid w:val="008A2728"/>
    <w:rsid w:val="008B75E0"/>
    <w:rsid w:val="008C0260"/>
    <w:rsid w:val="008E30F8"/>
    <w:rsid w:val="008F3F0F"/>
    <w:rsid w:val="00944BCE"/>
    <w:rsid w:val="009523F9"/>
    <w:rsid w:val="00964610"/>
    <w:rsid w:val="0097337E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24BCC"/>
    <w:rsid w:val="00A40DD3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4781"/>
    <w:rsid w:val="00BB76D0"/>
    <w:rsid w:val="00BC363C"/>
    <w:rsid w:val="00BC7C2F"/>
    <w:rsid w:val="00BF1314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3FDF"/>
    <w:rsid w:val="00F74332"/>
    <w:rsid w:val="00F75DF3"/>
    <w:rsid w:val="00F855CF"/>
    <w:rsid w:val="00FA2C29"/>
    <w:rsid w:val="00FB5706"/>
    <w:rsid w:val="00FC368A"/>
    <w:rsid w:val="00FC5C69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BAA4F9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88</TotalTime>
  <Pages>4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18</cp:revision>
  <cp:lastPrinted>2024-03-06T12:55:00Z</cp:lastPrinted>
  <dcterms:created xsi:type="dcterms:W3CDTF">2022-07-03T06:53:00Z</dcterms:created>
  <dcterms:modified xsi:type="dcterms:W3CDTF">2024-03-18T09:27:00Z</dcterms:modified>
</cp:coreProperties>
</file>