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5BB8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3ED97B15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4AD1B61E" w14:textId="79268222" w:rsidR="00B77D4C" w:rsidRPr="00683A0D" w:rsidRDefault="000C2176" w:rsidP="00683A0D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p w14:paraId="5D9D9893" w14:textId="285F8811" w:rsidR="000C2176" w:rsidRDefault="000C2176" w:rsidP="00EC65BE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tbl>
      <w:tblPr>
        <w:tblpPr w:leftFromText="141" w:rightFromText="141" w:vertAnchor="page" w:horzAnchor="margin" w:tblpY="1786"/>
        <w:tblW w:w="101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97"/>
      </w:tblGrid>
      <w:tr w:rsidR="00683A0D" w:rsidRPr="00147082" w14:paraId="621B9D95" w14:textId="77777777" w:rsidTr="00683A0D">
        <w:tc>
          <w:tcPr>
            <w:tcW w:w="2338" w:type="dxa"/>
            <w:tcBorders>
              <w:bottom w:val="single" w:sz="12" w:space="0" w:color="auto"/>
            </w:tcBorders>
          </w:tcPr>
          <w:p w14:paraId="0D7E77D6" w14:textId="77777777" w:rsidR="00683A0D" w:rsidRPr="00147082" w:rsidRDefault="00683A0D" w:rsidP="00683A0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7797" w:type="dxa"/>
            <w:tcBorders>
              <w:bottom w:val="single" w:sz="12" w:space="0" w:color="auto"/>
            </w:tcBorders>
          </w:tcPr>
          <w:p w14:paraId="47C816B3" w14:textId="63ED4406" w:rsidR="00683A0D" w:rsidRPr="00147082" w:rsidRDefault="00683A0D" w:rsidP="00683A0D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>
              <w:rPr>
                <w:rFonts w:ascii="Times New Roman" w:hAnsi="Times New Roman"/>
                <w:b/>
              </w:rPr>
              <w:t>1</w:t>
            </w:r>
            <w:r w:rsidR="00334FCA">
              <w:rPr>
                <w:rFonts w:ascii="Times New Roman" w:hAnsi="Times New Roman"/>
                <w:b/>
              </w:rPr>
              <w:t>0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334FCA">
              <w:rPr>
                <w:rFonts w:ascii="Times New Roman" w:hAnsi="Times New Roman"/>
                <w:b/>
              </w:rPr>
              <w:t>3</w:t>
            </w:r>
          </w:p>
        </w:tc>
      </w:tr>
      <w:tr w:rsidR="00683A0D" w:rsidRPr="00147082" w14:paraId="02AC9D47" w14:textId="77777777" w:rsidTr="00683A0D">
        <w:tc>
          <w:tcPr>
            <w:tcW w:w="10135" w:type="dxa"/>
            <w:gridSpan w:val="2"/>
            <w:shd w:val="clear" w:color="auto" w:fill="D9D9D9"/>
          </w:tcPr>
          <w:p w14:paraId="58795743" w14:textId="77777777" w:rsidR="00683A0D" w:rsidRPr="00147082" w:rsidRDefault="00683A0D" w:rsidP="00683A0D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42158207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14:paraId="4E2A1478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14:paraId="3F6015D6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64328F34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3F3B1C4" w14:textId="614F6943" w:rsidR="00EC65BE" w:rsidRDefault="00EC65BE" w:rsidP="00EC65BE">
      <w:pPr>
        <w:jc w:val="center"/>
        <w:rPr>
          <w:rStyle w:val="FontStyle96"/>
          <w:bCs w:val="0"/>
          <w:i/>
          <w:sz w:val="24"/>
          <w:szCs w:val="24"/>
        </w:rPr>
      </w:pPr>
    </w:p>
    <w:p w14:paraId="3E862C3F" w14:textId="77777777" w:rsidR="00EC65BE" w:rsidRPr="00EC65BE" w:rsidRDefault="00EC65BE" w:rsidP="00EC65BE">
      <w:pPr>
        <w:jc w:val="center"/>
        <w:rPr>
          <w:rFonts w:ascii="Times New Roman" w:hAnsi="Times New Roman"/>
          <w:b/>
          <w:i/>
          <w:color w:val="000000"/>
        </w:rPr>
      </w:pPr>
    </w:p>
    <w:p w14:paraId="01F32B14" w14:textId="6BFC4AE4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</w:t>
      </w:r>
    </w:p>
    <w:p w14:paraId="68C8526A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14:paraId="680E9688" w14:textId="006977BB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</w:t>
      </w:r>
    </w:p>
    <w:p w14:paraId="12B1D113" w14:textId="2161EE70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</w:t>
      </w:r>
    </w:p>
    <w:p w14:paraId="4AAE8E6F" w14:textId="4504FD2D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</w:t>
      </w:r>
    </w:p>
    <w:p w14:paraId="259B0B92" w14:textId="0C1A40A8" w:rsidR="000C2176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</w:t>
      </w:r>
    </w:p>
    <w:p w14:paraId="662F18B6" w14:textId="2833694C" w:rsidR="00683A0D" w:rsidRPr="00147082" w:rsidRDefault="00683A0D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REGON:……………………………………………………………………………………………………</w:t>
      </w:r>
    </w:p>
    <w:p w14:paraId="4817B24F" w14:textId="0DBCDC73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</w:t>
      </w:r>
      <w:r w:rsidR="005F2901">
        <w:rPr>
          <w:rFonts w:ascii="Times New Roman" w:hAnsi="Times New Roman"/>
          <w:sz w:val="20"/>
          <w:szCs w:val="20"/>
        </w:rPr>
        <w:t>.</w:t>
      </w:r>
    </w:p>
    <w:p w14:paraId="50206B79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06C7D495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3B330084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6942C959" w14:textId="35105E70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C45055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Dostawa opału dla potrzeb jednostek podległych Urzędowi Miejskiemu w Debrznie</w:t>
      </w:r>
      <w:r w:rsid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</w:t>
      </w:r>
      <w:r w:rsidR="00334FCA" w:rsidRP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>oraz Centrum Kultury</w:t>
      </w:r>
      <w:r w:rsidR="00CF2030">
        <w:rPr>
          <w:rFonts w:ascii="Times New Roman" w:eastAsia="Calibri" w:hAnsi="Times New Roman"/>
          <w:b/>
          <w:bCs/>
          <w:sz w:val="20"/>
          <w:szCs w:val="20"/>
          <w:lang w:eastAsia="en-US"/>
        </w:rPr>
        <w:t>,</w:t>
      </w:r>
      <w:r w:rsidR="00334FCA" w:rsidRP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Sportu i Turystyki w Debrznie</w:t>
      </w:r>
    </w:p>
    <w:p w14:paraId="43D61046" w14:textId="77777777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0B5ED95A" w14:textId="40F6CF98" w:rsidR="004C5019" w:rsidRPr="00A51014" w:rsidRDefault="00EC4225" w:rsidP="009C70C7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0"/>
          <w:szCs w:val="20"/>
        </w:rPr>
      </w:pPr>
      <w:r w:rsidRPr="00C45055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 w:rsidRPr="00C45055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C45055">
        <w:rPr>
          <w:rFonts w:ascii="Times New Roman" w:hAnsi="Times New Roman"/>
          <w:b/>
          <w:sz w:val="20"/>
          <w:szCs w:val="20"/>
        </w:rPr>
        <w:t xml:space="preserve"> Warunków Zamówienia za  cenę:</w:t>
      </w:r>
    </w:p>
    <w:p w14:paraId="50C503AC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1501"/>
        <w:gridCol w:w="856"/>
        <w:gridCol w:w="928"/>
        <w:gridCol w:w="800"/>
        <w:gridCol w:w="938"/>
        <w:gridCol w:w="1723"/>
        <w:gridCol w:w="1159"/>
        <w:gridCol w:w="850"/>
        <w:gridCol w:w="1276"/>
      </w:tblGrid>
      <w:tr w:rsidR="00380BEF" w:rsidRPr="008B75E0" w14:paraId="2F5A3124" w14:textId="77777777" w:rsidTr="00EC65BE">
        <w:tc>
          <w:tcPr>
            <w:tcW w:w="1501" w:type="dxa"/>
            <w:vMerge w:val="restart"/>
          </w:tcPr>
          <w:p w14:paraId="312ABD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1" w:name="_Hlk78287420"/>
            <w:bookmarkStart w:id="2" w:name="_Hlk107572521"/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Przedmiot dostawy</w:t>
            </w:r>
          </w:p>
        </w:tc>
        <w:tc>
          <w:tcPr>
            <w:tcW w:w="856" w:type="dxa"/>
            <w:vMerge w:val="restart"/>
          </w:tcPr>
          <w:p w14:paraId="4FAAD29B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Miara</w:t>
            </w:r>
          </w:p>
        </w:tc>
        <w:tc>
          <w:tcPr>
            <w:tcW w:w="2666" w:type="dxa"/>
            <w:gridSpan w:val="3"/>
          </w:tcPr>
          <w:p w14:paraId="675E7167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</w:p>
          <w:p w14:paraId="2D3168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auto"/>
          </w:tcPr>
          <w:p w14:paraId="5B78D49C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Przewidywana ilość zamówienia</w:t>
            </w:r>
          </w:p>
          <w:p w14:paraId="45814674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285" w:type="dxa"/>
            <w:gridSpan w:val="3"/>
            <w:shd w:val="clear" w:color="auto" w:fill="auto"/>
          </w:tcPr>
          <w:p w14:paraId="0B78AB8F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Łączny koszt zamówienia (kol.3xkol.4) w zł </w:t>
            </w:r>
          </w:p>
        </w:tc>
      </w:tr>
      <w:tr w:rsidR="00A51014" w:rsidRPr="008B75E0" w14:paraId="629F2129" w14:textId="77777777" w:rsidTr="00EC65BE">
        <w:tc>
          <w:tcPr>
            <w:tcW w:w="1501" w:type="dxa"/>
            <w:vMerge/>
          </w:tcPr>
          <w:p w14:paraId="321C01A7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6" w:type="dxa"/>
            <w:vMerge/>
          </w:tcPr>
          <w:p w14:paraId="777839C2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28" w:type="dxa"/>
          </w:tcPr>
          <w:p w14:paraId="5A4CBC5D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Netto</w:t>
            </w:r>
          </w:p>
        </w:tc>
        <w:tc>
          <w:tcPr>
            <w:tcW w:w="800" w:type="dxa"/>
          </w:tcPr>
          <w:p w14:paraId="4CE3236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VAT</w:t>
            </w:r>
          </w:p>
        </w:tc>
        <w:tc>
          <w:tcPr>
            <w:tcW w:w="938" w:type="dxa"/>
          </w:tcPr>
          <w:p w14:paraId="40D25500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Brutto</w:t>
            </w:r>
          </w:p>
        </w:tc>
        <w:tc>
          <w:tcPr>
            <w:tcW w:w="1723" w:type="dxa"/>
            <w:vMerge/>
            <w:shd w:val="clear" w:color="auto" w:fill="auto"/>
          </w:tcPr>
          <w:p w14:paraId="6013C361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</w:tcPr>
          <w:p w14:paraId="713B4D08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Netto</w:t>
            </w:r>
          </w:p>
        </w:tc>
        <w:tc>
          <w:tcPr>
            <w:tcW w:w="850" w:type="dxa"/>
            <w:shd w:val="clear" w:color="auto" w:fill="auto"/>
          </w:tcPr>
          <w:p w14:paraId="0B07223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276" w:type="dxa"/>
            <w:shd w:val="clear" w:color="auto" w:fill="auto"/>
          </w:tcPr>
          <w:p w14:paraId="2BB890FE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Brutto</w:t>
            </w:r>
          </w:p>
        </w:tc>
      </w:tr>
      <w:tr w:rsidR="00A51014" w:rsidRPr="00A51014" w14:paraId="3288E0B0" w14:textId="77777777" w:rsidTr="00EC65BE">
        <w:tc>
          <w:tcPr>
            <w:tcW w:w="1501" w:type="dxa"/>
          </w:tcPr>
          <w:p w14:paraId="0DC80747" w14:textId="32E55023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ekomiał</w:t>
            </w:r>
          </w:p>
        </w:tc>
        <w:tc>
          <w:tcPr>
            <w:tcW w:w="856" w:type="dxa"/>
          </w:tcPr>
          <w:p w14:paraId="4DCBD90D" w14:textId="6ABE388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2052B2A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1F9C458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49230602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FAA51A4" w14:textId="6A8D0587" w:rsidR="00A51014" w:rsidRPr="00683A0D" w:rsidRDefault="00334FCA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59" w:type="dxa"/>
            <w:shd w:val="clear" w:color="auto" w:fill="auto"/>
          </w:tcPr>
          <w:p w14:paraId="240AF565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374DDFC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73EFE85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74F286" w14:textId="7FED8CC9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4F1F3E22" w14:textId="77777777" w:rsidTr="00EC65BE">
        <w:tc>
          <w:tcPr>
            <w:tcW w:w="1501" w:type="dxa"/>
          </w:tcPr>
          <w:p w14:paraId="482089E4" w14:textId="12DC3BB3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orzech</w:t>
            </w:r>
          </w:p>
        </w:tc>
        <w:tc>
          <w:tcPr>
            <w:tcW w:w="856" w:type="dxa"/>
          </w:tcPr>
          <w:p w14:paraId="2356D462" w14:textId="34E3CBE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51E844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0EC64981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67FE90EF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2C0B0E12" w14:textId="615BDE4B" w:rsidR="00A51014" w:rsidRPr="00683A0D" w:rsidRDefault="00334FCA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159" w:type="dxa"/>
            <w:shd w:val="clear" w:color="auto" w:fill="auto"/>
          </w:tcPr>
          <w:p w14:paraId="3F279BE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6D960008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464ABAC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8C1570" w14:textId="7A0BDE86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5B55C6B0" w14:textId="77777777" w:rsidTr="00EC65BE">
        <w:tc>
          <w:tcPr>
            <w:tcW w:w="1501" w:type="dxa"/>
          </w:tcPr>
          <w:p w14:paraId="7C9F6D06" w14:textId="43F86F18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ekogroszek</w:t>
            </w:r>
          </w:p>
        </w:tc>
        <w:tc>
          <w:tcPr>
            <w:tcW w:w="856" w:type="dxa"/>
          </w:tcPr>
          <w:p w14:paraId="0B2674BF" w14:textId="5DD0ACF6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D5976B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4C2C0E37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512A359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B579582" w14:textId="69769D1D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18</w:t>
            </w:r>
          </w:p>
        </w:tc>
        <w:tc>
          <w:tcPr>
            <w:tcW w:w="1159" w:type="dxa"/>
            <w:shd w:val="clear" w:color="auto" w:fill="auto"/>
          </w:tcPr>
          <w:p w14:paraId="4A0F9563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2E2C5CA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DAC2A84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CAB384" w14:textId="151ABC08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6A8E79B4" w14:textId="77777777" w:rsidTr="00EC65BE">
        <w:tc>
          <w:tcPr>
            <w:tcW w:w="1501" w:type="dxa"/>
          </w:tcPr>
          <w:p w14:paraId="3B8DC43B" w14:textId="783B0570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groszek</w:t>
            </w:r>
          </w:p>
        </w:tc>
        <w:tc>
          <w:tcPr>
            <w:tcW w:w="856" w:type="dxa"/>
          </w:tcPr>
          <w:p w14:paraId="48ADDB4F" w14:textId="73EBDEC9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0C3314D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6B473B6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26BDBB0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7BBC2D8" w14:textId="067651DB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59</w:t>
            </w:r>
          </w:p>
        </w:tc>
        <w:tc>
          <w:tcPr>
            <w:tcW w:w="1159" w:type="dxa"/>
            <w:shd w:val="clear" w:color="auto" w:fill="auto"/>
          </w:tcPr>
          <w:p w14:paraId="592EBC1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70F3E16D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977074D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1C0F94" w14:textId="10E7D8DB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7ED45A70" w14:textId="77777777" w:rsidTr="00EC65BE">
        <w:tc>
          <w:tcPr>
            <w:tcW w:w="1501" w:type="dxa"/>
          </w:tcPr>
          <w:p w14:paraId="04B431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Suma</w:t>
            </w:r>
          </w:p>
        </w:tc>
        <w:tc>
          <w:tcPr>
            <w:tcW w:w="856" w:type="dxa"/>
          </w:tcPr>
          <w:p w14:paraId="0FE7FDA3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28" w:type="dxa"/>
          </w:tcPr>
          <w:p w14:paraId="51FA2078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800" w:type="dxa"/>
          </w:tcPr>
          <w:p w14:paraId="03BC75A9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38" w:type="dxa"/>
          </w:tcPr>
          <w:p w14:paraId="6FFA949B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723" w:type="dxa"/>
            <w:shd w:val="clear" w:color="auto" w:fill="auto"/>
          </w:tcPr>
          <w:p w14:paraId="7B23F1B2" w14:textId="68EB7C8F" w:rsidR="00380BEF" w:rsidRPr="00683A0D" w:rsidRDefault="00EC65BE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159" w:type="dxa"/>
            <w:shd w:val="clear" w:color="auto" w:fill="auto"/>
          </w:tcPr>
          <w:p w14:paraId="2CFC2F61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B25D80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9E44C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  <w:p w14:paraId="12B9D95C" w14:textId="3C5C3EDC" w:rsidR="00EC65BE" w:rsidRPr="00683A0D" w:rsidRDefault="00EC65BE" w:rsidP="00380BEF">
            <w:pPr>
              <w:rPr>
                <w:rFonts w:ascii="Times New Roman" w:hAnsi="Times New Roman"/>
              </w:rPr>
            </w:pPr>
          </w:p>
        </w:tc>
      </w:tr>
      <w:bookmarkEnd w:id="1"/>
    </w:tbl>
    <w:p w14:paraId="339E677C" w14:textId="77777777" w:rsidR="00764DA5" w:rsidRPr="00A51014" w:rsidRDefault="00764DA5" w:rsidP="00764DA5">
      <w:pPr>
        <w:rPr>
          <w:rFonts w:ascii="Times New Roman" w:hAnsi="Times New Roman"/>
          <w:b/>
          <w:sz w:val="28"/>
          <w:szCs w:val="28"/>
        </w:rPr>
      </w:pPr>
    </w:p>
    <w:p w14:paraId="5EF4CFFE" w14:textId="42C221B0" w:rsidR="00764DA5" w:rsidRPr="008B75E0" w:rsidRDefault="00764DA5" w:rsidP="00764DA5">
      <w:pPr>
        <w:rPr>
          <w:rFonts w:ascii="Times New Roman" w:hAnsi="Times New Roman"/>
          <w:b/>
          <w:sz w:val="20"/>
          <w:szCs w:val="20"/>
          <w:highlight w:val="yellow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Łącznie wartość całego zamówienia brutto:……………………………………………….zł</w:t>
      </w:r>
    </w:p>
    <w:p w14:paraId="70DC3C34" w14:textId="77777777" w:rsidR="009D7DFB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Słownie:……………………………………………………………………………………zł</w:t>
      </w:r>
    </w:p>
    <w:p w14:paraId="4BFE9D89" w14:textId="77777777" w:rsidR="009D7DFB" w:rsidRPr="008B75E0" w:rsidRDefault="009D7DFB" w:rsidP="009D7DFB">
      <w:pPr>
        <w:rPr>
          <w:rFonts w:ascii="Times New Roman" w:hAnsi="Times New Roman"/>
          <w:b/>
          <w:sz w:val="20"/>
          <w:szCs w:val="20"/>
        </w:rPr>
      </w:pPr>
    </w:p>
    <w:bookmarkEnd w:id="2"/>
    <w:bookmarkEnd w:id="0"/>
    <w:p w14:paraId="523C5FC8" w14:textId="77777777"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14:paraId="71336813" w14:textId="77777777" w:rsidR="00385699" w:rsidRPr="00147082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5C2C9ABC" w14:textId="0EADF8F1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</w:rPr>
        <w:t>2. Oświadczamy, że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>udzielimy ……….. dniowego terminu płatności faktur (uwaga maksymalny</w:t>
      </w:r>
      <w:r w:rsidR="00C45055">
        <w:rPr>
          <w:rFonts w:ascii="Times New Roman" w:hAnsi="Times New Roman"/>
          <w:b/>
          <w:sz w:val="20"/>
          <w:szCs w:val="20"/>
          <w:highlight w:val="yellow"/>
        </w:rPr>
        <w:t xml:space="preserve"> termin wynosi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 xml:space="preserve"> 30 dni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- kryterium oceny oferty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).</w:t>
      </w:r>
    </w:p>
    <w:p w14:paraId="363905A0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499911C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3.Oświadczamy, że przedmiot zamówienia będziemy realizowali sukcesywnie. </w:t>
      </w:r>
    </w:p>
    <w:p w14:paraId="5260ABAC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1A6D0C8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7A466B1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59046C91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9C5CF78" w14:textId="037B1DFB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3F687A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54B4EB6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3BB8EE0C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40910B57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176CDF4D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6BF4684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10FC8A7C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0122FA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4DA78F4F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3031B646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2A5678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443EE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D9011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79D8E1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59744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CE178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69E3D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357BA94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2BE6BDE9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FF4E6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2E3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1467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84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1139E178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06098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95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3EA0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2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748B6CE4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23DD5ECA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7E8A3DE0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874BA0E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51127258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BB969D8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31E4F1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CCC49F1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43D8BAD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8243F9E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51A96D1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BCAB2EA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5A3EB79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316DE93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0F656D65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412273D0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61C1CE46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631339DB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739F6C02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45FF86AE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lastRenderedPageBreak/>
        <w:t>Imię i nazwisko: ……………………………………………………………………………………….</w:t>
      </w:r>
    </w:p>
    <w:p w14:paraId="76DEA816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56E33CE4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66A3DC0E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373DEE2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5DE58184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48A685C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7665764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C337117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6706D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C93BCD3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6ABF991B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53619253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14:paraId="61375B1C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23AF1CA9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FEB50E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18C12D3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05BAFF2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1DA134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5621EA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6E369EEF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407C2DF6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FC090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DF29F57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FD7B223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30D9A0E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7FEED54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79E36B74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14:paraId="249E4D5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68098A0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5100E158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9D1CCA7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0A4FAC8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435BB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EC65BE">
      <w:pgSz w:w="11906" w:h="16838" w:code="9"/>
      <w:pgMar w:top="56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4C1" w14:textId="77777777" w:rsidR="00804122" w:rsidRDefault="00804122">
      <w:r>
        <w:separator/>
      </w:r>
    </w:p>
  </w:endnote>
  <w:endnote w:type="continuationSeparator" w:id="0">
    <w:p w14:paraId="4CCC3CE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4589" w14:textId="77777777" w:rsidR="00804122" w:rsidRDefault="00804122">
      <w:r>
        <w:separator/>
      </w:r>
    </w:p>
  </w:footnote>
  <w:footnote w:type="continuationSeparator" w:id="0">
    <w:p w14:paraId="4FB1D33C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F56BB5"/>
    <w:multiLevelType w:val="hybridMultilevel"/>
    <w:tmpl w:val="1AAC7EC8"/>
    <w:lvl w:ilvl="0" w:tplc="CEDC8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1D33D3"/>
    <w:multiLevelType w:val="hybridMultilevel"/>
    <w:tmpl w:val="3E6E8C82"/>
    <w:lvl w:ilvl="0" w:tplc="248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0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3752538">
    <w:abstractNumId w:val="7"/>
  </w:num>
  <w:num w:numId="2" w16cid:durableId="1358506568">
    <w:abstractNumId w:val="3"/>
  </w:num>
  <w:num w:numId="3" w16cid:durableId="1774284978">
    <w:abstractNumId w:val="0"/>
  </w:num>
  <w:num w:numId="4" w16cid:durableId="1520238954">
    <w:abstractNumId w:val="11"/>
  </w:num>
  <w:num w:numId="5" w16cid:durableId="1145657632">
    <w:abstractNumId w:val="2"/>
  </w:num>
  <w:num w:numId="6" w16cid:durableId="1279527292">
    <w:abstractNumId w:val="9"/>
  </w:num>
  <w:num w:numId="7" w16cid:durableId="1597204639">
    <w:abstractNumId w:val="12"/>
  </w:num>
  <w:num w:numId="8" w16cid:durableId="1404795515">
    <w:abstractNumId w:val="1"/>
  </w:num>
  <w:num w:numId="9" w16cid:durableId="1333296106">
    <w:abstractNumId w:val="13"/>
  </w:num>
  <w:num w:numId="10" w16cid:durableId="1172529439">
    <w:abstractNumId w:val="6"/>
  </w:num>
  <w:num w:numId="11" w16cid:durableId="590234007">
    <w:abstractNumId w:val="10"/>
  </w:num>
  <w:num w:numId="12" w16cid:durableId="514802952">
    <w:abstractNumId w:val="4"/>
  </w:num>
  <w:num w:numId="13" w16cid:durableId="1812751482">
    <w:abstractNumId w:val="5"/>
  </w:num>
  <w:num w:numId="14" w16cid:durableId="111464177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2A80"/>
    <w:rsid w:val="002C6347"/>
    <w:rsid w:val="002D2DAE"/>
    <w:rsid w:val="002D3C34"/>
    <w:rsid w:val="002E60E0"/>
    <w:rsid w:val="00313244"/>
    <w:rsid w:val="00320AAC"/>
    <w:rsid w:val="00325198"/>
    <w:rsid w:val="00332C65"/>
    <w:rsid w:val="00334FCA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E42F5"/>
    <w:rsid w:val="003F331B"/>
    <w:rsid w:val="003F687A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C6D87"/>
    <w:rsid w:val="005F2901"/>
    <w:rsid w:val="00622781"/>
    <w:rsid w:val="006379C4"/>
    <w:rsid w:val="00640BFF"/>
    <w:rsid w:val="00681DA1"/>
    <w:rsid w:val="00683A0D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E6C1E"/>
    <w:rsid w:val="007F3623"/>
    <w:rsid w:val="00804122"/>
    <w:rsid w:val="008255C4"/>
    <w:rsid w:val="00827311"/>
    <w:rsid w:val="00834BB4"/>
    <w:rsid w:val="00835187"/>
    <w:rsid w:val="00840A25"/>
    <w:rsid w:val="00856E3A"/>
    <w:rsid w:val="0087405F"/>
    <w:rsid w:val="008945D9"/>
    <w:rsid w:val="008A2728"/>
    <w:rsid w:val="008B75E0"/>
    <w:rsid w:val="008C0260"/>
    <w:rsid w:val="008E30F8"/>
    <w:rsid w:val="008F3F0F"/>
    <w:rsid w:val="009523F9"/>
    <w:rsid w:val="00964610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40DD3"/>
    <w:rsid w:val="00A51014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5055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CF2030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C65BE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3FDF"/>
    <w:rsid w:val="00F74332"/>
    <w:rsid w:val="00F75DF3"/>
    <w:rsid w:val="00F855CF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BAA4F9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37</TotalTime>
  <Pages>3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11</cp:revision>
  <cp:lastPrinted>2021-05-25T11:38:00Z</cp:lastPrinted>
  <dcterms:created xsi:type="dcterms:W3CDTF">2022-07-03T06:53:00Z</dcterms:created>
  <dcterms:modified xsi:type="dcterms:W3CDTF">2023-07-20T09:31:00Z</dcterms:modified>
</cp:coreProperties>
</file>