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1FFD0" w14:textId="69F3B420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CA74D8">
        <w:rPr>
          <w:bCs/>
          <w:i w:val="0"/>
          <w:sz w:val="22"/>
          <w:szCs w:val="22"/>
        </w:rPr>
        <w:t>6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1FCFCB9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01C34C63" w14:textId="18856700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682101" w:rsidRPr="00DC3A6C">
        <w:rPr>
          <w:b/>
          <w:sz w:val="22"/>
          <w:szCs w:val="22"/>
        </w:rPr>
        <w:t>POR-ZP.3720.</w:t>
      </w:r>
      <w:r w:rsidR="00FD3839">
        <w:rPr>
          <w:b/>
          <w:sz w:val="22"/>
          <w:szCs w:val="22"/>
        </w:rPr>
        <w:t>1/</w:t>
      </w:r>
      <w:r w:rsidR="00682101" w:rsidRPr="00DC3A6C">
        <w:rPr>
          <w:b/>
          <w:sz w:val="22"/>
          <w:szCs w:val="22"/>
        </w:rPr>
        <w:t>202</w:t>
      </w:r>
      <w:r w:rsidR="00FD3839">
        <w:rPr>
          <w:b/>
          <w:sz w:val="22"/>
          <w:szCs w:val="22"/>
        </w:rPr>
        <w:t>4</w:t>
      </w:r>
    </w:p>
    <w:p w14:paraId="3C56193A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E12A6CE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C960A6C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631AA60D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1061323E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7BD12F1D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3096D63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3BB64090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9D7A6BB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B508F1" w:rsidRPr="00110593" w14:paraId="33E2F360" w14:textId="77777777" w:rsidTr="007F0DC2">
        <w:tc>
          <w:tcPr>
            <w:tcW w:w="9104" w:type="dxa"/>
            <w:shd w:val="clear" w:color="auto" w:fill="D9D9D9"/>
          </w:tcPr>
          <w:p w14:paraId="41244CA5" w14:textId="77777777" w:rsidR="00B508F1" w:rsidRPr="00110593" w:rsidRDefault="00B508F1" w:rsidP="007F0DC2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289D2152" w14:textId="2071395C" w:rsidR="00B508F1" w:rsidRPr="00110593" w:rsidRDefault="00B508F1" w:rsidP="007F0DC2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B508F1">
              <w:t xml:space="preserve">(Dz.U. </w:t>
            </w:r>
            <w:r w:rsidR="00690762">
              <w:t xml:space="preserve">z 2023 r. </w:t>
            </w:r>
            <w:r w:rsidRPr="00B508F1">
              <w:t>poz.</w:t>
            </w:r>
            <w:r w:rsidR="00690762">
              <w:t xml:space="preserve"> 1605</w:t>
            </w:r>
            <w:r w:rsidRPr="00B508F1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2F14164A" w14:textId="77777777" w:rsidR="00B508F1" w:rsidRPr="0043102D" w:rsidRDefault="00B508F1" w:rsidP="007F0DC2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0A7E402" w14:textId="77777777" w:rsidR="00B508F1" w:rsidRPr="00110593" w:rsidRDefault="00B508F1" w:rsidP="007F0DC2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49F6AC4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12CFA039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FA2FE81" w14:textId="6B7DD250" w:rsidR="001A1809" w:rsidRPr="006B0E28" w:rsidRDefault="00FD3839" w:rsidP="00FD38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Sukcesywna</w:t>
      </w:r>
      <w:r w:rsidR="001A1809" w:rsidRPr="006B0E28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dostawa odczynników laboratoryjnych i sprzętu jednorazowego do laboratorium</w:t>
      </w:r>
      <w:bookmarkStart w:id="0" w:name="_GoBack"/>
      <w:bookmarkEnd w:id="0"/>
    </w:p>
    <w:p w14:paraId="7F9261E5" w14:textId="77777777" w:rsidR="001A1809" w:rsidRDefault="001A1809" w:rsidP="000719DC">
      <w:pPr>
        <w:pStyle w:val="Tekstpodstawowywcity"/>
        <w:spacing w:line="360" w:lineRule="auto"/>
        <w:ind w:firstLine="0"/>
        <w:rPr>
          <w:bCs/>
          <w:szCs w:val="24"/>
        </w:rPr>
      </w:pPr>
    </w:p>
    <w:p w14:paraId="05C272A8" w14:textId="35790A71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0FB5523A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3A204194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0280A1B0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1BC78507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1A8CF796" w14:textId="77777777" w:rsidTr="00C37CD2">
        <w:trPr>
          <w:trHeight w:val="321"/>
        </w:trPr>
        <w:tc>
          <w:tcPr>
            <w:tcW w:w="516" w:type="dxa"/>
          </w:tcPr>
          <w:p w14:paraId="504717D7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526A69B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766B72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75FA053C" w14:textId="77777777" w:rsidTr="009A4CD3">
        <w:tc>
          <w:tcPr>
            <w:tcW w:w="516" w:type="dxa"/>
          </w:tcPr>
          <w:p w14:paraId="2D02F39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6548716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27334C12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360A26B9" w14:textId="77777777" w:rsidTr="009A4CD3">
        <w:tc>
          <w:tcPr>
            <w:tcW w:w="516" w:type="dxa"/>
          </w:tcPr>
          <w:p w14:paraId="13A7BF9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256CDF6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5CC2BE4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E7C4FE3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421198A6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3819E256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40CC266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88AB600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4C74C38A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367E5F0C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9112800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2FE17" w14:textId="77777777" w:rsidR="00047AE0" w:rsidRDefault="00047AE0">
      <w:r>
        <w:separator/>
      </w:r>
    </w:p>
  </w:endnote>
  <w:endnote w:type="continuationSeparator" w:id="0">
    <w:p w14:paraId="7EEBD459" w14:textId="77777777" w:rsidR="00047AE0" w:rsidRDefault="0004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CF246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676323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79380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4B126F7D" w14:textId="4390B635" w:rsidR="009A4CD3" w:rsidRDefault="00FA30B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8CFDBD" wp14:editId="73C76593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FB9ACF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D2ABD" w14:textId="77777777" w:rsidR="00047AE0" w:rsidRDefault="00047AE0">
      <w:r>
        <w:separator/>
      </w:r>
    </w:p>
  </w:footnote>
  <w:footnote w:type="continuationSeparator" w:id="0">
    <w:p w14:paraId="79AEBA0C" w14:textId="77777777" w:rsidR="00047AE0" w:rsidRDefault="00047AE0">
      <w:r>
        <w:continuationSeparator/>
      </w:r>
    </w:p>
  </w:footnote>
  <w:footnote w:id="1">
    <w:p w14:paraId="38EEF31C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3BC"/>
    <w:rsid w:val="0000184A"/>
    <w:rsid w:val="00012997"/>
    <w:rsid w:val="00047AE0"/>
    <w:rsid w:val="000621A2"/>
    <w:rsid w:val="000719DC"/>
    <w:rsid w:val="00075CEC"/>
    <w:rsid w:val="000E0467"/>
    <w:rsid w:val="00106AC7"/>
    <w:rsid w:val="00111985"/>
    <w:rsid w:val="00147532"/>
    <w:rsid w:val="001614BA"/>
    <w:rsid w:val="00193289"/>
    <w:rsid w:val="001A1809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44550"/>
    <w:rsid w:val="0056132E"/>
    <w:rsid w:val="00583ED5"/>
    <w:rsid w:val="005A5013"/>
    <w:rsid w:val="005C0282"/>
    <w:rsid w:val="005C3627"/>
    <w:rsid w:val="005E622E"/>
    <w:rsid w:val="00641063"/>
    <w:rsid w:val="00664D2F"/>
    <w:rsid w:val="00682101"/>
    <w:rsid w:val="00686C95"/>
    <w:rsid w:val="00690762"/>
    <w:rsid w:val="00697D36"/>
    <w:rsid w:val="006B51E7"/>
    <w:rsid w:val="006D68D8"/>
    <w:rsid w:val="006E0FAA"/>
    <w:rsid w:val="0070113A"/>
    <w:rsid w:val="007343BC"/>
    <w:rsid w:val="00736B31"/>
    <w:rsid w:val="00747C6F"/>
    <w:rsid w:val="00753DC1"/>
    <w:rsid w:val="0077552B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08F1"/>
    <w:rsid w:val="00B54FB4"/>
    <w:rsid w:val="00BE6092"/>
    <w:rsid w:val="00C33407"/>
    <w:rsid w:val="00C37CD2"/>
    <w:rsid w:val="00C527C7"/>
    <w:rsid w:val="00C606B9"/>
    <w:rsid w:val="00CA74D8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2496D"/>
    <w:rsid w:val="00F46593"/>
    <w:rsid w:val="00F568D6"/>
    <w:rsid w:val="00F70072"/>
    <w:rsid w:val="00FA30B8"/>
    <w:rsid w:val="00FD3839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50DA09"/>
  <w15:chartTrackingRefBased/>
  <w15:docId w15:val="{3B8FE960-1217-456B-BF72-D46C99166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723E1-F2C0-480A-A5AB-F8796926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Fornalik Anna</cp:lastModifiedBy>
  <cp:revision>9</cp:revision>
  <cp:lastPrinted>2010-01-07T09:39:00Z</cp:lastPrinted>
  <dcterms:created xsi:type="dcterms:W3CDTF">2021-07-29T16:24:00Z</dcterms:created>
  <dcterms:modified xsi:type="dcterms:W3CDTF">2024-01-11T11:37:00Z</dcterms:modified>
</cp:coreProperties>
</file>