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C20" w:rsidRDefault="00C45C20" w:rsidP="00067A1E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</w:t>
      </w:r>
    </w:p>
    <w:p w:rsidR="00C45C20" w:rsidRDefault="00C45C20" w:rsidP="00546190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                                                                          </w:t>
      </w:r>
    </w:p>
    <w:p w:rsidR="00C45C20" w:rsidRPr="00067A1E" w:rsidRDefault="00C45C20" w:rsidP="00067A1E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</w:t>
      </w:r>
      <w:r w:rsidRPr="00A5455F">
        <w:rPr>
          <w:rFonts w:ascii="Arial" w:hAnsi="Arial" w:cs="Arial"/>
          <w:b/>
        </w:rPr>
        <w:t>Załącznik NR 2</w:t>
      </w:r>
      <w:r>
        <w:rPr>
          <w:rFonts w:ascii="Arial" w:hAnsi="Arial" w:cs="Arial"/>
          <w:bCs/>
        </w:rPr>
        <w:br/>
      </w:r>
      <w:r w:rsidRPr="001106F8">
        <w:rPr>
          <w:rFonts w:ascii="Centrale Sans Light CE" w:hAnsi="Centrale Sans Light CE" w:cs="Arial"/>
          <w:bCs/>
          <w:color w:val="FF0000"/>
          <w:sz w:val="18"/>
          <w:szCs w:val="18"/>
        </w:rPr>
        <w:t>Dokument składany wraz z ofertą</w:t>
      </w:r>
    </w:p>
    <w:p w:rsidR="00C45C20" w:rsidRDefault="00C45C20" w:rsidP="00A5455F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C45C20" w:rsidRPr="00A5455F" w:rsidRDefault="00C45C20" w:rsidP="00A5455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A22DCF">
        <w:rPr>
          <w:rFonts w:ascii="Arial" w:hAnsi="Arial" w:cs="Arial"/>
          <w:b/>
          <w:sz w:val="21"/>
          <w:szCs w:val="21"/>
        </w:rPr>
        <w:t>Wykonawca:</w:t>
      </w:r>
      <w:r>
        <w:rPr>
          <w:rFonts w:ascii="Arial" w:hAnsi="Arial" w:cs="Arial"/>
          <w:i/>
          <w:sz w:val="16"/>
          <w:szCs w:val="16"/>
        </w:rPr>
        <w:br/>
      </w: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w zależności od podmiotu: NIP/PESEL, KRS/CEiDG)</w:t>
      </w:r>
    </w:p>
    <w:p w:rsidR="00C45C20" w:rsidRPr="00067A1E" w:rsidRDefault="00C45C20" w:rsidP="00C260B7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  <w:r>
        <w:rPr>
          <w:rFonts w:ascii="Arial" w:hAnsi="Arial" w:cs="Arial"/>
          <w:sz w:val="21"/>
          <w:szCs w:val="21"/>
          <w:u w:val="single"/>
        </w:rPr>
        <w:br/>
      </w: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45C20" w:rsidRPr="00842991" w:rsidRDefault="00C45C20" w:rsidP="00C260B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C45C20" w:rsidRDefault="00C45C2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C45C20" w:rsidRPr="00127FD3" w:rsidRDefault="00C45C20" w:rsidP="00262D6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7FD3">
        <w:rPr>
          <w:rFonts w:ascii="Arial" w:hAnsi="Arial" w:cs="Arial"/>
          <w:b/>
          <w:sz w:val="24"/>
          <w:szCs w:val="24"/>
          <w:u w:val="single"/>
        </w:rPr>
        <w:t>Oświadczenia wykonawcy/wykonawcy wspólnie ubiegającego się o udzielenie zamówienia</w:t>
      </w:r>
    </w:p>
    <w:p w:rsidR="00C45C20" w:rsidRDefault="00C45C20" w:rsidP="00E82BFE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 </w:t>
      </w:r>
      <w:r w:rsidRPr="00071EDA">
        <w:rPr>
          <w:rFonts w:ascii="Arial" w:hAnsi="Arial" w:cs="Arial"/>
          <w:b/>
          <w:bCs/>
          <w:sz w:val="20"/>
          <w:szCs w:val="20"/>
        </w:rPr>
        <w:t>składan</w:t>
      </w:r>
      <w:r>
        <w:rPr>
          <w:rFonts w:ascii="Arial" w:hAnsi="Arial" w:cs="Arial"/>
          <w:b/>
          <w:bCs/>
          <w:sz w:val="20"/>
          <w:szCs w:val="20"/>
        </w:rPr>
        <w:t>e na podstawie art. 125 ust. 1 Ustawy PZP z dnia 11 września 2019 roku</w:t>
      </w:r>
      <w:r w:rsidRPr="00071EDA">
        <w:rPr>
          <w:rFonts w:ascii="Arial" w:hAnsi="Arial" w:cs="Arial"/>
          <w:b/>
          <w:bCs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sz w:val="20"/>
          <w:szCs w:val="20"/>
        </w:rPr>
        <w:br/>
        <w:t xml:space="preserve">2. uwzględniające przesłanki wykluczenia z art. 7 ust. 1 Ustawy z dnia 13 kwietnia 2022 roku o </w:t>
      </w:r>
      <w:r>
        <w:rPr>
          <w:rFonts w:ascii="Arial" w:hAnsi="Arial" w:cs="Arial"/>
          <w:b/>
          <w:bCs/>
          <w:sz w:val="20"/>
          <w:szCs w:val="20"/>
        </w:rPr>
        <w:br/>
        <w:t xml:space="preserve">    szczególnych rozwiązaniach w zakresie przeciwdziałaniu wspieraniu agresji na Ukrainę oraz </w:t>
      </w:r>
      <w:r>
        <w:rPr>
          <w:rFonts w:ascii="Arial" w:hAnsi="Arial" w:cs="Arial"/>
          <w:b/>
          <w:bCs/>
          <w:sz w:val="20"/>
          <w:szCs w:val="20"/>
        </w:rPr>
        <w:br/>
        <w:t xml:space="preserve">    służących ochronie bezpieczeństwa narodowego</w:t>
      </w:r>
    </w:p>
    <w:p w:rsidR="00C45C20" w:rsidRDefault="00C45C20" w:rsidP="00E82B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bookmarkStart w:id="0" w:name="_GoBack"/>
      <w:bookmarkEnd w:id="0"/>
    </w:p>
    <w:p w:rsidR="00C45C20" w:rsidRDefault="00C45C20" w:rsidP="000B0DB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pn.:</w:t>
      </w:r>
    </w:p>
    <w:p w:rsidR="00C45C20" w:rsidRPr="00546190" w:rsidRDefault="00C45C20" w:rsidP="000B0DBA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8A4A1F">
        <w:rPr>
          <w:rFonts w:ascii="Arial" w:hAnsi="Arial"/>
          <w:b/>
          <w:bCs/>
        </w:rPr>
        <w:t>Budowa kanalizacji deszczowej ul. Kasztanowa w Sierakowie</w:t>
      </w:r>
    </w:p>
    <w:p w:rsidR="00C45C20" w:rsidRDefault="00C45C20" w:rsidP="000B0DB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bCs/>
        </w:rPr>
        <w:br/>
      </w:r>
      <w:r w:rsidRPr="00872456">
        <w:rPr>
          <w:rFonts w:ascii="Arial" w:hAnsi="Arial"/>
          <w:bCs/>
        </w:rPr>
        <w:t xml:space="preserve">Znak postępowania: </w:t>
      </w:r>
      <w:r>
        <w:rPr>
          <w:rFonts w:ascii="Arial" w:hAnsi="Arial"/>
          <w:bCs/>
        </w:rPr>
        <w:t>RIK.271.8.2023</w:t>
      </w:r>
      <w:r w:rsidRPr="00872456">
        <w:rPr>
          <w:rFonts w:ascii="Arial" w:hAnsi="Arial"/>
          <w:bCs/>
        </w:rPr>
        <w:t>.I</w:t>
      </w:r>
      <w:r w:rsidRPr="00A22DCF">
        <w:rPr>
          <w:rFonts w:ascii="Arial" w:hAnsi="Arial" w:cs="Arial"/>
          <w:sz w:val="21"/>
          <w:szCs w:val="21"/>
        </w:rPr>
        <w:t xml:space="preserve"> </w:t>
      </w:r>
    </w:p>
    <w:p w:rsidR="00C45C20" w:rsidRDefault="00C45C20" w:rsidP="00A5455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Sieraków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Pr="00A30B46">
        <w:rPr>
          <w:rFonts w:ascii="Arial" w:hAnsi="Arial" w:cs="Arial"/>
          <w:b/>
          <w:bCs/>
          <w:sz w:val="21"/>
          <w:szCs w:val="21"/>
        </w:rPr>
        <w:t>oświadczam, co następuje:</w:t>
      </w:r>
    </w:p>
    <w:p w:rsidR="00C45C20" w:rsidRPr="00067A1E" w:rsidRDefault="00C45C20" w:rsidP="00067A1E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t>OŚWIADCZENIA</w:t>
      </w:r>
      <w:r w:rsidRPr="001448FB">
        <w:t xml:space="preserve"> DOTYCZĄCE </w:t>
      </w:r>
      <w:r>
        <w:t xml:space="preserve">PODSTAW </w:t>
      </w:r>
      <w:r w:rsidRPr="001448FB">
        <w:t>WYK</w:t>
      </w:r>
      <w:r>
        <w:t>LUCZENIA</w:t>
      </w:r>
      <w:r w:rsidRPr="001448FB">
        <w:t>:</w:t>
      </w:r>
    </w:p>
    <w:p w:rsidR="00C45C20" w:rsidRDefault="00C45C20" w:rsidP="00067A1E">
      <w:pPr>
        <w:pStyle w:val="ListParagraph"/>
        <w:spacing w:after="0" w:line="240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C45C20" w:rsidRPr="004B00A9" w:rsidRDefault="00C45C20" w:rsidP="00A30B4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:rsidR="00C45C20" w:rsidRPr="00EE7725" w:rsidRDefault="00C45C20" w:rsidP="00A30B4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:rsidR="00C45C20" w:rsidRDefault="00C45C20" w:rsidP="00A30B46">
      <w:pPr>
        <w:pStyle w:val="ListParagraph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:rsidR="00C45C20" w:rsidRPr="00272C31" w:rsidRDefault="00C45C20" w:rsidP="00067A1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C45C20" w:rsidRPr="00A30B46" w:rsidRDefault="00C45C20" w:rsidP="00A30B46">
      <w:pPr>
        <w:pStyle w:val="Normal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</w:t>
      </w:r>
      <w:r>
        <w:rPr>
          <w:rFonts w:ascii="Arial" w:hAnsi="Arial" w:cs="Arial"/>
          <w:sz w:val="21"/>
          <w:szCs w:val="21"/>
        </w:rPr>
        <w:t xml:space="preserve">postępowania na podstawie art. </w:t>
      </w:r>
      <w:r w:rsidRPr="003F3B00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FootnoteReference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C45C20" w:rsidRPr="00E31C06" w:rsidRDefault="00C45C20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C45C20" w:rsidRPr="00067A1E" w:rsidRDefault="00C45C20" w:rsidP="00067A1E">
      <w:pPr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 w:rsidRPr="00F4630A">
        <w:rPr>
          <w:rFonts w:ascii="Arial" w:hAnsi="Arial" w:cs="Arial"/>
        </w:rPr>
        <w:t>rozdziale VIII ust. 2 SWZ</w:t>
      </w:r>
      <w:r>
        <w:rPr>
          <w:rFonts w:ascii="Arial" w:hAnsi="Arial" w:cs="Arial"/>
        </w:rPr>
        <w:t xml:space="preserve">, </w:t>
      </w:r>
      <w:r w:rsidRPr="00F4630A">
        <w:rPr>
          <w:rFonts w:ascii="Arial" w:hAnsi="Arial" w:cs="Arial"/>
        </w:rPr>
        <w:t>tj. w</w:t>
      </w:r>
      <w:r>
        <w:rPr>
          <w:rFonts w:ascii="Arial" w:hAnsi="Arial" w:cs="Arial"/>
        </w:rPr>
        <w:t xml:space="preserve"> następującym</w:t>
      </w:r>
      <w:r w:rsidRPr="00F4630A">
        <w:rPr>
          <w:rFonts w:ascii="Arial" w:hAnsi="Arial" w:cs="Arial"/>
        </w:rPr>
        <w:t xml:space="preserve"> zakresie</w:t>
      </w:r>
      <w:r>
        <w:rPr>
          <w:rFonts w:ascii="Arial" w:hAnsi="Arial" w:cs="Arial"/>
        </w:rPr>
        <w:t>:</w:t>
      </w:r>
    </w:p>
    <w:p w:rsidR="00C45C20" w:rsidRDefault="00C45C20" w:rsidP="00A30B4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(</w:t>
      </w:r>
      <w:r w:rsidRPr="00EE1FBF">
        <w:rPr>
          <w:rFonts w:ascii="Arial" w:hAnsi="Arial" w:cs="Arial"/>
          <w:i/>
          <w:sz w:val="16"/>
          <w:szCs w:val="16"/>
        </w:rPr>
        <w:t>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2"/>
    </w:p>
    <w:p w:rsidR="00C45C20" w:rsidRPr="00C260B7" w:rsidRDefault="00C45C20" w:rsidP="00C260B7">
      <w:pPr>
        <w:spacing w:line="240" w:lineRule="auto"/>
        <w:jc w:val="both"/>
        <w:rPr>
          <w:rFonts w:ascii="Arial" w:hAnsi="Arial"/>
        </w:rPr>
      </w:pPr>
      <w:r w:rsidRPr="00F4630A">
        <w:rPr>
          <w:rFonts w:ascii="Arial" w:hAnsi="Arial" w:cs="Arial"/>
        </w:rPr>
        <w:t xml:space="preserve">- </w:t>
      </w:r>
      <w:r w:rsidRPr="00F4630A">
        <w:rPr>
          <w:rFonts w:ascii="Arial" w:hAnsi="Arial"/>
        </w:rPr>
        <w:t>Zamawiający nie precyzuje w tym zakresie żadnych wymagań, których spełnianie Wykonawca byłby zobowiązany wykazać w sposób szczególny.</w:t>
      </w:r>
    </w:p>
    <w:p w:rsidR="00C45C20" w:rsidRPr="00B15FD3" w:rsidRDefault="00C45C20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C45C20" w:rsidRDefault="00C45C20" w:rsidP="00A5455F">
      <w:pPr>
        <w:spacing w:after="0" w:line="24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F4630A">
        <w:rPr>
          <w:rFonts w:ascii="Arial" w:hAnsi="Arial" w:cs="Arial"/>
        </w:rPr>
        <w:t>rozdziale VIII ust. 2 SWZ</w:t>
      </w:r>
    </w:p>
    <w:p w:rsidR="00C45C20" w:rsidRDefault="00C45C20" w:rsidP="00A5455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</w:p>
    <w:p w:rsidR="00C45C20" w:rsidRPr="00C260B7" w:rsidRDefault="00C45C20" w:rsidP="00A5455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</w:p>
    <w:p w:rsidR="00C45C20" w:rsidRDefault="00C45C20" w:rsidP="00A5455F">
      <w:pPr>
        <w:tabs>
          <w:tab w:val="left" w:pos="6195"/>
        </w:tabs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:rsidR="00C45C20" w:rsidRDefault="00C45C20" w:rsidP="00067A1E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br/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</w:p>
    <w:p w:rsidR="00C45C20" w:rsidRDefault="00C45C20" w:rsidP="00067A1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</w:t>
      </w:r>
    </w:p>
    <w:p w:rsidR="00C45C20" w:rsidRDefault="00C45C20" w:rsidP="00067A1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…………………………………………………………….………………………………………………….</w:t>
      </w:r>
    </w:p>
    <w:p w:rsidR="00C45C20" w:rsidRPr="00DE447D" w:rsidRDefault="00C45C20" w:rsidP="00067A1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C45C20" w:rsidRDefault="00C45C20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45C20" w:rsidRPr="00E82BFE" w:rsidRDefault="00C45C20" w:rsidP="00E82BF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5" w:name="_Hlk99009560"/>
      <w:r w:rsidRPr="0089284F">
        <w:rPr>
          <w:rFonts w:ascii="Arial" w:hAnsi="Arial" w:cs="Arial"/>
          <w:b/>
          <w:sz w:val="21"/>
          <w:szCs w:val="21"/>
          <w:highlight w:val="lightGray"/>
        </w:rPr>
        <w:t>OŚWIADCZENIE DOTYCZĄCE PODANYCH INFORMACJI:</w:t>
      </w:r>
    </w:p>
    <w:bookmarkEnd w:id="5"/>
    <w:p w:rsidR="00C45C20" w:rsidRDefault="00C45C20" w:rsidP="00E82BF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C45C20" w:rsidRDefault="00C45C20" w:rsidP="00E82BFE">
      <w:pPr>
        <w:spacing w:after="0" w:line="240" w:lineRule="auto"/>
        <w:jc w:val="both"/>
      </w:pPr>
      <w:r w:rsidRPr="00AA336E">
        <w:t xml:space="preserve"> </w:t>
      </w:r>
    </w:p>
    <w:p w:rsidR="00C45C20" w:rsidRPr="002E0E61" w:rsidRDefault="00C45C20" w:rsidP="002E0E6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C45C20" w:rsidRPr="00AA336E" w:rsidRDefault="00C45C20" w:rsidP="00C260B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C45C20" w:rsidRDefault="00C45C20" w:rsidP="00E82BF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C45C20" w:rsidRPr="00AA336E" w:rsidRDefault="00C45C20" w:rsidP="00E82BF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C45C20" w:rsidRDefault="00C45C20" w:rsidP="00A5455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:rsidR="00C45C20" w:rsidRDefault="00C45C20" w:rsidP="00C260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45C20" w:rsidRDefault="00C45C20" w:rsidP="00C260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45C20" w:rsidRDefault="00C45C20" w:rsidP="00C260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45C20" w:rsidRDefault="00C45C20" w:rsidP="00C260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45C20" w:rsidRPr="00C260B7" w:rsidRDefault="00C45C20" w:rsidP="00C260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45C20" w:rsidRDefault="00C45C20" w:rsidP="00A6588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…………………………….………………………….</w:t>
      </w:r>
    </w:p>
    <w:p w:rsidR="00C45C20" w:rsidRPr="00A5455F" w:rsidRDefault="00C45C20" w:rsidP="00A6588E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                                          </w:t>
      </w:r>
      <w:r w:rsidRPr="00A5455F">
        <w:rPr>
          <w:rFonts w:ascii="Arial" w:hAnsi="Arial" w:cs="Arial"/>
          <w:sz w:val="16"/>
          <w:szCs w:val="16"/>
        </w:rPr>
        <w:t xml:space="preserve">Data; kwalifikowany podpis elektroniczny lub podpis zaufany lub podpis osobisty </w:t>
      </w:r>
      <w:r w:rsidRPr="00A5455F">
        <w:rPr>
          <w:rFonts w:ascii="Arial" w:hAnsi="Arial" w:cs="Arial"/>
          <w:sz w:val="16"/>
          <w:szCs w:val="16"/>
        </w:rPr>
        <w:br/>
      </w:r>
    </w:p>
    <w:p w:rsidR="00C45C20" w:rsidRDefault="00C45C20" w:rsidP="00A5455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C45C20" w:rsidRDefault="00C45C20" w:rsidP="00A5455F">
      <w:pPr>
        <w:spacing w:after="0" w:line="240" w:lineRule="auto"/>
        <w:jc w:val="both"/>
        <w:rPr>
          <w:bCs/>
        </w:rPr>
      </w:pPr>
    </w:p>
    <w:p w:rsidR="00C45C20" w:rsidRPr="00A5455F" w:rsidRDefault="00C45C20" w:rsidP="00A5455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196A51">
        <w:rPr>
          <w:bCs/>
        </w:rPr>
        <w:t>UWAGA:</w:t>
      </w:r>
    </w:p>
    <w:p w:rsidR="00C45C20" w:rsidRPr="00196A51" w:rsidRDefault="00C45C20" w:rsidP="00A5455F">
      <w:pPr>
        <w:pStyle w:val="rozdzia"/>
        <w:numPr>
          <w:ilvl w:val="0"/>
          <w:numId w:val="13"/>
        </w:numPr>
        <w:tabs>
          <w:tab w:val="clear" w:pos="0"/>
        </w:tabs>
        <w:spacing w:after="0" w:line="240" w:lineRule="auto"/>
        <w:jc w:val="both"/>
        <w:rPr>
          <w:rFonts w:ascii="Arial" w:hAnsi="Arial" w:cs="Arial"/>
          <w:b w:val="0"/>
          <w:i/>
          <w:iCs/>
          <w:color w:val="000000"/>
          <w:szCs w:val="16"/>
          <w:u w:val="none"/>
        </w:rPr>
      </w:pPr>
      <w:r w:rsidRPr="00196A51">
        <w:rPr>
          <w:rFonts w:ascii="Arial" w:hAnsi="Arial" w:cs="Arial"/>
          <w:b w:val="0"/>
          <w:i/>
          <w:iCs/>
          <w:color w:val="000000"/>
          <w:szCs w:val="16"/>
          <w:u w:val="none"/>
        </w:rPr>
        <w:t>Zamawiający zaleca przed podpisaniem, zapisanie niniejszego dokumentu w formacie .pdf</w:t>
      </w:r>
    </w:p>
    <w:p w:rsidR="00C45C20" w:rsidRPr="00196A51" w:rsidRDefault="00C45C20" w:rsidP="00A5455F">
      <w:pPr>
        <w:pStyle w:val="rozdzia"/>
        <w:numPr>
          <w:ilvl w:val="0"/>
          <w:numId w:val="13"/>
        </w:numPr>
        <w:tabs>
          <w:tab w:val="clear" w:pos="0"/>
        </w:tabs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196A51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196A51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196A51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196A51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 w:rsidRPr="00196A51">
        <w:rPr>
          <w:rFonts w:ascii="Arial" w:hAnsi="Arial" w:cs="Arial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:rsidR="00C45C20" w:rsidRPr="00196A51" w:rsidRDefault="00C45C20" w:rsidP="00A5455F">
      <w:pPr>
        <w:pStyle w:val="rozdzia"/>
        <w:numPr>
          <w:ilvl w:val="0"/>
          <w:numId w:val="13"/>
        </w:numPr>
        <w:tabs>
          <w:tab w:val="clear" w:pos="0"/>
        </w:tabs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196A51">
        <w:rPr>
          <w:rFonts w:ascii="Arial" w:hAnsi="Arial" w:cs="Arial"/>
          <w:i/>
          <w:iCs/>
          <w:szCs w:val="16"/>
        </w:rPr>
        <w:t>Oświadczenie składają odrębnie:</w:t>
      </w:r>
    </w:p>
    <w:p w:rsidR="00C45C20" w:rsidRPr="00196A51" w:rsidRDefault="00C45C20" w:rsidP="00A5455F">
      <w:pPr>
        <w:pStyle w:val="BodyText"/>
        <w:widowControl/>
        <w:numPr>
          <w:ilvl w:val="0"/>
          <w:numId w:val="14"/>
        </w:numPr>
        <w:tabs>
          <w:tab w:val="clear" w:pos="9356"/>
        </w:tabs>
        <w:autoSpaceDE/>
        <w:autoSpaceDN/>
        <w:adjustRightInd/>
        <w:spacing w:after="0" w:line="240" w:lineRule="auto"/>
        <w:ind w:right="20"/>
        <w:jc w:val="both"/>
        <w:rPr>
          <w:rFonts w:ascii="Arial" w:hAnsi="Arial" w:cs="Arial"/>
          <w:b w:val="0"/>
          <w:bCs/>
          <w:i/>
          <w:iCs/>
          <w:sz w:val="16"/>
          <w:szCs w:val="16"/>
        </w:rPr>
      </w:pPr>
      <w:r w:rsidRPr="00196A51">
        <w:rPr>
          <w:rFonts w:ascii="Arial" w:hAnsi="Arial" w:cs="Arial"/>
          <w:b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:rsidR="00C45C20" w:rsidRPr="00196A51" w:rsidRDefault="00C45C20" w:rsidP="00A5455F">
      <w:pPr>
        <w:pStyle w:val="BodyText"/>
        <w:widowControl/>
        <w:numPr>
          <w:ilvl w:val="0"/>
          <w:numId w:val="14"/>
        </w:numPr>
        <w:tabs>
          <w:tab w:val="clear" w:pos="9356"/>
        </w:tabs>
        <w:autoSpaceDE/>
        <w:autoSpaceDN/>
        <w:adjustRightInd/>
        <w:spacing w:after="0" w:line="240" w:lineRule="auto"/>
        <w:ind w:right="20"/>
        <w:jc w:val="both"/>
        <w:rPr>
          <w:rFonts w:ascii="Arial" w:hAnsi="Arial" w:cs="Arial"/>
          <w:b w:val="0"/>
          <w:bCs/>
          <w:i/>
          <w:iCs/>
          <w:sz w:val="16"/>
          <w:szCs w:val="16"/>
        </w:rPr>
      </w:pPr>
      <w:r w:rsidRPr="00196A51">
        <w:rPr>
          <w:rFonts w:ascii="Arial" w:hAnsi="Arial" w:cs="Arial"/>
          <w:b w:val="0"/>
          <w:i/>
          <w:iCs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:rsidR="00C45C20" w:rsidRPr="000B0DBA" w:rsidRDefault="00C45C20" w:rsidP="000B0DBA">
      <w:pPr>
        <w:pStyle w:val="rozdzia"/>
        <w:numPr>
          <w:ilvl w:val="0"/>
          <w:numId w:val="13"/>
        </w:numPr>
        <w:tabs>
          <w:tab w:val="clear" w:pos="0"/>
        </w:tabs>
        <w:spacing w:after="0" w:line="240" w:lineRule="auto"/>
        <w:jc w:val="both"/>
        <w:rPr>
          <w:rFonts w:ascii="Arial" w:hAnsi="Arial" w:cs="Arial"/>
          <w:b w:val="0"/>
          <w:i/>
          <w:iCs/>
          <w:color w:val="000000"/>
          <w:szCs w:val="16"/>
          <w:u w:val="none"/>
        </w:rPr>
      </w:pPr>
      <w:r w:rsidRPr="00196A51">
        <w:rPr>
          <w:rFonts w:ascii="Arial" w:hAnsi="Arial" w:cs="Arial"/>
          <w:b w:val="0"/>
          <w:i/>
          <w:iCs/>
          <w:color w:val="000000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C45C20" w:rsidRPr="000B0DBA" w:rsidSect="00A5455F">
      <w:endnotePr>
        <w:numFmt w:val="decimal"/>
      </w:endnotePr>
      <w:pgSz w:w="11906" w:h="16838"/>
      <w:pgMar w:top="567" w:right="851" w:bottom="851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C20" w:rsidRDefault="00C45C20" w:rsidP="0038231F">
      <w:pPr>
        <w:spacing w:after="0" w:line="240" w:lineRule="auto"/>
      </w:pPr>
      <w:r>
        <w:separator/>
      </w:r>
    </w:p>
  </w:endnote>
  <w:endnote w:type="continuationSeparator" w:id="0">
    <w:p w:rsidR="00C45C20" w:rsidRDefault="00C45C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entrale Sans Light CE">
    <w:altName w:val="Arial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C20" w:rsidRDefault="00C45C20" w:rsidP="0038231F">
      <w:pPr>
        <w:spacing w:after="0" w:line="240" w:lineRule="auto"/>
      </w:pPr>
      <w:r>
        <w:separator/>
      </w:r>
    </w:p>
  </w:footnote>
  <w:footnote w:type="continuationSeparator" w:id="0">
    <w:p w:rsidR="00C45C20" w:rsidRDefault="00C45C20" w:rsidP="0038231F">
      <w:pPr>
        <w:spacing w:after="0" w:line="240" w:lineRule="auto"/>
      </w:pPr>
      <w:r>
        <w:continuationSeparator/>
      </w:r>
    </w:p>
  </w:footnote>
  <w:footnote w:id="1">
    <w:p w:rsidR="00C45C20" w:rsidRPr="00A82964" w:rsidRDefault="00C45C2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C45C20" w:rsidRPr="00A82964" w:rsidRDefault="00C45C2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45C20" w:rsidRPr="00A82964" w:rsidRDefault="00C45C20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45C20" w:rsidRDefault="00C45C20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AE1871DE"/>
    <w:lvl w:ilvl="0" w:tplc="DD208D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5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9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1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3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5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7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98" w:hanging="180"/>
      </w:pPr>
      <w:rPr>
        <w:rFonts w:cs="Times New Roman"/>
      </w:r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9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13"/>
  </w:num>
  <w:num w:numId="5">
    <w:abstractNumId w:val="11"/>
  </w:num>
  <w:num w:numId="6">
    <w:abstractNumId w:val="6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9"/>
  </w:num>
  <w:num w:numId="13">
    <w:abstractNumId w:val="8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0964"/>
    <w:rsid w:val="0002073F"/>
    <w:rsid w:val="00025C8D"/>
    <w:rsid w:val="000303EE"/>
    <w:rsid w:val="0004456B"/>
    <w:rsid w:val="00066102"/>
    <w:rsid w:val="00067A1E"/>
    <w:rsid w:val="00071EDA"/>
    <w:rsid w:val="00073C3D"/>
    <w:rsid w:val="000809B6"/>
    <w:rsid w:val="00097B68"/>
    <w:rsid w:val="000A6057"/>
    <w:rsid w:val="000B0DBA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06F8"/>
    <w:rsid w:val="0011408C"/>
    <w:rsid w:val="001275E7"/>
    <w:rsid w:val="00127FD3"/>
    <w:rsid w:val="001448FB"/>
    <w:rsid w:val="001542CB"/>
    <w:rsid w:val="001743B0"/>
    <w:rsid w:val="00177C2A"/>
    <w:rsid w:val="001902D2"/>
    <w:rsid w:val="00190887"/>
    <w:rsid w:val="00190D6E"/>
    <w:rsid w:val="00196A51"/>
    <w:rsid w:val="001A1602"/>
    <w:rsid w:val="001B1ECD"/>
    <w:rsid w:val="001C6945"/>
    <w:rsid w:val="001D3A19"/>
    <w:rsid w:val="001F027E"/>
    <w:rsid w:val="001F0CE2"/>
    <w:rsid w:val="00200BDD"/>
    <w:rsid w:val="00203A40"/>
    <w:rsid w:val="002168A8"/>
    <w:rsid w:val="0022401A"/>
    <w:rsid w:val="00237323"/>
    <w:rsid w:val="002459B2"/>
    <w:rsid w:val="00250D39"/>
    <w:rsid w:val="0025261D"/>
    <w:rsid w:val="00255142"/>
    <w:rsid w:val="00256CEC"/>
    <w:rsid w:val="00262D61"/>
    <w:rsid w:val="00263310"/>
    <w:rsid w:val="00272C31"/>
    <w:rsid w:val="00274B5A"/>
    <w:rsid w:val="002866E2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49AC"/>
    <w:rsid w:val="003228AF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0BA"/>
    <w:rsid w:val="003C3B64"/>
    <w:rsid w:val="003D56DB"/>
    <w:rsid w:val="003D6257"/>
    <w:rsid w:val="003E24F8"/>
    <w:rsid w:val="003F024C"/>
    <w:rsid w:val="003F3B00"/>
    <w:rsid w:val="003F6C17"/>
    <w:rsid w:val="00407D5A"/>
    <w:rsid w:val="00413CF3"/>
    <w:rsid w:val="00413F83"/>
    <w:rsid w:val="00414981"/>
    <w:rsid w:val="00414AFC"/>
    <w:rsid w:val="0042777E"/>
    <w:rsid w:val="00431182"/>
    <w:rsid w:val="00434CC2"/>
    <w:rsid w:val="00443F07"/>
    <w:rsid w:val="00444FD5"/>
    <w:rsid w:val="00446452"/>
    <w:rsid w:val="00446C36"/>
    <w:rsid w:val="004609F1"/>
    <w:rsid w:val="004651B5"/>
    <w:rsid w:val="004761C6"/>
    <w:rsid w:val="0047639F"/>
    <w:rsid w:val="00476E7D"/>
    <w:rsid w:val="00482F6E"/>
    <w:rsid w:val="004838AB"/>
    <w:rsid w:val="00484F88"/>
    <w:rsid w:val="004903B7"/>
    <w:rsid w:val="00493500"/>
    <w:rsid w:val="00495B91"/>
    <w:rsid w:val="004B00A9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6190"/>
    <w:rsid w:val="00550118"/>
    <w:rsid w:val="00557050"/>
    <w:rsid w:val="005641F0"/>
    <w:rsid w:val="00570D19"/>
    <w:rsid w:val="005801E8"/>
    <w:rsid w:val="00581FFD"/>
    <w:rsid w:val="0058769B"/>
    <w:rsid w:val="00590F37"/>
    <w:rsid w:val="00591F9F"/>
    <w:rsid w:val="005A0843"/>
    <w:rsid w:val="005B13FC"/>
    <w:rsid w:val="005C2512"/>
    <w:rsid w:val="005C39CA"/>
    <w:rsid w:val="005C3C08"/>
    <w:rsid w:val="005C6CB0"/>
    <w:rsid w:val="005D3607"/>
    <w:rsid w:val="005D3EAA"/>
    <w:rsid w:val="005D6468"/>
    <w:rsid w:val="005E176A"/>
    <w:rsid w:val="00633724"/>
    <w:rsid w:val="0063384A"/>
    <w:rsid w:val="00633B34"/>
    <w:rsid w:val="00633E88"/>
    <w:rsid w:val="00634311"/>
    <w:rsid w:val="006458A9"/>
    <w:rsid w:val="00652B7C"/>
    <w:rsid w:val="006677DF"/>
    <w:rsid w:val="00667E02"/>
    <w:rsid w:val="00680DC1"/>
    <w:rsid w:val="00686D04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587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56E2"/>
    <w:rsid w:val="007D5B61"/>
    <w:rsid w:val="007E2F69"/>
    <w:rsid w:val="007F3070"/>
    <w:rsid w:val="00803E7B"/>
    <w:rsid w:val="00804F07"/>
    <w:rsid w:val="00825A09"/>
    <w:rsid w:val="00830880"/>
    <w:rsid w:val="00830A60"/>
    <w:rsid w:val="00830AB1"/>
    <w:rsid w:val="00833FCD"/>
    <w:rsid w:val="00835C91"/>
    <w:rsid w:val="00837AA3"/>
    <w:rsid w:val="00842991"/>
    <w:rsid w:val="00866E0F"/>
    <w:rsid w:val="00872456"/>
    <w:rsid w:val="008757E1"/>
    <w:rsid w:val="008763EB"/>
    <w:rsid w:val="00877A6D"/>
    <w:rsid w:val="0089284F"/>
    <w:rsid w:val="00892E48"/>
    <w:rsid w:val="00896587"/>
    <w:rsid w:val="008A4A1F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A5C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68E8"/>
    <w:rsid w:val="009E1710"/>
    <w:rsid w:val="00A05645"/>
    <w:rsid w:val="00A15F7E"/>
    <w:rsid w:val="00A166B0"/>
    <w:rsid w:val="00A22DCF"/>
    <w:rsid w:val="00A242C2"/>
    <w:rsid w:val="00A24C2D"/>
    <w:rsid w:val="00A276E4"/>
    <w:rsid w:val="00A27AC6"/>
    <w:rsid w:val="00A3062E"/>
    <w:rsid w:val="00A30B46"/>
    <w:rsid w:val="00A347DE"/>
    <w:rsid w:val="00A41DE9"/>
    <w:rsid w:val="00A52CF3"/>
    <w:rsid w:val="00A5455F"/>
    <w:rsid w:val="00A647C5"/>
    <w:rsid w:val="00A65145"/>
    <w:rsid w:val="00A6588E"/>
    <w:rsid w:val="00A661DB"/>
    <w:rsid w:val="00A80583"/>
    <w:rsid w:val="00A82964"/>
    <w:rsid w:val="00A834D8"/>
    <w:rsid w:val="00A86C23"/>
    <w:rsid w:val="00AA03D0"/>
    <w:rsid w:val="00AA336E"/>
    <w:rsid w:val="00AA3BA4"/>
    <w:rsid w:val="00AB4926"/>
    <w:rsid w:val="00AB5640"/>
    <w:rsid w:val="00AC006C"/>
    <w:rsid w:val="00AD0B9F"/>
    <w:rsid w:val="00AE2304"/>
    <w:rsid w:val="00AE6FF2"/>
    <w:rsid w:val="00AF15F1"/>
    <w:rsid w:val="00AF7690"/>
    <w:rsid w:val="00B0088C"/>
    <w:rsid w:val="00B15219"/>
    <w:rsid w:val="00B15FD3"/>
    <w:rsid w:val="00B25255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60B7"/>
    <w:rsid w:val="00C30F5F"/>
    <w:rsid w:val="00C36F7A"/>
    <w:rsid w:val="00C4103F"/>
    <w:rsid w:val="00C45C20"/>
    <w:rsid w:val="00C46F97"/>
    <w:rsid w:val="00C51431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569C9"/>
    <w:rsid w:val="00D710EE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2BFE"/>
    <w:rsid w:val="00E84757"/>
    <w:rsid w:val="00E96851"/>
    <w:rsid w:val="00EA5391"/>
    <w:rsid w:val="00EB7CDE"/>
    <w:rsid w:val="00ED0B29"/>
    <w:rsid w:val="00EE1459"/>
    <w:rsid w:val="00EE1FBF"/>
    <w:rsid w:val="00EE7725"/>
    <w:rsid w:val="00EF09BC"/>
    <w:rsid w:val="00EF74CA"/>
    <w:rsid w:val="00F04280"/>
    <w:rsid w:val="00F259C4"/>
    <w:rsid w:val="00F365F2"/>
    <w:rsid w:val="00F43919"/>
    <w:rsid w:val="00F4630A"/>
    <w:rsid w:val="00F53D6B"/>
    <w:rsid w:val="00F55578"/>
    <w:rsid w:val="00FA4945"/>
    <w:rsid w:val="00FA7FD5"/>
    <w:rsid w:val="00FB0F8A"/>
    <w:rsid w:val="00FB1A2B"/>
    <w:rsid w:val="00FC0317"/>
    <w:rsid w:val="00FD2DB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46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231F"/>
    <w:rPr>
      <w:rFonts w:cs="Times New Roman"/>
      <w:sz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231F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aliases w:val="Header Char"/>
    <w:basedOn w:val="Normal"/>
    <w:link w:val="HeaderChar1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HeaderChar1">
    <w:name w:val="Header Char1"/>
    <w:aliases w:val="Header Char Char"/>
    <w:basedOn w:val="DefaultParagraphFont"/>
    <w:link w:val="Header"/>
    <w:uiPriority w:val="99"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174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174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174"/>
    <w:rPr>
      <w:rFonts w:ascii="Tahoma" w:hAnsi="Tahoma" w:cs="Times New Roman"/>
      <w:sz w:val="16"/>
    </w:rPr>
  </w:style>
  <w:style w:type="paragraph" w:styleId="Revision">
    <w:name w:val="Revision"/>
    <w:hidden/>
    <w:uiPriority w:val="99"/>
    <w:semiHidden/>
    <w:rsid w:val="00C46F97"/>
    <w:rPr>
      <w:lang w:eastAsia="en-US"/>
    </w:rPr>
  </w:style>
  <w:style w:type="character" w:styleId="Emphasis">
    <w:name w:val="Emphasis"/>
    <w:basedOn w:val="DefaultParagraphFont"/>
    <w:uiPriority w:val="99"/>
    <w:qFormat/>
    <w:rsid w:val="00633E88"/>
    <w:rPr>
      <w:rFonts w:cs="Times New Roman"/>
      <w:i/>
    </w:rPr>
  </w:style>
  <w:style w:type="paragraph" w:styleId="NormalWeb">
    <w:name w:val="Normal (Web)"/>
    <w:basedOn w:val="Normal"/>
    <w:uiPriority w:val="99"/>
    <w:rsid w:val="00E01223"/>
    <w:rPr>
      <w:sz w:val="24"/>
      <w:szCs w:val="24"/>
    </w:rPr>
  </w:style>
  <w:style w:type="character" w:styleId="Hyperlink">
    <w:name w:val="Hyperlink"/>
    <w:basedOn w:val="DefaultParagraphFont"/>
    <w:uiPriority w:val="99"/>
    <w:rsid w:val="00A27AC6"/>
    <w:rPr>
      <w:rFonts w:cs="Times New Roman"/>
      <w:color w:val="auto"/>
      <w:u w:val="single"/>
    </w:rPr>
  </w:style>
  <w:style w:type="character" w:customStyle="1" w:styleId="Nierozpoznanawzmianka1">
    <w:name w:val="Nierozpoznana wzmianka1"/>
    <w:uiPriority w:val="99"/>
    <w:semiHidden/>
    <w:rsid w:val="00A27AC6"/>
    <w:rPr>
      <w:color w:val="auto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rsid w:val="00E65873"/>
    <w:rPr>
      <w:rFonts w:cs="Times New Roman"/>
      <w:color w:val="auto"/>
      <w:u w:val="single"/>
    </w:rPr>
  </w:style>
  <w:style w:type="paragraph" w:customStyle="1" w:styleId="rozdzia">
    <w:name w:val="rozdział"/>
    <w:basedOn w:val="Normal"/>
    <w:uiPriority w:val="99"/>
    <w:rsid w:val="00E82BFE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BodyText">
    <w:name w:val="Body Text"/>
    <w:basedOn w:val="Normal"/>
    <w:link w:val="BodyTextChar"/>
    <w:uiPriority w:val="99"/>
    <w:rsid w:val="00E82BFE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eastAsia="SimSun"/>
      <w:b/>
      <w:color w:val="000000"/>
      <w:szCs w:val="2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rsid w:val="00E82BFE"/>
    <w:rPr>
      <w:rFonts w:eastAsia="SimSun" w:cs="Times New Roman"/>
      <w:b/>
      <w:color w:val="000000"/>
      <w:sz w:val="22"/>
      <w:lang w:eastAsia="pl-PL"/>
    </w:rPr>
  </w:style>
  <w:style w:type="table" w:styleId="TableGrid">
    <w:name w:val="Table Grid"/>
    <w:basedOn w:val="TableNormal"/>
    <w:uiPriority w:val="99"/>
    <w:rsid w:val="00A5455F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Znak">
    <w:name w:val="Header Char Znak"/>
    <w:uiPriority w:val="99"/>
    <w:rsid w:val="00A5455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54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2</Pages>
  <Words>852</Words>
  <Characters>5113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Przykładowe wzory oświadczeń wykonawcy/wykonawcy wspólnie ubiegającego się o udzielenie zamówienia publicznego, składanych na </dc:title>
  <dc:subject/>
  <dc:creator>Remigiusz Stępień</dc:creator>
  <cp:keywords/>
  <dc:description/>
  <cp:lastModifiedBy>Pc</cp:lastModifiedBy>
  <cp:revision>12</cp:revision>
  <cp:lastPrinted>2022-06-05T10:37:00Z</cp:lastPrinted>
  <dcterms:created xsi:type="dcterms:W3CDTF">2022-06-05T10:40:00Z</dcterms:created>
  <dcterms:modified xsi:type="dcterms:W3CDTF">2023-07-09T14:25:00Z</dcterms:modified>
</cp:coreProperties>
</file>