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C2CFA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2C167233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7427E045" w14:textId="77777777" w:rsidR="00B77D4C" w:rsidRPr="00147082" w:rsidRDefault="000C2176" w:rsidP="000B4FC1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147082" w14:paraId="51CC1F47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38D3BDCA" w14:textId="77777777" w:rsidR="000B4FC1" w:rsidRPr="00147082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2E24B8A3" w14:textId="681869AD" w:rsidR="000B4FC1" w:rsidRPr="00147082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 w:rsidR="00F61589">
              <w:rPr>
                <w:rFonts w:ascii="Times New Roman" w:hAnsi="Times New Roman"/>
                <w:b/>
              </w:rPr>
              <w:t>15</w:t>
            </w:r>
            <w:r w:rsidRPr="00147082">
              <w:rPr>
                <w:rFonts w:ascii="Times New Roman" w:hAnsi="Times New Roman"/>
                <w:b/>
              </w:rPr>
              <w:t>.202</w:t>
            </w:r>
            <w:r w:rsidR="00F61589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147082" w14:paraId="35222752" w14:textId="77777777" w:rsidTr="003E7B1C">
        <w:tc>
          <w:tcPr>
            <w:tcW w:w="9214" w:type="dxa"/>
            <w:gridSpan w:val="2"/>
            <w:shd w:val="clear" w:color="auto" w:fill="D9D9D9"/>
          </w:tcPr>
          <w:p w14:paraId="1ED8CD5F" w14:textId="77777777" w:rsidR="000B4FC1" w:rsidRPr="00147082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7E4B8289" w14:textId="77777777" w:rsidR="00F855CF" w:rsidRPr="00147082" w:rsidRDefault="00DC6372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Gmina Debrzno 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Zakład 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Wodociągów i Kanalizacji</w:t>
            </w:r>
            <w:r w:rsidR="00F855CF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,</w:t>
            </w:r>
          </w:p>
          <w:p w14:paraId="31DBB77C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 ul. </w:t>
            </w:r>
            <w:r w:rsidR="00C57BDD"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Traugutta 2</w:t>
            </w: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 xml:space="preserve">, 77-310 Debrzno,           </w:t>
            </w:r>
          </w:p>
          <w:p w14:paraId="551AD14F" w14:textId="77777777" w:rsidR="000B4FC1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eastAsia="hi-IN" w:bidi="hi-IN"/>
              </w:rPr>
              <w:t>NIP 8431530511</w:t>
            </w:r>
          </w:p>
          <w:p w14:paraId="00DCA58F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eastAsia="hi-IN" w:bidi="hi-IN"/>
              </w:rPr>
            </w:pPr>
          </w:p>
          <w:p w14:paraId="2BC81AF8" w14:textId="77777777" w:rsidR="00F855CF" w:rsidRPr="00147082" w:rsidRDefault="00F855CF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bCs/>
                <w:kern w:val="1"/>
                <w:u w:val="single"/>
                <w:lang w:eastAsia="hi-IN" w:bidi="hi-IN"/>
              </w:rPr>
              <w:t>Pełnomocnik Zamawiającego:</w:t>
            </w:r>
          </w:p>
          <w:p w14:paraId="36BF6287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 Debrzno</w:t>
            </w:r>
          </w:p>
          <w:p w14:paraId="6733B07E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ul. Traugutta 2, 77-310 Debrzno</w:t>
            </w:r>
          </w:p>
          <w:p w14:paraId="4506B308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2D0F0AE8" w14:textId="77777777" w:rsidR="00F855CF" w:rsidRPr="00147082" w:rsidRDefault="00F855CF" w:rsidP="00F855CF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A4B41BD" w14:textId="77777777" w:rsidR="000B4FC1" w:rsidRPr="00147082" w:rsidRDefault="000B4FC1" w:rsidP="000B4FC1">
      <w:pPr>
        <w:rPr>
          <w:rFonts w:ascii="Times New Roman" w:hAnsi="Times New Roman"/>
          <w:b/>
          <w:bCs/>
          <w:sz w:val="20"/>
          <w:szCs w:val="20"/>
        </w:rPr>
      </w:pPr>
    </w:p>
    <w:p w14:paraId="3425DE68" w14:textId="77777777" w:rsidR="00B77D4C" w:rsidRPr="00147082" w:rsidRDefault="00B77D4C" w:rsidP="00B77D4C">
      <w:pPr>
        <w:jc w:val="right"/>
        <w:rPr>
          <w:rFonts w:ascii="Times New Roman" w:hAnsi="Times New Roman"/>
          <w:b/>
          <w:i/>
          <w:sz w:val="20"/>
          <w:szCs w:val="20"/>
        </w:rPr>
      </w:pPr>
    </w:p>
    <w:p w14:paraId="2BD2013E" w14:textId="77777777" w:rsidR="000C2176" w:rsidRPr="00147082" w:rsidRDefault="000C2176" w:rsidP="00B77D4C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p w14:paraId="3286699D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698E6773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………………………………………………………………………………………………….</w:t>
      </w:r>
    </w:p>
    <w:p w14:paraId="1723A88E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14:paraId="4E061A24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Województwo…………………………………………………………………………………………………………..</w:t>
      </w:r>
    </w:p>
    <w:p w14:paraId="5B25A6A7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4E772AC3" w14:textId="77777777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..............................</w:t>
      </w:r>
    </w:p>
    <w:p w14:paraId="4CB0495D" w14:textId="77777777" w:rsidR="000C2176" w:rsidRPr="00147082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1FB5C6A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43150A00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192D8462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023C6A0A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62BCAB37" w14:textId="5C79CD82" w:rsidR="00B039F8" w:rsidRDefault="00C57BDD" w:rsidP="00007DE3">
      <w:pPr>
        <w:pStyle w:val="Tekstpodstawowy3"/>
        <w:jc w:val="both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147082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Dostawa materiałów niezbędnych do przeprowadzenia inwestycji pn. „</w:t>
      </w:r>
      <w:r w:rsidR="00F61589">
        <w:rPr>
          <w:rFonts w:ascii="Times New Roman" w:eastAsia="Calibri" w:hAnsi="Times New Roman"/>
          <w:b/>
          <w:bCs/>
          <w:sz w:val="20"/>
          <w:szCs w:val="20"/>
          <w:lang w:eastAsia="en-US"/>
        </w:rPr>
        <w:t>Budowa</w:t>
      </w:r>
      <w:r w:rsidRPr="00147082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 </w:t>
      </w:r>
      <w:r w:rsidR="00F61589" w:rsidRPr="00F61589">
        <w:rPr>
          <w:rFonts w:ascii="Times New Roman" w:eastAsia="Calibri" w:hAnsi="Times New Roman"/>
          <w:b/>
          <w:bCs/>
          <w:sz w:val="20"/>
          <w:szCs w:val="20"/>
          <w:lang w:eastAsia="en-US"/>
        </w:rPr>
        <w:t xml:space="preserve">sieci kanalizacji sanitarnej i wodociągowej </w:t>
      </w:r>
      <w:r w:rsidRPr="00147082">
        <w:rPr>
          <w:rFonts w:ascii="Times New Roman" w:eastAsia="Calibri" w:hAnsi="Times New Roman"/>
          <w:b/>
          <w:bCs/>
          <w:sz w:val="20"/>
          <w:szCs w:val="20"/>
          <w:lang w:eastAsia="en-US"/>
        </w:rPr>
        <w:t>w Debrznie”</w:t>
      </w:r>
    </w:p>
    <w:p w14:paraId="62E25685" w14:textId="0398A59B" w:rsidR="00D07FF0" w:rsidRDefault="00D07FF0" w:rsidP="00007DE3">
      <w:pPr>
        <w:pStyle w:val="Tekstpodstawowy3"/>
        <w:jc w:val="both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r w:rsidRPr="00D07FF0">
        <w:rPr>
          <w:rFonts w:ascii="Times New Roman" w:eastAsia="Calibri" w:hAnsi="Times New Roman"/>
          <w:b/>
          <w:bCs/>
          <w:sz w:val="20"/>
          <w:szCs w:val="20"/>
          <w:highlight w:val="yellow"/>
          <w:lang w:eastAsia="en-US"/>
        </w:rPr>
        <w:t xml:space="preserve">Uwaga !  Wykonawca może złożyć ofertę na dowolną ilość części. Proszę pamiętać o wypełnieniu punktu 2. </w:t>
      </w:r>
      <w:r>
        <w:rPr>
          <w:rFonts w:ascii="Times New Roman" w:eastAsia="Calibri" w:hAnsi="Times New Roman"/>
          <w:b/>
          <w:bCs/>
          <w:sz w:val="20"/>
          <w:szCs w:val="20"/>
          <w:highlight w:val="yellow"/>
          <w:lang w:eastAsia="en-US"/>
        </w:rPr>
        <w:t>d</w:t>
      </w:r>
      <w:r w:rsidRPr="00D07FF0">
        <w:rPr>
          <w:rFonts w:ascii="Times New Roman" w:eastAsia="Calibri" w:hAnsi="Times New Roman"/>
          <w:b/>
          <w:bCs/>
          <w:sz w:val="20"/>
          <w:szCs w:val="20"/>
          <w:highlight w:val="yellow"/>
          <w:lang w:eastAsia="en-US"/>
        </w:rPr>
        <w:t>otyczącego drugiego kryterium oceny</w:t>
      </w:r>
      <w:r>
        <w:rPr>
          <w:rFonts w:ascii="Times New Roman" w:eastAsia="Calibri" w:hAnsi="Times New Roman"/>
          <w:b/>
          <w:bCs/>
          <w:sz w:val="20"/>
          <w:szCs w:val="20"/>
          <w:highlight w:val="yellow"/>
          <w:lang w:eastAsia="en-US"/>
        </w:rPr>
        <w:t xml:space="preserve"> oferty</w:t>
      </w:r>
      <w:r w:rsidRPr="00D07FF0">
        <w:rPr>
          <w:rFonts w:ascii="Times New Roman" w:eastAsia="Calibri" w:hAnsi="Times New Roman"/>
          <w:b/>
          <w:bCs/>
          <w:sz w:val="20"/>
          <w:szCs w:val="20"/>
          <w:highlight w:val="yellow"/>
          <w:lang w:eastAsia="en-US"/>
        </w:rPr>
        <w:t xml:space="preserve"> tj. terminu płatności.</w:t>
      </w:r>
    </w:p>
    <w:p w14:paraId="3CEA26AB" w14:textId="77777777" w:rsidR="00D07FF0" w:rsidRPr="00147082" w:rsidRDefault="00D07FF0" w:rsidP="00007DE3">
      <w:pPr>
        <w:pStyle w:val="Tekstpodstawowy3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B0155EA" w14:textId="77777777" w:rsidR="00EC4225" w:rsidRPr="00147082" w:rsidRDefault="00EC4225" w:rsidP="00EC4225">
      <w:pPr>
        <w:pStyle w:val="Akapitzlist"/>
        <w:numPr>
          <w:ilvl w:val="0"/>
          <w:numId w:val="12"/>
        </w:numPr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147082">
        <w:rPr>
          <w:rFonts w:ascii="Times New Roman" w:hAnsi="Times New Roman"/>
          <w:b/>
          <w:sz w:val="20"/>
          <w:szCs w:val="20"/>
        </w:rPr>
        <w:t xml:space="preserve"> Warunków Zamówienia za następującą cenę:</w:t>
      </w:r>
    </w:p>
    <w:p w14:paraId="1399B65A" w14:textId="77777777" w:rsidR="00D07FF0" w:rsidRDefault="00D07FF0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  <w:sz w:val="20"/>
          <w:szCs w:val="20"/>
        </w:rPr>
      </w:pPr>
    </w:p>
    <w:p w14:paraId="1787C2AE" w14:textId="45472525" w:rsidR="007771FE" w:rsidRPr="00F61589" w:rsidRDefault="007771FE" w:rsidP="007771FE">
      <w:pPr>
        <w:tabs>
          <w:tab w:val="left" w:pos="426"/>
        </w:tabs>
        <w:ind w:left="1320" w:hanging="1320"/>
        <w:jc w:val="both"/>
        <w:rPr>
          <w:rFonts w:ascii="Times New Roman" w:hAnsi="Times New Roman"/>
          <w:b/>
        </w:rPr>
      </w:pPr>
      <w:r w:rsidRPr="00F61589">
        <w:rPr>
          <w:rFonts w:ascii="Times New Roman" w:hAnsi="Times New Roman"/>
          <w:b/>
        </w:rPr>
        <w:t xml:space="preserve">1.1 Część I   </w:t>
      </w:r>
      <w:r w:rsidR="00385699" w:rsidRPr="00F61589">
        <w:rPr>
          <w:rFonts w:ascii="Times New Roman" w:hAnsi="Times New Roman"/>
          <w:b/>
        </w:rPr>
        <w:t xml:space="preserve">Dostawa </w:t>
      </w:r>
      <w:r w:rsidR="007C10E9" w:rsidRPr="00F61589">
        <w:rPr>
          <w:rFonts w:ascii="Times New Roman" w:hAnsi="Times New Roman"/>
          <w:b/>
        </w:rPr>
        <w:t xml:space="preserve">rur PE </w:t>
      </w:r>
      <w:r w:rsidR="000F5A07" w:rsidRPr="00F61589">
        <w:rPr>
          <w:rFonts w:ascii="Times New Roman" w:hAnsi="Times New Roman"/>
          <w:b/>
        </w:rPr>
        <w:t>i</w:t>
      </w:r>
      <w:r w:rsidR="007C10E9" w:rsidRPr="00F61589">
        <w:rPr>
          <w:rFonts w:ascii="Times New Roman" w:hAnsi="Times New Roman"/>
          <w:b/>
        </w:rPr>
        <w:t xml:space="preserve"> PVC </w:t>
      </w:r>
      <w:r w:rsidR="000F5A07" w:rsidRPr="00F61589">
        <w:rPr>
          <w:rFonts w:ascii="Times New Roman" w:hAnsi="Times New Roman"/>
          <w:b/>
        </w:rPr>
        <w:t>do wody i kanalizacji</w:t>
      </w:r>
    </w:p>
    <w:p w14:paraId="4E445E5C" w14:textId="77777777" w:rsidR="004C5019" w:rsidRPr="00147082" w:rsidRDefault="004C5019" w:rsidP="009C70C7">
      <w:pPr>
        <w:rPr>
          <w:rFonts w:ascii="Times New Roman" w:hAnsi="Times New Roman"/>
          <w:b/>
          <w:sz w:val="20"/>
          <w:szCs w:val="20"/>
        </w:rPr>
      </w:pPr>
    </w:p>
    <w:p w14:paraId="2FE4BE66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10085" w:type="dxa"/>
        <w:tblLook w:val="04A0" w:firstRow="1" w:lastRow="0" w:firstColumn="1" w:lastColumn="0" w:noHBand="0" w:noVBand="1"/>
      </w:tblPr>
      <w:tblGrid>
        <w:gridCol w:w="511"/>
        <w:gridCol w:w="3719"/>
        <w:gridCol w:w="750"/>
        <w:gridCol w:w="1365"/>
        <w:gridCol w:w="1472"/>
        <w:gridCol w:w="2268"/>
      </w:tblGrid>
      <w:tr w:rsidR="000F5A07" w:rsidRPr="00147082" w14:paraId="5F6AB6F3" w14:textId="77777777" w:rsidTr="000F5A07">
        <w:trPr>
          <w:trHeight w:val="1749"/>
        </w:trPr>
        <w:tc>
          <w:tcPr>
            <w:tcW w:w="511" w:type="dxa"/>
          </w:tcPr>
          <w:p w14:paraId="57970234" w14:textId="53E1AF49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50258079"/>
            <w:bookmarkStart w:id="2" w:name="_Hlk107572521"/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19" w:type="dxa"/>
          </w:tcPr>
          <w:p w14:paraId="756913C3" w14:textId="490ECB38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78287420"/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5B280F55" w14:textId="77777777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365" w:type="dxa"/>
          </w:tcPr>
          <w:p w14:paraId="2AE11482" w14:textId="2B1CEC76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17DC96E5" w14:textId="77777777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495969A" w14:textId="77777777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79BF4964" w14:textId="77777777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6F6B0D" w14:textId="45A0C7B9" w:rsidR="007C10E9" w:rsidRPr="00147082" w:rsidRDefault="007C10E9" w:rsidP="00764D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w zł </w:t>
            </w:r>
          </w:p>
        </w:tc>
      </w:tr>
      <w:tr w:rsidR="000F5A07" w:rsidRPr="00147082" w14:paraId="559F6EB4" w14:textId="77777777" w:rsidTr="000F5A07">
        <w:trPr>
          <w:trHeight w:val="846"/>
        </w:trPr>
        <w:tc>
          <w:tcPr>
            <w:tcW w:w="511" w:type="dxa"/>
          </w:tcPr>
          <w:p w14:paraId="41CBC073" w14:textId="5EADDCAE" w:rsidR="000F5A07" w:rsidRPr="007C10E9" w:rsidRDefault="000F5A07" w:rsidP="000F5A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719" w:type="dxa"/>
          </w:tcPr>
          <w:p w14:paraId="6C271EE5" w14:textId="573C5D15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 xml:space="preserve">Rura polietylenowa dn 160x9,5 PE 100 RC typu 1 lub 2 SDR 17 </w:t>
            </w:r>
            <w:r w:rsidRPr="007C10E9">
              <w:rPr>
                <w:color w:val="FF0000"/>
                <w:sz w:val="20"/>
                <w:szCs w:val="20"/>
              </w:rPr>
              <w:t>woda</w:t>
            </w:r>
          </w:p>
        </w:tc>
        <w:tc>
          <w:tcPr>
            <w:tcW w:w="750" w:type="dxa"/>
          </w:tcPr>
          <w:p w14:paraId="33D925A3" w14:textId="2FB94866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>mb</w:t>
            </w:r>
          </w:p>
        </w:tc>
        <w:tc>
          <w:tcPr>
            <w:tcW w:w="1365" w:type="dxa"/>
          </w:tcPr>
          <w:p w14:paraId="3FD7CC4C" w14:textId="77777777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4C5691C" w14:textId="518295A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684</w:t>
            </w:r>
          </w:p>
        </w:tc>
        <w:tc>
          <w:tcPr>
            <w:tcW w:w="2268" w:type="dxa"/>
            <w:shd w:val="clear" w:color="auto" w:fill="auto"/>
          </w:tcPr>
          <w:p w14:paraId="7B004D39" w14:textId="77777777" w:rsidR="000F5A07" w:rsidRPr="00147082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7C46E3C" w14:textId="77777777" w:rsidTr="000F5A07">
        <w:trPr>
          <w:trHeight w:val="846"/>
        </w:trPr>
        <w:tc>
          <w:tcPr>
            <w:tcW w:w="511" w:type="dxa"/>
          </w:tcPr>
          <w:p w14:paraId="43EF48CB" w14:textId="4EF7E902" w:rsidR="000F5A07" w:rsidRPr="007C10E9" w:rsidRDefault="000F5A07" w:rsidP="000F5A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719" w:type="dxa"/>
          </w:tcPr>
          <w:p w14:paraId="70DB2BAA" w14:textId="40A2E31B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 xml:space="preserve">Rura polietylenowa dn 125x7,4 PE 100 RC typu 1 lub 2 SDR 17 </w:t>
            </w:r>
            <w:r w:rsidRPr="007C10E9">
              <w:rPr>
                <w:color w:val="FF0000"/>
                <w:sz w:val="20"/>
                <w:szCs w:val="20"/>
              </w:rPr>
              <w:t>woda</w:t>
            </w:r>
          </w:p>
        </w:tc>
        <w:tc>
          <w:tcPr>
            <w:tcW w:w="750" w:type="dxa"/>
          </w:tcPr>
          <w:p w14:paraId="2327113C" w14:textId="1C7C8036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>mb</w:t>
            </w:r>
          </w:p>
        </w:tc>
        <w:tc>
          <w:tcPr>
            <w:tcW w:w="1365" w:type="dxa"/>
          </w:tcPr>
          <w:p w14:paraId="3B478591" w14:textId="77777777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1DBE9F0" w14:textId="19B31A8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696</w:t>
            </w:r>
          </w:p>
        </w:tc>
        <w:tc>
          <w:tcPr>
            <w:tcW w:w="2268" w:type="dxa"/>
            <w:shd w:val="clear" w:color="auto" w:fill="auto"/>
          </w:tcPr>
          <w:p w14:paraId="092A5325" w14:textId="77777777" w:rsidR="000F5A07" w:rsidRPr="00147082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2B5D97ED" w14:textId="77777777" w:rsidTr="000F5A07">
        <w:trPr>
          <w:trHeight w:val="874"/>
        </w:trPr>
        <w:tc>
          <w:tcPr>
            <w:tcW w:w="511" w:type="dxa"/>
          </w:tcPr>
          <w:p w14:paraId="1B213C30" w14:textId="17B2DDDA" w:rsidR="000F5A07" w:rsidRPr="007C10E9" w:rsidRDefault="000F5A07" w:rsidP="000F5A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719" w:type="dxa"/>
          </w:tcPr>
          <w:p w14:paraId="4BAA5E1B" w14:textId="4DC8603F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 xml:space="preserve">Rura polietylenowa dn 90x5,4 PE 100 RC typu 1 lub 2 SDR 17 </w:t>
            </w:r>
            <w:r w:rsidRPr="007C10E9">
              <w:rPr>
                <w:color w:val="FF0000"/>
                <w:sz w:val="20"/>
                <w:szCs w:val="20"/>
              </w:rPr>
              <w:t>woda</w:t>
            </w:r>
          </w:p>
        </w:tc>
        <w:tc>
          <w:tcPr>
            <w:tcW w:w="750" w:type="dxa"/>
          </w:tcPr>
          <w:p w14:paraId="61E9014E" w14:textId="50B8A11D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>mb</w:t>
            </w:r>
          </w:p>
        </w:tc>
        <w:tc>
          <w:tcPr>
            <w:tcW w:w="1365" w:type="dxa"/>
          </w:tcPr>
          <w:p w14:paraId="6B82E9DC" w14:textId="77777777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852824D" w14:textId="070C989D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2D798E87" w14:textId="77777777" w:rsidR="000F5A07" w:rsidRPr="00147082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D716769" w14:textId="77777777" w:rsidTr="000F5A07">
        <w:trPr>
          <w:trHeight w:val="395"/>
        </w:trPr>
        <w:tc>
          <w:tcPr>
            <w:tcW w:w="511" w:type="dxa"/>
          </w:tcPr>
          <w:p w14:paraId="0046CB71" w14:textId="43F5ABCB" w:rsidR="000F5A07" w:rsidRPr="007C10E9" w:rsidRDefault="000F5A07" w:rsidP="000F5A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719" w:type="dxa"/>
          </w:tcPr>
          <w:p w14:paraId="11014F54" w14:textId="650EB51B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 xml:space="preserve">Rura polietylenowa dn 90x5,4 PE 100 RC typu 1 lub 2 SDR 17 </w:t>
            </w:r>
            <w:r w:rsidRPr="007C10E9">
              <w:rPr>
                <w:color w:val="FF0000"/>
                <w:sz w:val="20"/>
                <w:szCs w:val="20"/>
              </w:rPr>
              <w:t>ścieki</w:t>
            </w:r>
          </w:p>
        </w:tc>
        <w:tc>
          <w:tcPr>
            <w:tcW w:w="750" w:type="dxa"/>
          </w:tcPr>
          <w:p w14:paraId="7A4CFBDD" w14:textId="4D463FC9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>mb</w:t>
            </w:r>
          </w:p>
        </w:tc>
        <w:tc>
          <w:tcPr>
            <w:tcW w:w="1365" w:type="dxa"/>
          </w:tcPr>
          <w:p w14:paraId="1B38C978" w14:textId="77777777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6C95B75D" w14:textId="09477909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264</w:t>
            </w:r>
          </w:p>
        </w:tc>
        <w:tc>
          <w:tcPr>
            <w:tcW w:w="2268" w:type="dxa"/>
            <w:shd w:val="clear" w:color="auto" w:fill="auto"/>
          </w:tcPr>
          <w:p w14:paraId="3DC1589D" w14:textId="77777777" w:rsidR="000F5A07" w:rsidRPr="00147082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50C8B148" w14:textId="77777777" w:rsidTr="000F5A07">
        <w:trPr>
          <w:trHeight w:val="270"/>
        </w:trPr>
        <w:tc>
          <w:tcPr>
            <w:tcW w:w="511" w:type="dxa"/>
          </w:tcPr>
          <w:p w14:paraId="4B3D0B87" w14:textId="42CC5C0B" w:rsidR="000F5A07" w:rsidRPr="007C10E9" w:rsidRDefault="000F5A07" w:rsidP="000F5A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719" w:type="dxa"/>
          </w:tcPr>
          <w:p w14:paraId="409A327E" w14:textId="36F7607A" w:rsidR="000F5A07" w:rsidRPr="007C10E9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7C10E9">
              <w:rPr>
                <w:sz w:val="20"/>
                <w:szCs w:val="20"/>
              </w:rPr>
              <w:t xml:space="preserve">Rura PVC-U 200x5,9 SN8 SDR 34 lita </w:t>
            </w:r>
            <w:r w:rsidRPr="007C10E9">
              <w:rPr>
                <w:b/>
                <w:bCs/>
                <w:sz w:val="20"/>
                <w:szCs w:val="20"/>
              </w:rPr>
              <w:t xml:space="preserve">L=3,0m </w:t>
            </w:r>
            <w:r w:rsidRPr="007C10E9">
              <w:rPr>
                <w:color w:val="FF0000"/>
                <w:sz w:val="20"/>
                <w:szCs w:val="20"/>
              </w:rPr>
              <w:t>ścieki</w:t>
            </w:r>
          </w:p>
        </w:tc>
        <w:tc>
          <w:tcPr>
            <w:tcW w:w="750" w:type="dxa"/>
          </w:tcPr>
          <w:p w14:paraId="768FEBFA" w14:textId="2C557F45" w:rsidR="000F5A07" w:rsidRPr="007C10E9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7C10E9">
              <w:rPr>
                <w:sz w:val="20"/>
                <w:szCs w:val="20"/>
                <w:lang w:val="fr-FR"/>
              </w:rPr>
              <w:t>szt</w:t>
            </w:r>
          </w:p>
        </w:tc>
        <w:tc>
          <w:tcPr>
            <w:tcW w:w="1365" w:type="dxa"/>
          </w:tcPr>
          <w:p w14:paraId="471FE0C6" w14:textId="717C971D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CFEDB21" w14:textId="15FAF203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355</w:t>
            </w:r>
          </w:p>
        </w:tc>
        <w:tc>
          <w:tcPr>
            <w:tcW w:w="2268" w:type="dxa"/>
            <w:shd w:val="clear" w:color="auto" w:fill="auto"/>
          </w:tcPr>
          <w:p w14:paraId="23B423A8" w14:textId="77777777" w:rsidR="000F5A07" w:rsidRPr="00147082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10E9" w:rsidRPr="00147082" w14:paraId="2C4B3D74" w14:textId="77777777" w:rsidTr="000F5A07">
        <w:trPr>
          <w:trHeight w:val="270"/>
        </w:trPr>
        <w:tc>
          <w:tcPr>
            <w:tcW w:w="7817" w:type="dxa"/>
            <w:gridSpan w:val="5"/>
          </w:tcPr>
          <w:p w14:paraId="0122AFA9" w14:textId="5339F725" w:rsidR="007C10E9" w:rsidRPr="007C10E9" w:rsidRDefault="007C10E9" w:rsidP="007C10E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2AB9930E" w14:textId="77777777" w:rsidR="007C10E9" w:rsidRPr="00147082" w:rsidRDefault="007C10E9" w:rsidP="007C1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3"/>
      <w:bookmarkEnd w:id="1"/>
    </w:tbl>
    <w:p w14:paraId="3E45FB69" w14:textId="77777777" w:rsidR="00764DA5" w:rsidRPr="00147082" w:rsidRDefault="00764DA5" w:rsidP="00764DA5">
      <w:pPr>
        <w:rPr>
          <w:rFonts w:ascii="Times New Roman" w:hAnsi="Times New Roman"/>
          <w:b/>
          <w:sz w:val="20"/>
        </w:rPr>
      </w:pPr>
    </w:p>
    <w:p w14:paraId="1DCAC656" w14:textId="77777777" w:rsidR="00764DA5" w:rsidRPr="00147082" w:rsidRDefault="00764DA5" w:rsidP="00764DA5">
      <w:pPr>
        <w:rPr>
          <w:rFonts w:ascii="Times New Roman" w:hAnsi="Times New Roman"/>
          <w:b/>
          <w:sz w:val="22"/>
          <w:szCs w:val="22"/>
          <w:highlight w:val="yellow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 xml:space="preserve">Łącznie wartość całego zamówienia </w:t>
      </w:r>
      <w:r w:rsidR="00EC4225" w:rsidRPr="00147082">
        <w:rPr>
          <w:rFonts w:ascii="Times New Roman" w:hAnsi="Times New Roman"/>
          <w:b/>
          <w:sz w:val="22"/>
          <w:szCs w:val="22"/>
          <w:highlight w:val="yellow"/>
        </w:rPr>
        <w:t xml:space="preserve">Cz. I </w:t>
      </w:r>
      <w:r w:rsidRPr="00147082">
        <w:rPr>
          <w:rFonts w:ascii="Times New Roman" w:hAnsi="Times New Roman"/>
          <w:b/>
          <w:sz w:val="22"/>
          <w:szCs w:val="22"/>
          <w:highlight w:val="yellow"/>
        </w:rPr>
        <w:t>brutto:……………………………………………….zł</w:t>
      </w:r>
    </w:p>
    <w:p w14:paraId="072786E5" w14:textId="77777777" w:rsidR="009D7DFB" w:rsidRPr="00147082" w:rsidRDefault="00764DA5" w:rsidP="00764DA5">
      <w:pPr>
        <w:rPr>
          <w:rFonts w:ascii="Times New Roman" w:hAnsi="Times New Roman"/>
          <w:b/>
          <w:sz w:val="22"/>
          <w:szCs w:val="22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Słownie:……………………………………………………………………………………zł</w:t>
      </w:r>
    </w:p>
    <w:p w14:paraId="126EB4C5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bookmarkEnd w:id="2"/>
    <w:p w14:paraId="3C19982C" w14:textId="387161E9" w:rsidR="007771FE" w:rsidRPr="00F61589" w:rsidRDefault="007771FE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b/>
          <w:sz w:val="24"/>
          <w:szCs w:val="24"/>
        </w:rPr>
      </w:pPr>
      <w:r w:rsidRPr="00F61589">
        <w:rPr>
          <w:rStyle w:val="FontStyle97"/>
          <w:b/>
          <w:sz w:val="24"/>
          <w:szCs w:val="24"/>
        </w:rPr>
        <w:t xml:space="preserve">1.2 Część II </w:t>
      </w:r>
      <w:r w:rsidR="00385699" w:rsidRPr="00F61589">
        <w:rPr>
          <w:rStyle w:val="FontStyle97"/>
          <w:b/>
          <w:sz w:val="24"/>
          <w:szCs w:val="24"/>
        </w:rPr>
        <w:t>Dostawa armatury żeliwnej</w:t>
      </w:r>
      <w:r w:rsidR="000F5A07" w:rsidRPr="00F61589">
        <w:rPr>
          <w:rStyle w:val="FontStyle97"/>
          <w:b/>
          <w:sz w:val="24"/>
          <w:szCs w:val="24"/>
        </w:rPr>
        <w:t xml:space="preserve"> (woda)</w:t>
      </w:r>
    </w:p>
    <w:tbl>
      <w:tblPr>
        <w:tblStyle w:val="Tabela-Siatka"/>
        <w:tblW w:w="10085" w:type="dxa"/>
        <w:tblLook w:val="04A0" w:firstRow="1" w:lastRow="0" w:firstColumn="1" w:lastColumn="0" w:noHBand="0" w:noVBand="1"/>
      </w:tblPr>
      <w:tblGrid>
        <w:gridCol w:w="511"/>
        <w:gridCol w:w="3715"/>
        <w:gridCol w:w="750"/>
        <w:gridCol w:w="1366"/>
        <w:gridCol w:w="1472"/>
        <w:gridCol w:w="2271"/>
      </w:tblGrid>
      <w:tr w:rsidR="000F5A07" w:rsidRPr="00147082" w14:paraId="63FDEB50" w14:textId="77777777" w:rsidTr="000F5A07">
        <w:trPr>
          <w:trHeight w:val="1749"/>
        </w:trPr>
        <w:tc>
          <w:tcPr>
            <w:tcW w:w="511" w:type="dxa"/>
          </w:tcPr>
          <w:p w14:paraId="08652FDC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50258465"/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15" w:type="dxa"/>
          </w:tcPr>
          <w:p w14:paraId="2CE9C990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1FE66D76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366" w:type="dxa"/>
          </w:tcPr>
          <w:p w14:paraId="6601FAAB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74FA51CD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22123F4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0C6D127F" w14:textId="77777777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auto"/>
          </w:tcPr>
          <w:p w14:paraId="4F6B5738" w14:textId="4028B29C" w:rsidR="000F5A07" w:rsidRPr="00147082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w zł </w:t>
            </w:r>
          </w:p>
        </w:tc>
      </w:tr>
      <w:tr w:rsidR="000F5A07" w:rsidRPr="00147082" w14:paraId="6BF900F2" w14:textId="77777777" w:rsidTr="000F5A07">
        <w:trPr>
          <w:trHeight w:val="846"/>
        </w:trPr>
        <w:tc>
          <w:tcPr>
            <w:tcW w:w="511" w:type="dxa"/>
          </w:tcPr>
          <w:p w14:paraId="1F395274" w14:textId="6B7C076A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6.</w:t>
            </w:r>
          </w:p>
        </w:tc>
        <w:tc>
          <w:tcPr>
            <w:tcW w:w="3715" w:type="dxa"/>
          </w:tcPr>
          <w:p w14:paraId="751CDF50" w14:textId="10356339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Zasuwa kołnierzowa DN 150 PN 16 (krótka L=190mm) wraz z obudową teleskopową Rd=1,3÷1,8m</w:t>
            </w:r>
          </w:p>
        </w:tc>
        <w:tc>
          <w:tcPr>
            <w:tcW w:w="750" w:type="dxa"/>
          </w:tcPr>
          <w:p w14:paraId="6FB00296" w14:textId="6B2C42F8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4E601E84" w14:textId="2A05B51C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87F88B1" w14:textId="4801CFE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14:paraId="2FABC6DE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2C4AC081" w14:textId="77777777" w:rsidTr="000F5A07">
        <w:trPr>
          <w:trHeight w:val="846"/>
        </w:trPr>
        <w:tc>
          <w:tcPr>
            <w:tcW w:w="511" w:type="dxa"/>
          </w:tcPr>
          <w:p w14:paraId="4AA63CFF" w14:textId="7A7B1DCE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7.</w:t>
            </w:r>
          </w:p>
        </w:tc>
        <w:tc>
          <w:tcPr>
            <w:tcW w:w="3715" w:type="dxa"/>
          </w:tcPr>
          <w:p w14:paraId="667EF0DB" w14:textId="60336291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Zasuwa kołnierzowa DN 100 PN 16 (krótka L=190mm) wraz z obudową teleskopową Rd=1,3÷1,8m</w:t>
            </w:r>
          </w:p>
        </w:tc>
        <w:tc>
          <w:tcPr>
            <w:tcW w:w="750" w:type="dxa"/>
          </w:tcPr>
          <w:p w14:paraId="2EEAE2D1" w14:textId="2E5942E6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040C3CED" w14:textId="3303F8BC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648A1122" w14:textId="0890CAF3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14:paraId="1FC038AB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25E63DB5" w14:textId="77777777" w:rsidTr="000F5A07">
        <w:trPr>
          <w:trHeight w:val="874"/>
        </w:trPr>
        <w:tc>
          <w:tcPr>
            <w:tcW w:w="511" w:type="dxa"/>
          </w:tcPr>
          <w:p w14:paraId="4AC7DA2C" w14:textId="047E08C7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8.</w:t>
            </w:r>
          </w:p>
        </w:tc>
        <w:tc>
          <w:tcPr>
            <w:tcW w:w="3715" w:type="dxa"/>
          </w:tcPr>
          <w:p w14:paraId="7009A47F" w14:textId="72237B54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Zasuwa kołnierzowa DN 80 PN 16 (krótka L=180mm) wraz z obudową teleskopową Rd=1,3÷1,8m</w:t>
            </w:r>
          </w:p>
        </w:tc>
        <w:tc>
          <w:tcPr>
            <w:tcW w:w="750" w:type="dxa"/>
          </w:tcPr>
          <w:p w14:paraId="3CF88629" w14:textId="563F38D4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253FADA2" w14:textId="13EAB833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6F4F86B" w14:textId="35C68872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13</w:t>
            </w:r>
          </w:p>
        </w:tc>
        <w:tc>
          <w:tcPr>
            <w:tcW w:w="2271" w:type="dxa"/>
            <w:shd w:val="clear" w:color="auto" w:fill="auto"/>
          </w:tcPr>
          <w:p w14:paraId="4EEAEF2C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5EBFC405" w14:textId="77777777" w:rsidTr="000F5A07">
        <w:trPr>
          <w:trHeight w:val="395"/>
        </w:trPr>
        <w:tc>
          <w:tcPr>
            <w:tcW w:w="511" w:type="dxa"/>
          </w:tcPr>
          <w:p w14:paraId="0CDA109D" w14:textId="48F6DD05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9.</w:t>
            </w:r>
          </w:p>
        </w:tc>
        <w:tc>
          <w:tcPr>
            <w:tcW w:w="3715" w:type="dxa"/>
          </w:tcPr>
          <w:p w14:paraId="24BC11EE" w14:textId="4189DF35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Nawiertka do przyłączy domowych dla rur PE/PVC z pełną obejmą DN 50 (160/2``) wraz z obudową teleskopową Rd=1,3÷1,8m</w:t>
            </w:r>
          </w:p>
        </w:tc>
        <w:tc>
          <w:tcPr>
            <w:tcW w:w="750" w:type="dxa"/>
          </w:tcPr>
          <w:p w14:paraId="5E08A875" w14:textId="6144DEA6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0D3377E9" w14:textId="2E77C772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A8BCC3C" w14:textId="1C6D51C9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14:paraId="3026E22E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5EDA3669" w14:textId="77777777" w:rsidTr="000F5A07">
        <w:trPr>
          <w:trHeight w:val="270"/>
        </w:trPr>
        <w:tc>
          <w:tcPr>
            <w:tcW w:w="511" w:type="dxa"/>
          </w:tcPr>
          <w:p w14:paraId="7DCFCE54" w14:textId="6FB37F8D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10.</w:t>
            </w:r>
          </w:p>
        </w:tc>
        <w:tc>
          <w:tcPr>
            <w:tcW w:w="3715" w:type="dxa"/>
          </w:tcPr>
          <w:p w14:paraId="282B568A" w14:textId="54313EE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Hydrant nadziemny DN 80 PN16 z  ojedynczym zamknięciem, nasady 2xB75, głębokość zabudowy podziemna 1500mm (długość całkowita 2140mm)</w:t>
            </w:r>
          </w:p>
        </w:tc>
        <w:tc>
          <w:tcPr>
            <w:tcW w:w="750" w:type="dxa"/>
          </w:tcPr>
          <w:p w14:paraId="21A3C6E0" w14:textId="004624EB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23113194" w14:textId="69B8E780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65A7C910" w14:textId="28E753BA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11</w:t>
            </w:r>
          </w:p>
        </w:tc>
        <w:tc>
          <w:tcPr>
            <w:tcW w:w="2271" w:type="dxa"/>
            <w:shd w:val="clear" w:color="auto" w:fill="auto"/>
          </w:tcPr>
          <w:p w14:paraId="70D963E5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0C1726DF" w14:textId="77777777" w:rsidTr="000F5A07">
        <w:trPr>
          <w:trHeight w:val="270"/>
        </w:trPr>
        <w:tc>
          <w:tcPr>
            <w:tcW w:w="511" w:type="dxa"/>
          </w:tcPr>
          <w:p w14:paraId="65339B6D" w14:textId="74A6F49D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11.</w:t>
            </w:r>
          </w:p>
        </w:tc>
        <w:tc>
          <w:tcPr>
            <w:tcW w:w="3715" w:type="dxa"/>
          </w:tcPr>
          <w:p w14:paraId="07DE9345" w14:textId="440323F8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Łącznik rurowo-kołnierzowy do rur PE i PVC DN 150/160 PN 16 z zabezpieczeniem przed wysunięciem</w:t>
            </w:r>
          </w:p>
        </w:tc>
        <w:tc>
          <w:tcPr>
            <w:tcW w:w="750" w:type="dxa"/>
          </w:tcPr>
          <w:p w14:paraId="00C47C69" w14:textId="4787C18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0CE5806B" w14:textId="708FA52F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B7C4C28" w14:textId="4D83D9E4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14:paraId="4A828438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F16F11A" w14:textId="77777777" w:rsidTr="000F5A07">
        <w:trPr>
          <w:trHeight w:val="270"/>
        </w:trPr>
        <w:tc>
          <w:tcPr>
            <w:tcW w:w="511" w:type="dxa"/>
          </w:tcPr>
          <w:p w14:paraId="41221537" w14:textId="3FEE2BE8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12.</w:t>
            </w:r>
          </w:p>
        </w:tc>
        <w:tc>
          <w:tcPr>
            <w:tcW w:w="3715" w:type="dxa"/>
          </w:tcPr>
          <w:p w14:paraId="5394AAE2" w14:textId="2F172C1D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Łącznik rurowo-kołnierzowy do rur PE i PVC DN 80/90 PN 16 z zabezpieczeniem przed wysunięciem</w:t>
            </w:r>
          </w:p>
        </w:tc>
        <w:tc>
          <w:tcPr>
            <w:tcW w:w="750" w:type="dxa"/>
          </w:tcPr>
          <w:p w14:paraId="096C9106" w14:textId="27041D4B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25043C64" w14:textId="6A08DBFF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E8D9E6C" w14:textId="564AD911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14:paraId="0A0363C3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6C4609CB" w14:textId="77777777" w:rsidTr="000F5A07">
        <w:trPr>
          <w:trHeight w:val="270"/>
        </w:trPr>
        <w:tc>
          <w:tcPr>
            <w:tcW w:w="511" w:type="dxa"/>
          </w:tcPr>
          <w:p w14:paraId="058C108A" w14:textId="5143872D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13.</w:t>
            </w:r>
          </w:p>
        </w:tc>
        <w:tc>
          <w:tcPr>
            <w:tcW w:w="3715" w:type="dxa"/>
          </w:tcPr>
          <w:p w14:paraId="69632EE9" w14:textId="26A5B53F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Kolano stopowe hydrantowe DN 80 PN16</w:t>
            </w:r>
          </w:p>
        </w:tc>
        <w:tc>
          <w:tcPr>
            <w:tcW w:w="750" w:type="dxa"/>
          </w:tcPr>
          <w:p w14:paraId="1D0B8400" w14:textId="3E26FAF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5DD3C84B" w14:textId="5DE2BE81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0B7CC5A" w14:textId="107647D5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11</w:t>
            </w:r>
          </w:p>
        </w:tc>
        <w:tc>
          <w:tcPr>
            <w:tcW w:w="2271" w:type="dxa"/>
            <w:shd w:val="clear" w:color="auto" w:fill="auto"/>
          </w:tcPr>
          <w:p w14:paraId="462749C6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4911402F" w14:textId="77777777" w:rsidTr="000F5A07">
        <w:trPr>
          <w:trHeight w:val="270"/>
        </w:trPr>
        <w:tc>
          <w:tcPr>
            <w:tcW w:w="511" w:type="dxa"/>
          </w:tcPr>
          <w:p w14:paraId="18B41231" w14:textId="5A4E6C67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14.</w:t>
            </w:r>
          </w:p>
        </w:tc>
        <w:tc>
          <w:tcPr>
            <w:tcW w:w="3715" w:type="dxa"/>
          </w:tcPr>
          <w:p w14:paraId="4F2A94FA" w14:textId="0DA198E4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Trójnik kołnierzowy redukcyjny  DN 150/100 PN16</w:t>
            </w:r>
          </w:p>
        </w:tc>
        <w:tc>
          <w:tcPr>
            <w:tcW w:w="750" w:type="dxa"/>
          </w:tcPr>
          <w:p w14:paraId="2FA216FC" w14:textId="0B7324C5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7858850E" w14:textId="2AFA6842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76F55D2C" w14:textId="24AE6403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14:paraId="3E046130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DBC857E" w14:textId="77777777" w:rsidTr="000F5A07">
        <w:trPr>
          <w:trHeight w:val="270"/>
        </w:trPr>
        <w:tc>
          <w:tcPr>
            <w:tcW w:w="511" w:type="dxa"/>
          </w:tcPr>
          <w:p w14:paraId="6E38CE31" w14:textId="17F07B04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3715" w:type="dxa"/>
          </w:tcPr>
          <w:p w14:paraId="144B2623" w14:textId="7FAC1241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Trójnik kołnierzowy równoprzelotowy DN 80 PN16</w:t>
            </w:r>
          </w:p>
        </w:tc>
        <w:tc>
          <w:tcPr>
            <w:tcW w:w="750" w:type="dxa"/>
          </w:tcPr>
          <w:p w14:paraId="2202DBC4" w14:textId="07454499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62B5B9E1" w14:textId="19CB2C29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70A8D81C" w14:textId="513F9251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14:paraId="18778F2E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6860FD2" w14:textId="77777777" w:rsidTr="000F5A07">
        <w:trPr>
          <w:trHeight w:val="270"/>
        </w:trPr>
        <w:tc>
          <w:tcPr>
            <w:tcW w:w="511" w:type="dxa"/>
          </w:tcPr>
          <w:p w14:paraId="68FB63A3" w14:textId="555A73AC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16.</w:t>
            </w:r>
          </w:p>
        </w:tc>
        <w:tc>
          <w:tcPr>
            <w:tcW w:w="3715" w:type="dxa"/>
          </w:tcPr>
          <w:p w14:paraId="0F2A422E" w14:textId="0A1471F8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Króciec dwukołnierzowy DN 80 PN16 L=800mm</w:t>
            </w:r>
          </w:p>
        </w:tc>
        <w:tc>
          <w:tcPr>
            <w:tcW w:w="750" w:type="dxa"/>
          </w:tcPr>
          <w:p w14:paraId="633989A5" w14:textId="4D64DA76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31625BDB" w14:textId="27435F5B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56A9D07" w14:textId="0EDD155B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11</w:t>
            </w:r>
          </w:p>
        </w:tc>
        <w:tc>
          <w:tcPr>
            <w:tcW w:w="2271" w:type="dxa"/>
            <w:shd w:val="clear" w:color="auto" w:fill="auto"/>
          </w:tcPr>
          <w:p w14:paraId="0616DF6D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1763AB06" w14:textId="77777777" w:rsidTr="000F5A07">
        <w:trPr>
          <w:trHeight w:val="270"/>
        </w:trPr>
        <w:tc>
          <w:tcPr>
            <w:tcW w:w="511" w:type="dxa"/>
          </w:tcPr>
          <w:p w14:paraId="1EDB5414" w14:textId="5B099503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17.</w:t>
            </w:r>
          </w:p>
        </w:tc>
        <w:tc>
          <w:tcPr>
            <w:tcW w:w="3715" w:type="dxa"/>
          </w:tcPr>
          <w:p w14:paraId="5F353371" w14:textId="19A684DC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Króciec dwukołnierzowy DN 80 PN16 L=300mm</w:t>
            </w:r>
          </w:p>
        </w:tc>
        <w:tc>
          <w:tcPr>
            <w:tcW w:w="750" w:type="dxa"/>
          </w:tcPr>
          <w:p w14:paraId="17036E63" w14:textId="2443AD90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79AE9ADC" w14:textId="7D40CBF1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A77F464" w14:textId="5288F510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11</w:t>
            </w:r>
          </w:p>
        </w:tc>
        <w:tc>
          <w:tcPr>
            <w:tcW w:w="2271" w:type="dxa"/>
            <w:shd w:val="clear" w:color="auto" w:fill="auto"/>
          </w:tcPr>
          <w:p w14:paraId="26E76D95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401C9DF0" w14:textId="77777777" w:rsidTr="000F5A07">
        <w:trPr>
          <w:trHeight w:val="270"/>
        </w:trPr>
        <w:tc>
          <w:tcPr>
            <w:tcW w:w="511" w:type="dxa"/>
          </w:tcPr>
          <w:p w14:paraId="6632832B" w14:textId="10B12F4C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18.</w:t>
            </w:r>
          </w:p>
        </w:tc>
        <w:tc>
          <w:tcPr>
            <w:tcW w:w="3715" w:type="dxa"/>
          </w:tcPr>
          <w:p w14:paraId="3ADEF053" w14:textId="78703EE9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Kołnierz ślepy z żeliwa sferoidalnego DN 100 PN 16</w:t>
            </w:r>
          </w:p>
        </w:tc>
        <w:tc>
          <w:tcPr>
            <w:tcW w:w="750" w:type="dxa"/>
          </w:tcPr>
          <w:p w14:paraId="15B6629E" w14:textId="052A7BB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10F1FF4C" w14:textId="751B4965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EDBCD6B" w14:textId="6B2E38B5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14:paraId="41644E4C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3A34D898" w14:textId="77777777" w:rsidTr="000F5A07">
        <w:trPr>
          <w:trHeight w:val="270"/>
        </w:trPr>
        <w:tc>
          <w:tcPr>
            <w:tcW w:w="511" w:type="dxa"/>
          </w:tcPr>
          <w:p w14:paraId="52A6B3F3" w14:textId="1E405667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19.</w:t>
            </w:r>
          </w:p>
        </w:tc>
        <w:tc>
          <w:tcPr>
            <w:tcW w:w="3715" w:type="dxa"/>
          </w:tcPr>
          <w:p w14:paraId="60525993" w14:textId="253F653E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Kołnierz ślepy z żeliwa sferoidalnego DN 80 PN 16</w:t>
            </w:r>
          </w:p>
        </w:tc>
        <w:tc>
          <w:tcPr>
            <w:tcW w:w="750" w:type="dxa"/>
          </w:tcPr>
          <w:p w14:paraId="5243569C" w14:textId="0C1BBB5E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7C5E8253" w14:textId="0DCDE55E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0BA9A52" w14:textId="6742660C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14:paraId="21BF127C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0BABC261" w14:textId="77777777" w:rsidTr="000F5A07">
        <w:trPr>
          <w:trHeight w:val="270"/>
        </w:trPr>
        <w:tc>
          <w:tcPr>
            <w:tcW w:w="511" w:type="dxa"/>
          </w:tcPr>
          <w:p w14:paraId="65D67B9C" w14:textId="6C2633D5" w:rsidR="000F5A07" w:rsidRPr="000F5A07" w:rsidRDefault="000F5A07" w:rsidP="000F5A07">
            <w:pPr>
              <w:rPr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20.</w:t>
            </w:r>
          </w:p>
        </w:tc>
        <w:tc>
          <w:tcPr>
            <w:tcW w:w="3715" w:type="dxa"/>
          </w:tcPr>
          <w:p w14:paraId="7050F652" w14:textId="109F580F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 xml:space="preserve">Skrzynka żeliwna do zasuwy „W” żeliwna duża φ190mm H=270mm </w:t>
            </w:r>
          </w:p>
        </w:tc>
        <w:tc>
          <w:tcPr>
            <w:tcW w:w="750" w:type="dxa"/>
          </w:tcPr>
          <w:p w14:paraId="6D06A225" w14:textId="4C01FDA8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3287571C" w14:textId="21745BD0" w:rsidR="000F5A07" w:rsidRPr="007C10E9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D2595C8" w14:textId="7951C295" w:rsidR="000F5A07" w:rsidRPr="000F5A07" w:rsidRDefault="000F5A07" w:rsidP="000F5A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F5A07">
              <w:rPr>
                <w:sz w:val="20"/>
                <w:szCs w:val="20"/>
              </w:rPr>
              <w:t>20</w:t>
            </w:r>
          </w:p>
        </w:tc>
        <w:tc>
          <w:tcPr>
            <w:tcW w:w="2271" w:type="dxa"/>
            <w:shd w:val="clear" w:color="auto" w:fill="auto"/>
          </w:tcPr>
          <w:p w14:paraId="75EFCD81" w14:textId="77777777" w:rsidR="000F5A07" w:rsidRPr="000F5A07" w:rsidRDefault="000F5A07" w:rsidP="000F5A0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5A07" w:rsidRPr="00147082" w14:paraId="76F9C6F2" w14:textId="77777777" w:rsidTr="000F5A07">
        <w:trPr>
          <w:trHeight w:val="270"/>
        </w:trPr>
        <w:tc>
          <w:tcPr>
            <w:tcW w:w="7814" w:type="dxa"/>
            <w:gridSpan w:val="5"/>
          </w:tcPr>
          <w:p w14:paraId="74663B79" w14:textId="77777777" w:rsidR="000F5A07" w:rsidRPr="007C10E9" w:rsidRDefault="000F5A0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Suma</w:t>
            </w:r>
          </w:p>
        </w:tc>
        <w:tc>
          <w:tcPr>
            <w:tcW w:w="2271" w:type="dxa"/>
            <w:shd w:val="clear" w:color="auto" w:fill="auto"/>
          </w:tcPr>
          <w:p w14:paraId="11048F4A" w14:textId="77777777" w:rsidR="000F5A07" w:rsidRPr="00147082" w:rsidRDefault="000F5A07" w:rsidP="006844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4"/>
    </w:tbl>
    <w:p w14:paraId="4934CCD4" w14:textId="77777777" w:rsidR="000C3845" w:rsidRPr="00147082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sz w:val="20"/>
          <w:szCs w:val="20"/>
        </w:rPr>
      </w:pPr>
    </w:p>
    <w:p w14:paraId="09A2B3D1" w14:textId="77777777" w:rsidR="000C3845" w:rsidRPr="00530D1A" w:rsidRDefault="000C3845" w:rsidP="000C3845">
      <w:pPr>
        <w:pStyle w:val="Style9"/>
        <w:tabs>
          <w:tab w:val="left" w:leader="dot" w:pos="7800"/>
        </w:tabs>
        <w:spacing w:before="43" w:after="100" w:line="360" w:lineRule="auto"/>
        <w:rPr>
          <w:rStyle w:val="FontStyle97"/>
          <w:b/>
          <w:highlight w:val="yellow"/>
        </w:rPr>
      </w:pPr>
      <w:r w:rsidRPr="00530D1A">
        <w:rPr>
          <w:rStyle w:val="FontStyle97"/>
          <w:b/>
          <w:highlight w:val="yellow"/>
        </w:rPr>
        <w:t xml:space="preserve">Łącznie wartość całego zamówienia </w:t>
      </w:r>
      <w:r w:rsidR="00EC4225" w:rsidRPr="00530D1A">
        <w:rPr>
          <w:rStyle w:val="FontStyle97"/>
          <w:b/>
          <w:highlight w:val="yellow"/>
        </w:rPr>
        <w:t xml:space="preserve">Cz. II </w:t>
      </w:r>
      <w:r w:rsidRPr="00530D1A">
        <w:rPr>
          <w:rStyle w:val="FontStyle97"/>
          <w:b/>
          <w:highlight w:val="yellow"/>
        </w:rPr>
        <w:t>brutto:……………………………………………….zł</w:t>
      </w:r>
    </w:p>
    <w:p w14:paraId="41D90163" w14:textId="77777777" w:rsidR="00380BEF" w:rsidRPr="00147082" w:rsidRDefault="000C3845" w:rsidP="007771FE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b/>
          <w:color w:val="000000"/>
          <w:sz w:val="20"/>
          <w:szCs w:val="20"/>
        </w:rPr>
      </w:pPr>
      <w:r w:rsidRPr="00530D1A">
        <w:rPr>
          <w:rStyle w:val="FontStyle97"/>
          <w:b/>
          <w:highlight w:val="yellow"/>
        </w:rPr>
        <w:t>Słownie:……………………………………………………………………………………</w:t>
      </w:r>
      <w:r w:rsidRPr="005B01DC">
        <w:rPr>
          <w:rStyle w:val="FontStyle97"/>
          <w:b/>
          <w:sz w:val="20"/>
          <w:szCs w:val="20"/>
          <w:highlight w:val="yellow"/>
        </w:rPr>
        <w:t>zł</w:t>
      </w:r>
    </w:p>
    <w:bookmarkEnd w:id="0"/>
    <w:p w14:paraId="3D17101A" w14:textId="0D0D1E44" w:rsidR="00385699" w:rsidRPr="00F61589" w:rsidRDefault="00385699" w:rsidP="00014DE0">
      <w:pPr>
        <w:pStyle w:val="Akapitzlist"/>
        <w:numPr>
          <w:ilvl w:val="1"/>
          <w:numId w:val="12"/>
        </w:numPr>
        <w:jc w:val="both"/>
        <w:rPr>
          <w:rFonts w:ascii="Times New Roman" w:hAnsi="Times New Roman"/>
          <w:b/>
        </w:rPr>
      </w:pPr>
      <w:r w:rsidRPr="00F61589">
        <w:rPr>
          <w:rFonts w:ascii="Times New Roman" w:hAnsi="Times New Roman"/>
          <w:b/>
        </w:rPr>
        <w:t>Część III Dostawa kształtek polietylenowych do zgrzewania</w:t>
      </w:r>
      <w:r w:rsidR="00937915" w:rsidRPr="00F61589">
        <w:rPr>
          <w:rFonts w:ascii="Times New Roman" w:hAnsi="Times New Roman"/>
          <w:b/>
        </w:rPr>
        <w:t xml:space="preserve"> i</w:t>
      </w:r>
      <w:r w:rsidRPr="00F61589">
        <w:rPr>
          <w:rFonts w:ascii="Times New Roman" w:hAnsi="Times New Roman"/>
          <w:b/>
        </w:rPr>
        <w:t xml:space="preserve"> materiałów pomocniczych </w:t>
      </w:r>
    </w:p>
    <w:p w14:paraId="1FBD5CC7" w14:textId="77777777" w:rsidR="00937915" w:rsidRDefault="00937915" w:rsidP="00014DE0">
      <w:pPr>
        <w:rPr>
          <w:rFonts w:ascii="Times New Roman" w:hAnsi="Times New Roman"/>
          <w:b/>
          <w:sz w:val="22"/>
          <w:szCs w:val="22"/>
          <w:highlight w:val="yellow"/>
        </w:rPr>
      </w:pPr>
    </w:p>
    <w:tbl>
      <w:tblPr>
        <w:tblStyle w:val="Tabela-Siatka"/>
        <w:tblW w:w="10085" w:type="dxa"/>
        <w:tblLook w:val="04A0" w:firstRow="1" w:lastRow="0" w:firstColumn="1" w:lastColumn="0" w:noHBand="0" w:noVBand="1"/>
      </w:tblPr>
      <w:tblGrid>
        <w:gridCol w:w="511"/>
        <w:gridCol w:w="3715"/>
        <w:gridCol w:w="750"/>
        <w:gridCol w:w="1366"/>
        <w:gridCol w:w="1472"/>
        <w:gridCol w:w="2271"/>
      </w:tblGrid>
      <w:tr w:rsidR="00937915" w:rsidRPr="00147082" w14:paraId="44B62986" w14:textId="77777777" w:rsidTr="006844FC">
        <w:trPr>
          <w:trHeight w:val="1749"/>
        </w:trPr>
        <w:tc>
          <w:tcPr>
            <w:tcW w:w="511" w:type="dxa"/>
          </w:tcPr>
          <w:p w14:paraId="6B4DB495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15" w:type="dxa"/>
          </w:tcPr>
          <w:p w14:paraId="1F159A4A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1ACCBA90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366" w:type="dxa"/>
          </w:tcPr>
          <w:p w14:paraId="3B1DEA33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05AE6FBC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0014489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1BAEE8F4" w14:textId="77777777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auto"/>
          </w:tcPr>
          <w:p w14:paraId="202BA06D" w14:textId="053C123C" w:rsidR="00937915" w:rsidRPr="00147082" w:rsidRDefault="00937915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w zł </w:t>
            </w:r>
          </w:p>
        </w:tc>
      </w:tr>
      <w:tr w:rsidR="000B00F7" w:rsidRPr="00937915" w14:paraId="0A6C7682" w14:textId="77777777" w:rsidTr="006844FC">
        <w:trPr>
          <w:trHeight w:val="846"/>
        </w:trPr>
        <w:tc>
          <w:tcPr>
            <w:tcW w:w="511" w:type="dxa"/>
          </w:tcPr>
          <w:p w14:paraId="1B63CECD" w14:textId="780B8458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21.</w:t>
            </w:r>
          </w:p>
        </w:tc>
        <w:tc>
          <w:tcPr>
            <w:tcW w:w="3715" w:type="dxa"/>
          </w:tcPr>
          <w:p w14:paraId="5F014F22" w14:textId="6CE11E79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 xml:space="preserve">Elektromufa d 160 PE 100 SDR 11 PN16 woda </w:t>
            </w:r>
          </w:p>
        </w:tc>
        <w:tc>
          <w:tcPr>
            <w:tcW w:w="750" w:type="dxa"/>
          </w:tcPr>
          <w:p w14:paraId="5045C230" w14:textId="135B0790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1F37886D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0798109" w14:textId="3B0DC98E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20</w:t>
            </w:r>
          </w:p>
        </w:tc>
        <w:tc>
          <w:tcPr>
            <w:tcW w:w="2271" w:type="dxa"/>
            <w:shd w:val="clear" w:color="auto" w:fill="auto"/>
          </w:tcPr>
          <w:p w14:paraId="4057FC07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2F7FF438" w14:textId="77777777" w:rsidTr="006844FC">
        <w:trPr>
          <w:trHeight w:val="846"/>
        </w:trPr>
        <w:tc>
          <w:tcPr>
            <w:tcW w:w="511" w:type="dxa"/>
          </w:tcPr>
          <w:p w14:paraId="7E0B0428" w14:textId="263DDFAE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22.</w:t>
            </w:r>
          </w:p>
        </w:tc>
        <w:tc>
          <w:tcPr>
            <w:tcW w:w="3715" w:type="dxa"/>
          </w:tcPr>
          <w:p w14:paraId="07AB75CF" w14:textId="2EBACAD0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 xml:space="preserve">Elektromufa d 125 PE 100 SDR 11 PN16 woda </w:t>
            </w:r>
          </w:p>
        </w:tc>
        <w:tc>
          <w:tcPr>
            <w:tcW w:w="750" w:type="dxa"/>
          </w:tcPr>
          <w:p w14:paraId="57D342AA" w14:textId="4F0354AB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5EB16400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6563196" w14:textId="1AFA1FAF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20</w:t>
            </w:r>
          </w:p>
        </w:tc>
        <w:tc>
          <w:tcPr>
            <w:tcW w:w="2271" w:type="dxa"/>
            <w:shd w:val="clear" w:color="auto" w:fill="auto"/>
          </w:tcPr>
          <w:p w14:paraId="43B91C50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291BB852" w14:textId="77777777" w:rsidTr="006844FC">
        <w:trPr>
          <w:trHeight w:val="874"/>
        </w:trPr>
        <w:tc>
          <w:tcPr>
            <w:tcW w:w="511" w:type="dxa"/>
          </w:tcPr>
          <w:p w14:paraId="5AC8C2F0" w14:textId="4DD40C6C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23.</w:t>
            </w:r>
          </w:p>
        </w:tc>
        <w:tc>
          <w:tcPr>
            <w:tcW w:w="3715" w:type="dxa"/>
          </w:tcPr>
          <w:p w14:paraId="62EB4CAC" w14:textId="5AED5F14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 xml:space="preserve">Elektromufa d 90 PE 100 SDR 11 PN16 woda </w:t>
            </w:r>
          </w:p>
        </w:tc>
        <w:tc>
          <w:tcPr>
            <w:tcW w:w="750" w:type="dxa"/>
          </w:tcPr>
          <w:p w14:paraId="77E95A5E" w14:textId="5F6565EB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4E3CB9F7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AB70F47" w14:textId="089E40EA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20</w:t>
            </w:r>
          </w:p>
        </w:tc>
        <w:tc>
          <w:tcPr>
            <w:tcW w:w="2271" w:type="dxa"/>
            <w:shd w:val="clear" w:color="auto" w:fill="auto"/>
          </w:tcPr>
          <w:p w14:paraId="2BD1C267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1CCE5AF1" w14:textId="77777777" w:rsidTr="006844FC">
        <w:trPr>
          <w:trHeight w:val="395"/>
        </w:trPr>
        <w:tc>
          <w:tcPr>
            <w:tcW w:w="511" w:type="dxa"/>
          </w:tcPr>
          <w:p w14:paraId="277ADF88" w14:textId="5003D88A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24.</w:t>
            </w:r>
          </w:p>
        </w:tc>
        <w:tc>
          <w:tcPr>
            <w:tcW w:w="3715" w:type="dxa"/>
          </w:tcPr>
          <w:p w14:paraId="2FDE31A9" w14:textId="3E96FCC0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Elektrotrójnik redukcyjny d 160/90 PE 100 SDR 11 PN16 woda</w:t>
            </w:r>
          </w:p>
        </w:tc>
        <w:tc>
          <w:tcPr>
            <w:tcW w:w="750" w:type="dxa"/>
          </w:tcPr>
          <w:p w14:paraId="7A23DE48" w14:textId="416B2AB1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4D1371B5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7DFE08D6" w14:textId="3A2CF74C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7</w:t>
            </w:r>
          </w:p>
        </w:tc>
        <w:tc>
          <w:tcPr>
            <w:tcW w:w="2271" w:type="dxa"/>
            <w:shd w:val="clear" w:color="auto" w:fill="auto"/>
          </w:tcPr>
          <w:p w14:paraId="15A60304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4D5BC328" w14:textId="77777777" w:rsidTr="006844FC">
        <w:trPr>
          <w:trHeight w:val="270"/>
        </w:trPr>
        <w:tc>
          <w:tcPr>
            <w:tcW w:w="511" w:type="dxa"/>
          </w:tcPr>
          <w:p w14:paraId="338382A7" w14:textId="47519314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25.</w:t>
            </w:r>
          </w:p>
        </w:tc>
        <w:tc>
          <w:tcPr>
            <w:tcW w:w="3715" w:type="dxa"/>
          </w:tcPr>
          <w:p w14:paraId="573815DC" w14:textId="1F844ABF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Elektrotrójnik redukcyjny d 125/90 PE 100 SDR 11 PN16 woda</w:t>
            </w:r>
          </w:p>
        </w:tc>
        <w:tc>
          <w:tcPr>
            <w:tcW w:w="750" w:type="dxa"/>
          </w:tcPr>
          <w:p w14:paraId="1DAB86EB" w14:textId="31344B1E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5863B1B9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3A5E392" w14:textId="6A17F17A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3</w:t>
            </w:r>
          </w:p>
        </w:tc>
        <w:tc>
          <w:tcPr>
            <w:tcW w:w="2271" w:type="dxa"/>
            <w:shd w:val="clear" w:color="auto" w:fill="auto"/>
          </w:tcPr>
          <w:p w14:paraId="0E1817F5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5E0264E1" w14:textId="77777777" w:rsidTr="006844FC">
        <w:trPr>
          <w:trHeight w:val="270"/>
        </w:trPr>
        <w:tc>
          <w:tcPr>
            <w:tcW w:w="511" w:type="dxa"/>
          </w:tcPr>
          <w:p w14:paraId="545AB55D" w14:textId="3E328D8C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26.</w:t>
            </w:r>
          </w:p>
        </w:tc>
        <w:tc>
          <w:tcPr>
            <w:tcW w:w="3715" w:type="dxa"/>
          </w:tcPr>
          <w:p w14:paraId="36EC96D7" w14:textId="346D10EC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Elektrotrójnik równoprzelotowy d 160 PE 100 SDR 11 PN16 woda</w:t>
            </w:r>
          </w:p>
        </w:tc>
        <w:tc>
          <w:tcPr>
            <w:tcW w:w="750" w:type="dxa"/>
          </w:tcPr>
          <w:p w14:paraId="2D6378B8" w14:textId="572EF823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5C1AF0AD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09001C7" w14:textId="3397D17A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14:paraId="7FA0FC77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42993F21" w14:textId="77777777" w:rsidTr="006844FC">
        <w:trPr>
          <w:trHeight w:val="270"/>
        </w:trPr>
        <w:tc>
          <w:tcPr>
            <w:tcW w:w="511" w:type="dxa"/>
          </w:tcPr>
          <w:p w14:paraId="1CE4EB20" w14:textId="3FF23EB7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27.</w:t>
            </w:r>
          </w:p>
        </w:tc>
        <w:tc>
          <w:tcPr>
            <w:tcW w:w="3715" w:type="dxa"/>
          </w:tcPr>
          <w:p w14:paraId="151CE6DF" w14:textId="4B5CD0D1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Elektroredukcja d 160/125 PE 100 SDR 11 PN16 woda</w:t>
            </w:r>
          </w:p>
        </w:tc>
        <w:tc>
          <w:tcPr>
            <w:tcW w:w="750" w:type="dxa"/>
          </w:tcPr>
          <w:p w14:paraId="10D1ADFD" w14:textId="42C3AFB4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570C867F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69089D6" w14:textId="624C0E55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14:paraId="42048619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1F7B6F12" w14:textId="77777777" w:rsidTr="006844FC">
        <w:trPr>
          <w:trHeight w:val="270"/>
        </w:trPr>
        <w:tc>
          <w:tcPr>
            <w:tcW w:w="511" w:type="dxa"/>
          </w:tcPr>
          <w:p w14:paraId="0C17AADC" w14:textId="683854B2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28.</w:t>
            </w:r>
          </w:p>
        </w:tc>
        <w:tc>
          <w:tcPr>
            <w:tcW w:w="3715" w:type="dxa"/>
          </w:tcPr>
          <w:p w14:paraId="0302738C" w14:textId="5416155E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Elektroredukcja d 125/90 PE 100 SDR 11 PN16 woda</w:t>
            </w:r>
          </w:p>
        </w:tc>
        <w:tc>
          <w:tcPr>
            <w:tcW w:w="750" w:type="dxa"/>
          </w:tcPr>
          <w:p w14:paraId="10176920" w14:textId="6E3E95C8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6D28AAFE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C34D639" w14:textId="1ACECAFE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14:paraId="220B1D9A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6AED3FAF" w14:textId="77777777" w:rsidTr="006844FC">
        <w:trPr>
          <w:trHeight w:val="270"/>
        </w:trPr>
        <w:tc>
          <w:tcPr>
            <w:tcW w:w="511" w:type="dxa"/>
          </w:tcPr>
          <w:p w14:paraId="5D60BC03" w14:textId="7205034D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29.</w:t>
            </w:r>
          </w:p>
        </w:tc>
        <w:tc>
          <w:tcPr>
            <w:tcW w:w="3715" w:type="dxa"/>
          </w:tcPr>
          <w:p w14:paraId="63199AF3" w14:textId="455CA5AC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Tuleja kołnierzowa d 160 PE 100 SDR 17 długa (do zgrzewania doczołowego) z luźnym kołnierzem DN 100 PN16</w:t>
            </w:r>
          </w:p>
        </w:tc>
        <w:tc>
          <w:tcPr>
            <w:tcW w:w="750" w:type="dxa"/>
          </w:tcPr>
          <w:p w14:paraId="685A50A4" w14:textId="0E4C8557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6BD480C9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25D9DB9" w14:textId="0A4E2C46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8</w:t>
            </w:r>
          </w:p>
        </w:tc>
        <w:tc>
          <w:tcPr>
            <w:tcW w:w="2271" w:type="dxa"/>
            <w:shd w:val="clear" w:color="auto" w:fill="auto"/>
          </w:tcPr>
          <w:p w14:paraId="6C78A20A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79529B16" w14:textId="77777777" w:rsidTr="006844FC">
        <w:trPr>
          <w:trHeight w:val="270"/>
        </w:trPr>
        <w:tc>
          <w:tcPr>
            <w:tcW w:w="511" w:type="dxa"/>
          </w:tcPr>
          <w:p w14:paraId="2AB105B3" w14:textId="28A40385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30.</w:t>
            </w:r>
          </w:p>
        </w:tc>
        <w:tc>
          <w:tcPr>
            <w:tcW w:w="3715" w:type="dxa"/>
          </w:tcPr>
          <w:p w14:paraId="643477DF" w14:textId="3727BF89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Tuleja kołnierzowa d 125 PE 100 SDR 17 długa (do zgrzewania doczołowego) z luźnym kołnierzem DN 100 PN16</w:t>
            </w:r>
          </w:p>
        </w:tc>
        <w:tc>
          <w:tcPr>
            <w:tcW w:w="750" w:type="dxa"/>
          </w:tcPr>
          <w:p w14:paraId="4BE789AA" w14:textId="0AEBC9C8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kpl</w:t>
            </w:r>
          </w:p>
        </w:tc>
        <w:tc>
          <w:tcPr>
            <w:tcW w:w="1366" w:type="dxa"/>
          </w:tcPr>
          <w:p w14:paraId="0C992EEE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6BAA10B6" w14:textId="74051D2B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14:paraId="7650156B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0A90BFC7" w14:textId="77777777" w:rsidTr="006844FC">
        <w:trPr>
          <w:trHeight w:val="270"/>
        </w:trPr>
        <w:tc>
          <w:tcPr>
            <w:tcW w:w="511" w:type="dxa"/>
          </w:tcPr>
          <w:p w14:paraId="71148683" w14:textId="12A8BD6C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31.</w:t>
            </w:r>
          </w:p>
        </w:tc>
        <w:tc>
          <w:tcPr>
            <w:tcW w:w="3715" w:type="dxa"/>
          </w:tcPr>
          <w:p w14:paraId="3B79429B" w14:textId="6E77A1D0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 xml:space="preserve">Tuleja kołnierzowa d 90 PE 100 SDR 17 długa (do zgrzewania doczołowego) </w:t>
            </w:r>
            <w:r w:rsidRPr="00937915">
              <w:rPr>
                <w:sz w:val="20"/>
                <w:szCs w:val="20"/>
              </w:rPr>
              <w:lastRenderedPageBreak/>
              <w:t>z luźnym kołnierzem DN 80 PN16</w:t>
            </w:r>
          </w:p>
        </w:tc>
        <w:tc>
          <w:tcPr>
            <w:tcW w:w="750" w:type="dxa"/>
          </w:tcPr>
          <w:p w14:paraId="35FD0741" w14:textId="7E8790A2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lastRenderedPageBreak/>
              <w:t>kpl</w:t>
            </w:r>
          </w:p>
        </w:tc>
        <w:tc>
          <w:tcPr>
            <w:tcW w:w="1366" w:type="dxa"/>
          </w:tcPr>
          <w:p w14:paraId="470C2560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802A8C5" w14:textId="033CED1E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20</w:t>
            </w:r>
          </w:p>
        </w:tc>
        <w:tc>
          <w:tcPr>
            <w:tcW w:w="2271" w:type="dxa"/>
            <w:shd w:val="clear" w:color="auto" w:fill="auto"/>
          </w:tcPr>
          <w:p w14:paraId="59115FB0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68F13F39" w14:textId="77777777" w:rsidTr="006844FC">
        <w:trPr>
          <w:trHeight w:val="270"/>
        </w:trPr>
        <w:tc>
          <w:tcPr>
            <w:tcW w:w="511" w:type="dxa"/>
          </w:tcPr>
          <w:p w14:paraId="6E19EACA" w14:textId="31C4A298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32.</w:t>
            </w:r>
          </w:p>
        </w:tc>
        <w:tc>
          <w:tcPr>
            <w:tcW w:w="3715" w:type="dxa"/>
          </w:tcPr>
          <w:p w14:paraId="73513BBE" w14:textId="5F9E71EA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Taśma pełna do oznakowania trasy wodociągu szerokości 200mm z wkładka lokalizacyjną</w:t>
            </w:r>
          </w:p>
        </w:tc>
        <w:tc>
          <w:tcPr>
            <w:tcW w:w="750" w:type="dxa"/>
          </w:tcPr>
          <w:p w14:paraId="0E6DEBAD" w14:textId="5C850FE6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mb</w:t>
            </w:r>
          </w:p>
        </w:tc>
        <w:tc>
          <w:tcPr>
            <w:tcW w:w="1366" w:type="dxa"/>
          </w:tcPr>
          <w:p w14:paraId="29F704DF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4829B42" w14:textId="536139FD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600</w:t>
            </w:r>
          </w:p>
        </w:tc>
        <w:tc>
          <w:tcPr>
            <w:tcW w:w="2271" w:type="dxa"/>
            <w:shd w:val="clear" w:color="auto" w:fill="auto"/>
          </w:tcPr>
          <w:p w14:paraId="218AE7F4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4A6D8755" w14:textId="77777777" w:rsidTr="006844FC">
        <w:trPr>
          <w:trHeight w:val="270"/>
        </w:trPr>
        <w:tc>
          <w:tcPr>
            <w:tcW w:w="511" w:type="dxa"/>
          </w:tcPr>
          <w:p w14:paraId="0A1367C5" w14:textId="77BFC7FD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33.</w:t>
            </w:r>
          </w:p>
        </w:tc>
        <w:tc>
          <w:tcPr>
            <w:tcW w:w="3715" w:type="dxa"/>
          </w:tcPr>
          <w:p w14:paraId="25809FEC" w14:textId="13682229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zaciskowa skręcana do rur stalowych 2`` GW</w:t>
            </w:r>
          </w:p>
        </w:tc>
        <w:tc>
          <w:tcPr>
            <w:tcW w:w="750" w:type="dxa"/>
          </w:tcPr>
          <w:p w14:paraId="5283F2C8" w14:textId="1CF32C14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2B05B887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584CCAA" w14:textId="53FA918D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14:paraId="22AC6363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5A8D0F3E" w14:textId="77777777" w:rsidTr="006844FC">
        <w:trPr>
          <w:trHeight w:val="270"/>
        </w:trPr>
        <w:tc>
          <w:tcPr>
            <w:tcW w:w="511" w:type="dxa"/>
          </w:tcPr>
          <w:p w14:paraId="3F710199" w14:textId="37EEC30C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34.</w:t>
            </w:r>
          </w:p>
        </w:tc>
        <w:tc>
          <w:tcPr>
            <w:tcW w:w="3715" w:type="dxa"/>
          </w:tcPr>
          <w:p w14:paraId="6D570DCA" w14:textId="5DBD7DA5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zaciskowa skręcana do rur stalowych 1 ½ `` GW</w:t>
            </w:r>
          </w:p>
        </w:tc>
        <w:tc>
          <w:tcPr>
            <w:tcW w:w="750" w:type="dxa"/>
          </w:tcPr>
          <w:p w14:paraId="3FB8FBF7" w14:textId="498A1E6C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36A6F6B1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E52B479" w14:textId="48DAD69D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15</w:t>
            </w:r>
          </w:p>
        </w:tc>
        <w:tc>
          <w:tcPr>
            <w:tcW w:w="2271" w:type="dxa"/>
            <w:shd w:val="clear" w:color="auto" w:fill="auto"/>
          </w:tcPr>
          <w:p w14:paraId="05E26D70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74E004D8" w14:textId="77777777" w:rsidTr="006844FC">
        <w:trPr>
          <w:trHeight w:val="270"/>
        </w:trPr>
        <w:tc>
          <w:tcPr>
            <w:tcW w:w="511" w:type="dxa"/>
          </w:tcPr>
          <w:p w14:paraId="23862380" w14:textId="52BDFC43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35.</w:t>
            </w:r>
          </w:p>
        </w:tc>
        <w:tc>
          <w:tcPr>
            <w:tcW w:w="3715" w:type="dxa"/>
          </w:tcPr>
          <w:p w14:paraId="6C0CA809" w14:textId="5D8366D0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zaciskowa skręcana do rur stalowych 1 ¼ `` GW</w:t>
            </w:r>
          </w:p>
        </w:tc>
        <w:tc>
          <w:tcPr>
            <w:tcW w:w="750" w:type="dxa"/>
          </w:tcPr>
          <w:p w14:paraId="3C974680" w14:textId="150C168D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12785F44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EEB611C" w14:textId="0E681D9B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15</w:t>
            </w:r>
          </w:p>
        </w:tc>
        <w:tc>
          <w:tcPr>
            <w:tcW w:w="2271" w:type="dxa"/>
            <w:shd w:val="clear" w:color="auto" w:fill="auto"/>
          </w:tcPr>
          <w:p w14:paraId="16F94BDC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662D3367" w14:textId="77777777" w:rsidTr="006844FC">
        <w:trPr>
          <w:trHeight w:val="270"/>
        </w:trPr>
        <w:tc>
          <w:tcPr>
            <w:tcW w:w="511" w:type="dxa"/>
          </w:tcPr>
          <w:p w14:paraId="6D9AD0A8" w14:textId="0BC9E2A9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36.</w:t>
            </w:r>
          </w:p>
        </w:tc>
        <w:tc>
          <w:tcPr>
            <w:tcW w:w="3715" w:type="dxa"/>
          </w:tcPr>
          <w:p w14:paraId="6743A7BA" w14:textId="5B093327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PP zaciskowa skręcana do rur d 40 PE / 2 `` GZ</w:t>
            </w:r>
          </w:p>
        </w:tc>
        <w:tc>
          <w:tcPr>
            <w:tcW w:w="750" w:type="dxa"/>
          </w:tcPr>
          <w:p w14:paraId="29867D96" w14:textId="0AFC3D22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278CB65D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C3CE394" w14:textId="4B446B3F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30</w:t>
            </w:r>
          </w:p>
        </w:tc>
        <w:tc>
          <w:tcPr>
            <w:tcW w:w="2271" w:type="dxa"/>
            <w:shd w:val="clear" w:color="auto" w:fill="auto"/>
          </w:tcPr>
          <w:p w14:paraId="26F37DC8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237B0D3F" w14:textId="77777777" w:rsidTr="006844FC">
        <w:trPr>
          <w:trHeight w:val="270"/>
        </w:trPr>
        <w:tc>
          <w:tcPr>
            <w:tcW w:w="511" w:type="dxa"/>
          </w:tcPr>
          <w:p w14:paraId="2A276C19" w14:textId="09C1EC4A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37.</w:t>
            </w:r>
          </w:p>
        </w:tc>
        <w:tc>
          <w:tcPr>
            <w:tcW w:w="3715" w:type="dxa"/>
          </w:tcPr>
          <w:p w14:paraId="456AB42D" w14:textId="6F92896E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PP zaciskowa skręcana do rur d 40 PE / 1 ½ `` GZ</w:t>
            </w:r>
          </w:p>
        </w:tc>
        <w:tc>
          <w:tcPr>
            <w:tcW w:w="750" w:type="dxa"/>
          </w:tcPr>
          <w:p w14:paraId="298F0BEC" w14:textId="63AF23CA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6FC933F3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4DADB9B" w14:textId="1AD3229C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15</w:t>
            </w:r>
          </w:p>
        </w:tc>
        <w:tc>
          <w:tcPr>
            <w:tcW w:w="2271" w:type="dxa"/>
            <w:shd w:val="clear" w:color="auto" w:fill="auto"/>
          </w:tcPr>
          <w:p w14:paraId="2B277332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4172C5CA" w14:textId="77777777" w:rsidTr="006844FC">
        <w:trPr>
          <w:trHeight w:val="270"/>
        </w:trPr>
        <w:tc>
          <w:tcPr>
            <w:tcW w:w="511" w:type="dxa"/>
          </w:tcPr>
          <w:p w14:paraId="0379118A" w14:textId="50FCECB3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38.</w:t>
            </w:r>
          </w:p>
        </w:tc>
        <w:tc>
          <w:tcPr>
            <w:tcW w:w="3715" w:type="dxa"/>
          </w:tcPr>
          <w:p w14:paraId="56A28983" w14:textId="12117396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PP zaciskowa skręcana do rur d 40 PE / 1 ¼ `` GZ</w:t>
            </w:r>
          </w:p>
        </w:tc>
        <w:tc>
          <w:tcPr>
            <w:tcW w:w="750" w:type="dxa"/>
          </w:tcPr>
          <w:p w14:paraId="34825124" w14:textId="428BEBD4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066F90CC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11296DD" w14:textId="30E38288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15</w:t>
            </w:r>
          </w:p>
        </w:tc>
        <w:tc>
          <w:tcPr>
            <w:tcW w:w="2271" w:type="dxa"/>
            <w:shd w:val="clear" w:color="auto" w:fill="auto"/>
          </w:tcPr>
          <w:p w14:paraId="41324AF7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937915" w14:paraId="0AB0BA9B" w14:textId="77777777" w:rsidTr="006844FC">
        <w:trPr>
          <w:trHeight w:val="270"/>
        </w:trPr>
        <w:tc>
          <w:tcPr>
            <w:tcW w:w="511" w:type="dxa"/>
          </w:tcPr>
          <w:p w14:paraId="66EDB4D3" w14:textId="0CE2EF8C" w:rsidR="000B00F7" w:rsidRPr="00937915" w:rsidRDefault="000B00F7" w:rsidP="000B00F7">
            <w:pPr>
              <w:rPr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39.</w:t>
            </w:r>
          </w:p>
        </w:tc>
        <w:tc>
          <w:tcPr>
            <w:tcW w:w="3715" w:type="dxa"/>
          </w:tcPr>
          <w:p w14:paraId="483EE08A" w14:textId="790C84EE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Złączka PP zaciskowa skręcana do rur d 50 PE / 1 ½ `` GZ</w:t>
            </w:r>
          </w:p>
        </w:tc>
        <w:tc>
          <w:tcPr>
            <w:tcW w:w="750" w:type="dxa"/>
          </w:tcPr>
          <w:p w14:paraId="2F38D877" w14:textId="70548BB4" w:rsidR="000B00F7" w:rsidRPr="00937915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937915">
              <w:rPr>
                <w:sz w:val="20"/>
                <w:szCs w:val="20"/>
              </w:rPr>
              <w:t>szt</w:t>
            </w:r>
          </w:p>
        </w:tc>
        <w:tc>
          <w:tcPr>
            <w:tcW w:w="1366" w:type="dxa"/>
          </w:tcPr>
          <w:p w14:paraId="32D507E7" w14:textId="77777777" w:rsidR="000B00F7" w:rsidRPr="00937915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19CE503" w14:textId="2313564D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14:paraId="6B0A717D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915" w:rsidRPr="00937915" w14:paraId="06C39926" w14:textId="77777777" w:rsidTr="006844FC">
        <w:trPr>
          <w:trHeight w:val="270"/>
        </w:trPr>
        <w:tc>
          <w:tcPr>
            <w:tcW w:w="7814" w:type="dxa"/>
            <w:gridSpan w:val="5"/>
          </w:tcPr>
          <w:p w14:paraId="5023B28A" w14:textId="5D6C2AAD" w:rsidR="00937915" w:rsidRPr="00937915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Suma</w:t>
            </w:r>
          </w:p>
        </w:tc>
        <w:tc>
          <w:tcPr>
            <w:tcW w:w="2271" w:type="dxa"/>
            <w:shd w:val="clear" w:color="auto" w:fill="auto"/>
          </w:tcPr>
          <w:p w14:paraId="04853EB7" w14:textId="77777777" w:rsidR="00937915" w:rsidRPr="00937915" w:rsidRDefault="00937915" w:rsidP="006844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DC373C" w14:textId="77777777" w:rsidR="00937915" w:rsidRPr="00937915" w:rsidRDefault="00937915" w:rsidP="00014DE0">
      <w:pPr>
        <w:rPr>
          <w:rFonts w:ascii="Times New Roman" w:hAnsi="Times New Roman"/>
          <w:b/>
          <w:sz w:val="20"/>
          <w:szCs w:val="20"/>
          <w:highlight w:val="yellow"/>
        </w:rPr>
      </w:pPr>
    </w:p>
    <w:p w14:paraId="198741B4" w14:textId="77777777" w:rsidR="00937915" w:rsidRDefault="00937915" w:rsidP="00014DE0">
      <w:pPr>
        <w:rPr>
          <w:rFonts w:ascii="Times New Roman" w:hAnsi="Times New Roman"/>
          <w:b/>
          <w:sz w:val="22"/>
          <w:szCs w:val="22"/>
          <w:highlight w:val="yellow"/>
        </w:rPr>
      </w:pPr>
    </w:p>
    <w:p w14:paraId="447936DA" w14:textId="77777777" w:rsidR="00937915" w:rsidRDefault="00937915" w:rsidP="00014DE0">
      <w:pPr>
        <w:rPr>
          <w:rFonts w:ascii="Times New Roman" w:hAnsi="Times New Roman"/>
          <w:b/>
          <w:sz w:val="22"/>
          <w:szCs w:val="22"/>
          <w:highlight w:val="yellow"/>
        </w:rPr>
      </w:pPr>
    </w:p>
    <w:p w14:paraId="74999863" w14:textId="74F05EFE" w:rsidR="00014DE0" w:rsidRPr="00147082" w:rsidRDefault="00014DE0" w:rsidP="00014DE0">
      <w:pPr>
        <w:rPr>
          <w:rFonts w:ascii="Times New Roman" w:hAnsi="Times New Roman"/>
          <w:b/>
          <w:sz w:val="22"/>
          <w:szCs w:val="22"/>
          <w:highlight w:val="yellow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Łącznie wartość całego zamówienia Cz. III brutto:……………………………………………….zł</w:t>
      </w:r>
    </w:p>
    <w:p w14:paraId="43781642" w14:textId="77777777" w:rsidR="00014DE0" w:rsidRPr="00147082" w:rsidRDefault="00014DE0" w:rsidP="00014DE0">
      <w:pPr>
        <w:rPr>
          <w:rFonts w:ascii="Times New Roman" w:hAnsi="Times New Roman"/>
          <w:b/>
          <w:sz w:val="22"/>
          <w:szCs w:val="22"/>
        </w:rPr>
      </w:pPr>
      <w:r w:rsidRPr="00147082">
        <w:rPr>
          <w:rFonts w:ascii="Times New Roman" w:hAnsi="Times New Roman"/>
          <w:b/>
          <w:sz w:val="22"/>
          <w:szCs w:val="22"/>
          <w:highlight w:val="yellow"/>
        </w:rPr>
        <w:t>Słownie:……………………………………………………………………………………zł</w:t>
      </w:r>
    </w:p>
    <w:p w14:paraId="03DE7F41" w14:textId="77777777" w:rsidR="00F61589" w:rsidRDefault="00F61589" w:rsidP="00014DE0">
      <w:pPr>
        <w:rPr>
          <w:rFonts w:ascii="Times New Roman" w:hAnsi="Times New Roman"/>
          <w:b/>
          <w:sz w:val="20"/>
        </w:rPr>
      </w:pPr>
    </w:p>
    <w:p w14:paraId="70FACB66" w14:textId="35C0A2D5" w:rsidR="00014DE0" w:rsidRPr="00F61589" w:rsidRDefault="00F61589" w:rsidP="00F61589">
      <w:pPr>
        <w:pStyle w:val="Akapitzlist"/>
        <w:numPr>
          <w:ilvl w:val="1"/>
          <w:numId w:val="12"/>
        </w:numPr>
        <w:rPr>
          <w:rFonts w:ascii="Times New Roman" w:hAnsi="Times New Roman"/>
          <w:b/>
        </w:rPr>
      </w:pPr>
      <w:r w:rsidRPr="00F61589">
        <w:rPr>
          <w:rFonts w:ascii="Times New Roman" w:hAnsi="Times New Roman"/>
          <w:b/>
        </w:rPr>
        <w:t xml:space="preserve">Część IV Dostawa materiałów pozostałych </w:t>
      </w:r>
    </w:p>
    <w:p w14:paraId="579CCF11" w14:textId="77777777" w:rsidR="00F61589" w:rsidRPr="00F61589" w:rsidRDefault="00F61589" w:rsidP="00F61589">
      <w:pPr>
        <w:pStyle w:val="Akapitzlist"/>
        <w:rPr>
          <w:rFonts w:ascii="Times New Roman" w:hAnsi="Times New Roman"/>
          <w:b/>
          <w:sz w:val="20"/>
        </w:rPr>
      </w:pPr>
    </w:p>
    <w:tbl>
      <w:tblPr>
        <w:tblStyle w:val="Tabela-Siatka"/>
        <w:tblW w:w="10085" w:type="dxa"/>
        <w:tblLook w:val="04A0" w:firstRow="1" w:lastRow="0" w:firstColumn="1" w:lastColumn="0" w:noHBand="0" w:noVBand="1"/>
      </w:tblPr>
      <w:tblGrid>
        <w:gridCol w:w="550"/>
        <w:gridCol w:w="3693"/>
        <w:gridCol w:w="750"/>
        <w:gridCol w:w="1364"/>
        <w:gridCol w:w="1472"/>
        <w:gridCol w:w="2256"/>
      </w:tblGrid>
      <w:tr w:rsidR="000B00F7" w:rsidRPr="00147082" w14:paraId="079C7098" w14:textId="77777777" w:rsidTr="000B00F7">
        <w:trPr>
          <w:trHeight w:val="1749"/>
        </w:trPr>
        <w:tc>
          <w:tcPr>
            <w:tcW w:w="550" w:type="dxa"/>
          </w:tcPr>
          <w:p w14:paraId="718A6308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693" w:type="dxa"/>
          </w:tcPr>
          <w:p w14:paraId="6506138E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</w:tc>
        <w:tc>
          <w:tcPr>
            <w:tcW w:w="750" w:type="dxa"/>
          </w:tcPr>
          <w:p w14:paraId="35290CEC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>Miara</w:t>
            </w:r>
          </w:p>
        </w:tc>
        <w:tc>
          <w:tcPr>
            <w:tcW w:w="1364" w:type="dxa"/>
          </w:tcPr>
          <w:p w14:paraId="02E18784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211874E6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24959E6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Przewidywana ilość zamówienia</w:t>
            </w:r>
          </w:p>
          <w:p w14:paraId="130A9BD5" w14:textId="77777777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auto"/>
          </w:tcPr>
          <w:p w14:paraId="1908F49A" w14:textId="7705A439" w:rsidR="000B00F7" w:rsidRPr="00147082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Łączny koszt zamówienia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brutto 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xkol.</w:t>
            </w:r>
            <w:r w:rsidR="00D07F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1470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w zł </w:t>
            </w:r>
          </w:p>
        </w:tc>
      </w:tr>
      <w:tr w:rsidR="000B00F7" w:rsidRPr="00147082" w14:paraId="7C24ECF5" w14:textId="77777777" w:rsidTr="000B00F7">
        <w:trPr>
          <w:trHeight w:val="846"/>
        </w:trPr>
        <w:tc>
          <w:tcPr>
            <w:tcW w:w="550" w:type="dxa"/>
          </w:tcPr>
          <w:p w14:paraId="179836FC" w14:textId="2167BE12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40.</w:t>
            </w:r>
          </w:p>
        </w:tc>
        <w:tc>
          <w:tcPr>
            <w:tcW w:w="3693" w:type="dxa"/>
          </w:tcPr>
          <w:p w14:paraId="45822B20" w14:textId="23F38C63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Kineta zbiorcza do rur wznoszących 425mm 425/200 dopływ lewy i prawy 450 wraz z uszczelką do rury wznoszącej karbowanej</w:t>
            </w:r>
          </w:p>
        </w:tc>
        <w:tc>
          <w:tcPr>
            <w:tcW w:w="750" w:type="dxa"/>
          </w:tcPr>
          <w:p w14:paraId="2DBD52B4" w14:textId="515D6F41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Kpl</w:t>
            </w:r>
          </w:p>
        </w:tc>
        <w:tc>
          <w:tcPr>
            <w:tcW w:w="1364" w:type="dxa"/>
          </w:tcPr>
          <w:p w14:paraId="531A8254" w14:textId="2C4573F1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3B06C089" w14:textId="19E3D74C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  <w:shd w:val="clear" w:color="auto" w:fill="auto"/>
          </w:tcPr>
          <w:p w14:paraId="0D151074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48457021" w14:textId="77777777" w:rsidTr="000B00F7">
        <w:trPr>
          <w:trHeight w:val="846"/>
        </w:trPr>
        <w:tc>
          <w:tcPr>
            <w:tcW w:w="550" w:type="dxa"/>
          </w:tcPr>
          <w:p w14:paraId="2FA36366" w14:textId="7E64CF45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41.</w:t>
            </w:r>
          </w:p>
        </w:tc>
        <w:tc>
          <w:tcPr>
            <w:tcW w:w="3693" w:type="dxa"/>
          </w:tcPr>
          <w:p w14:paraId="2A290537" w14:textId="7C70895E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Teleskop 425mm pełny Lmin.=0,8m do studzienki 425mm z pokrywą okrągłą klasy D400</w:t>
            </w:r>
          </w:p>
        </w:tc>
        <w:tc>
          <w:tcPr>
            <w:tcW w:w="750" w:type="dxa"/>
          </w:tcPr>
          <w:p w14:paraId="02B9DB90" w14:textId="0452CC5E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2F28C8DA" w14:textId="7F7DA06A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AAE2D1C" w14:textId="54C74EB5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  <w:shd w:val="clear" w:color="auto" w:fill="auto"/>
          </w:tcPr>
          <w:p w14:paraId="17057AD1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224E0A7B" w14:textId="77777777" w:rsidTr="000B00F7">
        <w:trPr>
          <w:trHeight w:val="874"/>
        </w:trPr>
        <w:tc>
          <w:tcPr>
            <w:tcW w:w="550" w:type="dxa"/>
          </w:tcPr>
          <w:p w14:paraId="2AEB716A" w14:textId="29FA5E47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42.</w:t>
            </w:r>
          </w:p>
        </w:tc>
        <w:tc>
          <w:tcPr>
            <w:tcW w:w="3693" w:type="dxa"/>
          </w:tcPr>
          <w:p w14:paraId="256AB7AA" w14:textId="04FF95D9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Uszczelka do rur wznoszących 425mm</w:t>
            </w:r>
          </w:p>
        </w:tc>
        <w:tc>
          <w:tcPr>
            <w:tcW w:w="750" w:type="dxa"/>
          </w:tcPr>
          <w:p w14:paraId="0A14CB87" w14:textId="5C246751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5AD0BA8E" w14:textId="118007BC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491C27D" w14:textId="7D235642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  <w:shd w:val="clear" w:color="auto" w:fill="auto"/>
          </w:tcPr>
          <w:p w14:paraId="36DEF447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6FCE3474" w14:textId="77777777" w:rsidTr="000B00F7">
        <w:trPr>
          <w:trHeight w:val="395"/>
        </w:trPr>
        <w:tc>
          <w:tcPr>
            <w:tcW w:w="550" w:type="dxa"/>
          </w:tcPr>
          <w:p w14:paraId="26F4DD7D" w14:textId="3EAE5875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43.</w:t>
            </w:r>
          </w:p>
        </w:tc>
        <w:tc>
          <w:tcPr>
            <w:tcW w:w="3693" w:type="dxa"/>
          </w:tcPr>
          <w:p w14:paraId="1AE1BEDB" w14:textId="41844810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Stożek odciążający tworzywowy pod teleskop klasy D</w:t>
            </w:r>
          </w:p>
        </w:tc>
        <w:tc>
          <w:tcPr>
            <w:tcW w:w="750" w:type="dxa"/>
          </w:tcPr>
          <w:p w14:paraId="6163A51C" w14:textId="0ACD5333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46C1FCF0" w14:textId="77B56945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B114DE5" w14:textId="4FB12061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  <w:shd w:val="clear" w:color="auto" w:fill="auto"/>
          </w:tcPr>
          <w:p w14:paraId="01E60158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57FB103E" w14:textId="77777777" w:rsidTr="000B00F7">
        <w:trPr>
          <w:trHeight w:val="270"/>
        </w:trPr>
        <w:tc>
          <w:tcPr>
            <w:tcW w:w="550" w:type="dxa"/>
          </w:tcPr>
          <w:p w14:paraId="54BF3BC8" w14:textId="76234DD7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44.</w:t>
            </w:r>
          </w:p>
        </w:tc>
        <w:tc>
          <w:tcPr>
            <w:tcW w:w="3693" w:type="dxa"/>
          </w:tcPr>
          <w:p w14:paraId="476538F4" w14:textId="436E3282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Rura trzonowa (wznosząca) jednościenna do studzienki 425mm SN4 L=6mb</w:t>
            </w:r>
          </w:p>
        </w:tc>
        <w:tc>
          <w:tcPr>
            <w:tcW w:w="750" w:type="dxa"/>
          </w:tcPr>
          <w:p w14:paraId="1146C58E" w14:textId="75948A4D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6315950D" w14:textId="05948231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4E0403F7" w14:textId="5934138F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5</w:t>
            </w:r>
          </w:p>
        </w:tc>
        <w:tc>
          <w:tcPr>
            <w:tcW w:w="2256" w:type="dxa"/>
            <w:shd w:val="clear" w:color="auto" w:fill="auto"/>
          </w:tcPr>
          <w:p w14:paraId="0B18F852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27491ECF" w14:textId="77777777" w:rsidTr="000B00F7">
        <w:trPr>
          <w:trHeight w:val="270"/>
        </w:trPr>
        <w:tc>
          <w:tcPr>
            <w:tcW w:w="550" w:type="dxa"/>
          </w:tcPr>
          <w:p w14:paraId="04598DB2" w14:textId="092CE9D3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45.</w:t>
            </w:r>
          </w:p>
        </w:tc>
        <w:tc>
          <w:tcPr>
            <w:tcW w:w="3693" w:type="dxa"/>
          </w:tcPr>
          <w:p w14:paraId="7A9DAAF8" w14:textId="1B12FD5A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Rura trzonowa (wznosząca) jednościenna do studzienki 425mm SN4 L=2mb</w:t>
            </w:r>
          </w:p>
        </w:tc>
        <w:tc>
          <w:tcPr>
            <w:tcW w:w="750" w:type="dxa"/>
          </w:tcPr>
          <w:p w14:paraId="0DB4ECF9" w14:textId="428E13ED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70F3D01D" w14:textId="2D534AAC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483E990" w14:textId="3DDF4B7C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shd w:val="clear" w:color="auto" w:fill="auto"/>
          </w:tcPr>
          <w:p w14:paraId="63A40B0F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045AC413" w14:textId="77777777" w:rsidTr="000B00F7">
        <w:trPr>
          <w:trHeight w:val="270"/>
        </w:trPr>
        <w:tc>
          <w:tcPr>
            <w:tcW w:w="550" w:type="dxa"/>
          </w:tcPr>
          <w:p w14:paraId="582F7094" w14:textId="1490745B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46.</w:t>
            </w:r>
          </w:p>
        </w:tc>
        <w:tc>
          <w:tcPr>
            <w:tcW w:w="3693" w:type="dxa"/>
          </w:tcPr>
          <w:p w14:paraId="2EFECDB6" w14:textId="04CC8D58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Właz żeliwno-betonowy klasy D400 ɸ600mm H-115mm</w:t>
            </w:r>
          </w:p>
        </w:tc>
        <w:tc>
          <w:tcPr>
            <w:tcW w:w="750" w:type="dxa"/>
          </w:tcPr>
          <w:p w14:paraId="002680D5" w14:textId="36572AFB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szt</w:t>
            </w:r>
          </w:p>
        </w:tc>
        <w:tc>
          <w:tcPr>
            <w:tcW w:w="1364" w:type="dxa"/>
          </w:tcPr>
          <w:p w14:paraId="60292A51" w14:textId="77777777" w:rsidR="000B00F7" w:rsidRPr="000B00F7" w:rsidRDefault="000B00F7" w:rsidP="000B00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6495572" w14:textId="54A44B2B" w:rsidR="000B00F7" w:rsidRPr="000B00F7" w:rsidRDefault="000B00F7" w:rsidP="000B00F7">
            <w:pPr>
              <w:rPr>
                <w:sz w:val="20"/>
                <w:szCs w:val="20"/>
              </w:rPr>
            </w:pPr>
            <w:r w:rsidRPr="000B00F7"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  <w:shd w:val="clear" w:color="auto" w:fill="auto"/>
          </w:tcPr>
          <w:p w14:paraId="665FCD7B" w14:textId="77777777" w:rsidR="000B00F7" w:rsidRPr="000B00F7" w:rsidRDefault="000B00F7" w:rsidP="000B00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0F7" w:rsidRPr="00147082" w14:paraId="10C4C859" w14:textId="77777777" w:rsidTr="000B00F7">
        <w:trPr>
          <w:trHeight w:val="270"/>
        </w:trPr>
        <w:tc>
          <w:tcPr>
            <w:tcW w:w="7829" w:type="dxa"/>
            <w:gridSpan w:val="5"/>
          </w:tcPr>
          <w:p w14:paraId="55AB0C0A" w14:textId="77777777" w:rsidR="000B00F7" w:rsidRPr="007C10E9" w:rsidRDefault="000B00F7" w:rsidP="006844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Suma</w:t>
            </w:r>
          </w:p>
        </w:tc>
        <w:tc>
          <w:tcPr>
            <w:tcW w:w="2256" w:type="dxa"/>
            <w:shd w:val="clear" w:color="auto" w:fill="auto"/>
          </w:tcPr>
          <w:p w14:paraId="1DF9BC98" w14:textId="77777777" w:rsidR="000B00F7" w:rsidRPr="00147082" w:rsidRDefault="000B00F7" w:rsidP="006844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887DEC4" w14:textId="77777777" w:rsidR="00530D1A" w:rsidRDefault="00530D1A" w:rsidP="00530D1A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</w:p>
    <w:p w14:paraId="7CF9380A" w14:textId="67B2D973" w:rsidR="00530D1A" w:rsidRPr="00530D1A" w:rsidRDefault="00530D1A" w:rsidP="00530D1A">
      <w:pPr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 w:rsidRPr="00530D1A">
        <w:rPr>
          <w:rFonts w:ascii="Times New Roman" w:hAnsi="Times New Roman"/>
          <w:b/>
          <w:sz w:val="22"/>
          <w:szCs w:val="22"/>
          <w:highlight w:val="yellow"/>
        </w:rPr>
        <w:t>Łącznie wartość całego zamówienia Cz. IV brutto:……………………………………………….zł</w:t>
      </w:r>
    </w:p>
    <w:p w14:paraId="6059F7B2" w14:textId="7FE7E372" w:rsidR="00014DE0" w:rsidRPr="00530D1A" w:rsidRDefault="00530D1A" w:rsidP="00530D1A">
      <w:pPr>
        <w:jc w:val="both"/>
        <w:rPr>
          <w:rFonts w:ascii="Times New Roman" w:hAnsi="Times New Roman"/>
          <w:b/>
          <w:sz w:val="22"/>
          <w:szCs w:val="22"/>
        </w:rPr>
      </w:pPr>
      <w:r w:rsidRPr="00530D1A">
        <w:rPr>
          <w:rFonts w:ascii="Times New Roman" w:hAnsi="Times New Roman"/>
          <w:b/>
          <w:sz w:val="22"/>
          <w:szCs w:val="22"/>
          <w:highlight w:val="yellow"/>
        </w:rPr>
        <w:lastRenderedPageBreak/>
        <w:t>Słownie:……………………………………………………………………………………</w:t>
      </w:r>
    </w:p>
    <w:p w14:paraId="76805A60" w14:textId="77777777" w:rsidR="00385699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C3E39A0" w14:textId="77777777" w:rsidR="00530D1A" w:rsidRPr="00147082" w:rsidRDefault="00530D1A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3518189A" w14:textId="58FE4431" w:rsidR="007771FE" w:rsidRPr="00530D1A" w:rsidRDefault="007771FE" w:rsidP="007771FE">
      <w:pPr>
        <w:jc w:val="both"/>
        <w:rPr>
          <w:rFonts w:ascii="Times New Roman" w:hAnsi="Times New Roman"/>
          <w:b/>
        </w:rPr>
      </w:pPr>
      <w:r w:rsidRPr="00530D1A">
        <w:rPr>
          <w:rFonts w:ascii="Times New Roman" w:hAnsi="Times New Roman"/>
          <w:b/>
          <w:highlight w:val="yellow"/>
        </w:rPr>
        <w:t>2. Oświadczamy, że</w:t>
      </w:r>
      <w:r w:rsidR="00014DE0" w:rsidRPr="00530D1A">
        <w:rPr>
          <w:rFonts w:ascii="Times New Roman" w:hAnsi="Times New Roman"/>
          <w:b/>
          <w:highlight w:val="yellow"/>
        </w:rPr>
        <w:t xml:space="preserve"> termin </w:t>
      </w:r>
      <w:r w:rsidR="00F61589" w:rsidRPr="00530D1A">
        <w:rPr>
          <w:rFonts w:ascii="Times New Roman" w:hAnsi="Times New Roman"/>
          <w:b/>
          <w:highlight w:val="yellow"/>
        </w:rPr>
        <w:t xml:space="preserve">płatności </w:t>
      </w:r>
      <w:r w:rsidR="00014DE0" w:rsidRPr="00530D1A">
        <w:rPr>
          <w:rFonts w:ascii="Times New Roman" w:hAnsi="Times New Roman"/>
          <w:b/>
          <w:highlight w:val="yellow"/>
        </w:rPr>
        <w:t xml:space="preserve">wyniesie ….. dni </w:t>
      </w:r>
      <w:r w:rsidRPr="00530D1A">
        <w:rPr>
          <w:rFonts w:ascii="Times New Roman" w:hAnsi="Times New Roman"/>
          <w:b/>
          <w:highlight w:val="yellow"/>
        </w:rPr>
        <w:t xml:space="preserve"> (Uwaga </w:t>
      </w:r>
      <w:r w:rsidR="00F61589" w:rsidRPr="00530D1A">
        <w:rPr>
          <w:rFonts w:ascii="Times New Roman" w:hAnsi="Times New Roman"/>
          <w:b/>
          <w:highlight w:val="yellow"/>
        </w:rPr>
        <w:t>minimalny</w:t>
      </w:r>
      <w:r w:rsidRPr="00530D1A">
        <w:rPr>
          <w:rFonts w:ascii="Times New Roman" w:hAnsi="Times New Roman"/>
          <w:b/>
          <w:highlight w:val="yellow"/>
        </w:rPr>
        <w:t xml:space="preserve"> termin wynosi </w:t>
      </w:r>
      <w:r w:rsidR="00F61589" w:rsidRPr="00530D1A">
        <w:rPr>
          <w:rFonts w:ascii="Times New Roman" w:hAnsi="Times New Roman"/>
          <w:b/>
          <w:highlight w:val="yellow"/>
        </w:rPr>
        <w:t>7</w:t>
      </w:r>
      <w:r w:rsidRPr="00530D1A">
        <w:rPr>
          <w:rFonts w:ascii="Times New Roman" w:hAnsi="Times New Roman"/>
          <w:b/>
          <w:highlight w:val="yellow"/>
        </w:rPr>
        <w:t xml:space="preserve"> dni</w:t>
      </w:r>
      <w:r w:rsidR="00F61589" w:rsidRPr="00530D1A">
        <w:rPr>
          <w:rFonts w:ascii="Times New Roman" w:hAnsi="Times New Roman"/>
          <w:b/>
          <w:highlight w:val="yellow"/>
        </w:rPr>
        <w:t>, maksymalny 30 dni</w:t>
      </w:r>
      <w:r w:rsidR="00014DE0" w:rsidRPr="00530D1A">
        <w:rPr>
          <w:rFonts w:ascii="Times New Roman" w:hAnsi="Times New Roman"/>
          <w:b/>
          <w:highlight w:val="yellow"/>
        </w:rPr>
        <w:t xml:space="preserve"> - kryterium oceny oferty</w:t>
      </w:r>
      <w:r w:rsidRPr="00530D1A">
        <w:rPr>
          <w:rFonts w:ascii="Times New Roman" w:hAnsi="Times New Roman"/>
          <w:b/>
          <w:highlight w:val="yellow"/>
        </w:rPr>
        <w:t>).</w:t>
      </w:r>
    </w:p>
    <w:p w14:paraId="7728D273" w14:textId="77777777" w:rsidR="002E60E0" w:rsidRDefault="002E60E0" w:rsidP="000C2176">
      <w:pPr>
        <w:jc w:val="both"/>
        <w:rPr>
          <w:rFonts w:ascii="Times New Roman" w:hAnsi="Times New Roman"/>
          <w:b/>
          <w:sz w:val="20"/>
          <w:szCs w:val="20"/>
        </w:rPr>
      </w:pPr>
    </w:p>
    <w:p w14:paraId="347EECB4" w14:textId="77777777" w:rsidR="00F61589" w:rsidRPr="00147082" w:rsidRDefault="00F61589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741E7A83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04EF3CB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7FEB847D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46B623" w14:textId="5182B968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F61589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78C6009A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5F12145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53A4673D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5" w:name="_Hlk66722486"/>
    </w:p>
    <w:p w14:paraId="65196A1F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B0914BC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620F4477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66D323C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662CFBA4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66BEA63B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AFC159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D58B8F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57EC40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720F8BF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C274AD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502FCD3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EA9D463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445BA79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4B8E6584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A9FE2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490D2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49B75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C92B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71A68AF4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94C3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D12CD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706E1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FDFB9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1D2DAF2D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7CA600A0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0772EB92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5"/>
    <w:p w14:paraId="5EC3F3D0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1E6D601C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50CDB13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393D5DFD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024B96F2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8EA61D6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42B810C2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2A67ADEE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68859E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17EECA78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EDA0A40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4DC81CFB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>w szczególności w zakresie wypełnienia obowiązków informacyjnych przewidzianych w art. 13 lub art. 14 RODO.</w:t>
      </w:r>
      <w:r w:rsidRPr="00147082">
        <w:rPr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110C99F6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2B7B1E80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2D4DEDD1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21A9322F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72F704F2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0985A9E2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67D30137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24E28B13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21FE278E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2E402949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6E7C9FEC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E1008BC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082BF2A3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07FEA1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2C02ECB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01D00674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2494486A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14:paraId="67AACDC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1EA5D9F0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5BA682F5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1DFAE8BE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3DBF7E8A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6652D7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4E84F2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5D607D58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59B5868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23F63EDC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8D64DA5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06D96F9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574594BD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367FF0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67AFD715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>roczny obrót nie przekracza 50 milionów 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 suma bilansowa nie przekracza 43 milionów EUR.</w:t>
      </w:r>
    </w:p>
    <w:p w14:paraId="5FDB2029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46DB56F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2FD65CC9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4DB24F6E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4C9E0295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64D5DC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147082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59157" w14:textId="77777777" w:rsidR="00804122" w:rsidRDefault="00804122">
      <w:r>
        <w:separator/>
      </w:r>
    </w:p>
  </w:endnote>
  <w:endnote w:type="continuationSeparator" w:id="0">
    <w:p w14:paraId="77A29B7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79E7" w14:textId="77777777" w:rsidR="00804122" w:rsidRDefault="00804122">
      <w:r>
        <w:separator/>
      </w:r>
    </w:p>
  </w:footnote>
  <w:footnote w:type="continuationSeparator" w:id="0">
    <w:p w14:paraId="54DE2582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8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4433653">
    <w:abstractNumId w:val="6"/>
  </w:num>
  <w:num w:numId="2" w16cid:durableId="1263876804">
    <w:abstractNumId w:val="3"/>
  </w:num>
  <w:num w:numId="3" w16cid:durableId="1978219389">
    <w:abstractNumId w:val="0"/>
  </w:num>
  <w:num w:numId="4" w16cid:durableId="1879471659">
    <w:abstractNumId w:val="9"/>
  </w:num>
  <w:num w:numId="5" w16cid:durableId="1894655072">
    <w:abstractNumId w:val="2"/>
  </w:num>
  <w:num w:numId="6" w16cid:durableId="310133797">
    <w:abstractNumId w:val="7"/>
  </w:num>
  <w:num w:numId="7" w16cid:durableId="1989360403">
    <w:abstractNumId w:val="10"/>
  </w:num>
  <w:num w:numId="8" w16cid:durableId="891041773">
    <w:abstractNumId w:val="1"/>
  </w:num>
  <w:num w:numId="9" w16cid:durableId="1244342066">
    <w:abstractNumId w:val="11"/>
  </w:num>
  <w:num w:numId="10" w16cid:durableId="91249614">
    <w:abstractNumId w:val="5"/>
  </w:num>
  <w:num w:numId="11" w16cid:durableId="995689984">
    <w:abstractNumId w:val="8"/>
  </w:num>
  <w:num w:numId="12" w16cid:durableId="59710526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00F7"/>
    <w:rsid w:val="000B4FC1"/>
    <w:rsid w:val="000C2176"/>
    <w:rsid w:val="000C3845"/>
    <w:rsid w:val="000D283E"/>
    <w:rsid w:val="000F5A07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6347"/>
    <w:rsid w:val="002D2DAE"/>
    <w:rsid w:val="002D3C34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F331B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0D1A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B01DC"/>
    <w:rsid w:val="005C6D87"/>
    <w:rsid w:val="00622781"/>
    <w:rsid w:val="006379C4"/>
    <w:rsid w:val="00640BFF"/>
    <w:rsid w:val="00681DA1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7644F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10E9"/>
    <w:rsid w:val="007C7B44"/>
    <w:rsid w:val="007D26FA"/>
    <w:rsid w:val="007D61D6"/>
    <w:rsid w:val="007E1B19"/>
    <w:rsid w:val="007F3623"/>
    <w:rsid w:val="00804122"/>
    <w:rsid w:val="00827311"/>
    <w:rsid w:val="00834BB4"/>
    <w:rsid w:val="00835187"/>
    <w:rsid w:val="00840A25"/>
    <w:rsid w:val="00856E3A"/>
    <w:rsid w:val="0087405F"/>
    <w:rsid w:val="008945D9"/>
    <w:rsid w:val="008A2728"/>
    <w:rsid w:val="008C0260"/>
    <w:rsid w:val="008E30F8"/>
    <w:rsid w:val="008F3F0F"/>
    <w:rsid w:val="00937915"/>
    <w:rsid w:val="009523F9"/>
    <w:rsid w:val="00964610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07FF0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1589"/>
    <w:rsid w:val="00F65BC1"/>
    <w:rsid w:val="00F74332"/>
    <w:rsid w:val="00F75DF3"/>
    <w:rsid w:val="00F855CF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D2250A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5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41</TotalTime>
  <Pages>6</Pages>
  <Words>1622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8</cp:revision>
  <cp:lastPrinted>2021-05-25T11:38:00Z</cp:lastPrinted>
  <dcterms:created xsi:type="dcterms:W3CDTF">2022-07-03T06:53:00Z</dcterms:created>
  <dcterms:modified xsi:type="dcterms:W3CDTF">2023-11-08T14:26:00Z</dcterms:modified>
</cp:coreProperties>
</file>