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A1FE8" w14:textId="072DE4B1" w:rsidR="00DB2ED7" w:rsidRPr="00C137C4" w:rsidRDefault="00AA1E47" w:rsidP="00C137C4">
      <w:pPr>
        <w:ind w:left="4" w:right="-2"/>
        <w:jc w:val="right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32</w:t>
      </w:r>
      <w:r w:rsidR="00413C54" w:rsidRPr="00C137C4">
        <w:rPr>
          <w:rFonts w:ascii="Arial Narrow" w:hAnsi="Arial Narrow" w:cs="Arial"/>
          <w:b/>
          <w:szCs w:val="24"/>
        </w:rPr>
        <w:t xml:space="preserve">Załącznik nr </w:t>
      </w:r>
      <w:r w:rsidR="00325108" w:rsidRPr="00C137C4">
        <w:rPr>
          <w:rFonts w:ascii="Arial Narrow" w:hAnsi="Arial Narrow" w:cs="Arial"/>
          <w:b/>
          <w:szCs w:val="24"/>
        </w:rPr>
        <w:t>3</w:t>
      </w:r>
      <w:r w:rsidR="00413C54" w:rsidRPr="00C137C4">
        <w:rPr>
          <w:rFonts w:ascii="Arial Narrow" w:hAnsi="Arial Narrow" w:cs="Arial"/>
          <w:b/>
          <w:szCs w:val="24"/>
        </w:rPr>
        <w:t xml:space="preserve"> do </w:t>
      </w:r>
      <w:r w:rsidR="00C77A47" w:rsidRPr="00C137C4">
        <w:rPr>
          <w:rFonts w:ascii="Arial Narrow" w:hAnsi="Arial Narrow" w:cs="Arial"/>
          <w:b/>
          <w:szCs w:val="24"/>
        </w:rPr>
        <w:t>umowy</w:t>
      </w:r>
      <w:r w:rsidR="00CB5DAD" w:rsidRPr="00C137C4">
        <w:rPr>
          <w:rFonts w:ascii="Arial Narrow" w:hAnsi="Arial Narrow" w:cs="Arial"/>
          <w:b/>
          <w:szCs w:val="24"/>
        </w:rPr>
        <w:t xml:space="preserve"> </w:t>
      </w:r>
      <w:r w:rsidR="00DB2ED7" w:rsidRPr="00C137C4">
        <w:rPr>
          <w:rFonts w:ascii="Arial Narrow" w:hAnsi="Arial Narrow" w:cs="Arial"/>
          <w:b/>
          <w:szCs w:val="24"/>
        </w:rPr>
        <w:t>UCMMiT/DZ/……../U/TP-fn/202</w:t>
      </w:r>
      <w:r w:rsidR="00FC4E42">
        <w:rPr>
          <w:rFonts w:ascii="Arial Narrow" w:hAnsi="Arial Narrow" w:cs="Arial"/>
          <w:b/>
          <w:szCs w:val="24"/>
        </w:rPr>
        <w:t>4</w:t>
      </w:r>
    </w:p>
    <w:p w14:paraId="52CCFA9C" w14:textId="34F467FA" w:rsidR="007420C5" w:rsidRPr="00C137C4" w:rsidRDefault="007420C5" w:rsidP="00C137C4">
      <w:pPr>
        <w:ind w:left="4" w:right="-2"/>
        <w:jc w:val="right"/>
        <w:rPr>
          <w:rFonts w:ascii="Arial Narrow" w:hAnsi="Arial Narrow" w:cs="Arial"/>
          <w:szCs w:val="24"/>
        </w:rPr>
      </w:pPr>
    </w:p>
    <w:p w14:paraId="1CB71654" w14:textId="77777777" w:rsidR="00FE70FA" w:rsidRPr="00C137C4" w:rsidRDefault="00FE70FA" w:rsidP="00C137C4">
      <w:pPr>
        <w:ind w:left="-154" w:right="213"/>
        <w:jc w:val="center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hAnsi="Arial Narrow" w:cs="Arial"/>
          <w:b/>
          <w:szCs w:val="24"/>
          <w:lang w:eastAsia="ar-SA"/>
        </w:rPr>
        <w:t>OPIS PRZEDMIOTU ZAMÓWIENIA</w:t>
      </w:r>
    </w:p>
    <w:p w14:paraId="36E05E52" w14:textId="77777777" w:rsidR="008B048D" w:rsidRPr="00C137C4" w:rsidRDefault="00990263" w:rsidP="00C137C4">
      <w:pPr>
        <w:pStyle w:val="Teksttreci1"/>
        <w:shd w:val="clear" w:color="auto" w:fill="auto"/>
        <w:spacing w:after="0" w:line="240" w:lineRule="auto"/>
        <w:ind w:firstLine="0"/>
        <w:jc w:val="center"/>
        <w:rPr>
          <w:rFonts w:ascii="Arial Narrow" w:hAnsi="Arial Narrow" w:cs="Arial"/>
          <w:b/>
          <w:spacing w:val="-6"/>
          <w:sz w:val="24"/>
          <w:szCs w:val="24"/>
        </w:rPr>
      </w:pPr>
      <w:r w:rsidRPr="00C137C4">
        <w:rPr>
          <w:rFonts w:ascii="Arial Narrow" w:hAnsi="Arial Narrow" w:cs="Arial"/>
          <w:b/>
          <w:spacing w:val="-6"/>
          <w:sz w:val="24"/>
          <w:szCs w:val="24"/>
        </w:rPr>
        <w:t>ŚWIADCZENIE KOMPLEKSOWYCH USŁUG PRANIA</w:t>
      </w:r>
    </w:p>
    <w:p w14:paraId="588F4668" w14:textId="77777777" w:rsidR="008B048D" w:rsidRPr="00C137C4" w:rsidRDefault="008B048D" w:rsidP="00C137C4">
      <w:pPr>
        <w:pStyle w:val="Teksttreci1"/>
        <w:shd w:val="clear" w:color="auto" w:fill="auto"/>
        <w:tabs>
          <w:tab w:val="left" w:pos="815"/>
        </w:tabs>
        <w:spacing w:after="0" w:line="240" w:lineRule="auto"/>
        <w:ind w:firstLine="0"/>
        <w:jc w:val="both"/>
        <w:rPr>
          <w:rFonts w:ascii="Arial Narrow" w:hAnsi="Arial Narrow"/>
          <w:sz w:val="24"/>
          <w:szCs w:val="24"/>
        </w:rPr>
      </w:pPr>
    </w:p>
    <w:p w14:paraId="0B8CDCBA" w14:textId="77777777" w:rsidR="008B048D" w:rsidRPr="00C137C4" w:rsidRDefault="008B048D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5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Zakres świadczonych usług pralniczych, obejmuje</w:t>
      </w:r>
      <w:r w:rsidR="00EA5B21" w:rsidRPr="00C137C4">
        <w:rPr>
          <w:rFonts w:ascii="Arial Narrow" w:hAnsi="Arial Narrow"/>
          <w:sz w:val="24"/>
          <w:szCs w:val="24"/>
        </w:rPr>
        <w:t xml:space="preserve"> w sz</w:t>
      </w:r>
      <w:r w:rsidR="00715F15" w:rsidRPr="00C137C4">
        <w:rPr>
          <w:rFonts w:ascii="Arial Narrow" w:hAnsi="Arial Narrow"/>
          <w:sz w:val="24"/>
          <w:szCs w:val="24"/>
        </w:rPr>
        <w:t>cz</w:t>
      </w:r>
      <w:r w:rsidR="00EA5B21" w:rsidRPr="00C137C4">
        <w:rPr>
          <w:rFonts w:ascii="Arial Narrow" w:hAnsi="Arial Narrow"/>
          <w:sz w:val="24"/>
          <w:szCs w:val="24"/>
        </w:rPr>
        <w:t>ególności</w:t>
      </w:r>
      <w:r w:rsidRPr="00C137C4">
        <w:rPr>
          <w:rFonts w:ascii="Arial Narrow" w:hAnsi="Arial Narrow"/>
          <w:sz w:val="24"/>
          <w:szCs w:val="24"/>
        </w:rPr>
        <w:t>:</w:t>
      </w:r>
    </w:p>
    <w:p w14:paraId="35FC6FFD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u w:val="single"/>
        </w:rPr>
        <w:t>pranie</w:t>
      </w:r>
      <w:r w:rsidRPr="00C137C4">
        <w:rPr>
          <w:rFonts w:ascii="Arial Narrow" w:hAnsi="Arial Narrow"/>
          <w:sz w:val="24"/>
          <w:szCs w:val="24"/>
        </w:rPr>
        <w:t xml:space="preserve"> wodne wraz z </w:t>
      </w:r>
      <w:r w:rsidRPr="00C137C4">
        <w:rPr>
          <w:rFonts w:ascii="Arial Narrow" w:hAnsi="Arial Narrow"/>
          <w:sz w:val="24"/>
          <w:szCs w:val="24"/>
          <w:u w:val="single"/>
        </w:rPr>
        <w:t>dezynfekcją</w:t>
      </w:r>
      <w:r w:rsidRPr="00C137C4">
        <w:rPr>
          <w:rFonts w:ascii="Arial Narrow" w:hAnsi="Arial Narrow"/>
          <w:sz w:val="24"/>
          <w:szCs w:val="24"/>
        </w:rPr>
        <w:t xml:space="preserve"> chemiczno - termiczną oraz poddanie działaniom sporobójczym bielizny płaskiej i bielizny różnej z </w:t>
      </w:r>
      <w:r w:rsidRPr="00C137C4">
        <w:rPr>
          <w:rFonts w:ascii="Arial Narrow" w:hAnsi="Arial Narrow"/>
          <w:sz w:val="24"/>
          <w:szCs w:val="24"/>
          <w:u w:val="single"/>
        </w:rPr>
        <w:t>prasowaniem, maglowaniem</w:t>
      </w:r>
      <w:r w:rsidRPr="00C137C4">
        <w:rPr>
          <w:rFonts w:ascii="Arial Narrow" w:hAnsi="Arial Narrow"/>
          <w:sz w:val="24"/>
          <w:szCs w:val="24"/>
        </w:rPr>
        <w:t xml:space="preserve"> i </w:t>
      </w:r>
      <w:r w:rsidRPr="00C137C4">
        <w:rPr>
          <w:rFonts w:ascii="Arial Narrow" w:hAnsi="Arial Narrow"/>
          <w:sz w:val="24"/>
          <w:szCs w:val="24"/>
          <w:u w:val="single"/>
        </w:rPr>
        <w:t>reperacją</w:t>
      </w:r>
      <w:r w:rsidRPr="00C137C4">
        <w:rPr>
          <w:rFonts w:ascii="Arial Narrow" w:hAnsi="Arial Narrow"/>
          <w:sz w:val="24"/>
          <w:szCs w:val="24"/>
        </w:rPr>
        <w:t>,</w:t>
      </w:r>
    </w:p>
    <w:p w14:paraId="2EFD8C85" w14:textId="5D793FEF" w:rsidR="00E43DFB" w:rsidRPr="00C137C4" w:rsidRDefault="00E43DFB" w:rsidP="00C137C4">
      <w:pPr>
        <w:pStyle w:val="Teksttreci1"/>
        <w:shd w:val="clear" w:color="auto" w:fill="auto"/>
        <w:tabs>
          <w:tab w:val="left" w:pos="1115"/>
        </w:tabs>
        <w:spacing w:after="0" w:line="240" w:lineRule="auto"/>
        <w:ind w:left="1060" w:firstLine="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lang w:val="pl"/>
        </w:rPr>
        <w:t>asortyment Zamawiającego dostosowany jest do prania w  pralni przemysłowej,</w:t>
      </w:r>
    </w:p>
    <w:p w14:paraId="3060FB07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2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pranie wodne wraz z dezynfekcją chemiczno - termiczną oraz poddanie działaniom sporobójczym odzieży fasonowanej (roboczej pracowników i odzieży pacjentów) z prasowaniem i reperacją,</w:t>
      </w:r>
    </w:p>
    <w:p w14:paraId="0F969EAD" w14:textId="05E62E89" w:rsidR="00E43DFB" w:rsidRPr="00C137C4" w:rsidRDefault="00E43DFB" w:rsidP="00C137C4">
      <w:pPr>
        <w:pStyle w:val="Teksttreci1"/>
        <w:shd w:val="clear" w:color="auto" w:fill="auto"/>
        <w:tabs>
          <w:tab w:val="left" w:pos="1125"/>
        </w:tabs>
        <w:spacing w:after="0" w:line="240" w:lineRule="auto"/>
        <w:ind w:left="1060" w:firstLine="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lang w:val="pl"/>
        </w:rPr>
        <w:t>asortyment Zamawiającego dostosowany jest do prania w  pralni przemysłowej,</w:t>
      </w:r>
    </w:p>
    <w:p w14:paraId="138B0547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20"/>
        </w:tabs>
        <w:spacing w:after="0" w:line="240" w:lineRule="auto"/>
        <w:ind w:left="1061" w:hanging="301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dezynfekcję komorową skażonych rzeczy oraz czyszczenie chemiczne materacy, koców, poduszek (tj. asortymentu szpitalnego innego, zgodnie z zaleceniami producentów),</w:t>
      </w:r>
    </w:p>
    <w:p w14:paraId="01FF4727" w14:textId="0D165432" w:rsidR="00E43DFB" w:rsidRPr="00C137C4" w:rsidRDefault="00E43DFB" w:rsidP="00C137C4">
      <w:pPr>
        <w:pStyle w:val="Teksttreci1"/>
        <w:shd w:val="clear" w:color="auto" w:fill="auto"/>
        <w:tabs>
          <w:tab w:val="left" w:pos="1120"/>
        </w:tabs>
        <w:spacing w:after="0" w:line="240" w:lineRule="auto"/>
        <w:ind w:left="1061" w:firstLine="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lang w:val="pl"/>
        </w:rPr>
        <w:t>asortyment Zamawiającego dostosowany jest do prania skażonego (dotyczy również bielizny po kontakcie z osobą zarażoną SARS-COV-2) w minimalnej temperaturze 70°C,</w:t>
      </w:r>
    </w:p>
    <w:p w14:paraId="57561E14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20"/>
        </w:tabs>
        <w:spacing w:after="0" w:line="240" w:lineRule="auto"/>
        <w:ind w:left="1061" w:hanging="301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>oznakowanie  zewnętrzne asortymentu (UCMMiT +  litery jednostki organizacyjnej) jeśli zostanie zgłoszone,</w:t>
      </w:r>
    </w:p>
    <w:p w14:paraId="1DCCC254" w14:textId="4B746878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20"/>
        </w:tabs>
        <w:spacing w:after="0" w:line="240" w:lineRule="auto"/>
        <w:ind w:left="1061" w:hanging="301"/>
        <w:jc w:val="both"/>
        <w:rPr>
          <w:rFonts w:ascii="Arial Narrow" w:hAnsi="Arial Narrow"/>
          <w:color w:val="FF0000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  <w:u w:val="single"/>
        </w:rPr>
        <w:t>oznakowanie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asortymentu odpowiednim chipem - znacznikiem </w:t>
      </w:r>
      <w:r w:rsidR="007B38D7" w:rsidRPr="00C137C4">
        <w:rPr>
          <w:rFonts w:ascii="Arial Narrow" w:hAnsi="Arial Narrow"/>
          <w:color w:val="auto"/>
          <w:sz w:val="24"/>
          <w:szCs w:val="24"/>
        </w:rPr>
        <w:t xml:space="preserve">tag 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RFID umożliwiającym nadzór nad asortymentem co najmniej w ciągu 2 lat. Znacznik musi zawierać informację identyfikującą Zamawiającego i jego jednostkę organizacyjną a dla ubrań pracowniczych </w:t>
      </w:r>
      <w:r w:rsidR="00601B9C" w:rsidRPr="00C137C4">
        <w:rPr>
          <w:rFonts w:ascii="Arial Narrow" w:hAnsi="Arial Narrow"/>
          <w:color w:val="auto"/>
          <w:sz w:val="24"/>
          <w:szCs w:val="24"/>
        </w:rPr>
        <w:t>(medycznych, operacyjnych</w:t>
      </w:r>
      <w:r w:rsidR="00634B6F" w:rsidRPr="00C137C4">
        <w:rPr>
          <w:rFonts w:ascii="Arial Narrow" w:hAnsi="Arial Narrow"/>
          <w:color w:val="auto"/>
          <w:sz w:val="24"/>
          <w:szCs w:val="24"/>
        </w:rPr>
        <w:t>/komorowych</w:t>
      </w:r>
      <w:r w:rsidR="00601B9C" w:rsidRPr="00C137C4">
        <w:rPr>
          <w:rFonts w:ascii="Arial Narrow" w:hAnsi="Arial Narrow"/>
          <w:color w:val="auto"/>
          <w:sz w:val="24"/>
          <w:szCs w:val="24"/>
        </w:rPr>
        <w:t xml:space="preserve"> i roboczych) 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dodatkowo imię i nazwisko pracownika. </w:t>
      </w:r>
      <w:r w:rsidRPr="00C137C4">
        <w:rPr>
          <w:rFonts w:ascii="Arial Narrow" w:hAnsi="Arial Narrow"/>
          <w:b/>
          <w:color w:val="auto"/>
          <w:sz w:val="24"/>
          <w:szCs w:val="24"/>
        </w:rPr>
        <w:t>Oznaczenie  asortymentu i zapewnienie prawidłowości działania znaczników przez cały okres obowiązywania umowy, spoczywa na wykonawcy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. Czynności nadzorcze i serwisowo/naprawcze znaczników </w:t>
      </w:r>
      <w:r w:rsidR="00C42003" w:rsidRPr="00C137C4">
        <w:rPr>
          <w:rFonts w:ascii="Arial Narrow" w:hAnsi="Arial Narrow"/>
          <w:color w:val="auto"/>
          <w:sz w:val="24"/>
          <w:szCs w:val="24"/>
        </w:rPr>
        <w:t xml:space="preserve">ujęte są </w:t>
      </w:r>
      <w:r w:rsidRPr="00C137C4">
        <w:rPr>
          <w:rFonts w:ascii="Arial Narrow" w:hAnsi="Arial Narrow"/>
          <w:color w:val="auto"/>
          <w:sz w:val="24"/>
          <w:szCs w:val="24"/>
        </w:rPr>
        <w:t>w cenie usługi</w:t>
      </w:r>
      <w:r w:rsidR="00C42003" w:rsidRPr="00C137C4">
        <w:rPr>
          <w:rFonts w:ascii="Arial Narrow" w:hAnsi="Arial Narrow"/>
          <w:color w:val="auto"/>
          <w:sz w:val="24"/>
          <w:szCs w:val="24"/>
        </w:rPr>
        <w:t>. O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znaczenia wykonuje </w:t>
      </w:r>
      <w:r w:rsidR="00C42003" w:rsidRPr="00C137C4">
        <w:rPr>
          <w:rFonts w:ascii="Arial Narrow" w:hAnsi="Arial Narrow"/>
          <w:color w:val="auto"/>
          <w:sz w:val="24"/>
          <w:szCs w:val="24"/>
        </w:rPr>
        <w:t xml:space="preserve">i uzupełnia </w:t>
      </w:r>
      <w:r w:rsidRPr="00C137C4">
        <w:rPr>
          <w:rFonts w:ascii="Arial Narrow" w:hAnsi="Arial Narrow"/>
          <w:color w:val="auto"/>
          <w:sz w:val="24"/>
          <w:szCs w:val="24"/>
        </w:rPr>
        <w:t>przez okres</w:t>
      </w:r>
      <w:r w:rsidR="00E43DFB" w:rsidRPr="00C137C4">
        <w:rPr>
          <w:rFonts w:ascii="Arial Narrow" w:hAnsi="Arial Narrow"/>
          <w:color w:val="auto"/>
          <w:sz w:val="24"/>
          <w:szCs w:val="24"/>
        </w:rPr>
        <w:t xml:space="preserve"> obowiązywania umowy wykonawca.</w:t>
      </w:r>
    </w:p>
    <w:p w14:paraId="4BD8B0C4" w14:textId="3EF3B4B6" w:rsidR="00E43DFB" w:rsidRPr="00C137C4" w:rsidRDefault="00E43DFB" w:rsidP="00C137C4">
      <w:pPr>
        <w:pStyle w:val="Teksttreci1"/>
        <w:shd w:val="clear" w:color="auto" w:fill="auto"/>
        <w:tabs>
          <w:tab w:val="left" w:pos="1120"/>
        </w:tabs>
        <w:spacing w:after="0" w:line="240" w:lineRule="auto"/>
        <w:ind w:left="1061" w:firstLine="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Szacowana liczba ok. </w:t>
      </w:r>
      <w:r w:rsidR="00D305F4" w:rsidRPr="00C137C4">
        <w:rPr>
          <w:rFonts w:ascii="Arial Narrow" w:hAnsi="Arial Narrow"/>
          <w:sz w:val="24"/>
          <w:szCs w:val="24"/>
        </w:rPr>
        <w:t>3.2</w:t>
      </w:r>
      <w:r w:rsidRPr="00C137C4">
        <w:rPr>
          <w:rFonts w:ascii="Arial Narrow" w:hAnsi="Arial Narrow"/>
          <w:sz w:val="24"/>
          <w:szCs w:val="24"/>
        </w:rPr>
        <w:t>00</w:t>
      </w:r>
    </w:p>
    <w:p w14:paraId="054B429E" w14:textId="13F2A143" w:rsidR="00E43DFB" w:rsidRPr="00C137C4" w:rsidRDefault="00E43DFB" w:rsidP="00C137C4">
      <w:pPr>
        <w:ind w:firstLine="993"/>
        <w:jc w:val="both"/>
        <w:rPr>
          <w:rFonts w:ascii="Arial Narrow" w:eastAsia="Roboto" w:hAnsi="Arial Narrow" w:cs="Roboto"/>
          <w:color w:val="202124"/>
          <w:szCs w:val="24"/>
        </w:rPr>
      </w:pPr>
      <w:r w:rsidRPr="00C137C4">
        <w:rPr>
          <w:rFonts w:ascii="Arial Narrow" w:hAnsi="Arial Narrow"/>
          <w:szCs w:val="24"/>
          <w:lang w:val="pl"/>
        </w:rPr>
        <w:t>obecnie asortyment Zamawiającego oznakowany jest w technologii</w:t>
      </w:r>
      <w:r w:rsidRPr="00C137C4">
        <w:rPr>
          <w:rFonts w:ascii="Arial Narrow" w:eastAsia="Roboto" w:hAnsi="Arial Narrow" w:cs="Roboto"/>
          <w:color w:val="202124"/>
          <w:szCs w:val="24"/>
        </w:rPr>
        <w:t xml:space="preserve"> RFID HF</w:t>
      </w:r>
    </w:p>
    <w:p w14:paraId="27AA9D98" w14:textId="50ED3806" w:rsidR="005F0C9F" w:rsidRPr="00C137C4" w:rsidRDefault="005F0C9F" w:rsidP="00C137C4">
      <w:pPr>
        <w:ind w:firstLine="993"/>
        <w:jc w:val="both"/>
        <w:rPr>
          <w:rFonts w:ascii="Arial Narrow" w:eastAsia="Roboto" w:hAnsi="Arial Narrow" w:cs="Roboto"/>
          <w:color w:val="202124"/>
          <w:szCs w:val="24"/>
        </w:rPr>
      </w:pPr>
      <w:r w:rsidRPr="00C137C4">
        <w:rPr>
          <w:rFonts w:ascii="Arial Narrow" w:hAnsi="Arial Narrow"/>
          <w:szCs w:val="24"/>
          <w:lang w:val="pl"/>
        </w:rPr>
        <w:t xml:space="preserve">Zamawiający wymaga zastosowania co najmniej tagów </w:t>
      </w:r>
      <w:r w:rsidRPr="00C137C4">
        <w:rPr>
          <w:rFonts w:ascii="Arial Narrow" w:eastAsia="Roboto" w:hAnsi="Arial Narrow" w:cs="Roboto"/>
          <w:color w:val="202124"/>
          <w:szCs w:val="24"/>
        </w:rPr>
        <w:t>RFID HF</w:t>
      </w:r>
    </w:p>
    <w:p w14:paraId="5347DAEB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20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u w:val="single"/>
        </w:rPr>
        <w:t>logistykę</w:t>
      </w:r>
      <w:r w:rsidRPr="00C137C4">
        <w:rPr>
          <w:rFonts w:ascii="Arial Narrow" w:hAnsi="Arial Narrow"/>
          <w:sz w:val="24"/>
          <w:szCs w:val="24"/>
        </w:rPr>
        <w:t xml:space="preserve"> obrotu asortymentowego, w tym spedycję własną, załadunek i rozładunek, </w:t>
      </w:r>
      <w:r w:rsidRPr="00C137C4">
        <w:rPr>
          <w:rFonts w:ascii="Arial Narrow" w:hAnsi="Arial Narrow"/>
          <w:sz w:val="24"/>
          <w:szCs w:val="24"/>
          <w:u w:val="single"/>
        </w:rPr>
        <w:t>konfekcjonowanie</w:t>
      </w:r>
      <w:r w:rsidRPr="00C137C4">
        <w:rPr>
          <w:rFonts w:ascii="Arial Narrow" w:hAnsi="Arial Narrow"/>
          <w:sz w:val="24"/>
          <w:szCs w:val="24"/>
        </w:rPr>
        <w:t xml:space="preserve"> oraz koszty dezynfekcji wózków transportowych przed rozwiezieniem czystej bielizny i po zwiezieniu brudnej z wszystkich jednostek org. Zamawiającego</w:t>
      </w:r>
      <w:r w:rsidRPr="00C137C4">
        <w:rPr>
          <w:rFonts w:ascii="Arial Narrow" w:hAnsi="Arial Narrow"/>
          <w:color w:val="FF0000"/>
          <w:sz w:val="24"/>
          <w:szCs w:val="24"/>
        </w:rPr>
        <w:t>,</w:t>
      </w:r>
    </w:p>
    <w:p w14:paraId="06A65160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20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u w:val="single"/>
        </w:rPr>
        <w:t>odbiór i dostarczanie</w:t>
      </w:r>
      <w:r w:rsidRPr="00C137C4">
        <w:rPr>
          <w:rFonts w:ascii="Arial Narrow" w:hAnsi="Arial Narrow"/>
          <w:sz w:val="24"/>
          <w:szCs w:val="24"/>
        </w:rPr>
        <w:t xml:space="preserve"> oraz transport bielizny do i od Zamawiającego w sposób higieniczny zabezpieczający przed zniszczeniem asortymentu.</w:t>
      </w:r>
    </w:p>
    <w:p w14:paraId="358C87D9" w14:textId="77777777" w:rsidR="008B048D" w:rsidRPr="00C137C4" w:rsidRDefault="008B048D" w:rsidP="00C137C4">
      <w:pPr>
        <w:pStyle w:val="Teksttreci1"/>
        <w:numPr>
          <w:ilvl w:val="2"/>
          <w:numId w:val="8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koszty </w:t>
      </w:r>
      <w:r w:rsidRPr="00C137C4">
        <w:rPr>
          <w:rFonts w:ascii="Arial Narrow" w:hAnsi="Arial Narrow"/>
          <w:sz w:val="24"/>
          <w:szCs w:val="24"/>
          <w:u w:val="single"/>
        </w:rPr>
        <w:t>opakowań</w:t>
      </w:r>
      <w:r w:rsidRPr="00C137C4">
        <w:rPr>
          <w:rFonts w:ascii="Arial Narrow" w:hAnsi="Arial Narrow"/>
          <w:sz w:val="24"/>
          <w:szCs w:val="24"/>
        </w:rPr>
        <w:t xml:space="preserve"> i inne koszty związane z prawidłowym wyk</w:t>
      </w:r>
      <w:r w:rsidR="00E81A63" w:rsidRPr="00C137C4">
        <w:rPr>
          <w:rFonts w:ascii="Arial Narrow" w:hAnsi="Arial Narrow"/>
          <w:sz w:val="24"/>
          <w:szCs w:val="24"/>
        </w:rPr>
        <w:t>onywaniem przedmiotu zamówienia.</w:t>
      </w:r>
    </w:p>
    <w:p w14:paraId="6B445D9B" w14:textId="77777777" w:rsidR="00197120" w:rsidRPr="00C137C4" w:rsidRDefault="00CD4E9B" w:rsidP="00C137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  <w:lang w:eastAsia="ar-SA"/>
        </w:rPr>
      </w:pPr>
      <w:r w:rsidRPr="00C137C4">
        <w:rPr>
          <w:rFonts w:ascii="Arial Narrow" w:hAnsi="Arial Narrow" w:cs="Arial"/>
          <w:lang w:eastAsia="ar-SA"/>
        </w:rPr>
        <w:t>Usługi będą wykonywane zgodnie z wymogami sanitarno - epidemiologicznymi obowiązującymi w pralniach wykonujących usługi na rzecz jednostek ochrony zdrowia z zastosowaniem środków piorąco - dezynfekujących skutecznie działających na B</w:t>
      </w:r>
      <w:r w:rsidR="00340B38" w:rsidRPr="00C137C4">
        <w:rPr>
          <w:rFonts w:ascii="Arial Narrow" w:hAnsi="Arial Narrow" w:cs="Arial"/>
          <w:lang w:eastAsia="ar-SA"/>
        </w:rPr>
        <w:t xml:space="preserve"> (bakterie)</w:t>
      </w:r>
      <w:r w:rsidRPr="00C137C4">
        <w:rPr>
          <w:rFonts w:ascii="Arial Narrow" w:hAnsi="Arial Narrow" w:cs="Arial"/>
          <w:lang w:eastAsia="ar-SA"/>
        </w:rPr>
        <w:t>, F</w:t>
      </w:r>
      <w:r w:rsidR="00340B38" w:rsidRPr="00C137C4">
        <w:rPr>
          <w:rFonts w:ascii="Arial Narrow" w:hAnsi="Arial Narrow" w:cs="Arial"/>
          <w:lang w:eastAsia="ar-SA"/>
        </w:rPr>
        <w:t>(grzyby)</w:t>
      </w:r>
      <w:r w:rsidRPr="00C137C4">
        <w:rPr>
          <w:rFonts w:ascii="Arial Narrow" w:hAnsi="Arial Narrow" w:cs="Arial"/>
          <w:lang w:eastAsia="ar-SA"/>
        </w:rPr>
        <w:t>,V</w:t>
      </w:r>
      <w:r w:rsidR="00340B38" w:rsidRPr="00C137C4">
        <w:rPr>
          <w:rFonts w:ascii="Arial Narrow" w:hAnsi="Arial Narrow" w:cs="Arial"/>
          <w:lang w:eastAsia="ar-SA"/>
        </w:rPr>
        <w:t xml:space="preserve"> (wirusy)</w:t>
      </w:r>
      <w:r w:rsidRPr="00C137C4">
        <w:rPr>
          <w:rFonts w:ascii="Arial Narrow" w:hAnsi="Arial Narrow" w:cs="Arial"/>
          <w:lang w:eastAsia="ar-SA"/>
        </w:rPr>
        <w:t>, Tbc</w:t>
      </w:r>
      <w:r w:rsidR="00197120" w:rsidRPr="00C137C4">
        <w:rPr>
          <w:rFonts w:ascii="Arial Narrow" w:hAnsi="Arial Narrow" w:cs="Arial"/>
          <w:lang w:eastAsia="ar-SA"/>
        </w:rPr>
        <w:t xml:space="preserve"> (prątki), spory w tym Clostridium </w:t>
      </w:r>
      <w:r w:rsidRPr="00C137C4">
        <w:rPr>
          <w:rFonts w:ascii="Arial Narrow" w:hAnsi="Arial Narrow" w:cs="Arial"/>
          <w:lang w:eastAsia="ar-SA"/>
        </w:rPr>
        <w:t xml:space="preserve">diflficile. </w:t>
      </w:r>
    </w:p>
    <w:p w14:paraId="38C7F1FA" w14:textId="77777777" w:rsidR="00CD4E9B" w:rsidRPr="00C137C4" w:rsidRDefault="00CD4E9B" w:rsidP="00C137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  <w:lang w:eastAsia="ar-SA"/>
        </w:rPr>
      </w:pPr>
      <w:r w:rsidRPr="00C137C4">
        <w:rPr>
          <w:rFonts w:ascii="Arial Narrow" w:hAnsi="Arial Narrow" w:cs="Arial"/>
          <w:lang w:eastAsia="ar-SA"/>
        </w:rPr>
        <w:t xml:space="preserve">Wykonawca zobowiązany </w:t>
      </w:r>
      <w:r w:rsidR="00664F32" w:rsidRPr="00C137C4">
        <w:rPr>
          <w:rFonts w:ascii="Arial Narrow" w:hAnsi="Arial Narrow" w:cs="Arial"/>
          <w:lang w:eastAsia="ar-SA"/>
        </w:rPr>
        <w:t>jest</w:t>
      </w:r>
      <w:r w:rsidRPr="00C137C4">
        <w:rPr>
          <w:rFonts w:ascii="Arial Narrow" w:hAnsi="Arial Narrow" w:cs="Arial"/>
          <w:lang w:eastAsia="ar-SA"/>
        </w:rPr>
        <w:t xml:space="preserve"> do p</w:t>
      </w:r>
      <w:r w:rsidR="00E93AB5" w:rsidRPr="00C137C4">
        <w:rPr>
          <w:rFonts w:ascii="Arial Narrow" w:hAnsi="Arial Narrow" w:cs="Arial"/>
          <w:lang w:eastAsia="ar-SA"/>
        </w:rPr>
        <w:t>ra</w:t>
      </w:r>
      <w:r w:rsidRPr="00C137C4">
        <w:rPr>
          <w:rFonts w:ascii="Arial Narrow" w:hAnsi="Arial Narrow" w:cs="Arial"/>
          <w:lang w:eastAsia="ar-SA"/>
        </w:rPr>
        <w:t xml:space="preserve">nia </w:t>
      </w:r>
      <w:r w:rsidR="00E75FF2" w:rsidRPr="00C137C4">
        <w:rPr>
          <w:rFonts w:ascii="Arial Narrow" w:hAnsi="Arial Narrow" w:cs="Arial"/>
          <w:lang w:eastAsia="ar-SA"/>
        </w:rPr>
        <w:t>odzieży roboczej</w:t>
      </w:r>
      <w:r w:rsidR="00B6597B" w:rsidRPr="00C137C4">
        <w:rPr>
          <w:rFonts w:ascii="Arial Narrow" w:hAnsi="Arial Narrow" w:cs="Arial"/>
          <w:lang w:eastAsia="ar-SA"/>
        </w:rPr>
        <w:t xml:space="preserve"> (ochronnej nie medycznej) </w:t>
      </w:r>
      <w:r w:rsidR="00E75FF2" w:rsidRPr="00C137C4">
        <w:rPr>
          <w:rFonts w:ascii="Arial Narrow" w:hAnsi="Arial Narrow" w:cs="Arial"/>
          <w:lang w:eastAsia="ar-SA"/>
        </w:rPr>
        <w:t xml:space="preserve"> </w:t>
      </w:r>
      <w:r w:rsidRPr="00C137C4">
        <w:rPr>
          <w:rFonts w:ascii="Arial Narrow" w:hAnsi="Arial Narrow" w:cs="Arial"/>
          <w:lang w:eastAsia="ar-SA"/>
        </w:rPr>
        <w:t xml:space="preserve">koców, poduszek i kołder w temperaturze </w:t>
      </w:r>
      <w:r w:rsidR="005B3B75" w:rsidRPr="00C137C4">
        <w:rPr>
          <w:rFonts w:ascii="Arial Narrow" w:hAnsi="Arial Narrow" w:cs="Arial"/>
          <w:lang w:eastAsia="ar-SA"/>
        </w:rPr>
        <w:t>zalecanej przez producenta</w:t>
      </w:r>
      <w:r w:rsidR="00D70053" w:rsidRPr="00C137C4">
        <w:rPr>
          <w:rFonts w:ascii="Arial Narrow" w:hAnsi="Arial Narrow" w:cs="Arial"/>
          <w:lang w:eastAsia="ar-SA"/>
        </w:rPr>
        <w:t>, (</w:t>
      </w:r>
      <w:r w:rsidRPr="00C137C4">
        <w:rPr>
          <w:rFonts w:ascii="Arial Narrow" w:hAnsi="Arial Narrow" w:cs="Arial"/>
          <w:lang w:eastAsia="ar-SA"/>
        </w:rPr>
        <w:t>w przypadku braku takich informacji – w temp. nie wyższej niż 40st. Celsjusza. Dotyczy to także innych asortymentów</w:t>
      </w:r>
      <w:r w:rsidR="00C5028D" w:rsidRPr="00C137C4">
        <w:rPr>
          <w:rFonts w:ascii="Arial Narrow" w:hAnsi="Arial Narrow" w:cs="Arial"/>
          <w:lang w:eastAsia="ar-SA"/>
        </w:rPr>
        <w:t>,</w:t>
      </w:r>
      <w:r w:rsidRPr="00C137C4">
        <w:rPr>
          <w:rFonts w:ascii="Arial Narrow" w:hAnsi="Arial Narrow" w:cs="Arial"/>
          <w:lang w:eastAsia="ar-SA"/>
        </w:rPr>
        <w:t xml:space="preserve"> które zgodnie z zaleceniami producenta powinny być prane w temperaturze nie przekraczającej 40 </w:t>
      </w:r>
      <w:r w:rsidRPr="00C137C4">
        <w:rPr>
          <w:rFonts w:ascii="Arial Narrow" w:hAnsi="Arial Narrow"/>
        </w:rPr>
        <w:sym w:font="Symbol" w:char="00B0"/>
      </w:r>
      <w:r w:rsidRPr="00C137C4">
        <w:rPr>
          <w:rFonts w:ascii="Arial Narrow" w:hAnsi="Arial Narrow" w:cs="Arial"/>
          <w:lang w:eastAsia="ar-SA"/>
        </w:rPr>
        <w:t xml:space="preserve">C. </w:t>
      </w:r>
    </w:p>
    <w:p w14:paraId="699AE899" w14:textId="77777777" w:rsidR="00CD4E9B" w:rsidRPr="00C137C4" w:rsidRDefault="00CD4E9B" w:rsidP="00C137C4">
      <w:pPr>
        <w:pStyle w:val="Akapitzlist"/>
        <w:numPr>
          <w:ilvl w:val="0"/>
          <w:numId w:val="10"/>
        </w:numPr>
        <w:jc w:val="both"/>
        <w:rPr>
          <w:rFonts w:ascii="Arial Narrow" w:hAnsi="Arial Narrow" w:cs="Arial"/>
          <w:lang w:eastAsia="ar-SA"/>
        </w:rPr>
      </w:pPr>
      <w:r w:rsidRPr="00C137C4">
        <w:rPr>
          <w:rFonts w:ascii="Arial Narrow" w:hAnsi="Arial Narrow" w:cs="Arial"/>
          <w:lang w:eastAsia="ar-SA"/>
        </w:rPr>
        <w:t>Usługi będą wykonywane przy użyciu środków piorących dopuszczonych do obrotu na rynku polskim, posiadających odpowiednie sprawdzenia i certyfikaty. Zamawiający zastrzega sobie prawo do przeprowadzania kontroli, w zakresie stosowania przez wykonawcę w procesie świadczonych usług pralniczych, środków piorących i dezynfekcyjnych.</w:t>
      </w:r>
    </w:p>
    <w:p w14:paraId="76DA1B2F" w14:textId="77777777" w:rsidR="008B048D" w:rsidRPr="00C137C4" w:rsidRDefault="008B048D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Definicje i zwroty definiowane w treści:</w:t>
      </w:r>
    </w:p>
    <w:p w14:paraId="2851BF9B" w14:textId="77777777" w:rsidR="00BC675B" w:rsidRPr="00C137C4" w:rsidRDefault="00BC675B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Asortyment – to każda rzecz przekazywana przez Zamawiającego Wykonawcy w celu wykonania usługi.</w:t>
      </w:r>
    </w:p>
    <w:p w14:paraId="63305594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lastRenderedPageBreak/>
        <w:t xml:space="preserve">Bielizna płaska - to </w:t>
      </w:r>
      <w:r w:rsidR="0009750A" w:rsidRPr="00C137C4">
        <w:rPr>
          <w:rFonts w:ascii="Arial Narrow" w:hAnsi="Arial Narrow"/>
          <w:sz w:val="24"/>
          <w:szCs w:val="24"/>
        </w:rPr>
        <w:t>asortyment taki</w:t>
      </w:r>
      <w:r w:rsidRPr="00C137C4">
        <w:rPr>
          <w:rFonts w:ascii="Arial Narrow" w:hAnsi="Arial Narrow"/>
          <w:sz w:val="24"/>
          <w:szCs w:val="24"/>
        </w:rPr>
        <w:t xml:space="preserve"> jak: poszwy, poszewka, prześcieradła, podkłady,</w:t>
      </w:r>
    </w:p>
    <w:p w14:paraId="504FF86A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Bielizna różna - to </w:t>
      </w:r>
      <w:r w:rsidR="0009750A" w:rsidRPr="00C137C4">
        <w:rPr>
          <w:rFonts w:ascii="Arial Narrow" w:hAnsi="Arial Narrow"/>
          <w:sz w:val="24"/>
          <w:szCs w:val="24"/>
        </w:rPr>
        <w:t xml:space="preserve"> asortyment taki</w:t>
      </w:r>
      <w:r w:rsidRPr="00C137C4">
        <w:rPr>
          <w:rFonts w:ascii="Arial Narrow" w:hAnsi="Arial Narrow"/>
          <w:sz w:val="24"/>
          <w:szCs w:val="24"/>
        </w:rPr>
        <w:t xml:space="preserve"> jak: ścierki, ręczniki, piżamy i odzież nocna i komorowa pacjentów,</w:t>
      </w:r>
      <w:r w:rsidR="00E02C00" w:rsidRPr="00C137C4">
        <w:rPr>
          <w:rFonts w:ascii="Arial Narrow" w:hAnsi="Arial Narrow"/>
          <w:sz w:val="24"/>
          <w:szCs w:val="24"/>
        </w:rPr>
        <w:t xml:space="preserve"> </w:t>
      </w:r>
      <w:r w:rsidR="005A3464" w:rsidRPr="00C137C4">
        <w:rPr>
          <w:rFonts w:ascii="Arial Narrow" w:hAnsi="Arial Narrow"/>
          <w:sz w:val="24"/>
          <w:szCs w:val="24"/>
        </w:rPr>
        <w:t>szlafroki,</w:t>
      </w:r>
      <w:r w:rsidRPr="00C137C4">
        <w:rPr>
          <w:rFonts w:ascii="Arial Narrow" w:hAnsi="Arial Narrow"/>
          <w:sz w:val="24"/>
          <w:szCs w:val="24"/>
        </w:rPr>
        <w:t xml:space="preserve"> </w:t>
      </w:r>
    </w:p>
    <w:p w14:paraId="26F9D8B2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Asortyment szpitalny inny:</w:t>
      </w:r>
      <w:r w:rsidR="005A3464" w:rsidRPr="00C137C4">
        <w:rPr>
          <w:rFonts w:ascii="Arial Narrow" w:hAnsi="Arial Narrow"/>
          <w:sz w:val="24"/>
          <w:szCs w:val="24"/>
        </w:rPr>
        <w:t xml:space="preserve"> </w:t>
      </w:r>
      <w:r w:rsidRPr="00C137C4">
        <w:rPr>
          <w:rFonts w:ascii="Arial Narrow" w:hAnsi="Arial Narrow"/>
          <w:sz w:val="24"/>
          <w:szCs w:val="24"/>
        </w:rPr>
        <w:t>poduszki,</w:t>
      </w:r>
      <w:r w:rsidR="000F0ED4" w:rsidRPr="00C137C4">
        <w:rPr>
          <w:rFonts w:ascii="Arial Narrow" w:hAnsi="Arial Narrow"/>
          <w:sz w:val="24"/>
          <w:szCs w:val="24"/>
        </w:rPr>
        <w:t xml:space="preserve"> jaśki, </w:t>
      </w:r>
      <w:r w:rsidRPr="00C137C4">
        <w:rPr>
          <w:rFonts w:ascii="Arial Narrow" w:hAnsi="Arial Narrow"/>
          <w:sz w:val="24"/>
          <w:szCs w:val="24"/>
        </w:rPr>
        <w:t>koce, materace,</w:t>
      </w:r>
      <w:r w:rsidR="006A2C18" w:rsidRPr="00C137C4">
        <w:rPr>
          <w:rFonts w:ascii="Arial Narrow" w:hAnsi="Arial Narrow"/>
          <w:sz w:val="24"/>
          <w:szCs w:val="24"/>
        </w:rPr>
        <w:t xml:space="preserve"> zasłony textylne na sale chorych</w:t>
      </w:r>
      <w:r w:rsidR="00E0019F" w:rsidRPr="00C137C4">
        <w:rPr>
          <w:rFonts w:ascii="Arial Narrow" w:hAnsi="Arial Narrow"/>
          <w:sz w:val="24"/>
          <w:szCs w:val="24"/>
        </w:rPr>
        <w:t>,</w:t>
      </w:r>
      <w:r w:rsidR="005A3464" w:rsidRPr="00C137C4">
        <w:rPr>
          <w:rFonts w:ascii="Arial Narrow" w:hAnsi="Arial Narrow"/>
          <w:sz w:val="24"/>
          <w:szCs w:val="24"/>
        </w:rPr>
        <w:t xml:space="preserve"> </w:t>
      </w:r>
      <w:bookmarkStart w:id="0" w:name="_GoBack"/>
      <w:r w:rsidR="005A3464" w:rsidRPr="00C137C4">
        <w:rPr>
          <w:rFonts w:ascii="Arial Narrow" w:hAnsi="Arial Narrow"/>
          <w:sz w:val="24"/>
          <w:szCs w:val="24"/>
        </w:rPr>
        <w:t>worki</w:t>
      </w:r>
      <w:bookmarkEnd w:id="0"/>
      <w:r w:rsidR="005A3464" w:rsidRPr="00C137C4">
        <w:rPr>
          <w:rFonts w:ascii="Arial Narrow" w:hAnsi="Arial Narrow"/>
          <w:sz w:val="24"/>
          <w:szCs w:val="24"/>
        </w:rPr>
        <w:t xml:space="preserve"> na bieliznę, osłony </w:t>
      </w:r>
      <w:r w:rsidR="00471E29" w:rsidRPr="00C137C4">
        <w:rPr>
          <w:rFonts w:ascii="Arial Narrow" w:hAnsi="Arial Narrow"/>
          <w:sz w:val="24"/>
          <w:szCs w:val="24"/>
        </w:rPr>
        <w:t xml:space="preserve">bawełniane </w:t>
      </w:r>
      <w:r w:rsidR="005A3464" w:rsidRPr="00C137C4">
        <w:rPr>
          <w:rFonts w:ascii="Arial Narrow" w:hAnsi="Arial Narrow"/>
          <w:sz w:val="24"/>
          <w:szCs w:val="24"/>
        </w:rPr>
        <w:t>parawanowe, nakładki na mopy, pokrowce na materace ecolastic, pokrowce na poduszki ecolastic</w:t>
      </w:r>
      <w:r w:rsidR="0099610A" w:rsidRPr="00C137C4">
        <w:rPr>
          <w:rFonts w:ascii="Arial Narrow" w:hAnsi="Arial Narrow"/>
          <w:sz w:val="24"/>
          <w:szCs w:val="24"/>
        </w:rPr>
        <w:t>, czapki</w:t>
      </w:r>
      <w:r w:rsidR="008852F8" w:rsidRPr="00C137C4">
        <w:rPr>
          <w:rFonts w:ascii="Arial Narrow" w:hAnsi="Arial Narrow"/>
          <w:sz w:val="24"/>
          <w:szCs w:val="24"/>
        </w:rPr>
        <w:t xml:space="preserve"> i</w:t>
      </w:r>
      <w:r w:rsidR="00E41AF5" w:rsidRPr="00C137C4">
        <w:rPr>
          <w:rFonts w:ascii="Arial Narrow" w:hAnsi="Arial Narrow"/>
          <w:sz w:val="24"/>
          <w:szCs w:val="24"/>
        </w:rPr>
        <w:t xml:space="preserve"> inne nie sklasyfikowane</w:t>
      </w:r>
      <w:r w:rsidR="0099610A" w:rsidRPr="00C137C4">
        <w:rPr>
          <w:rFonts w:ascii="Arial Narrow" w:hAnsi="Arial Narrow"/>
          <w:sz w:val="24"/>
          <w:szCs w:val="24"/>
        </w:rPr>
        <w:t xml:space="preserve">,  </w:t>
      </w:r>
    </w:p>
    <w:p w14:paraId="59FAE480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20"/>
        </w:tabs>
        <w:spacing w:after="0" w:line="240" w:lineRule="auto"/>
        <w:ind w:left="1060" w:hanging="30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Odzież fasonowa, to</w:t>
      </w:r>
      <w:r w:rsidR="0009750A" w:rsidRPr="00C137C4">
        <w:rPr>
          <w:rFonts w:ascii="Arial Narrow" w:hAnsi="Arial Narrow"/>
          <w:sz w:val="24"/>
          <w:szCs w:val="24"/>
        </w:rPr>
        <w:t xml:space="preserve"> asortyment taki jak</w:t>
      </w:r>
      <w:r w:rsidRPr="00C137C4">
        <w:rPr>
          <w:rFonts w:ascii="Arial Narrow" w:hAnsi="Arial Narrow"/>
          <w:sz w:val="24"/>
          <w:szCs w:val="24"/>
        </w:rPr>
        <w:t>: spódnice, spodnie, bluzy, fartuchy</w:t>
      </w:r>
      <w:r w:rsidR="00B70ABF" w:rsidRPr="00C137C4">
        <w:rPr>
          <w:rFonts w:ascii="Arial Narrow" w:hAnsi="Arial Narrow"/>
          <w:sz w:val="24"/>
          <w:szCs w:val="24"/>
        </w:rPr>
        <w:t xml:space="preserve">, </w:t>
      </w:r>
      <w:r w:rsidR="00A01178" w:rsidRPr="00C137C4">
        <w:rPr>
          <w:rFonts w:ascii="Arial Narrow" w:hAnsi="Arial Narrow"/>
          <w:sz w:val="24"/>
          <w:szCs w:val="24"/>
        </w:rPr>
        <w:t xml:space="preserve">sukienki, </w:t>
      </w:r>
      <w:r w:rsidR="00FE3077" w:rsidRPr="00C137C4">
        <w:rPr>
          <w:rFonts w:ascii="Arial Narrow" w:hAnsi="Arial Narrow"/>
          <w:sz w:val="24"/>
          <w:szCs w:val="24"/>
        </w:rPr>
        <w:t xml:space="preserve">odzież </w:t>
      </w:r>
      <w:r w:rsidR="00C942BC" w:rsidRPr="00C137C4">
        <w:rPr>
          <w:rFonts w:ascii="Arial Narrow" w:hAnsi="Arial Narrow"/>
          <w:sz w:val="24"/>
          <w:szCs w:val="24"/>
        </w:rPr>
        <w:t>medyczna</w:t>
      </w:r>
      <w:r w:rsidR="009845C5" w:rsidRPr="00C137C4">
        <w:rPr>
          <w:rFonts w:ascii="Arial Narrow" w:hAnsi="Arial Narrow"/>
          <w:sz w:val="24"/>
          <w:szCs w:val="24"/>
        </w:rPr>
        <w:t xml:space="preserve">, ochronna </w:t>
      </w:r>
      <w:r w:rsidR="00C942BC" w:rsidRPr="00C137C4">
        <w:rPr>
          <w:rFonts w:ascii="Arial Narrow" w:hAnsi="Arial Narrow"/>
          <w:sz w:val="24"/>
          <w:szCs w:val="24"/>
        </w:rPr>
        <w:t xml:space="preserve">i </w:t>
      </w:r>
      <w:r w:rsidR="00B70ABF" w:rsidRPr="00C137C4">
        <w:rPr>
          <w:rFonts w:ascii="Arial Narrow" w:hAnsi="Arial Narrow"/>
          <w:sz w:val="24"/>
          <w:szCs w:val="24"/>
        </w:rPr>
        <w:t>robocza</w:t>
      </w:r>
      <w:r w:rsidRPr="00C137C4">
        <w:rPr>
          <w:rFonts w:ascii="Arial Narrow" w:hAnsi="Arial Narrow"/>
          <w:sz w:val="24"/>
          <w:szCs w:val="24"/>
        </w:rPr>
        <w:t>.</w:t>
      </w:r>
    </w:p>
    <w:p w14:paraId="091CF96A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25"/>
        </w:tabs>
        <w:spacing w:after="0" w:line="240" w:lineRule="auto"/>
        <w:ind w:left="1060" w:hanging="300"/>
        <w:jc w:val="both"/>
        <w:rPr>
          <w:rFonts w:ascii="Arial Narrow" w:hAnsi="Arial Narrow"/>
          <w:b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Logistyka - planowanie, realizowanie</w:t>
      </w:r>
      <w:r w:rsidR="00604E1E" w:rsidRPr="00C137C4">
        <w:rPr>
          <w:rFonts w:ascii="Arial Narrow" w:hAnsi="Arial Narrow"/>
          <w:sz w:val="24"/>
          <w:szCs w:val="24"/>
        </w:rPr>
        <w:t>, informowanie o stanach ,ilościach i rodzaju prz</w:t>
      </w:r>
      <w:r w:rsidR="005A3F76" w:rsidRPr="00C137C4">
        <w:rPr>
          <w:rFonts w:ascii="Arial Narrow" w:hAnsi="Arial Narrow"/>
          <w:sz w:val="24"/>
          <w:szCs w:val="24"/>
        </w:rPr>
        <w:t xml:space="preserve">yjętego do prania asortymentu (w odniesieniu do każdej z </w:t>
      </w:r>
      <w:r w:rsidR="00604E1E" w:rsidRPr="00C137C4">
        <w:rPr>
          <w:rFonts w:ascii="Arial Narrow" w:hAnsi="Arial Narrow"/>
          <w:sz w:val="24"/>
          <w:szCs w:val="24"/>
        </w:rPr>
        <w:t>jednost</w:t>
      </w:r>
      <w:r w:rsidR="005A3F76" w:rsidRPr="00C137C4">
        <w:rPr>
          <w:rFonts w:ascii="Arial Narrow" w:hAnsi="Arial Narrow"/>
          <w:sz w:val="24"/>
          <w:szCs w:val="24"/>
        </w:rPr>
        <w:t>ek</w:t>
      </w:r>
      <w:r w:rsidR="00604E1E" w:rsidRPr="00C137C4">
        <w:rPr>
          <w:rFonts w:ascii="Arial Narrow" w:hAnsi="Arial Narrow"/>
          <w:sz w:val="24"/>
          <w:szCs w:val="24"/>
        </w:rPr>
        <w:t xml:space="preserve"> organizacyjn</w:t>
      </w:r>
      <w:r w:rsidR="005A3F76" w:rsidRPr="00C137C4">
        <w:rPr>
          <w:rFonts w:ascii="Arial Narrow" w:hAnsi="Arial Narrow"/>
          <w:sz w:val="24"/>
          <w:szCs w:val="24"/>
        </w:rPr>
        <w:t>ych</w:t>
      </w:r>
      <w:r w:rsidR="00604E1E" w:rsidRPr="00C137C4">
        <w:rPr>
          <w:rFonts w:ascii="Arial Narrow" w:hAnsi="Arial Narrow"/>
          <w:sz w:val="24"/>
          <w:szCs w:val="24"/>
        </w:rPr>
        <w:t xml:space="preserve"> Zamawiającego</w:t>
      </w:r>
      <w:r w:rsidR="005A3F76" w:rsidRPr="00C137C4">
        <w:rPr>
          <w:rFonts w:ascii="Arial Narrow" w:hAnsi="Arial Narrow"/>
          <w:sz w:val="24"/>
          <w:szCs w:val="24"/>
        </w:rPr>
        <w:t xml:space="preserve"> oddających asortyment do prania</w:t>
      </w:r>
      <w:r w:rsidR="00604E1E" w:rsidRPr="00C137C4">
        <w:rPr>
          <w:rFonts w:ascii="Arial Narrow" w:hAnsi="Arial Narrow"/>
          <w:sz w:val="24"/>
          <w:szCs w:val="24"/>
        </w:rPr>
        <w:t xml:space="preserve">) </w:t>
      </w:r>
      <w:r w:rsidRPr="00C137C4">
        <w:rPr>
          <w:rFonts w:ascii="Arial Narrow" w:hAnsi="Arial Narrow"/>
          <w:sz w:val="24"/>
          <w:szCs w:val="24"/>
        </w:rPr>
        <w:t xml:space="preserve"> i kontrolowanie sprawnego obrotu bielizną oraz przepływ informacji, kontrola stanów ilościowych, konfekcjonowanie, czynności manipulacyjne, realizowanie poszczególnych zgłoszeń interwencyjnych, czynności reparacyjne, pakowanie, obsługa zwrotów reklamacyjnych, gospodarowanie odpadami, spedycja i transport, a także składowanie. </w:t>
      </w:r>
      <w:r w:rsidRPr="00C137C4">
        <w:rPr>
          <w:rFonts w:ascii="Arial Narrow" w:hAnsi="Arial Narrow"/>
          <w:b/>
          <w:sz w:val="24"/>
          <w:szCs w:val="24"/>
        </w:rPr>
        <w:t>Koszt logistyki winien być wkalkulowany w ciężar kosztów świadczonej usługi.</w:t>
      </w:r>
    </w:p>
    <w:p w14:paraId="3799151A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b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Spedycja i transport - grupa czynności wynikająca z zadań logistycznych, powstałych ze specyfiki realizacji zamówienia, zwłaszcza organizowanie </w:t>
      </w:r>
      <w:r w:rsidR="008825B6" w:rsidRPr="00C137C4">
        <w:rPr>
          <w:rFonts w:ascii="Arial Narrow" w:hAnsi="Arial Narrow"/>
          <w:sz w:val="24"/>
          <w:szCs w:val="24"/>
        </w:rPr>
        <w:t xml:space="preserve">odpowiedniego </w:t>
      </w:r>
      <w:r w:rsidRPr="00C137C4">
        <w:rPr>
          <w:rFonts w:ascii="Arial Narrow" w:hAnsi="Arial Narrow"/>
          <w:sz w:val="24"/>
          <w:szCs w:val="24"/>
        </w:rPr>
        <w:t xml:space="preserve">przewozu rzeczy związanych ze świadczeniem usług pralniczych wraz z dostarczeniem do miejsca przeznaczenia. </w:t>
      </w:r>
      <w:r w:rsidRPr="00C137C4">
        <w:rPr>
          <w:rFonts w:ascii="Arial Narrow" w:hAnsi="Arial Narrow"/>
          <w:b/>
          <w:sz w:val="24"/>
          <w:szCs w:val="24"/>
        </w:rPr>
        <w:t>Koszt spedycji winien być wkalkulowany w ciężar kosztów świadczonej usługi.</w:t>
      </w:r>
    </w:p>
    <w:p w14:paraId="06CB45C3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15"/>
        </w:tabs>
        <w:spacing w:after="0" w:line="240" w:lineRule="auto"/>
        <w:ind w:left="1060" w:hanging="300"/>
        <w:jc w:val="both"/>
        <w:rPr>
          <w:rFonts w:ascii="Arial Narrow" w:hAnsi="Arial Narrow"/>
          <w:b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Konfekcjonowanie - grupa czynności wynikająca z zadań logistycznych, polegająca na pakowaniu po procesie prania i dezynfekcji w opakowania przezroczyste przylegające i uniemożliwiające skażenie zawartości, asortymentu, według rodzajów i miejsc pochodzenia (identyfikacja na jakie Kliniki/oddziały</w:t>
      </w:r>
      <w:r w:rsidR="00A52AEC" w:rsidRPr="00C137C4">
        <w:rPr>
          <w:rFonts w:ascii="Arial Narrow" w:hAnsi="Arial Narrow"/>
          <w:sz w:val="24"/>
          <w:szCs w:val="24"/>
        </w:rPr>
        <w:t>/jednostki</w:t>
      </w:r>
      <w:r w:rsidRPr="00C137C4">
        <w:rPr>
          <w:rFonts w:ascii="Arial Narrow" w:hAnsi="Arial Narrow"/>
          <w:sz w:val="24"/>
          <w:szCs w:val="24"/>
        </w:rPr>
        <w:t xml:space="preserve"> i dla kogo widoczna na opakowaniu) - oddziały i inne komórki organizacyjne Zamawiającego. </w:t>
      </w:r>
      <w:r w:rsidRPr="00C137C4">
        <w:rPr>
          <w:rFonts w:ascii="Arial Narrow" w:hAnsi="Arial Narrow"/>
          <w:b/>
          <w:sz w:val="24"/>
          <w:szCs w:val="24"/>
        </w:rPr>
        <w:t>Koszt konfekcjonowania winien być wkalkulowany w ciężar kosztów świadczonej usługi.</w:t>
      </w:r>
    </w:p>
    <w:p w14:paraId="3F400FF9" w14:textId="77777777" w:rsidR="008B048D" w:rsidRPr="00C137C4" w:rsidRDefault="008B048D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22"/>
        </w:tabs>
        <w:spacing w:after="0" w:line="240" w:lineRule="auto"/>
        <w:ind w:left="1060" w:hanging="300"/>
        <w:jc w:val="both"/>
        <w:rPr>
          <w:rFonts w:ascii="Arial Narrow" w:hAnsi="Arial Narrow"/>
          <w:b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Reperacja - czynność wynikająca z zadań logistycznych polegająca na wykonywaniu na bieżąco drobnych napraw uszkodzeń</w:t>
      </w:r>
      <w:r w:rsidR="00C171C3" w:rsidRPr="00C137C4">
        <w:rPr>
          <w:rFonts w:ascii="Arial Narrow" w:hAnsi="Arial Narrow"/>
          <w:sz w:val="24"/>
          <w:szCs w:val="24"/>
        </w:rPr>
        <w:t xml:space="preserve"> asortymentu </w:t>
      </w:r>
      <w:r w:rsidRPr="00C137C4">
        <w:rPr>
          <w:rFonts w:ascii="Arial Narrow" w:hAnsi="Arial Narrow"/>
          <w:sz w:val="24"/>
          <w:szCs w:val="24"/>
        </w:rPr>
        <w:t xml:space="preserve">takich jak: zszywanie rozdarć i pęknięć, zszywanie rozpruć, cerowanie, tasiemek do wiązań, naprawa zamków, uzupełnianie guzików, przyszywanie guzików, nap, troczków itp. </w:t>
      </w:r>
      <w:r w:rsidRPr="00C137C4">
        <w:rPr>
          <w:rFonts w:ascii="Arial Narrow" w:hAnsi="Arial Narrow"/>
          <w:b/>
          <w:sz w:val="24"/>
          <w:szCs w:val="24"/>
        </w:rPr>
        <w:t>Koszt reperacji winien być wkalkulowany w ciężar kosztów świadczonej usługi.</w:t>
      </w:r>
    </w:p>
    <w:p w14:paraId="17B19DE6" w14:textId="77777777" w:rsidR="001F4EDA" w:rsidRPr="00C137C4" w:rsidRDefault="004C69F1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22"/>
        </w:tabs>
        <w:spacing w:after="0" w:line="240" w:lineRule="auto"/>
        <w:ind w:left="1060" w:hanging="300"/>
        <w:jc w:val="both"/>
        <w:rPr>
          <w:rFonts w:ascii="Arial Narrow" w:hAnsi="Arial Narrow"/>
          <w:b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Tag/</w:t>
      </w:r>
      <w:r w:rsidR="00F32B62" w:rsidRPr="00C137C4">
        <w:rPr>
          <w:rFonts w:ascii="Arial Narrow" w:hAnsi="Arial Narrow"/>
          <w:sz w:val="24"/>
          <w:szCs w:val="24"/>
        </w:rPr>
        <w:t xml:space="preserve">Chip </w:t>
      </w:r>
      <w:r w:rsidRPr="00C137C4">
        <w:rPr>
          <w:rFonts w:ascii="Arial Narrow" w:hAnsi="Arial Narrow"/>
          <w:sz w:val="24"/>
          <w:szCs w:val="24"/>
        </w:rPr>
        <w:t xml:space="preserve">- </w:t>
      </w:r>
      <w:r w:rsidR="001F4EDA" w:rsidRPr="00C137C4">
        <w:rPr>
          <w:rFonts w:ascii="Arial Narrow" w:hAnsi="Arial Narrow"/>
          <w:sz w:val="24"/>
          <w:szCs w:val="24"/>
        </w:rPr>
        <w:t>załączony (</w:t>
      </w:r>
      <w:r w:rsidR="001F4EDA" w:rsidRPr="00C137C4">
        <w:rPr>
          <w:rFonts w:ascii="Arial Narrow" w:hAnsi="Arial Narrow"/>
          <w:sz w:val="24"/>
          <w:szCs w:val="24"/>
          <w:u w:val="single"/>
        </w:rPr>
        <w:t>w sposób nie utrudniający używania</w:t>
      </w:r>
      <w:r w:rsidR="001F4EDA" w:rsidRPr="00C137C4">
        <w:rPr>
          <w:rFonts w:ascii="Arial Narrow" w:hAnsi="Arial Narrow"/>
          <w:sz w:val="24"/>
          <w:szCs w:val="24"/>
        </w:rPr>
        <w:t xml:space="preserve">) </w:t>
      </w:r>
      <w:r w:rsidR="008F2F4C" w:rsidRPr="00C137C4">
        <w:rPr>
          <w:rFonts w:ascii="Arial Narrow" w:hAnsi="Arial Narrow"/>
          <w:sz w:val="24"/>
          <w:szCs w:val="24"/>
        </w:rPr>
        <w:t xml:space="preserve">identyfikator elektroniczny </w:t>
      </w:r>
      <w:r w:rsidR="001F4EDA" w:rsidRPr="00C137C4">
        <w:rPr>
          <w:rFonts w:ascii="Arial Narrow" w:hAnsi="Arial Narrow"/>
          <w:sz w:val="24"/>
          <w:szCs w:val="24"/>
        </w:rPr>
        <w:t xml:space="preserve">do każdej sztuki asortymentu, identyfikujący w sposób jednoznaczny asortyment, przez okres  min. 2 lat.  </w:t>
      </w:r>
      <w:r w:rsidR="00E272ED" w:rsidRPr="00C137C4">
        <w:rPr>
          <w:rFonts w:ascii="Arial Narrow" w:hAnsi="Arial Narrow"/>
          <w:b/>
          <w:sz w:val="24"/>
          <w:szCs w:val="24"/>
        </w:rPr>
        <w:t>Koszt oznaczenia winien być wkalkulowany w ciężar kosztów łącznych świadczonej usługi.</w:t>
      </w:r>
    </w:p>
    <w:p w14:paraId="14033D40" w14:textId="1887D968" w:rsidR="0065531B" w:rsidRPr="00C137C4" w:rsidRDefault="00C96599" w:rsidP="00C137C4">
      <w:pPr>
        <w:pStyle w:val="Teksttreci1"/>
        <w:numPr>
          <w:ilvl w:val="1"/>
          <w:numId w:val="9"/>
        </w:numPr>
        <w:shd w:val="clear" w:color="auto" w:fill="auto"/>
        <w:tabs>
          <w:tab w:val="left" w:pos="1122"/>
        </w:tabs>
        <w:spacing w:after="0" w:line="240" w:lineRule="auto"/>
        <w:ind w:left="1060" w:hanging="300"/>
        <w:jc w:val="both"/>
        <w:rPr>
          <w:rFonts w:ascii="Arial Narrow" w:hAnsi="Arial Narrow"/>
          <w:b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System </w:t>
      </w:r>
      <w:r w:rsidR="008B048D" w:rsidRPr="00C137C4">
        <w:rPr>
          <w:rFonts w:ascii="Arial Narrow" w:hAnsi="Arial Narrow"/>
          <w:sz w:val="24"/>
          <w:szCs w:val="24"/>
        </w:rPr>
        <w:t>RFID lub równoważny</w:t>
      </w:r>
      <w:r w:rsidR="007C5BBC" w:rsidRPr="00C137C4">
        <w:rPr>
          <w:rFonts w:ascii="Arial Narrow" w:hAnsi="Arial Narrow"/>
          <w:sz w:val="24"/>
          <w:szCs w:val="24"/>
        </w:rPr>
        <w:t xml:space="preserve"> </w:t>
      </w:r>
      <w:r w:rsidR="008B048D" w:rsidRPr="00C137C4">
        <w:rPr>
          <w:rFonts w:ascii="Arial Narrow" w:hAnsi="Arial Narrow"/>
          <w:sz w:val="24"/>
          <w:szCs w:val="24"/>
        </w:rPr>
        <w:t>– elektroniczna identyfikacja a</w:t>
      </w:r>
      <w:r w:rsidRPr="00C137C4">
        <w:rPr>
          <w:rFonts w:ascii="Arial Narrow" w:hAnsi="Arial Narrow"/>
          <w:sz w:val="24"/>
          <w:szCs w:val="24"/>
        </w:rPr>
        <w:t>sortymentów</w:t>
      </w:r>
      <w:r w:rsidR="008B048D" w:rsidRPr="00C137C4">
        <w:rPr>
          <w:rFonts w:ascii="Arial Narrow" w:hAnsi="Arial Narrow"/>
          <w:sz w:val="24"/>
          <w:szCs w:val="24"/>
        </w:rPr>
        <w:t xml:space="preserve"> przy użyciu fal radiowych</w:t>
      </w:r>
      <w:r w:rsidR="00F32B62" w:rsidRPr="00C137C4">
        <w:rPr>
          <w:rFonts w:ascii="Arial Narrow" w:hAnsi="Arial Narrow"/>
          <w:sz w:val="24"/>
          <w:szCs w:val="24"/>
        </w:rPr>
        <w:t xml:space="preserve"> </w:t>
      </w:r>
      <w:r w:rsidRPr="00C137C4">
        <w:rPr>
          <w:rFonts w:ascii="Arial Narrow" w:hAnsi="Arial Narrow"/>
          <w:sz w:val="24"/>
          <w:szCs w:val="24"/>
        </w:rPr>
        <w:t>z możliwością pozyskiwania informacji</w:t>
      </w:r>
      <w:r w:rsidR="0054608A" w:rsidRPr="00C137C4">
        <w:rPr>
          <w:rFonts w:ascii="Arial Narrow" w:hAnsi="Arial Narrow"/>
          <w:sz w:val="24"/>
          <w:szCs w:val="24"/>
        </w:rPr>
        <w:t xml:space="preserve"> o przyjętych ilościach i rodzajach asortymentu </w:t>
      </w:r>
      <w:r w:rsidRPr="00C137C4">
        <w:rPr>
          <w:rFonts w:ascii="Arial Narrow" w:hAnsi="Arial Narrow"/>
          <w:sz w:val="24"/>
          <w:szCs w:val="24"/>
        </w:rPr>
        <w:t xml:space="preserve">przekazywana </w:t>
      </w:r>
      <w:r w:rsidR="0054608A" w:rsidRPr="00C137C4">
        <w:rPr>
          <w:rFonts w:ascii="Arial Narrow" w:hAnsi="Arial Narrow"/>
          <w:sz w:val="24"/>
          <w:szCs w:val="24"/>
        </w:rPr>
        <w:t xml:space="preserve"> automatycznie </w:t>
      </w:r>
      <w:r w:rsidRPr="00C137C4">
        <w:rPr>
          <w:rFonts w:ascii="Arial Narrow" w:hAnsi="Arial Narrow"/>
          <w:sz w:val="24"/>
          <w:szCs w:val="24"/>
        </w:rPr>
        <w:t xml:space="preserve">za pomocą Internetu </w:t>
      </w:r>
      <w:r w:rsidR="0054608A" w:rsidRPr="00C137C4">
        <w:rPr>
          <w:rFonts w:ascii="Arial Narrow" w:hAnsi="Arial Narrow"/>
          <w:sz w:val="24"/>
          <w:szCs w:val="24"/>
        </w:rPr>
        <w:t xml:space="preserve">do Zamawiającego </w:t>
      </w:r>
      <w:r w:rsidR="00F32B62" w:rsidRPr="00C137C4">
        <w:rPr>
          <w:rFonts w:ascii="Arial Narrow" w:hAnsi="Arial Narrow"/>
          <w:sz w:val="24"/>
          <w:szCs w:val="24"/>
        </w:rPr>
        <w:t xml:space="preserve"> </w:t>
      </w:r>
      <w:r w:rsidR="008B048D" w:rsidRPr="00C137C4">
        <w:rPr>
          <w:rFonts w:ascii="Arial Narrow" w:hAnsi="Arial Narrow"/>
          <w:sz w:val="24"/>
          <w:szCs w:val="24"/>
        </w:rPr>
        <w:t xml:space="preserve">(ang. </w:t>
      </w:r>
      <w:r w:rsidR="00F32B62" w:rsidRPr="00C137C4">
        <w:rPr>
          <w:rFonts w:ascii="Arial Narrow" w:hAnsi="Arial Narrow"/>
          <w:sz w:val="24"/>
          <w:szCs w:val="24"/>
        </w:rPr>
        <w:t xml:space="preserve">RADIO - frequency identyfication) </w:t>
      </w:r>
      <w:r w:rsidR="0065531B" w:rsidRPr="00C137C4">
        <w:rPr>
          <w:rFonts w:ascii="Arial Narrow" w:hAnsi="Arial Narrow"/>
          <w:b/>
          <w:sz w:val="24"/>
          <w:szCs w:val="24"/>
        </w:rPr>
        <w:t xml:space="preserve">Koszt instalacji systemu </w:t>
      </w:r>
      <w:r w:rsidR="00271BFD" w:rsidRPr="00C137C4">
        <w:rPr>
          <w:rFonts w:ascii="Arial Narrow" w:hAnsi="Arial Narrow"/>
          <w:b/>
          <w:sz w:val="24"/>
          <w:szCs w:val="24"/>
        </w:rPr>
        <w:t xml:space="preserve">(odpowiednie oprogramowania) </w:t>
      </w:r>
      <w:r w:rsidR="0065531B" w:rsidRPr="00C137C4">
        <w:rPr>
          <w:rFonts w:ascii="Arial Narrow" w:hAnsi="Arial Narrow"/>
          <w:b/>
          <w:sz w:val="24"/>
          <w:szCs w:val="24"/>
        </w:rPr>
        <w:t>na wskazanych stanowiskach Zamawiającego winien być wkalkulowany w ciężar kosztów świadczonej usługi.</w:t>
      </w:r>
    </w:p>
    <w:p w14:paraId="5B5178AB" w14:textId="77777777" w:rsidR="00007DD6" w:rsidRPr="00C137C4" w:rsidRDefault="00007DD6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5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Pranie i dezynfekcja, będące przedmiotem niniejszego zamówienia, muszą być wykonywane z zachowaniem bariery higienicznej, np. w przelotowej pralnicy tunelowej, z zastosowaniem przelotowego urządzenia myjąco-dezynfekującego, wózków transportowych przeznaczonych tylko do tego celu, komory dezynfekującej z urządzeniem suszącym, urządzenia do prasowania bielizny płaskiej i fasonowanej oraz urządzenia do chemicznego czyszczenia.</w:t>
      </w:r>
    </w:p>
    <w:p w14:paraId="5F8F2FB4" w14:textId="77777777" w:rsidR="00007DD6" w:rsidRPr="00C137C4" w:rsidRDefault="00007DD6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Zamawiający dopuszcza również pranie w pralni wyposażonej w pralnico-wirówki z barierą higieniczną, pozwalające na pranie i dezynfekcję przy zachowaniu odpowiednio dobranej technologii środków piorąco-dezynfekujących, o ile zachowana jest skuteczność prania i dezynfekcji w tego rodzaju procesie i zachowane są pozostałe wymagania określone w </w:t>
      </w:r>
      <w:r w:rsidR="00620301" w:rsidRPr="00C137C4">
        <w:rPr>
          <w:rFonts w:ascii="Arial Narrow" w:hAnsi="Arial Narrow"/>
          <w:sz w:val="24"/>
          <w:szCs w:val="24"/>
        </w:rPr>
        <w:t>ZO</w:t>
      </w:r>
      <w:r w:rsidRPr="00C137C4">
        <w:rPr>
          <w:rFonts w:ascii="Arial Narrow" w:hAnsi="Arial Narrow"/>
          <w:sz w:val="24"/>
          <w:szCs w:val="24"/>
        </w:rPr>
        <w:t>.</w:t>
      </w:r>
    </w:p>
    <w:p w14:paraId="132608B3" w14:textId="77777777" w:rsidR="00007DD6" w:rsidRPr="00C137C4" w:rsidRDefault="00007DD6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lastRenderedPageBreak/>
        <w:t>Osoby wykonujące czynności w procesie prania i dezynfekcji ze strony wykonawcy muszą posiadać konieczne dla wykonywanych usług uprawnienia i kwalifikacje, środki ochrony osobistej oraz badania i szczepienia ochronne, potwierdzone stosownymi zaświadczeniami.</w:t>
      </w:r>
    </w:p>
    <w:p w14:paraId="35287B9E" w14:textId="6E8EF597" w:rsidR="00007DD6" w:rsidRPr="00C137C4" w:rsidRDefault="00007DD6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Wykonawca zapewnia we własnym zakresie zbiórkę, załadunek i wyładunek i dostawę rzeczy brudnych i czystych  z i do miejsc składowania w klinikach/oddziałach Zamawiającego. Transport związany z odbiorem asortymentu brudnego od Zamawiającego do pralni wykonawcy oraz dostawa asortymentu czystego z pralni wykonawcy do Zamawiającego odbywać się będzie bezpośrednio z </w:t>
      </w:r>
      <w:r w:rsidR="001E1995" w:rsidRPr="00C137C4">
        <w:rPr>
          <w:rFonts w:ascii="Arial Narrow" w:hAnsi="Arial Narrow"/>
          <w:sz w:val="24"/>
          <w:szCs w:val="24"/>
        </w:rPr>
        <w:t xml:space="preserve"> jednostki organizacyjnej </w:t>
      </w:r>
      <w:r w:rsidRPr="00C137C4">
        <w:rPr>
          <w:rFonts w:ascii="Arial Narrow" w:hAnsi="Arial Narrow"/>
          <w:sz w:val="24"/>
          <w:szCs w:val="24"/>
        </w:rPr>
        <w:t xml:space="preserve">i </w:t>
      </w:r>
      <w:r w:rsidR="001E1995" w:rsidRPr="00C137C4">
        <w:rPr>
          <w:rFonts w:ascii="Arial Narrow" w:hAnsi="Arial Narrow"/>
          <w:sz w:val="24"/>
          <w:szCs w:val="24"/>
        </w:rPr>
        <w:t xml:space="preserve">do j. organizacyjnej wskazanej w wykazie stanowiącym </w:t>
      </w:r>
      <w:r w:rsidR="001E1995" w:rsidRPr="00C137C4">
        <w:rPr>
          <w:rFonts w:ascii="Arial Narrow" w:hAnsi="Arial Narrow"/>
          <w:b/>
          <w:sz w:val="24"/>
          <w:szCs w:val="24"/>
        </w:rPr>
        <w:t>Załącznik nr 5  do umowy</w:t>
      </w:r>
      <w:r w:rsidR="001E1995" w:rsidRPr="00C137C4">
        <w:rPr>
          <w:rFonts w:ascii="Arial Narrow" w:hAnsi="Arial Narrow"/>
          <w:sz w:val="24"/>
          <w:szCs w:val="24"/>
        </w:rPr>
        <w:t xml:space="preserve">, </w:t>
      </w:r>
      <w:r w:rsidRPr="00C137C4">
        <w:rPr>
          <w:rFonts w:ascii="Arial Narrow" w:hAnsi="Arial Narrow"/>
          <w:sz w:val="24"/>
          <w:szCs w:val="24"/>
        </w:rPr>
        <w:t xml:space="preserve">środkami transportu wykonawcy (środki transportu winny być zgodne z rozporządzenia Ministra Zdrowia z dnia 26 </w:t>
      </w:r>
      <w:r w:rsidR="00FB2B7F" w:rsidRPr="00C137C4">
        <w:rPr>
          <w:rFonts w:ascii="Arial Narrow" w:hAnsi="Arial Narrow"/>
          <w:sz w:val="24"/>
          <w:szCs w:val="24"/>
        </w:rPr>
        <w:t>marca 2019 r</w:t>
      </w:r>
      <w:r w:rsidRPr="00C137C4">
        <w:rPr>
          <w:rFonts w:ascii="Arial Narrow" w:hAnsi="Arial Narrow"/>
          <w:sz w:val="24"/>
          <w:szCs w:val="24"/>
        </w:rPr>
        <w:t>. w sprawie szczegółowych wymagań, jakim powinny odpowiadać pomieszczenia i urządzenia podmiotu wyko</w:t>
      </w:r>
      <w:r w:rsidR="007C5BBC" w:rsidRPr="00C137C4">
        <w:rPr>
          <w:rFonts w:ascii="Arial Narrow" w:hAnsi="Arial Narrow"/>
          <w:sz w:val="24"/>
          <w:szCs w:val="24"/>
        </w:rPr>
        <w:t>nującego działalność leczniczą</w:t>
      </w:r>
      <w:r w:rsidRPr="00C137C4">
        <w:rPr>
          <w:rFonts w:ascii="Arial Narrow" w:hAnsi="Arial Narrow"/>
          <w:sz w:val="24"/>
          <w:szCs w:val="24"/>
        </w:rPr>
        <w:t>.</w:t>
      </w:r>
    </w:p>
    <w:p w14:paraId="7540E12F" w14:textId="3FB321AE" w:rsidR="005F0C9F" w:rsidRPr="00C137C4" w:rsidRDefault="005F0C9F" w:rsidP="00C137C4">
      <w:pPr>
        <w:pStyle w:val="Teksttreci1"/>
        <w:shd w:val="clear" w:color="auto" w:fill="auto"/>
        <w:tabs>
          <w:tab w:val="left" w:pos="810"/>
        </w:tabs>
        <w:spacing w:after="0" w:line="240" w:lineRule="auto"/>
        <w:ind w:left="360" w:firstLine="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lang w:val="pl"/>
        </w:rPr>
        <w:t>Wykonawca ma odbierać brudną bieliznę przygotowaną przez Zamawiającego z brudownika na oddziale.</w:t>
      </w:r>
    </w:p>
    <w:p w14:paraId="6D1B25E7" w14:textId="77777777" w:rsidR="00007DD6" w:rsidRPr="00C137C4" w:rsidRDefault="00007DD6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Wykonawca odpowiada za rzeczy Zamawiającego od momentu odebrania ich z oddziału/kliniki/jednostki do czasu przekazania ponownie do miejsca </w:t>
      </w:r>
      <w:r w:rsidR="00EE73C4" w:rsidRPr="00C137C4">
        <w:rPr>
          <w:rFonts w:ascii="Arial Narrow" w:hAnsi="Arial Narrow"/>
          <w:sz w:val="24"/>
          <w:szCs w:val="24"/>
        </w:rPr>
        <w:t xml:space="preserve">z których zostały odebrane od </w:t>
      </w:r>
      <w:r w:rsidRPr="00C137C4">
        <w:rPr>
          <w:rFonts w:ascii="Arial Narrow" w:hAnsi="Arial Narrow"/>
          <w:sz w:val="24"/>
          <w:szCs w:val="24"/>
        </w:rPr>
        <w:t xml:space="preserve">  Zamawiającego.</w:t>
      </w:r>
    </w:p>
    <w:p w14:paraId="4589F006" w14:textId="77777777" w:rsidR="00007DD6" w:rsidRPr="00C137C4" w:rsidRDefault="0055444C" w:rsidP="00C137C4">
      <w:pPr>
        <w:pStyle w:val="Teksttreci1"/>
        <w:numPr>
          <w:ilvl w:val="0"/>
          <w:numId w:val="10"/>
        </w:numPr>
        <w:shd w:val="clear" w:color="auto" w:fill="auto"/>
        <w:tabs>
          <w:tab w:val="left" w:pos="81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b/>
          <w:color w:val="auto"/>
          <w:sz w:val="24"/>
          <w:szCs w:val="24"/>
        </w:rPr>
        <w:t>Terminy oznacze</w:t>
      </w:r>
      <w:r w:rsidR="00007DD6" w:rsidRPr="00C137C4">
        <w:rPr>
          <w:rFonts w:ascii="Arial Narrow" w:hAnsi="Arial Narrow"/>
          <w:b/>
          <w:color w:val="auto"/>
          <w:sz w:val="24"/>
          <w:szCs w:val="24"/>
        </w:rPr>
        <w:t>nia asortymentu mikrochipem (tagiem RFID):</w:t>
      </w:r>
    </w:p>
    <w:p w14:paraId="57C9FF9A" w14:textId="77777777" w:rsidR="00AC74B4" w:rsidRPr="00C137C4" w:rsidRDefault="00AC74B4" w:rsidP="00C137C4">
      <w:pPr>
        <w:pStyle w:val="Teksttreci1"/>
        <w:numPr>
          <w:ilvl w:val="0"/>
          <w:numId w:val="17"/>
        </w:numPr>
        <w:shd w:val="clear" w:color="auto" w:fill="auto"/>
        <w:tabs>
          <w:tab w:val="left" w:pos="416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>Zamawiający posiada już asortyment oznaczony mikroczipami.</w:t>
      </w:r>
    </w:p>
    <w:p w14:paraId="46996A33" w14:textId="77777777" w:rsidR="00E43DFB" w:rsidRPr="00C137C4" w:rsidRDefault="00E43DFB" w:rsidP="00C137C4">
      <w:pPr>
        <w:pStyle w:val="Akapitzlist"/>
        <w:ind w:left="927"/>
        <w:jc w:val="both"/>
        <w:rPr>
          <w:rFonts w:ascii="Arial Narrow" w:hAnsi="Arial Narrow"/>
          <w:lang w:val="pl"/>
        </w:rPr>
      </w:pPr>
      <w:r w:rsidRPr="00C137C4">
        <w:rPr>
          <w:rFonts w:ascii="Arial Narrow" w:hAnsi="Arial Narrow"/>
          <w:lang w:val="pl"/>
        </w:rPr>
        <w:t>obecnie asortyment Zamawiającego oznakowany jest w technologii</w:t>
      </w:r>
      <w:r w:rsidRPr="00C137C4">
        <w:rPr>
          <w:rFonts w:ascii="Arial Narrow" w:eastAsia="Roboto" w:hAnsi="Arial Narrow" w:cs="Roboto"/>
          <w:color w:val="202124"/>
        </w:rPr>
        <w:t xml:space="preserve"> RFID HF</w:t>
      </w:r>
    </w:p>
    <w:p w14:paraId="7B5FA696" w14:textId="7D70862E" w:rsidR="00007DD6" w:rsidRPr="00C137C4" w:rsidRDefault="00007DD6" w:rsidP="00C137C4">
      <w:pPr>
        <w:pStyle w:val="Teksttreci1"/>
        <w:numPr>
          <w:ilvl w:val="0"/>
          <w:numId w:val="17"/>
        </w:numPr>
        <w:shd w:val="clear" w:color="auto" w:fill="auto"/>
        <w:tabs>
          <w:tab w:val="left" w:pos="416"/>
        </w:tabs>
        <w:spacing w:after="0" w:line="240" w:lineRule="auto"/>
        <w:jc w:val="both"/>
        <w:rPr>
          <w:rFonts w:ascii="Arial Narrow" w:hAnsi="Arial Narrow"/>
          <w:b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Zamawiający wymaga aby </w:t>
      </w:r>
      <w:r w:rsidR="00AC74B4" w:rsidRPr="00C137C4">
        <w:rPr>
          <w:rFonts w:ascii="Arial Narrow" w:hAnsi="Arial Narrow"/>
          <w:color w:val="auto"/>
          <w:sz w:val="24"/>
          <w:szCs w:val="24"/>
        </w:rPr>
        <w:t xml:space="preserve">każdy kolejny, w szczególności nowy </w:t>
      </w:r>
      <w:r w:rsidRPr="00C137C4">
        <w:rPr>
          <w:rFonts w:ascii="Arial Narrow" w:hAnsi="Arial Narrow"/>
          <w:color w:val="auto"/>
          <w:sz w:val="24"/>
          <w:szCs w:val="24"/>
        </w:rPr>
        <w:t>asortyment oddany do oznaczenia mikrochipem</w:t>
      </w:r>
      <w:r w:rsidR="0055444C" w:rsidRPr="00C137C4">
        <w:rPr>
          <w:rFonts w:ascii="Arial Narrow" w:hAnsi="Arial Narrow"/>
          <w:color w:val="auto"/>
          <w:sz w:val="24"/>
          <w:szCs w:val="24"/>
        </w:rPr>
        <w:t>/tagiem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RFID lub do oznakowania  zewnętrznego, na podstawie protokołu zdawczo odbiorczego, był oznaczony i zwrócony Zamawiającemu w terminie do </w:t>
      </w:r>
      <w:r w:rsidRPr="00C137C4">
        <w:rPr>
          <w:rFonts w:ascii="Arial Narrow" w:hAnsi="Arial Narrow"/>
          <w:b/>
          <w:color w:val="auto"/>
          <w:sz w:val="24"/>
          <w:szCs w:val="24"/>
        </w:rPr>
        <w:t xml:space="preserve">max do </w:t>
      </w:r>
      <w:r w:rsidR="0055444C" w:rsidRPr="00C137C4">
        <w:rPr>
          <w:rFonts w:ascii="Arial Narrow" w:hAnsi="Arial Narrow"/>
          <w:b/>
          <w:color w:val="auto"/>
          <w:sz w:val="24"/>
          <w:szCs w:val="24"/>
        </w:rPr>
        <w:t>3 dni od daty</w:t>
      </w:r>
      <w:r w:rsidR="0055444C" w:rsidRPr="00C137C4">
        <w:rPr>
          <w:rFonts w:ascii="Arial Narrow" w:hAnsi="Arial Narrow"/>
          <w:color w:val="auto"/>
          <w:sz w:val="24"/>
          <w:szCs w:val="24"/>
        </w:rPr>
        <w:t xml:space="preserve"> </w:t>
      </w:r>
      <w:r w:rsidR="00E8346F" w:rsidRPr="00C137C4">
        <w:rPr>
          <w:rFonts w:ascii="Arial Narrow" w:hAnsi="Arial Narrow"/>
          <w:b/>
          <w:color w:val="auto"/>
          <w:sz w:val="24"/>
          <w:szCs w:val="24"/>
        </w:rPr>
        <w:t>oddania do oczipowania</w:t>
      </w:r>
      <w:r w:rsidR="0055444C" w:rsidRPr="00C137C4">
        <w:rPr>
          <w:rFonts w:ascii="Arial Narrow" w:hAnsi="Arial Narrow"/>
          <w:color w:val="auto"/>
          <w:sz w:val="24"/>
          <w:szCs w:val="24"/>
        </w:rPr>
        <w:t>,</w:t>
      </w:r>
      <w:r w:rsidR="00026CA6" w:rsidRPr="00C137C4">
        <w:rPr>
          <w:rFonts w:ascii="Arial Narrow" w:hAnsi="Arial Narrow"/>
          <w:color w:val="auto"/>
          <w:sz w:val="24"/>
          <w:szCs w:val="24"/>
        </w:rPr>
        <w:t>(jeśli oferent posiada inny system odczytu oznakowania rzeczy oddawanych do prania w cenę usług wlicza koszt zmiany  oznakowania asortymentu</w:t>
      </w:r>
      <w:r w:rsidR="00F174E2" w:rsidRPr="00C137C4">
        <w:rPr>
          <w:rFonts w:ascii="Arial Narrow" w:hAnsi="Arial Narrow"/>
          <w:color w:val="auto"/>
          <w:sz w:val="24"/>
          <w:szCs w:val="24"/>
        </w:rPr>
        <w:t xml:space="preserve"> i dokona zmiany najpóźniej w terminie do 3 m-cy</w:t>
      </w:r>
      <w:r w:rsidR="00807A08" w:rsidRPr="00C137C4">
        <w:rPr>
          <w:rFonts w:ascii="Arial Narrow" w:hAnsi="Arial Narrow"/>
          <w:color w:val="auto"/>
          <w:sz w:val="24"/>
          <w:szCs w:val="24"/>
        </w:rPr>
        <w:t>)</w:t>
      </w:r>
      <w:r w:rsidR="00F174E2" w:rsidRPr="00C137C4">
        <w:rPr>
          <w:rFonts w:ascii="Arial Narrow" w:hAnsi="Arial Narrow"/>
          <w:color w:val="auto"/>
          <w:sz w:val="24"/>
          <w:szCs w:val="24"/>
        </w:rPr>
        <w:t xml:space="preserve"> </w:t>
      </w:r>
      <w:r w:rsidR="00026CA6" w:rsidRPr="00C137C4">
        <w:rPr>
          <w:rFonts w:ascii="Arial Narrow" w:hAnsi="Arial Narrow"/>
          <w:b/>
          <w:color w:val="auto"/>
          <w:sz w:val="24"/>
          <w:szCs w:val="24"/>
        </w:rPr>
        <w:t>.</w:t>
      </w:r>
    </w:p>
    <w:p w14:paraId="1F86BB0F" w14:textId="77777777" w:rsidR="00007DD6" w:rsidRPr="00C137C4" w:rsidRDefault="00007DD6" w:rsidP="00C137C4">
      <w:pPr>
        <w:pStyle w:val="Teksttreci1"/>
        <w:numPr>
          <w:ilvl w:val="0"/>
          <w:numId w:val="15"/>
        </w:numPr>
        <w:shd w:val="clear" w:color="auto" w:fill="auto"/>
        <w:tabs>
          <w:tab w:val="left" w:pos="416"/>
        </w:tabs>
        <w:spacing w:after="0" w:line="240" w:lineRule="auto"/>
        <w:jc w:val="both"/>
        <w:rPr>
          <w:rFonts w:ascii="Arial Narrow" w:hAnsi="Arial Narrow"/>
          <w:b/>
          <w:color w:val="auto"/>
          <w:sz w:val="24"/>
          <w:szCs w:val="24"/>
        </w:rPr>
      </w:pPr>
      <w:r w:rsidRPr="00C137C4">
        <w:rPr>
          <w:rFonts w:ascii="Arial Narrow" w:hAnsi="Arial Narrow"/>
          <w:b/>
          <w:color w:val="auto"/>
          <w:sz w:val="24"/>
          <w:szCs w:val="24"/>
        </w:rPr>
        <w:t>Terminy odbioru rzeczy brudnych i dostarczania rzeczy czystych i suchych:</w:t>
      </w:r>
    </w:p>
    <w:p w14:paraId="0EC2FDF4" w14:textId="77777777" w:rsidR="00007DD6" w:rsidRPr="00C137C4" w:rsidRDefault="00007DD6" w:rsidP="00C137C4">
      <w:pPr>
        <w:pStyle w:val="Teksttreci1"/>
        <w:numPr>
          <w:ilvl w:val="0"/>
          <w:numId w:val="12"/>
        </w:numPr>
        <w:shd w:val="clear" w:color="auto" w:fill="auto"/>
        <w:tabs>
          <w:tab w:val="left" w:pos="760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odbiór od Zamawiającego rzeczy przeznaczonych do wykonania usług pralniczych </w:t>
      </w:r>
      <w:r w:rsidRPr="00C137C4">
        <w:rPr>
          <w:rStyle w:val="Teksttreci6"/>
          <w:rFonts w:ascii="Arial Narrow" w:eastAsia="Arial Unicode MS" w:hAnsi="Arial Narrow"/>
          <w:color w:val="auto"/>
          <w:sz w:val="24"/>
          <w:szCs w:val="24"/>
        </w:rPr>
        <w:t xml:space="preserve">- 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codziennie </w:t>
      </w:r>
      <w:r w:rsidRPr="00C137C4">
        <w:rPr>
          <w:rFonts w:ascii="Arial Narrow" w:hAnsi="Arial Narrow"/>
          <w:b/>
          <w:color w:val="auto"/>
          <w:sz w:val="24"/>
          <w:szCs w:val="24"/>
        </w:rPr>
        <w:t>od poniedziałku do soboty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w godzinach </w:t>
      </w:r>
      <w:r w:rsidRPr="00C137C4">
        <w:rPr>
          <w:rFonts w:ascii="Arial Narrow" w:hAnsi="Arial Narrow"/>
          <w:b/>
          <w:color w:val="auto"/>
          <w:sz w:val="24"/>
          <w:szCs w:val="24"/>
        </w:rPr>
        <w:t xml:space="preserve">od </w:t>
      </w:r>
      <w:r w:rsidR="00157419" w:rsidRPr="00C137C4">
        <w:rPr>
          <w:rFonts w:ascii="Arial Narrow" w:hAnsi="Arial Narrow"/>
          <w:b/>
          <w:color w:val="auto"/>
          <w:sz w:val="24"/>
          <w:szCs w:val="24"/>
        </w:rPr>
        <w:t>10:30 -11:3</w:t>
      </w:r>
      <w:r w:rsidRPr="00C137C4">
        <w:rPr>
          <w:rFonts w:ascii="Arial Narrow" w:hAnsi="Arial Narrow"/>
          <w:b/>
          <w:color w:val="auto"/>
          <w:sz w:val="24"/>
          <w:szCs w:val="24"/>
        </w:rPr>
        <w:t>0,</w:t>
      </w:r>
    </w:p>
    <w:p w14:paraId="69952266" w14:textId="77777777" w:rsidR="00007DD6" w:rsidRPr="00C137C4" w:rsidRDefault="00007DD6" w:rsidP="00C137C4">
      <w:pPr>
        <w:pStyle w:val="Teksttreci1"/>
        <w:numPr>
          <w:ilvl w:val="0"/>
          <w:numId w:val="12"/>
        </w:numPr>
        <w:shd w:val="clear" w:color="auto" w:fill="auto"/>
        <w:tabs>
          <w:tab w:val="left" w:pos="770"/>
        </w:tabs>
        <w:spacing w:after="0" w:line="240" w:lineRule="auto"/>
        <w:jc w:val="both"/>
        <w:rPr>
          <w:rFonts w:ascii="Arial Narrow" w:hAnsi="Arial Narrow"/>
          <w:b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dostawa do Zamawiającego rzeczy po wykonaniu usług pralniczych </w:t>
      </w:r>
      <w:r w:rsidRPr="00C137C4">
        <w:rPr>
          <w:rStyle w:val="Teksttreci6"/>
          <w:rFonts w:ascii="Arial Narrow" w:eastAsia="Arial Unicode MS" w:hAnsi="Arial Narrow"/>
          <w:color w:val="auto"/>
          <w:sz w:val="24"/>
          <w:szCs w:val="24"/>
        </w:rPr>
        <w:t xml:space="preserve">- 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codziennie </w:t>
      </w:r>
      <w:r w:rsidRPr="00C137C4">
        <w:rPr>
          <w:rFonts w:ascii="Arial Narrow" w:hAnsi="Arial Narrow"/>
          <w:b/>
          <w:color w:val="auto"/>
          <w:sz w:val="24"/>
          <w:szCs w:val="24"/>
        </w:rPr>
        <w:t>od poniedziałku do soboty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w godzinach </w:t>
      </w:r>
      <w:r w:rsidRPr="00C137C4">
        <w:rPr>
          <w:rFonts w:ascii="Arial Narrow" w:hAnsi="Arial Narrow"/>
          <w:b/>
          <w:color w:val="auto"/>
          <w:sz w:val="24"/>
          <w:szCs w:val="24"/>
        </w:rPr>
        <w:t xml:space="preserve">od </w:t>
      </w:r>
      <w:r w:rsidR="00892CE3" w:rsidRPr="00C137C4">
        <w:rPr>
          <w:rFonts w:ascii="Arial Narrow" w:hAnsi="Arial Narrow"/>
          <w:b/>
          <w:color w:val="auto"/>
          <w:sz w:val="24"/>
          <w:szCs w:val="24"/>
        </w:rPr>
        <w:t>10:00-11:00</w:t>
      </w:r>
      <w:r w:rsidRPr="00C137C4">
        <w:rPr>
          <w:rFonts w:ascii="Arial Narrow" w:hAnsi="Arial Narrow"/>
          <w:b/>
          <w:color w:val="auto"/>
          <w:sz w:val="24"/>
          <w:szCs w:val="24"/>
        </w:rPr>
        <w:t>;</w:t>
      </w:r>
    </w:p>
    <w:p w14:paraId="19559C11" w14:textId="77777777" w:rsidR="00007DD6" w:rsidRPr="00C137C4" w:rsidRDefault="00007DD6" w:rsidP="00C137C4">
      <w:pPr>
        <w:pStyle w:val="Teksttreci1"/>
        <w:numPr>
          <w:ilvl w:val="0"/>
          <w:numId w:val="12"/>
        </w:numPr>
        <w:shd w:val="clear" w:color="auto" w:fill="auto"/>
        <w:tabs>
          <w:tab w:val="left" w:pos="755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>w przypadku wystąpienia 3 następujących bezpośrednio po sobie dni wolnych od pracy, świadczenie usług pralniczych prania bielizny pościelowej winno nastąpić najpóźniej 2 – go dnia wolnego od pracy.</w:t>
      </w:r>
    </w:p>
    <w:p w14:paraId="0450F911" w14:textId="77777777" w:rsidR="00007DD6" w:rsidRPr="00C137C4" w:rsidRDefault="00007DD6" w:rsidP="00C137C4">
      <w:pPr>
        <w:pStyle w:val="Teksttreci1"/>
        <w:numPr>
          <w:ilvl w:val="0"/>
          <w:numId w:val="32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Transport bielizny brudnej jak i czystej musi odbywać się w </w:t>
      </w:r>
      <w:r w:rsidR="00D022F7" w:rsidRPr="00C137C4">
        <w:rPr>
          <w:rFonts w:ascii="Arial Narrow" w:hAnsi="Arial Narrow"/>
          <w:color w:val="auto"/>
          <w:sz w:val="24"/>
          <w:szCs w:val="24"/>
        </w:rPr>
        <w:t xml:space="preserve">odpowiednich </w:t>
      </w:r>
      <w:r w:rsidRPr="00C137C4">
        <w:rPr>
          <w:rFonts w:ascii="Arial Narrow" w:hAnsi="Arial Narrow"/>
          <w:color w:val="auto"/>
          <w:sz w:val="24"/>
          <w:szCs w:val="24"/>
        </w:rPr>
        <w:t>wózkach jezdnych. Asortyment czysty dostarczany z pralni, musi być posortowany rodzajowo wg.:</w:t>
      </w:r>
    </w:p>
    <w:p w14:paraId="316FC031" w14:textId="77777777" w:rsidR="00007DD6" w:rsidRPr="00C137C4" w:rsidRDefault="00007DD6" w:rsidP="00C137C4">
      <w:pPr>
        <w:pStyle w:val="Teksttreci1"/>
        <w:numPr>
          <w:ilvl w:val="0"/>
          <w:numId w:val="30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>miejsca używania,</w:t>
      </w:r>
    </w:p>
    <w:p w14:paraId="272CE86D" w14:textId="77777777" w:rsidR="00007DD6" w:rsidRPr="00C137C4" w:rsidRDefault="00007DD6" w:rsidP="00C137C4">
      <w:pPr>
        <w:pStyle w:val="Teksttreci1"/>
        <w:numPr>
          <w:ilvl w:val="0"/>
          <w:numId w:val="30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>asortymentu,</w:t>
      </w:r>
    </w:p>
    <w:p w14:paraId="00DD6229" w14:textId="77777777" w:rsidR="00B93982" w:rsidRPr="00C137C4" w:rsidRDefault="00007DD6" w:rsidP="00C137C4">
      <w:pPr>
        <w:pStyle w:val="Teksttreci1"/>
        <w:numPr>
          <w:ilvl w:val="0"/>
          <w:numId w:val="30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i ułożony w pakunkach zabezpieczonych w przezroczyste jednorazowego użytku, przylegające opakowanie. </w:t>
      </w:r>
    </w:p>
    <w:p w14:paraId="480B7A16" w14:textId="77777777" w:rsidR="00007DD6" w:rsidRPr="00C137C4" w:rsidRDefault="00007DD6" w:rsidP="00C137C4">
      <w:pPr>
        <w:pStyle w:val="Teksttreci1"/>
        <w:numPr>
          <w:ilvl w:val="0"/>
          <w:numId w:val="32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Odzież ochronna fasonowa winna być dostarczana sucha na wieszakach, zapakowana oddzielnie w przeźroczyste jednorazowego użytku opakowania. </w:t>
      </w:r>
      <w:r w:rsidRPr="00C137C4">
        <w:rPr>
          <w:rFonts w:ascii="Arial Narrow" w:hAnsi="Arial Narrow"/>
          <w:color w:val="auto"/>
          <w:sz w:val="24"/>
          <w:szCs w:val="24"/>
          <w:u w:val="single"/>
        </w:rPr>
        <w:t>Odzież fasonowaną (nie komorowa) należy podawać procesowi płukania przy użyciu płynu antystatycznego.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</w:t>
      </w:r>
    </w:p>
    <w:p w14:paraId="7B578ADC" w14:textId="77777777" w:rsidR="00007DD6" w:rsidRPr="00C137C4" w:rsidRDefault="00007DD6" w:rsidP="00C137C4">
      <w:pPr>
        <w:pStyle w:val="Teksttreci1"/>
        <w:numPr>
          <w:ilvl w:val="0"/>
          <w:numId w:val="32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>Rzeczy czyste winny być przechowywane w sposób zgodny z ich właściwościami, a w szczególności chronione przed wilgocią i pleśnią. Bielizna nie nadająca się do dalszego używania bądź naprawy, winna być zapakowana w oddzielnym worku z opisem „bielizna uszkodzona- do kasacji".</w:t>
      </w:r>
    </w:p>
    <w:p w14:paraId="687722AA" w14:textId="77777777" w:rsidR="00007DD6" w:rsidRPr="00C137C4" w:rsidRDefault="00007DD6" w:rsidP="00C137C4">
      <w:pPr>
        <w:pStyle w:val="Teksttreci1"/>
        <w:numPr>
          <w:ilvl w:val="0"/>
          <w:numId w:val="32"/>
        </w:numPr>
        <w:shd w:val="clear" w:color="auto" w:fill="auto"/>
        <w:tabs>
          <w:tab w:val="left" w:pos="483"/>
        </w:tabs>
        <w:spacing w:after="0" w:line="240" w:lineRule="auto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  <w:u w:val="single"/>
        </w:rPr>
        <w:t>Podstawą odbioru rzeczy brudnych i dostawy suchych rzeczy czystych oraz podstawą obliczenia kos</w:t>
      </w:r>
      <w:r w:rsidR="00055120" w:rsidRPr="00C137C4">
        <w:rPr>
          <w:rFonts w:ascii="Arial Narrow" w:hAnsi="Arial Narrow"/>
          <w:sz w:val="24"/>
          <w:szCs w:val="24"/>
          <w:u w:val="single"/>
        </w:rPr>
        <w:t>ztów i fakturowania wykonanych u</w:t>
      </w:r>
      <w:r w:rsidRPr="00C137C4">
        <w:rPr>
          <w:rFonts w:ascii="Arial Narrow" w:hAnsi="Arial Narrow"/>
          <w:sz w:val="24"/>
          <w:szCs w:val="24"/>
          <w:u w:val="single"/>
        </w:rPr>
        <w:t>sług pralniczych jest  specyfikacja</w:t>
      </w:r>
      <w:r w:rsidR="00FC2151" w:rsidRPr="00C137C4">
        <w:rPr>
          <w:rFonts w:ascii="Arial Narrow" w:hAnsi="Arial Narrow"/>
          <w:sz w:val="24"/>
          <w:szCs w:val="24"/>
          <w:u w:val="single"/>
        </w:rPr>
        <w:t>/protokół</w:t>
      </w:r>
      <w:r w:rsidR="00055120" w:rsidRPr="00C137C4">
        <w:rPr>
          <w:rFonts w:ascii="Arial Narrow" w:hAnsi="Arial Narrow"/>
          <w:sz w:val="24"/>
          <w:szCs w:val="24"/>
          <w:u w:val="single"/>
        </w:rPr>
        <w:t>, określająca przekaza</w:t>
      </w:r>
      <w:r w:rsidRPr="00C137C4">
        <w:rPr>
          <w:rFonts w:ascii="Arial Narrow" w:hAnsi="Arial Narrow"/>
          <w:sz w:val="24"/>
          <w:szCs w:val="24"/>
          <w:u w:val="single"/>
        </w:rPr>
        <w:t xml:space="preserve">ny asortyment rzeczowy i jego ilość w sztukach, stanowiąca jednocześnie dokument zdawczo </w:t>
      </w:r>
      <w:r w:rsidR="00F23467" w:rsidRPr="00C137C4">
        <w:rPr>
          <w:rFonts w:ascii="Arial Narrow" w:hAnsi="Arial Narrow"/>
          <w:sz w:val="24"/>
          <w:szCs w:val="24"/>
          <w:u w:val="single"/>
        </w:rPr>
        <w:t>–</w:t>
      </w:r>
      <w:r w:rsidRPr="00C137C4">
        <w:rPr>
          <w:rFonts w:ascii="Arial Narrow" w:hAnsi="Arial Narrow"/>
          <w:sz w:val="24"/>
          <w:szCs w:val="24"/>
          <w:u w:val="single"/>
        </w:rPr>
        <w:t xml:space="preserve"> odbiorczy</w:t>
      </w:r>
      <w:r w:rsidR="00F23467" w:rsidRPr="00C137C4">
        <w:rPr>
          <w:rFonts w:ascii="Arial Narrow" w:hAnsi="Arial Narrow"/>
          <w:sz w:val="24"/>
          <w:szCs w:val="24"/>
          <w:u w:val="single"/>
        </w:rPr>
        <w:t>,</w:t>
      </w:r>
      <w:r w:rsidRPr="00C137C4">
        <w:rPr>
          <w:rFonts w:ascii="Arial Narrow" w:hAnsi="Arial Narrow"/>
          <w:sz w:val="24"/>
          <w:szCs w:val="24"/>
          <w:u w:val="single"/>
        </w:rPr>
        <w:t xml:space="preserve"> podpisywany przez przedstawicieli Zamawiającego i wykonawcy</w:t>
      </w:r>
      <w:r w:rsidR="00F23467" w:rsidRPr="00C137C4">
        <w:rPr>
          <w:rFonts w:ascii="Arial Narrow" w:hAnsi="Arial Narrow"/>
          <w:sz w:val="24"/>
          <w:szCs w:val="24"/>
          <w:u w:val="single"/>
        </w:rPr>
        <w:t xml:space="preserve"> a po oznakowaniu </w:t>
      </w:r>
      <w:r w:rsidR="006A1963" w:rsidRPr="00C137C4">
        <w:rPr>
          <w:rFonts w:ascii="Arial Narrow" w:hAnsi="Arial Narrow"/>
          <w:sz w:val="24"/>
          <w:szCs w:val="24"/>
          <w:u w:val="single"/>
        </w:rPr>
        <w:t>t</w:t>
      </w:r>
      <w:r w:rsidR="00FC2151" w:rsidRPr="00C137C4">
        <w:rPr>
          <w:rFonts w:ascii="Arial Narrow" w:hAnsi="Arial Narrow"/>
          <w:sz w:val="24"/>
          <w:szCs w:val="24"/>
          <w:u w:val="single"/>
        </w:rPr>
        <w:t>agami całego asortymentu Zamawiającego -  raport z przyjęcia prania do pralni przekazany Zamawiającemu elektronicznie za pomocą systemu RFID</w:t>
      </w:r>
      <w:r w:rsidRPr="00C137C4">
        <w:rPr>
          <w:rFonts w:ascii="Arial Narrow" w:hAnsi="Arial Narrow"/>
          <w:sz w:val="24"/>
          <w:szCs w:val="24"/>
          <w:u w:val="single"/>
        </w:rPr>
        <w:t xml:space="preserve">. </w:t>
      </w:r>
    </w:p>
    <w:p w14:paraId="3D79C0A1" w14:textId="77777777" w:rsidR="00007DD6" w:rsidRPr="00C137C4" w:rsidRDefault="00007DD6" w:rsidP="00C137C4">
      <w:pPr>
        <w:pStyle w:val="Teksttreci1"/>
        <w:numPr>
          <w:ilvl w:val="0"/>
          <w:numId w:val="32"/>
        </w:numPr>
        <w:shd w:val="clear" w:color="auto" w:fill="auto"/>
        <w:tabs>
          <w:tab w:val="left" w:pos="416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Wzór dokumentu </w:t>
      </w:r>
      <w:r w:rsidR="00193EA4" w:rsidRPr="00C137C4">
        <w:rPr>
          <w:rFonts w:ascii="Arial Narrow" w:hAnsi="Arial Narrow"/>
          <w:sz w:val="24"/>
          <w:szCs w:val="24"/>
          <w:u w:val="single"/>
        </w:rPr>
        <w:t>zdawczego</w:t>
      </w:r>
      <w:r w:rsidRPr="00C137C4">
        <w:rPr>
          <w:rFonts w:ascii="Arial Narrow" w:hAnsi="Arial Narrow"/>
          <w:sz w:val="24"/>
          <w:szCs w:val="24"/>
          <w:u w:val="single"/>
        </w:rPr>
        <w:t xml:space="preserve"> </w:t>
      </w:r>
      <w:r w:rsidR="000F6F8B" w:rsidRPr="00C137C4">
        <w:rPr>
          <w:rFonts w:ascii="Arial Narrow" w:hAnsi="Arial Narrow"/>
          <w:sz w:val="24"/>
          <w:szCs w:val="24"/>
          <w:u w:val="single"/>
        </w:rPr>
        <w:t xml:space="preserve">do pralni </w:t>
      </w:r>
      <w:r w:rsidRPr="00C137C4">
        <w:rPr>
          <w:rFonts w:ascii="Arial Narrow" w:hAnsi="Arial Narrow"/>
          <w:sz w:val="24"/>
          <w:szCs w:val="24"/>
          <w:u w:val="single"/>
        </w:rPr>
        <w:t xml:space="preserve"> </w:t>
      </w:r>
      <w:r w:rsidR="000F6F8B" w:rsidRPr="00C137C4">
        <w:rPr>
          <w:rFonts w:ascii="Arial Narrow" w:hAnsi="Arial Narrow"/>
          <w:sz w:val="24"/>
          <w:szCs w:val="24"/>
        </w:rPr>
        <w:t xml:space="preserve">stanowi </w:t>
      </w:r>
      <w:r w:rsidR="000F6F8B" w:rsidRPr="00C137C4">
        <w:rPr>
          <w:rFonts w:ascii="Arial Narrow" w:hAnsi="Arial Narrow"/>
          <w:b/>
          <w:sz w:val="24"/>
          <w:szCs w:val="24"/>
        </w:rPr>
        <w:t xml:space="preserve">Załącznik nr </w:t>
      </w:r>
      <w:r w:rsidR="00927A62" w:rsidRPr="00C137C4">
        <w:rPr>
          <w:rFonts w:ascii="Arial Narrow" w:hAnsi="Arial Narrow"/>
          <w:b/>
          <w:sz w:val="24"/>
          <w:szCs w:val="24"/>
        </w:rPr>
        <w:t>4</w:t>
      </w:r>
      <w:r w:rsidR="000F6F8B" w:rsidRPr="00C137C4">
        <w:rPr>
          <w:rFonts w:ascii="Arial Narrow" w:hAnsi="Arial Narrow"/>
          <w:sz w:val="24"/>
          <w:szCs w:val="24"/>
        </w:rPr>
        <w:t xml:space="preserve"> do umowy</w:t>
      </w:r>
      <w:r w:rsidRPr="00C137C4">
        <w:rPr>
          <w:rFonts w:ascii="Arial Narrow" w:hAnsi="Arial Narrow"/>
          <w:sz w:val="24"/>
          <w:szCs w:val="24"/>
        </w:rPr>
        <w:t>, przy czym:</w:t>
      </w:r>
    </w:p>
    <w:p w14:paraId="02DFB769" w14:textId="77777777" w:rsidR="00007DD6" w:rsidRPr="00C137C4" w:rsidRDefault="00007DD6" w:rsidP="00C137C4">
      <w:pPr>
        <w:pStyle w:val="Teksttreci1"/>
        <w:numPr>
          <w:ilvl w:val="2"/>
          <w:numId w:val="13"/>
        </w:numPr>
        <w:shd w:val="clear" w:color="auto" w:fill="auto"/>
        <w:tabs>
          <w:tab w:val="left" w:pos="358"/>
        </w:tabs>
        <w:spacing w:after="0" w:line="240" w:lineRule="auto"/>
        <w:ind w:left="998" w:hanging="32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lastRenderedPageBreak/>
        <w:t xml:space="preserve">pobieranie od Zamawiającego rzeczy brudnych przeznaczonych do wykonania usług pralniczych odbywać się będzie za pokwitowaniem odbiorcy na </w:t>
      </w:r>
      <w:r w:rsidR="00193EA4" w:rsidRPr="00C137C4">
        <w:rPr>
          <w:rFonts w:ascii="Arial Narrow" w:hAnsi="Arial Narrow"/>
          <w:sz w:val="24"/>
          <w:szCs w:val="24"/>
        </w:rPr>
        <w:t>tzw. protoko</w:t>
      </w:r>
      <w:r w:rsidR="00DF7C2A" w:rsidRPr="00C137C4">
        <w:rPr>
          <w:rFonts w:ascii="Arial Narrow" w:hAnsi="Arial Narrow"/>
          <w:sz w:val="24"/>
          <w:szCs w:val="24"/>
        </w:rPr>
        <w:t>le</w:t>
      </w:r>
      <w:r w:rsidR="00193EA4" w:rsidRPr="00C137C4">
        <w:rPr>
          <w:rFonts w:ascii="Arial Narrow" w:hAnsi="Arial Narrow"/>
          <w:sz w:val="24"/>
          <w:szCs w:val="24"/>
        </w:rPr>
        <w:t xml:space="preserve"> zdawcz</w:t>
      </w:r>
      <w:r w:rsidR="00DF7C2A" w:rsidRPr="00C137C4">
        <w:rPr>
          <w:rFonts w:ascii="Arial Narrow" w:hAnsi="Arial Narrow"/>
          <w:sz w:val="24"/>
          <w:szCs w:val="24"/>
        </w:rPr>
        <w:t>ym</w:t>
      </w:r>
      <w:r w:rsidRPr="00C137C4">
        <w:rPr>
          <w:rFonts w:ascii="Arial Narrow" w:hAnsi="Arial Narrow"/>
          <w:sz w:val="24"/>
          <w:szCs w:val="24"/>
        </w:rPr>
        <w:t>, sporządzan</w:t>
      </w:r>
      <w:r w:rsidR="00DF7C2A" w:rsidRPr="00C137C4">
        <w:rPr>
          <w:rFonts w:ascii="Arial Narrow" w:hAnsi="Arial Narrow"/>
          <w:sz w:val="24"/>
          <w:szCs w:val="24"/>
        </w:rPr>
        <w:t>ym</w:t>
      </w:r>
      <w:r w:rsidRPr="00C137C4">
        <w:rPr>
          <w:rFonts w:ascii="Arial Narrow" w:hAnsi="Arial Narrow"/>
          <w:sz w:val="24"/>
          <w:szCs w:val="24"/>
        </w:rPr>
        <w:t xml:space="preserve"> przez poszczególne oddziały/kliniki</w:t>
      </w:r>
      <w:r w:rsidR="000F6F8B" w:rsidRPr="00C137C4">
        <w:rPr>
          <w:rFonts w:ascii="Arial Narrow" w:hAnsi="Arial Narrow"/>
          <w:sz w:val="24"/>
          <w:szCs w:val="24"/>
        </w:rPr>
        <w:t>/jedn.</w:t>
      </w:r>
      <w:r w:rsidRPr="00C137C4">
        <w:rPr>
          <w:rFonts w:ascii="Arial Narrow" w:hAnsi="Arial Narrow"/>
          <w:sz w:val="24"/>
          <w:szCs w:val="24"/>
        </w:rPr>
        <w:t xml:space="preserve"> Zamawiającego;</w:t>
      </w:r>
    </w:p>
    <w:p w14:paraId="5B8BDF3B" w14:textId="77777777" w:rsidR="005A0375" w:rsidRPr="00C137C4" w:rsidRDefault="00007DD6" w:rsidP="00C137C4">
      <w:pPr>
        <w:pStyle w:val="Teksttreci1"/>
        <w:shd w:val="clear" w:color="auto" w:fill="auto"/>
        <w:tabs>
          <w:tab w:val="left" w:pos="358"/>
        </w:tabs>
        <w:spacing w:after="0" w:line="240" w:lineRule="auto"/>
        <w:ind w:left="1416" w:firstLine="0"/>
        <w:jc w:val="both"/>
        <w:rPr>
          <w:rFonts w:ascii="Arial Narrow" w:hAnsi="Arial Narrow"/>
          <w:color w:val="auto"/>
          <w:sz w:val="24"/>
          <w:szCs w:val="24"/>
        </w:rPr>
      </w:pPr>
      <w:r w:rsidRPr="00C137C4">
        <w:rPr>
          <w:rFonts w:ascii="Arial Narrow" w:hAnsi="Arial Narrow"/>
          <w:color w:val="auto"/>
          <w:sz w:val="24"/>
          <w:szCs w:val="24"/>
        </w:rPr>
        <w:t xml:space="preserve"> a) wykonawca sprawdza w dniu odbioru </w:t>
      </w:r>
      <w:r w:rsidR="00C81B86" w:rsidRPr="00C137C4">
        <w:rPr>
          <w:rFonts w:ascii="Arial Narrow" w:hAnsi="Arial Narrow"/>
          <w:color w:val="auto"/>
          <w:sz w:val="24"/>
          <w:szCs w:val="24"/>
        </w:rPr>
        <w:t>asortymentu do prania</w:t>
      </w:r>
      <w:r w:rsidR="006A1963" w:rsidRPr="00C137C4">
        <w:rPr>
          <w:rFonts w:ascii="Arial Narrow" w:hAnsi="Arial Narrow"/>
          <w:color w:val="auto"/>
          <w:sz w:val="24"/>
          <w:szCs w:val="24"/>
        </w:rPr>
        <w:t>,</w:t>
      </w:r>
      <w:r w:rsidR="00C81B86" w:rsidRPr="00C137C4">
        <w:rPr>
          <w:rFonts w:ascii="Arial Narrow" w:hAnsi="Arial Narrow"/>
          <w:color w:val="auto"/>
          <w:sz w:val="24"/>
          <w:szCs w:val="24"/>
        </w:rPr>
        <w:t xml:space="preserve"> </w:t>
      </w:r>
      <w:r w:rsidRPr="00C137C4">
        <w:rPr>
          <w:rFonts w:ascii="Arial Narrow" w:hAnsi="Arial Narrow"/>
          <w:color w:val="auto"/>
          <w:sz w:val="24"/>
          <w:szCs w:val="24"/>
        </w:rPr>
        <w:t>stan ilościowy odebranego asortymentu i niezwłocznie zawiadamia za pomocą po</w:t>
      </w:r>
      <w:r w:rsidR="00A819F0" w:rsidRPr="00C137C4">
        <w:rPr>
          <w:rFonts w:ascii="Arial Narrow" w:hAnsi="Arial Narrow"/>
          <w:color w:val="auto"/>
          <w:sz w:val="24"/>
          <w:szCs w:val="24"/>
        </w:rPr>
        <w:t>czty e</w:t>
      </w:r>
      <w:r w:rsidR="00193EA4" w:rsidRPr="00C137C4">
        <w:rPr>
          <w:rFonts w:ascii="Arial Narrow" w:hAnsi="Arial Narrow"/>
          <w:color w:val="auto"/>
          <w:sz w:val="24"/>
          <w:szCs w:val="24"/>
        </w:rPr>
        <w:t xml:space="preserve"> -</w:t>
      </w:r>
      <w:r w:rsidR="00A819F0" w:rsidRPr="00C137C4">
        <w:rPr>
          <w:rFonts w:ascii="Arial Narrow" w:hAnsi="Arial Narrow"/>
          <w:color w:val="auto"/>
          <w:sz w:val="24"/>
          <w:szCs w:val="24"/>
        </w:rPr>
        <w:t xml:space="preserve"> mail </w:t>
      </w:r>
      <w:r w:rsidR="00C81B86" w:rsidRPr="00C137C4">
        <w:rPr>
          <w:rFonts w:ascii="Arial Narrow" w:hAnsi="Arial Narrow"/>
          <w:color w:val="auto"/>
          <w:sz w:val="24"/>
          <w:szCs w:val="24"/>
        </w:rPr>
        <w:t xml:space="preserve">(do czasu oznakowania tagiem asortymentu) </w:t>
      </w:r>
      <w:r w:rsidR="00E97745" w:rsidRPr="00C137C4">
        <w:rPr>
          <w:rFonts w:ascii="Arial Narrow" w:hAnsi="Arial Narrow"/>
          <w:color w:val="auto"/>
          <w:sz w:val="24"/>
          <w:szCs w:val="24"/>
        </w:rPr>
        <w:t>lub (</w:t>
      </w:r>
      <w:r w:rsidR="00E42DFA" w:rsidRPr="00C137C4">
        <w:rPr>
          <w:rFonts w:ascii="Arial Narrow" w:hAnsi="Arial Narrow"/>
          <w:color w:val="auto"/>
          <w:sz w:val="24"/>
          <w:szCs w:val="24"/>
        </w:rPr>
        <w:t xml:space="preserve">obowiązkowo </w:t>
      </w:r>
      <w:r w:rsidR="00E97745" w:rsidRPr="00C137C4">
        <w:rPr>
          <w:rFonts w:ascii="Arial Narrow" w:hAnsi="Arial Narrow"/>
          <w:color w:val="auto"/>
          <w:sz w:val="24"/>
          <w:szCs w:val="24"/>
        </w:rPr>
        <w:t xml:space="preserve">po zainstalowaniu) za pomocą systemu RFID </w:t>
      </w:r>
      <w:r w:rsidR="00A819F0" w:rsidRPr="00C137C4">
        <w:rPr>
          <w:rFonts w:ascii="Arial Narrow" w:hAnsi="Arial Narrow"/>
          <w:color w:val="auto"/>
          <w:sz w:val="24"/>
          <w:szCs w:val="24"/>
        </w:rPr>
        <w:t xml:space="preserve">na adres </w:t>
      </w:r>
      <w:r w:rsidR="00F85949" w:rsidRPr="00C137C4">
        <w:rPr>
          <w:rFonts w:ascii="Arial Narrow" w:hAnsi="Arial Narrow"/>
          <w:color w:val="auto"/>
          <w:sz w:val="24"/>
          <w:szCs w:val="24"/>
        </w:rPr>
        <w:t xml:space="preserve">bezpośredniego </w:t>
      </w:r>
      <w:r w:rsidR="00A819F0" w:rsidRPr="00C137C4">
        <w:rPr>
          <w:rFonts w:ascii="Arial Narrow" w:hAnsi="Arial Narrow"/>
          <w:color w:val="auto"/>
          <w:sz w:val="24"/>
          <w:szCs w:val="24"/>
        </w:rPr>
        <w:t>odbiorcy</w:t>
      </w:r>
      <w:r w:rsidR="00F85949" w:rsidRPr="00C137C4">
        <w:rPr>
          <w:rFonts w:ascii="Arial Narrow" w:hAnsi="Arial Narrow"/>
          <w:color w:val="auto"/>
          <w:sz w:val="24"/>
          <w:szCs w:val="24"/>
        </w:rPr>
        <w:t xml:space="preserve"> usługi</w:t>
      </w:r>
      <w:r w:rsidR="00A819F0" w:rsidRPr="00C137C4">
        <w:rPr>
          <w:rFonts w:ascii="Arial Narrow" w:hAnsi="Arial Narrow"/>
          <w:color w:val="auto"/>
          <w:sz w:val="24"/>
          <w:szCs w:val="24"/>
        </w:rPr>
        <w:t xml:space="preserve"> </w:t>
      </w:r>
      <w:r w:rsidR="00A819F0" w:rsidRPr="00C137C4">
        <w:rPr>
          <w:rFonts w:ascii="Arial Narrow" w:hAnsi="Arial Narrow"/>
          <w:b/>
          <w:color w:val="auto"/>
          <w:sz w:val="24"/>
          <w:szCs w:val="24"/>
        </w:rPr>
        <w:t>(</w:t>
      </w:r>
      <w:r w:rsidR="00193EA4" w:rsidRPr="00C137C4">
        <w:rPr>
          <w:rFonts w:ascii="Arial Narrow" w:hAnsi="Arial Narrow"/>
          <w:b/>
          <w:color w:val="auto"/>
          <w:sz w:val="24"/>
          <w:szCs w:val="24"/>
        </w:rPr>
        <w:t>Załącznik nr 5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) o niezgodnościach </w:t>
      </w:r>
      <w:r w:rsidR="00F85949" w:rsidRPr="00C137C4">
        <w:rPr>
          <w:rFonts w:ascii="Arial Narrow" w:hAnsi="Arial Narrow"/>
          <w:color w:val="auto"/>
          <w:sz w:val="24"/>
          <w:szCs w:val="24"/>
        </w:rPr>
        <w:t>w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ilości </w:t>
      </w:r>
      <w:r w:rsidR="00F85949" w:rsidRPr="00C137C4">
        <w:rPr>
          <w:rFonts w:ascii="Arial Narrow" w:hAnsi="Arial Narrow"/>
          <w:color w:val="auto"/>
          <w:sz w:val="24"/>
          <w:szCs w:val="24"/>
        </w:rPr>
        <w:t xml:space="preserve">i rodzaju </w:t>
      </w:r>
      <w:r w:rsidRPr="00C137C4">
        <w:rPr>
          <w:rFonts w:ascii="Arial Narrow" w:hAnsi="Arial Narrow"/>
          <w:color w:val="auto"/>
          <w:sz w:val="24"/>
          <w:szCs w:val="24"/>
        </w:rPr>
        <w:t>ziden</w:t>
      </w:r>
      <w:r w:rsidR="00F85949" w:rsidRPr="00C137C4">
        <w:rPr>
          <w:rFonts w:ascii="Arial Narrow" w:hAnsi="Arial Narrow"/>
          <w:color w:val="auto"/>
          <w:sz w:val="24"/>
          <w:szCs w:val="24"/>
        </w:rPr>
        <w:t xml:space="preserve">tyfikowanych asortymentów </w:t>
      </w:r>
      <w:r w:rsidRPr="00C137C4">
        <w:rPr>
          <w:rFonts w:ascii="Arial Narrow" w:hAnsi="Arial Narrow"/>
          <w:color w:val="auto"/>
          <w:sz w:val="24"/>
          <w:szCs w:val="24"/>
        </w:rPr>
        <w:t>w pralni</w:t>
      </w:r>
      <w:r w:rsidR="0094336E" w:rsidRPr="00C137C4">
        <w:rPr>
          <w:rFonts w:ascii="Arial Narrow" w:hAnsi="Arial Narrow"/>
          <w:color w:val="auto"/>
          <w:sz w:val="24"/>
          <w:szCs w:val="24"/>
        </w:rPr>
        <w:t>,</w:t>
      </w:r>
      <w:r w:rsidRPr="00C137C4">
        <w:rPr>
          <w:rFonts w:ascii="Arial Narrow" w:hAnsi="Arial Narrow"/>
          <w:color w:val="auto"/>
          <w:sz w:val="24"/>
          <w:szCs w:val="24"/>
        </w:rPr>
        <w:t xml:space="preserve"> z  protokołem zdawczym</w:t>
      </w:r>
      <w:r w:rsidR="00F85949" w:rsidRPr="00C137C4">
        <w:rPr>
          <w:rFonts w:ascii="Arial Narrow" w:hAnsi="Arial Narrow"/>
          <w:color w:val="auto"/>
          <w:sz w:val="24"/>
          <w:szCs w:val="24"/>
        </w:rPr>
        <w:t xml:space="preserve"> Zamawiającego </w:t>
      </w:r>
      <w:r w:rsidRPr="00C137C4">
        <w:rPr>
          <w:rFonts w:ascii="Arial Narrow" w:hAnsi="Arial Narrow"/>
          <w:color w:val="auto"/>
          <w:sz w:val="24"/>
          <w:szCs w:val="24"/>
        </w:rPr>
        <w:t>do pralni.</w:t>
      </w:r>
    </w:p>
    <w:p w14:paraId="1FFFBB19" w14:textId="77777777" w:rsidR="00007DD6" w:rsidRPr="00C137C4" w:rsidRDefault="00007DD6" w:rsidP="00C137C4">
      <w:pPr>
        <w:pStyle w:val="Teksttreci1"/>
        <w:numPr>
          <w:ilvl w:val="2"/>
          <w:numId w:val="13"/>
        </w:numPr>
        <w:shd w:val="clear" w:color="auto" w:fill="auto"/>
        <w:tabs>
          <w:tab w:val="left" w:pos="373"/>
        </w:tabs>
        <w:spacing w:after="0" w:line="240" w:lineRule="auto"/>
        <w:ind w:left="998" w:hanging="32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dostarczanie Zamawiającemu rzeczy czystych po wykonaniu usług pralniczych następować będzie </w:t>
      </w:r>
      <w:r w:rsidR="004A4992" w:rsidRPr="00C137C4">
        <w:rPr>
          <w:rFonts w:ascii="Arial Narrow" w:hAnsi="Arial Narrow"/>
          <w:sz w:val="24"/>
          <w:szCs w:val="24"/>
        </w:rPr>
        <w:t xml:space="preserve">w wyznaczonym umową terminie, </w:t>
      </w:r>
      <w:r w:rsidR="008651D7" w:rsidRPr="00C137C4">
        <w:rPr>
          <w:rFonts w:ascii="Arial Narrow" w:hAnsi="Arial Narrow"/>
          <w:sz w:val="24"/>
          <w:szCs w:val="24"/>
        </w:rPr>
        <w:t xml:space="preserve">po przeliczeniu </w:t>
      </w:r>
      <w:r w:rsidR="00494423" w:rsidRPr="00C137C4">
        <w:rPr>
          <w:rFonts w:ascii="Arial Narrow" w:hAnsi="Arial Narrow"/>
          <w:sz w:val="24"/>
          <w:szCs w:val="24"/>
        </w:rPr>
        <w:t>przez</w:t>
      </w:r>
      <w:r w:rsidRPr="00C137C4">
        <w:rPr>
          <w:rFonts w:ascii="Arial Narrow" w:hAnsi="Arial Narrow"/>
          <w:sz w:val="24"/>
          <w:szCs w:val="24"/>
        </w:rPr>
        <w:t xml:space="preserve"> Zamawiającego i za </w:t>
      </w:r>
      <w:r w:rsidR="00494423" w:rsidRPr="00C137C4">
        <w:rPr>
          <w:rFonts w:ascii="Arial Narrow" w:hAnsi="Arial Narrow"/>
          <w:sz w:val="24"/>
          <w:szCs w:val="24"/>
        </w:rPr>
        <w:t>jego pisemnym p</w:t>
      </w:r>
      <w:r w:rsidRPr="00C137C4">
        <w:rPr>
          <w:rFonts w:ascii="Arial Narrow" w:hAnsi="Arial Narrow"/>
          <w:sz w:val="24"/>
          <w:szCs w:val="24"/>
        </w:rPr>
        <w:t xml:space="preserve">okwitowaniem na </w:t>
      </w:r>
      <w:r w:rsidR="00494423" w:rsidRPr="00C137C4">
        <w:rPr>
          <w:rFonts w:ascii="Arial Narrow" w:hAnsi="Arial Narrow"/>
          <w:sz w:val="24"/>
          <w:szCs w:val="24"/>
        </w:rPr>
        <w:t xml:space="preserve">tzw. protokole zdawczym </w:t>
      </w:r>
      <w:r w:rsidR="00BF4322" w:rsidRPr="00C137C4">
        <w:rPr>
          <w:rFonts w:ascii="Arial Narrow" w:hAnsi="Arial Narrow"/>
          <w:sz w:val="24"/>
          <w:szCs w:val="24"/>
        </w:rPr>
        <w:t xml:space="preserve">(np. wydruk z raportu pralni) </w:t>
      </w:r>
      <w:r w:rsidR="00494423" w:rsidRPr="00C137C4">
        <w:rPr>
          <w:rFonts w:ascii="Arial Narrow" w:hAnsi="Arial Narrow"/>
          <w:sz w:val="24"/>
          <w:szCs w:val="24"/>
        </w:rPr>
        <w:t xml:space="preserve">sporządzanym przez wykonawcę i </w:t>
      </w:r>
      <w:r w:rsidRPr="00C137C4">
        <w:rPr>
          <w:rFonts w:ascii="Arial Narrow" w:hAnsi="Arial Narrow"/>
          <w:sz w:val="24"/>
          <w:szCs w:val="24"/>
        </w:rPr>
        <w:t>podpisany</w:t>
      </w:r>
      <w:r w:rsidR="00494423" w:rsidRPr="00C137C4">
        <w:rPr>
          <w:rFonts w:ascii="Arial Narrow" w:hAnsi="Arial Narrow"/>
          <w:sz w:val="24"/>
          <w:szCs w:val="24"/>
        </w:rPr>
        <w:t>m również p</w:t>
      </w:r>
      <w:r w:rsidRPr="00C137C4">
        <w:rPr>
          <w:rFonts w:ascii="Arial Narrow" w:hAnsi="Arial Narrow"/>
          <w:sz w:val="24"/>
          <w:szCs w:val="24"/>
        </w:rPr>
        <w:t>rzez upoważnionych pracowników wykonawcy;</w:t>
      </w:r>
    </w:p>
    <w:p w14:paraId="30B95E56" w14:textId="77777777" w:rsidR="004F4307" w:rsidRPr="00C137C4" w:rsidRDefault="00DE7941" w:rsidP="00C137C4">
      <w:pPr>
        <w:pStyle w:val="Teksttreci1"/>
        <w:numPr>
          <w:ilvl w:val="2"/>
          <w:numId w:val="13"/>
        </w:numPr>
        <w:shd w:val="clear" w:color="auto" w:fill="auto"/>
        <w:tabs>
          <w:tab w:val="left" w:pos="363"/>
        </w:tabs>
        <w:spacing w:after="0" w:line="240" w:lineRule="auto"/>
        <w:ind w:left="998" w:hanging="320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>w</w:t>
      </w:r>
      <w:r w:rsidR="00007DD6" w:rsidRPr="00C137C4">
        <w:rPr>
          <w:rFonts w:ascii="Arial Narrow" w:hAnsi="Arial Narrow"/>
          <w:sz w:val="24"/>
          <w:szCs w:val="24"/>
        </w:rPr>
        <w:t>ykonawca zobowiązany jest do terminowego odbioru i dostarczania rzeczy objętych kompleksowymi usługami pralniczymi, do pomieszczeń wyznaczonych przez Zamawiającego na własny koszt i ryzyko.</w:t>
      </w:r>
      <w:r w:rsidR="00214080" w:rsidRPr="00C137C4">
        <w:rPr>
          <w:rFonts w:ascii="Arial Narrow" w:hAnsi="Arial Narrow"/>
          <w:sz w:val="24"/>
          <w:szCs w:val="24"/>
        </w:rPr>
        <w:t xml:space="preserve"> </w:t>
      </w:r>
      <w:r w:rsidR="00007DD6" w:rsidRPr="00C137C4">
        <w:rPr>
          <w:rFonts w:ascii="Arial Narrow" w:hAnsi="Arial Narrow"/>
          <w:sz w:val="24"/>
          <w:szCs w:val="24"/>
        </w:rPr>
        <w:t xml:space="preserve">W przypadku stwierdzenia niezgodności ilości asortymentu przyjętego do pralni z  ilościami podanymi w </w:t>
      </w:r>
      <w:r w:rsidR="000A0192" w:rsidRPr="00C137C4">
        <w:rPr>
          <w:rFonts w:ascii="Arial Narrow" w:hAnsi="Arial Narrow"/>
          <w:sz w:val="24"/>
          <w:szCs w:val="24"/>
        </w:rPr>
        <w:t xml:space="preserve"> </w:t>
      </w:r>
      <w:r w:rsidR="00DF7C2A" w:rsidRPr="00C137C4">
        <w:rPr>
          <w:rFonts w:ascii="Arial Narrow" w:hAnsi="Arial Narrow"/>
          <w:sz w:val="24"/>
          <w:szCs w:val="24"/>
        </w:rPr>
        <w:t>protokole zdawczym</w:t>
      </w:r>
      <w:r w:rsidR="00007DD6" w:rsidRPr="00C137C4">
        <w:rPr>
          <w:rFonts w:ascii="Arial Narrow" w:hAnsi="Arial Narrow"/>
          <w:sz w:val="24"/>
          <w:szCs w:val="24"/>
        </w:rPr>
        <w:t xml:space="preserve"> Zamawiającego o której mowa w pkt 19 pkt 1) i 2)</w:t>
      </w:r>
      <w:r w:rsidR="004F4307" w:rsidRPr="00C137C4">
        <w:rPr>
          <w:rFonts w:ascii="Arial Narrow" w:hAnsi="Arial Narrow"/>
          <w:sz w:val="24"/>
          <w:szCs w:val="24"/>
        </w:rPr>
        <w:t>;</w:t>
      </w:r>
    </w:p>
    <w:p w14:paraId="5264E22E" w14:textId="77777777" w:rsidR="00007DD6" w:rsidRPr="00C137C4" w:rsidRDefault="00DA7005" w:rsidP="00C137C4">
      <w:pPr>
        <w:pStyle w:val="Teksttreci1"/>
        <w:numPr>
          <w:ilvl w:val="0"/>
          <w:numId w:val="40"/>
        </w:numPr>
        <w:shd w:val="clear" w:color="auto" w:fill="auto"/>
        <w:tabs>
          <w:tab w:val="left" w:pos="363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sz w:val="24"/>
          <w:szCs w:val="24"/>
        </w:rPr>
        <w:t xml:space="preserve">Zamawiający </w:t>
      </w:r>
      <w:r w:rsidR="00007DD6" w:rsidRPr="00C137C4">
        <w:rPr>
          <w:rFonts w:ascii="Arial Narrow" w:hAnsi="Arial Narrow"/>
          <w:sz w:val="24"/>
          <w:szCs w:val="24"/>
        </w:rPr>
        <w:t>zgł</w:t>
      </w:r>
      <w:r w:rsidRPr="00C137C4">
        <w:rPr>
          <w:rFonts w:ascii="Arial Narrow" w:hAnsi="Arial Narrow"/>
          <w:sz w:val="24"/>
          <w:szCs w:val="24"/>
        </w:rPr>
        <w:t>asza</w:t>
      </w:r>
      <w:r w:rsidR="00007DD6" w:rsidRPr="00C137C4">
        <w:rPr>
          <w:rFonts w:ascii="Arial Narrow" w:hAnsi="Arial Narrow"/>
          <w:sz w:val="24"/>
          <w:szCs w:val="24"/>
        </w:rPr>
        <w:t xml:space="preserve"> stwierdzone niezgodności </w:t>
      </w:r>
      <w:r w:rsidR="00303559" w:rsidRPr="00C137C4">
        <w:rPr>
          <w:rFonts w:ascii="Arial Narrow" w:hAnsi="Arial Narrow"/>
          <w:sz w:val="24"/>
          <w:szCs w:val="24"/>
        </w:rPr>
        <w:t xml:space="preserve">elektronicznie </w:t>
      </w:r>
      <w:r w:rsidR="00AD5354" w:rsidRPr="00C137C4">
        <w:rPr>
          <w:rFonts w:ascii="Arial Narrow" w:hAnsi="Arial Narrow"/>
          <w:sz w:val="24"/>
          <w:szCs w:val="24"/>
        </w:rPr>
        <w:t>(</w:t>
      </w:r>
      <w:r w:rsidRPr="00C137C4">
        <w:rPr>
          <w:rFonts w:ascii="Arial Narrow" w:hAnsi="Arial Narrow"/>
          <w:sz w:val="24"/>
          <w:szCs w:val="24"/>
        </w:rPr>
        <w:t xml:space="preserve">za pomocą poczty e – mail, </w:t>
      </w:r>
      <w:r w:rsidR="00AD5354" w:rsidRPr="00C137C4">
        <w:rPr>
          <w:rFonts w:ascii="Arial Narrow" w:hAnsi="Arial Narrow"/>
          <w:sz w:val="24"/>
          <w:szCs w:val="24"/>
        </w:rPr>
        <w:t xml:space="preserve">do czasu oznakowania asortymentu </w:t>
      </w:r>
      <w:r w:rsidR="00007DD6" w:rsidRPr="00C137C4">
        <w:rPr>
          <w:rFonts w:ascii="Arial Narrow" w:hAnsi="Arial Narrow"/>
          <w:sz w:val="24"/>
          <w:szCs w:val="24"/>
        </w:rPr>
        <w:t xml:space="preserve">najpóźniej </w:t>
      </w:r>
      <w:r w:rsidR="0009573F" w:rsidRPr="00C137C4">
        <w:rPr>
          <w:rFonts w:ascii="Arial Narrow" w:hAnsi="Arial Narrow"/>
          <w:sz w:val="24"/>
          <w:szCs w:val="24"/>
        </w:rPr>
        <w:t>w ciągu 3 dni</w:t>
      </w:r>
      <w:r w:rsidR="00AD5354" w:rsidRPr="00C137C4">
        <w:rPr>
          <w:rFonts w:ascii="Arial Narrow" w:hAnsi="Arial Narrow"/>
          <w:sz w:val="24"/>
          <w:szCs w:val="24"/>
        </w:rPr>
        <w:t>)</w:t>
      </w:r>
      <w:r w:rsidR="0009573F" w:rsidRPr="00C137C4">
        <w:rPr>
          <w:rFonts w:ascii="Arial Narrow" w:hAnsi="Arial Narrow"/>
          <w:sz w:val="24"/>
          <w:szCs w:val="24"/>
        </w:rPr>
        <w:t xml:space="preserve">, </w:t>
      </w:r>
      <w:r w:rsidR="00EE73C4" w:rsidRPr="00C137C4">
        <w:rPr>
          <w:rFonts w:ascii="Arial Narrow" w:hAnsi="Arial Narrow"/>
          <w:sz w:val="24"/>
          <w:szCs w:val="24"/>
        </w:rPr>
        <w:t>maksymalnie w terminie 3 dni od stwierdzenia niezgodności</w:t>
      </w:r>
      <w:r w:rsidR="00AD5354" w:rsidRPr="00C137C4">
        <w:rPr>
          <w:rFonts w:ascii="Arial Narrow" w:hAnsi="Arial Narrow"/>
          <w:sz w:val="24"/>
          <w:szCs w:val="24"/>
        </w:rPr>
        <w:t xml:space="preserve"> za pomocą </w:t>
      </w:r>
      <w:r w:rsidR="00303559" w:rsidRPr="00C137C4">
        <w:rPr>
          <w:rFonts w:ascii="Arial Narrow" w:hAnsi="Arial Narrow"/>
          <w:sz w:val="24"/>
          <w:szCs w:val="24"/>
        </w:rPr>
        <w:t xml:space="preserve">systemu </w:t>
      </w:r>
      <w:r w:rsidR="00AD5354" w:rsidRPr="00C137C4">
        <w:rPr>
          <w:rFonts w:ascii="Arial Narrow" w:hAnsi="Arial Narrow"/>
          <w:sz w:val="24"/>
          <w:szCs w:val="24"/>
        </w:rPr>
        <w:t>RFID</w:t>
      </w:r>
      <w:r w:rsidR="00007DD6" w:rsidRPr="00C137C4">
        <w:rPr>
          <w:rFonts w:ascii="Arial Narrow" w:hAnsi="Arial Narrow"/>
          <w:sz w:val="24"/>
          <w:szCs w:val="24"/>
        </w:rPr>
        <w:t xml:space="preserve">, </w:t>
      </w:r>
      <w:r w:rsidRPr="00C137C4">
        <w:rPr>
          <w:rFonts w:ascii="Arial Narrow" w:hAnsi="Arial Narrow"/>
          <w:sz w:val="24"/>
          <w:szCs w:val="24"/>
        </w:rPr>
        <w:t>(</w:t>
      </w:r>
      <w:r w:rsidR="00007DD6" w:rsidRPr="00C137C4">
        <w:rPr>
          <w:rFonts w:ascii="Arial Narrow" w:hAnsi="Arial Narrow"/>
          <w:sz w:val="24"/>
          <w:szCs w:val="24"/>
        </w:rPr>
        <w:t>w przeciwnym razie za niezgłoszone braki odpowiadać będzie przyjmujący asortyment</w:t>
      </w:r>
      <w:r w:rsidRPr="00C137C4">
        <w:rPr>
          <w:rFonts w:ascii="Arial Narrow" w:hAnsi="Arial Narrow"/>
          <w:sz w:val="24"/>
          <w:szCs w:val="24"/>
        </w:rPr>
        <w:t>)</w:t>
      </w:r>
      <w:r w:rsidR="009E0B6B" w:rsidRPr="00C137C4">
        <w:rPr>
          <w:rFonts w:ascii="Arial Narrow" w:hAnsi="Arial Narrow"/>
          <w:sz w:val="24"/>
          <w:szCs w:val="24"/>
        </w:rPr>
        <w:t>.</w:t>
      </w:r>
    </w:p>
    <w:p w14:paraId="0345EFDB" w14:textId="77777777" w:rsidR="008B048D" w:rsidRPr="00C137C4" w:rsidRDefault="00007DD6" w:rsidP="00C137C4">
      <w:pPr>
        <w:pStyle w:val="Teksttreci1"/>
        <w:numPr>
          <w:ilvl w:val="0"/>
          <w:numId w:val="40"/>
        </w:numPr>
        <w:shd w:val="clear" w:color="auto" w:fill="auto"/>
        <w:tabs>
          <w:tab w:val="left" w:pos="363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C137C4">
        <w:rPr>
          <w:rFonts w:ascii="Arial Narrow" w:hAnsi="Arial Narrow"/>
          <w:b/>
          <w:sz w:val="24"/>
          <w:szCs w:val="24"/>
          <w:u w:val="single"/>
        </w:rPr>
        <w:t>Wymagany czas wykonywania usług:</w:t>
      </w:r>
      <w:r w:rsidR="009E0B6B" w:rsidRPr="00C137C4">
        <w:rPr>
          <w:rFonts w:ascii="Arial Narrow" w:hAnsi="Arial Narrow"/>
          <w:b/>
          <w:sz w:val="24"/>
          <w:szCs w:val="24"/>
          <w:u w:val="single"/>
        </w:rPr>
        <w:t xml:space="preserve"> zgodnie z Załącznikiem nr 2 do  umowy</w:t>
      </w:r>
    </w:p>
    <w:p w14:paraId="2D0F62AD" w14:textId="112C0BCF" w:rsidR="00756DC2" w:rsidRPr="00C137C4" w:rsidRDefault="00FE70FA" w:rsidP="00C137C4">
      <w:pPr>
        <w:pStyle w:val="Tekstpodstawowy"/>
        <w:widowControl/>
        <w:numPr>
          <w:ilvl w:val="0"/>
          <w:numId w:val="1"/>
        </w:numPr>
        <w:suppressAutoHyphens w:val="0"/>
        <w:spacing w:after="0"/>
        <w:jc w:val="both"/>
        <w:rPr>
          <w:rFonts w:ascii="Arial Narrow" w:hAnsi="Arial Narrow" w:cs="Arial"/>
          <w:szCs w:val="24"/>
          <w:lang w:val="cs-CZ" w:eastAsia="ar-SA"/>
        </w:rPr>
      </w:pPr>
      <w:r w:rsidRPr="00C137C4">
        <w:rPr>
          <w:rFonts w:ascii="Arial Narrow" w:hAnsi="Arial Narrow" w:cs="Arial"/>
          <w:b/>
          <w:szCs w:val="24"/>
          <w:lang w:val="cs-CZ" w:eastAsia="ar-SA"/>
        </w:rPr>
        <w:t>Szacunkowa ilość pran</w:t>
      </w:r>
      <w:r w:rsidR="0035163A" w:rsidRPr="00C137C4">
        <w:rPr>
          <w:rFonts w:ascii="Arial Narrow" w:hAnsi="Arial Narrow" w:cs="Arial"/>
          <w:b/>
          <w:szCs w:val="24"/>
          <w:lang w:val="cs-CZ" w:eastAsia="ar-SA"/>
        </w:rPr>
        <w:t>ego i dezynfekowanego asortymentu to</w:t>
      </w:r>
      <w:r w:rsidRPr="00C137C4">
        <w:rPr>
          <w:rFonts w:ascii="Arial Narrow" w:hAnsi="Arial Narrow" w:cs="Arial"/>
          <w:b/>
          <w:szCs w:val="24"/>
          <w:lang w:val="cs-CZ" w:eastAsia="ar-SA"/>
        </w:rPr>
        <w:t xml:space="preserve"> ok. </w:t>
      </w:r>
      <w:r w:rsidR="00FC4E42">
        <w:rPr>
          <w:rFonts w:ascii="Arial Narrow" w:hAnsi="Arial Narrow" w:cs="Arial"/>
          <w:b/>
          <w:szCs w:val="24"/>
          <w:lang w:val="cs-CZ" w:eastAsia="ar-SA"/>
        </w:rPr>
        <w:t>3</w:t>
      </w:r>
      <w:r w:rsidR="00E640CF" w:rsidRPr="00C137C4">
        <w:rPr>
          <w:rFonts w:ascii="Arial Narrow" w:hAnsi="Arial Narrow" w:cs="Arial"/>
          <w:b/>
          <w:szCs w:val="24"/>
          <w:lang w:val="cs-CZ" w:eastAsia="ar-SA"/>
        </w:rPr>
        <w:t>.</w:t>
      </w:r>
      <w:r w:rsidR="00FC4E42">
        <w:rPr>
          <w:rFonts w:ascii="Arial Narrow" w:hAnsi="Arial Narrow" w:cs="Arial"/>
          <w:b/>
          <w:szCs w:val="24"/>
          <w:lang w:val="cs-CZ" w:eastAsia="ar-SA"/>
        </w:rPr>
        <w:t>0</w:t>
      </w:r>
      <w:r w:rsidR="00E640CF" w:rsidRPr="00C137C4">
        <w:rPr>
          <w:rFonts w:ascii="Arial Narrow" w:hAnsi="Arial Narrow" w:cs="Arial"/>
          <w:b/>
          <w:szCs w:val="24"/>
          <w:lang w:val="cs-CZ" w:eastAsia="ar-SA"/>
        </w:rPr>
        <w:t>00</w:t>
      </w:r>
      <w:r w:rsidR="0035163A" w:rsidRPr="00C137C4">
        <w:rPr>
          <w:rFonts w:ascii="Arial Narrow" w:hAnsi="Arial Narrow" w:cs="Arial"/>
          <w:b/>
          <w:szCs w:val="24"/>
          <w:lang w:val="cs-CZ" w:eastAsia="ar-SA"/>
        </w:rPr>
        <w:t>,00kg/</w:t>
      </w:r>
      <w:r w:rsidRPr="00C137C4">
        <w:rPr>
          <w:rFonts w:ascii="Arial Narrow" w:hAnsi="Arial Narrow" w:cs="Arial"/>
          <w:b/>
          <w:szCs w:val="24"/>
          <w:lang w:val="cs-CZ" w:eastAsia="ar-SA"/>
        </w:rPr>
        <w:t xml:space="preserve">miesiąc, </w:t>
      </w:r>
      <w:r w:rsidR="00756DC2" w:rsidRPr="00C137C4">
        <w:rPr>
          <w:rFonts w:ascii="Arial Narrow" w:hAnsi="Arial Narrow" w:cs="Arial"/>
          <w:b/>
          <w:szCs w:val="24"/>
          <w:lang w:val="cs-CZ" w:eastAsia="ar-SA"/>
        </w:rPr>
        <w:t xml:space="preserve">co stanowi </w:t>
      </w:r>
      <w:r w:rsidR="00FC4E42">
        <w:rPr>
          <w:rFonts w:ascii="Arial Narrow" w:hAnsi="Arial Narrow" w:cs="Arial"/>
          <w:b/>
          <w:szCs w:val="24"/>
          <w:lang w:val="cs-CZ" w:eastAsia="ar-SA"/>
        </w:rPr>
        <w:t>72</w:t>
      </w:r>
      <w:r w:rsidR="00E640CF" w:rsidRPr="00C137C4">
        <w:rPr>
          <w:rFonts w:ascii="Arial Narrow" w:hAnsi="Arial Narrow" w:cs="Arial"/>
          <w:b/>
          <w:szCs w:val="24"/>
          <w:lang w:val="cs-CZ" w:eastAsia="ar-SA"/>
        </w:rPr>
        <w:t>.</w:t>
      </w:r>
      <w:r w:rsidR="00FC4E42">
        <w:rPr>
          <w:rFonts w:ascii="Arial Narrow" w:hAnsi="Arial Narrow" w:cs="Arial"/>
          <w:b/>
          <w:szCs w:val="24"/>
          <w:lang w:val="cs-CZ" w:eastAsia="ar-SA"/>
        </w:rPr>
        <w:t>0</w:t>
      </w:r>
      <w:r w:rsidR="004B1D99" w:rsidRPr="00C137C4">
        <w:rPr>
          <w:rFonts w:ascii="Arial Narrow" w:hAnsi="Arial Narrow" w:cs="Arial"/>
          <w:b/>
          <w:szCs w:val="24"/>
          <w:lang w:val="cs-CZ" w:eastAsia="ar-SA"/>
        </w:rPr>
        <w:t>00</w:t>
      </w:r>
      <w:r w:rsidRPr="00C137C4">
        <w:rPr>
          <w:rFonts w:ascii="Arial Narrow" w:hAnsi="Arial Narrow" w:cs="Arial"/>
          <w:b/>
          <w:szCs w:val="24"/>
          <w:lang w:val="cs-CZ" w:eastAsia="ar-SA"/>
        </w:rPr>
        <w:t>kg</w:t>
      </w:r>
      <w:r w:rsidR="00927A62" w:rsidRPr="00C137C4">
        <w:rPr>
          <w:rFonts w:ascii="Arial Narrow" w:hAnsi="Arial Narrow" w:cs="Arial"/>
          <w:b/>
          <w:szCs w:val="24"/>
          <w:lang w:val="cs-CZ" w:eastAsia="ar-SA"/>
        </w:rPr>
        <w:t xml:space="preserve"> w okresie realizacji umowy</w:t>
      </w:r>
      <w:r w:rsidR="00756DC2" w:rsidRPr="00C137C4">
        <w:rPr>
          <w:rFonts w:ascii="Arial Narrow" w:hAnsi="Arial Narrow" w:cs="Arial"/>
          <w:b/>
          <w:szCs w:val="24"/>
          <w:lang w:val="cs-CZ" w:eastAsia="ar-SA"/>
        </w:rPr>
        <w:t>.</w:t>
      </w:r>
    </w:p>
    <w:p w14:paraId="42495094" w14:textId="77777777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u w:val="single"/>
          <w:lang w:eastAsia="ar-SA"/>
        </w:rPr>
        <w:t xml:space="preserve">W ramach umowy </w:t>
      </w:r>
      <w:r w:rsidR="00D826E2" w:rsidRPr="00C137C4">
        <w:rPr>
          <w:rFonts w:ascii="Arial Narrow" w:hAnsi="Arial Narrow" w:cs="Arial"/>
          <w:szCs w:val="24"/>
          <w:u w:val="single"/>
          <w:lang w:eastAsia="ar-SA"/>
        </w:rPr>
        <w:t>w</w:t>
      </w:r>
      <w:r w:rsidR="00162308" w:rsidRPr="00C137C4">
        <w:rPr>
          <w:rFonts w:ascii="Arial Narrow" w:hAnsi="Arial Narrow" w:cs="Arial"/>
          <w:szCs w:val="24"/>
          <w:u w:val="single"/>
          <w:lang w:eastAsia="ar-SA"/>
        </w:rPr>
        <w:t>ykonawca</w:t>
      </w:r>
      <w:r w:rsidRPr="00C137C4">
        <w:rPr>
          <w:rFonts w:ascii="Arial Narrow" w:hAnsi="Arial Narrow" w:cs="Arial"/>
          <w:szCs w:val="24"/>
          <w:u w:val="single"/>
          <w:lang w:eastAsia="ar-SA"/>
        </w:rPr>
        <w:t xml:space="preserve"> oznaczy</w:t>
      </w:r>
      <w:r w:rsidR="003353A6" w:rsidRPr="00C137C4">
        <w:rPr>
          <w:rFonts w:ascii="Arial Narrow" w:hAnsi="Arial Narrow" w:cs="Arial"/>
          <w:szCs w:val="24"/>
          <w:u w:val="single"/>
          <w:lang w:eastAsia="ar-SA"/>
        </w:rPr>
        <w:t xml:space="preserve"> asortyment w postaci </w:t>
      </w:r>
      <w:r w:rsidRPr="00C137C4">
        <w:rPr>
          <w:rFonts w:ascii="Arial Narrow" w:hAnsi="Arial Narrow" w:cs="Arial"/>
          <w:szCs w:val="24"/>
          <w:u w:val="single"/>
          <w:lang w:eastAsia="ar-SA"/>
        </w:rPr>
        <w:t xml:space="preserve"> </w:t>
      </w:r>
      <w:r w:rsidR="003353A6" w:rsidRPr="00C137C4">
        <w:rPr>
          <w:rFonts w:ascii="Arial Narrow" w:hAnsi="Arial Narrow" w:cs="Arial"/>
          <w:szCs w:val="24"/>
          <w:lang w:eastAsia="ar-SA"/>
        </w:rPr>
        <w:t>bielizny fasonowej</w:t>
      </w:r>
      <w:r w:rsidRPr="00C137C4">
        <w:rPr>
          <w:rFonts w:ascii="Arial Narrow" w:hAnsi="Arial Narrow" w:cs="Arial"/>
          <w:szCs w:val="24"/>
          <w:lang w:eastAsia="ar-SA"/>
        </w:rPr>
        <w:t xml:space="preserve"> (</w:t>
      </w:r>
      <w:r w:rsidR="009674A6" w:rsidRPr="00C137C4">
        <w:rPr>
          <w:rFonts w:ascii="Arial Narrow" w:hAnsi="Arial Narrow" w:cs="Arial"/>
          <w:szCs w:val="24"/>
          <w:lang w:eastAsia="ar-SA"/>
        </w:rPr>
        <w:t xml:space="preserve">tzn. </w:t>
      </w:r>
      <w:r w:rsidRPr="00C137C4">
        <w:rPr>
          <w:rFonts w:ascii="Arial Narrow" w:hAnsi="Arial Narrow" w:cs="Arial"/>
          <w:szCs w:val="24"/>
          <w:lang w:eastAsia="ar-SA"/>
        </w:rPr>
        <w:t>bluzy, spodnie, spódniczki, fartuchy</w:t>
      </w:r>
      <w:r w:rsidR="00D170DC" w:rsidRPr="00C137C4">
        <w:rPr>
          <w:rFonts w:ascii="Arial Narrow" w:hAnsi="Arial Narrow" w:cs="Arial"/>
          <w:szCs w:val="24"/>
          <w:lang w:eastAsia="ar-SA"/>
        </w:rPr>
        <w:t>, sukienki, odzież robocza, ochronna i medyczna</w:t>
      </w:r>
      <w:r w:rsidRPr="00C137C4">
        <w:rPr>
          <w:rFonts w:ascii="Arial Narrow" w:hAnsi="Arial Narrow" w:cs="Arial"/>
          <w:szCs w:val="24"/>
          <w:lang w:eastAsia="ar-SA"/>
        </w:rPr>
        <w:t>)</w:t>
      </w:r>
      <w:r w:rsidR="00D63A69" w:rsidRPr="00C137C4">
        <w:rPr>
          <w:rFonts w:ascii="Arial Narrow" w:hAnsi="Arial Narrow" w:cs="Arial"/>
          <w:szCs w:val="24"/>
          <w:lang w:eastAsia="ar-SA"/>
        </w:rPr>
        <w:t xml:space="preserve"> i cały asortyment Zamawiającego,</w:t>
      </w:r>
      <w:r w:rsidRPr="00C137C4">
        <w:rPr>
          <w:rFonts w:ascii="Arial Narrow" w:hAnsi="Arial Narrow" w:cs="Arial"/>
          <w:szCs w:val="24"/>
          <w:lang w:eastAsia="ar-SA"/>
        </w:rPr>
        <w:t xml:space="preserve"> metkami termozgrzewalnymi oraz tagami RFID (lub w systemie równoważnym) z nazwą </w:t>
      </w:r>
      <w:r w:rsidR="00EE7C3C" w:rsidRPr="00C137C4">
        <w:rPr>
          <w:rFonts w:ascii="Arial Narrow" w:hAnsi="Arial Narrow" w:cs="Arial"/>
          <w:szCs w:val="24"/>
          <w:lang w:eastAsia="ar-SA"/>
        </w:rPr>
        <w:t>UCMMiT, nazwą</w:t>
      </w:r>
      <w:r w:rsidRPr="00C137C4">
        <w:rPr>
          <w:rFonts w:ascii="Arial Narrow" w:hAnsi="Arial Narrow" w:cs="Arial"/>
          <w:szCs w:val="24"/>
          <w:lang w:eastAsia="ar-SA"/>
        </w:rPr>
        <w:t xml:space="preserve"> </w:t>
      </w:r>
      <w:r w:rsidR="009674A6" w:rsidRPr="00C137C4">
        <w:rPr>
          <w:rFonts w:ascii="Arial Narrow" w:hAnsi="Arial Narrow" w:cs="Arial"/>
          <w:szCs w:val="24"/>
          <w:lang w:eastAsia="ar-SA"/>
        </w:rPr>
        <w:t>kliniki/</w:t>
      </w:r>
      <w:r w:rsidRPr="00C137C4">
        <w:rPr>
          <w:rFonts w:ascii="Arial Narrow" w:hAnsi="Arial Narrow" w:cs="Arial"/>
          <w:szCs w:val="24"/>
          <w:lang w:eastAsia="ar-SA"/>
        </w:rPr>
        <w:t xml:space="preserve">oddziału oraz </w:t>
      </w:r>
      <w:r w:rsidR="009674A6" w:rsidRPr="00C137C4">
        <w:rPr>
          <w:rFonts w:ascii="Arial Narrow" w:hAnsi="Arial Narrow" w:cs="Arial"/>
          <w:szCs w:val="24"/>
          <w:lang w:eastAsia="ar-SA"/>
        </w:rPr>
        <w:t>dla fasonówki doda</w:t>
      </w:r>
      <w:r w:rsidR="004E39DD" w:rsidRPr="00C137C4">
        <w:rPr>
          <w:rFonts w:ascii="Arial Narrow" w:hAnsi="Arial Narrow" w:cs="Arial"/>
          <w:szCs w:val="24"/>
          <w:lang w:eastAsia="ar-SA"/>
        </w:rPr>
        <w:t>t</w:t>
      </w:r>
      <w:r w:rsidR="009674A6" w:rsidRPr="00C137C4">
        <w:rPr>
          <w:rFonts w:ascii="Arial Narrow" w:hAnsi="Arial Narrow" w:cs="Arial"/>
          <w:szCs w:val="24"/>
          <w:lang w:eastAsia="ar-SA"/>
        </w:rPr>
        <w:t xml:space="preserve">kowo </w:t>
      </w:r>
      <w:r w:rsidRPr="00C137C4">
        <w:rPr>
          <w:rFonts w:ascii="Arial Narrow" w:hAnsi="Arial Narrow" w:cs="Arial"/>
          <w:szCs w:val="24"/>
          <w:lang w:eastAsia="ar-SA"/>
        </w:rPr>
        <w:t>imieniem i nazwiskiem pracownika</w:t>
      </w:r>
      <w:r w:rsidR="004F2D6B" w:rsidRPr="00C137C4">
        <w:rPr>
          <w:rFonts w:ascii="Arial Narrow" w:hAnsi="Arial Narrow" w:cs="Arial"/>
          <w:szCs w:val="24"/>
          <w:lang w:eastAsia="ar-SA"/>
        </w:rPr>
        <w:t xml:space="preserve"> o ile nie</w:t>
      </w:r>
      <w:r w:rsidR="00DA25CB" w:rsidRPr="00C137C4">
        <w:rPr>
          <w:rFonts w:ascii="Arial Narrow" w:hAnsi="Arial Narrow" w:cs="Arial"/>
          <w:szCs w:val="24"/>
          <w:lang w:eastAsia="ar-SA"/>
        </w:rPr>
        <w:t xml:space="preserve"> jest</w:t>
      </w:r>
      <w:r w:rsidR="004F2D6B" w:rsidRPr="00C137C4">
        <w:rPr>
          <w:rFonts w:ascii="Arial Narrow" w:hAnsi="Arial Narrow" w:cs="Arial"/>
          <w:szCs w:val="24"/>
          <w:lang w:eastAsia="ar-SA"/>
        </w:rPr>
        <w:t xml:space="preserve"> on już oznaczony</w:t>
      </w:r>
      <w:r w:rsidRPr="00C137C4">
        <w:rPr>
          <w:rFonts w:ascii="Arial Narrow" w:hAnsi="Arial Narrow" w:cs="Arial"/>
          <w:szCs w:val="24"/>
          <w:lang w:eastAsia="ar-SA"/>
        </w:rPr>
        <w:t>.</w:t>
      </w:r>
    </w:p>
    <w:p w14:paraId="5018C60F" w14:textId="4E79F07D" w:rsidR="005F0C9F" w:rsidRPr="00C137C4" w:rsidRDefault="005F0C9F" w:rsidP="00C137C4">
      <w:pPr>
        <w:widowControl/>
        <w:suppressAutoHyphens w:val="0"/>
        <w:ind w:left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/>
          <w:color w:val="000000"/>
          <w:szCs w:val="24"/>
        </w:rPr>
        <w:t xml:space="preserve">Szacowana liczba ok. </w:t>
      </w:r>
      <w:r w:rsidR="00AA1E47">
        <w:rPr>
          <w:rFonts w:ascii="Arial Narrow" w:hAnsi="Arial Narrow"/>
          <w:color w:val="000000"/>
          <w:szCs w:val="24"/>
        </w:rPr>
        <w:t>3200</w:t>
      </w:r>
    </w:p>
    <w:p w14:paraId="11A5246C" w14:textId="77777777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 xml:space="preserve">Usługi będą świadczone codziennie od poniedziałku do </w:t>
      </w:r>
      <w:r w:rsidR="00A23242" w:rsidRPr="00C137C4">
        <w:rPr>
          <w:rFonts w:ascii="Arial Narrow" w:hAnsi="Arial Narrow" w:cs="Arial"/>
          <w:szCs w:val="24"/>
          <w:lang w:eastAsia="ar-SA"/>
        </w:rPr>
        <w:t>soboty</w:t>
      </w:r>
      <w:r w:rsidRPr="00C137C4">
        <w:rPr>
          <w:rFonts w:ascii="Arial Narrow" w:hAnsi="Arial Narrow" w:cs="Arial"/>
          <w:szCs w:val="24"/>
          <w:lang w:eastAsia="ar-SA"/>
        </w:rPr>
        <w:t xml:space="preserve">, z możliwością wykonania usług w dni wolne od pracy. O takiej konieczności </w:t>
      </w:r>
      <w:r w:rsidR="00162308" w:rsidRPr="00C137C4">
        <w:rPr>
          <w:rFonts w:ascii="Arial Narrow" w:hAnsi="Arial Narrow" w:cs="Arial"/>
          <w:szCs w:val="24"/>
          <w:lang w:eastAsia="ar-SA"/>
        </w:rPr>
        <w:t>Wykonawca</w:t>
      </w:r>
      <w:r w:rsidRPr="00C137C4">
        <w:rPr>
          <w:rFonts w:ascii="Arial Narrow" w:hAnsi="Arial Narrow" w:cs="Arial"/>
          <w:szCs w:val="24"/>
          <w:lang w:eastAsia="ar-SA"/>
        </w:rPr>
        <w:t xml:space="preserve"> zostanie powiadomiony z kilkudniowym wyprzedzeniem.</w:t>
      </w:r>
    </w:p>
    <w:p w14:paraId="0772F0DF" w14:textId="77777777" w:rsidR="00FE70FA" w:rsidRPr="00C137C4" w:rsidRDefault="00162308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Wykonawca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zapewnia transport prania z i do siedziby Zamawiającego, tj. obiektów szpitalnych przy ul. </w:t>
      </w:r>
      <w:r w:rsidR="00A23242" w:rsidRPr="00C137C4">
        <w:rPr>
          <w:rFonts w:ascii="Arial Narrow" w:hAnsi="Arial Narrow" w:cs="Arial"/>
          <w:szCs w:val="24"/>
          <w:lang w:eastAsia="ar-SA"/>
        </w:rPr>
        <w:t xml:space="preserve">Powstania Styczniowego 9b. 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Transport bielizny i pozostałego asortymentu odbywać się będzie z uwzględnieniem podziału na transport „czysty i brudny", </w:t>
      </w:r>
      <w:r w:rsidR="00FE70FA" w:rsidRPr="00C137C4">
        <w:rPr>
          <w:rFonts w:ascii="Arial Narrow" w:hAnsi="Arial Narrow" w:cs="Arial"/>
          <w:b/>
          <w:szCs w:val="24"/>
          <w:lang w:eastAsia="ar-SA"/>
        </w:rPr>
        <w:t xml:space="preserve">co oznacza, że odbierany od Zamawiającego asortyment do prania nie </w:t>
      </w:r>
      <w:r w:rsidR="00722A1B" w:rsidRPr="00C137C4">
        <w:rPr>
          <w:rFonts w:ascii="Arial Narrow" w:hAnsi="Arial Narrow" w:cs="Arial"/>
          <w:b/>
          <w:szCs w:val="24"/>
          <w:lang w:eastAsia="ar-SA"/>
        </w:rPr>
        <w:t>może być</w:t>
      </w:r>
      <w:r w:rsidR="00FE70FA" w:rsidRPr="00C137C4">
        <w:rPr>
          <w:rFonts w:ascii="Arial Narrow" w:hAnsi="Arial Narrow" w:cs="Arial"/>
          <w:b/>
          <w:szCs w:val="24"/>
          <w:lang w:eastAsia="ar-SA"/>
        </w:rPr>
        <w:t xml:space="preserve"> równocześnie przewożony z asortymentem czystym</w:t>
      </w:r>
      <w:r w:rsidR="00FE70FA" w:rsidRPr="00C137C4">
        <w:rPr>
          <w:rFonts w:ascii="Arial Narrow" w:hAnsi="Arial Narrow" w:cs="Arial"/>
          <w:szCs w:val="24"/>
          <w:lang w:eastAsia="ar-SA"/>
        </w:rPr>
        <w:t>.</w:t>
      </w:r>
    </w:p>
    <w:p w14:paraId="5F8F3FE0" w14:textId="77777777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hAnsi="Arial Narrow" w:cs="Arial"/>
          <w:b/>
          <w:szCs w:val="24"/>
          <w:lang w:eastAsia="ar-SA"/>
        </w:rPr>
        <w:t>Charakterystyka i organizacja odbioru i przewozu prania:</w:t>
      </w:r>
    </w:p>
    <w:p w14:paraId="15925C4E" w14:textId="5D6D10B9" w:rsidR="00BC4959" w:rsidRPr="00C137C4" w:rsidRDefault="00FE70FA" w:rsidP="00C137C4">
      <w:pPr>
        <w:numPr>
          <w:ilvl w:val="0"/>
          <w:numId w:val="6"/>
        </w:numPr>
        <w:suppressAutoHyphens w:val="0"/>
        <w:autoSpaceDE w:val="0"/>
        <w:ind w:left="567" w:hanging="340"/>
        <w:jc w:val="both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bielizna przeznaczona do prania będzie magazynowana w pomieszczeniach bielizny brudnej</w:t>
      </w:r>
      <w:r w:rsidR="0010011D" w:rsidRPr="00C137C4">
        <w:rPr>
          <w:rFonts w:ascii="Arial Narrow" w:hAnsi="Arial Narrow" w:cs="Arial"/>
          <w:szCs w:val="24"/>
          <w:lang w:eastAsia="ar-SA"/>
        </w:rPr>
        <w:t>, zapakowana w oznakowane worki</w:t>
      </w:r>
      <w:r w:rsidR="00AA1E47">
        <w:rPr>
          <w:rFonts w:ascii="Arial Narrow" w:hAnsi="Arial Narrow" w:cs="Arial"/>
          <w:szCs w:val="24"/>
          <w:lang w:eastAsia="ar-SA"/>
        </w:rPr>
        <w:t xml:space="preserve"> </w:t>
      </w:r>
      <w:r w:rsidR="00AA1E47" w:rsidRPr="00AA1E47">
        <w:rPr>
          <w:rFonts w:ascii="Arial Narrow" w:hAnsi="Arial Narrow" w:cs="Arial"/>
          <w:szCs w:val="24"/>
          <w:lang w:eastAsia="ar-SA"/>
        </w:rPr>
        <w:t>wodorozpuszczalne</w:t>
      </w:r>
      <w:r w:rsidRPr="00C137C4">
        <w:rPr>
          <w:rFonts w:ascii="Arial Narrow" w:hAnsi="Arial Narrow" w:cs="Arial"/>
          <w:szCs w:val="24"/>
          <w:lang w:eastAsia="ar-SA"/>
        </w:rPr>
        <w:t xml:space="preserve">. Worki </w:t>
      </w:r>
      <w:r w:rsidR="003353A6" w:rsidRPr="00C137C4">
        <w:rPr>
          <w:rFonts w:ascii="Arial Narrow" w:hAnsi="Arial Narrow" w:cs="Arial"/>
          <w:szCs w:val="24"/>
          <w:lang w:eastAsia="ar-SA"/>
        </w:rPr>
        <w:t xml:space="preserve"> zostaną dostarczone i </w:t>
      </w:r>
      <w:r w:rsidRPr="00C137C4">
        <w:rPr>
          <w:rFonts w:ascii="Arial Narrow" w:hAnsi="Arial Narrow" w:cs="Arial"/>
          <w:szCs w:val="24"/>
          <w:lang w:eastAsia="ar-SA"/>
        </w:rPr>
        <w:t>o</w:t>
      </w:r>
      <w:r w:rsidR="009A4C27" w:rsidRPr="00C137C4">
        <w:rPr>
          <w:rFonts w:ascii="Arial Narrow" w:hAnsi="Arial Narrow" w:cs="Arial"/>
          <w:szCs w:val="24"/>
          <w:lang w:eastAsia="ar-SA"/>
        </w:rPr>
        <w:t xml:space="preserve">znakowane przez Wykonawcę </w:t>
      </w:r>
      <w:r w:rsidRPr="00C137C4">
        <w:rPr>
          <w:rFonts w:ascii="Arial Narrow" w:hAnsi="Arial Narrow" w:cs="Arial"/>
          <w:szCs w:val="24"/>
          <w:lang w:eastAsia="ar-SA"/>
        </w:rPr>
        <w:t xml:space="preserve">w nazwy poszczególnych komórek organizacyjnych szpitala, oraz muszą posiadać wszyty </w:t>
      </w:r>
      <w:r w:rsidR="00BC430D" w:rsidRPr="00C137C4">
        <w:rPr>
          <w:rFonts w:ascii="Arial Narrow" w:hAnsi="Arial Narrow" w:cs="Arial"/>
          <w:szCs w:val="24"/>
          <w:lang w:eastAsia="ar-SA"/>
        </w:rPr>
        <w:t>Tag</w:t>
      </w:r>
      <w:r w:rsidRPr="00C137C4">
        <w:rPr>
          <w:rFonts w:ascii="Arial Narrow" w:hAnsi="Arial Narrow" w:cs="Arial"/>
          <w:szCs w:val="24"/>
          <w:lang w:eastAsia="ar-SA"/>
        </w:rPr>
        <w:t xml:space="preserve"> RFID (lub inny znacznik w systemie równoważnym) w celu szybkiej identyfikacji</w:t>
      </w:r>
      <w:r w:rsidR="009A4C27" w:rsidRPr="00C137C4">
        <w:rPr>
          <w:rFonts w:ascii="Arial Narrow" w:hAnsi="Arial Narrow" w:cs="Arial"/>
          <w:szCs w:val="24"/>
          <w:lang w:eastAsia="ar-SA"/>
        </w:rPr>
        <w:t xml:space="preserve"> jednostki</w:t>
      </w:r>
      <w:r w:rsidR="00BC4959" w:rsidRPr="00C137C4">
        <w:rPr>
          <w:rFonts w:ascii="Arial Narrow" w:hAnsi="Arial Narrow" w:cs="Arial"/>
          <w:szCs w:val="24"/>
          <w:lang w:eastAsia="ar-SA"/>
        </w:rPr>
        <w:t>.,</w:t>
      </w:r>
    </w:p>
    <w:p w14:paraId="2AEBCD57" w14:textId="5C312622" w:rsidR="00FE70FA" w:rsidRPr="00C137C4" w:rsidRDefault="00FE70FA" w:rsidP="00C137C4">
      <w:pPr>
        <w:numPr>
          <w:ilvl w:val="0"/>
          <w:numId w:val="6"/>
        </w:numPr>
        <w:suppressAutoHyphens w:val="0"/>
        <w:autoSpaceDE w:val="0"/>
        <w:ind w:left="567" w:hanging="340"/>
        <w:jc w:val="both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 xml:space="preserve">przed skierowaniem do prania zdawana bielizna brudna Zamawiającego </w:t>
      </w:r>
      <w:r w:rsidR="00701212" w:rsidRPr="00C137C4">
        <w:rPr>
          <w:rFonts w:ascii="Arial Narrow" w:hAnsi="Arial Narrow" w:cs="Arial"/>
          <w:szCs w:val="24"/>
          <w:lang w:eastAsia="ar-SA"/>
        </w:rPr>
        <w:t xml:space="preserve">w tym </w:t>
      </w:r>
      <w:r w:rsidRPr="00C137C4">
        <w:rPr>
          <w:rFonts w:ascii="Arial Narrow" w:hAnsi="Arial Narrow" w:cs="Arial"/>
          <w:szCs w:val="24"/>
          <w:lang w:eastAsia="ar-SA"/>
        </w:rPr>
        <w:t xml:space="preserve">bielizna zakaźna </w:t>
      </w:r>
      <w:r w:rsidR="00701212" w:rsidRPr="00C137C4">
        <w:rPr>
          <w:rFonts w:ascii="Arial Narrow" w:hAnsi="Arial Narrow" w:cs="Arial"/>
          <w:szCs w:val="24"/>
          <w:lang w:eastAsia="ar-SA"/>
        </w:rPr>
        <w:t>za</w:t>
      </w:r>
      <w:r w:rsidRPr="00C137C4">
        <w:rPr>
          <w:rFonts w:ascii="Arial Narrow" w:hAnsi="Arial Narrow" w:cs="Arial"/>
          <w:szCs w:val="24"/>
          <w:lang w:eastAsia="ar-SA"/>
        </w:rPr>
        <w:t>pak</w:t>
      </w:r>
      <w:r w:rsidR="00701212" w:rsidRPr="00C137C4">
        <w:rPr>
          <w:rFonts w:ascii="Arial Narrow" w:hAnsi="Arial Narrow" w:cs="Arial"/>
          <w:szCs w:val="24"/>
          <w:lang w:eastAsia="ar-SA"/>
        </w:rPr>
        <w:t xml:space="preserve">owana w worki </w:t>
      </w:r>
      <w:r w:rsidR="00AA1E47" w:rsidRPr="00AA1E47">
        <w:rPr>
          <w:rFonts w:ascii="Arial Narrow" w:hAnsi="Arial Narrow" w:cs="Arial"/>
          <w:szCs w:val="24"/>
          <w:lang w:eastAsia="ar-SA"/>
        </w:rPr>
        <w:t>wodorozpuszczalne</w:t>
      </w:r>
      <w:r w:rsidR="00AA1E47" w:rsidRPr="00C137C4">
        <w:rPr>
          <w:rFonts w:ascii="Arial Narrow" w:hAnsi="Arial Narrow" w:cs="Arial"/>
          <w:szCs w:val="24"/>
          <w:lang w:eastAsia="ar-SA"/>
        </w:rPr>
        <w:t xml:space="preserve"> </w:t>
      </w:r>
      <w:r w:rsidR="00701212" w:rsidRPr="00C137C4">
        <w:rPr>
          <w:rFonts w:ascii="Arial Narrow" w:hAnsi="Arial Narrow" w:cs="Arial"/>
          <w:szCs w:val="24"/>
          <w:lang w:eastAsia="ar-SA"/>
        </w:rPr>
        <w:t>liczona jest</w:t>
      </w:r>
      <w:r w:rsidR="00BC430D" w:rsidRPr="00C137C4">
        <w:rPr>
          <w:rFonts w:ascii="Arial Narrow" w:hAnsi="Arial Narrow" w:cs="Arial"/>
          <w:szCs w:val="24"/>
          <w:lang w:eastAsia="ar-SA"/>
        </w:rPr>
        <w:t xml:space="preserve"> u wykonawcy za pomocą RFID.</w:t>
      </w:r>
      <w:r w:rsidR="00701212" w:rsidRPr="00C137C4">
        <w:rPr>
          <w:rFonts w:ascii="Arial Narrow" w:hAnsi="Arial Narrow" w:cs="Arial"/>
          <w:szCs w:val="24"/>
          <w:lang w:eastAsia="ar-SA"/>
        </w:rPr>
        <w:t xml:space="preserve"> </w:t>
      </w:r>
    </w:p>
    <w:p w14:paraId="54919478" w14:textId="3E56B719" w:rsidR="005F0C9F" w:rsidRPr="00C137C4" w:rsidRDefault="005F0C9F" w:rsidP="00C137C4">
      <w:pPr>
        <w:tabs>
          <w:tab w:val="left" w:pos="142"/>
        </w:tabs>
        <w:suppressAutoHyphens w:val="0"/>
        <w:autoSpaceDE w:val="0"/>
        <w:ind w:left="426"/>
        <w:jc w:val="both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hAnsi="Arial Narrow"/>
          <w:szCs w:val="24"/>
          <w:lang w:val="pl"/>
        </w:rPr>
        <w:t>Cały asortyment Zamawiającego jest trwale oznakowany chipem i wlepką na każdej sztuce asortymentu, aby był prawidłowo zidentyfikowany w pralni.</w:t>
      </w:r>
    </w:p>
    <w:p w14:paraId="33315481" w14:textId="77777777" w:rsidR="00FE70FA" w:rsidRPr="00C137C4" w:rsidRDefault="00BC430D" w:rsidP="00C137C4">
      <w:pPr>
        <w:widowControl/>
        <w:numPr>
          <w:ilvl w:val="0"/>
          <w:numId w:val="1"/>
        </w:numPr>
        <w:suppressAutoHyphens w:val="0"/>
        <w:autoSpaceDE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B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ielizna czysta </w:t>
      </w:r>
      <w:r w:rsidR="00831AF1" w:rsidRPr="00C137C4">
        <w:rPr>
          <w:rFonts w:ascii="Arial Narrow" w:hAnsi="Arial Narrow" w:cs="Arial"/>
          <w:szCs w:val="24"/>
          <w:lang w:eastAsia="ar-SA"/>
        </w:rPr>
        <w:t>liczona będzie przez pracownika w</w:t>
      </w:r>
      <w:r w:rsidR="00162308" w:rsidRPr="00C137C4">
        <w:rPr>
          <w:rFonts w:ascii="Arial Narrow" w:hAnsi="Arial Narrow" w:cs="Arial"/>
          <w:szCs w:val="24"/>
          <w:lang w:eastAsia="ar-SA"/>
        </w:rPr>
        <w:t>ykonawcy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w obecności pracownika Zamawiającego</w:t>
      </w:r>
      <w:r w:rsidRPr="00C137C4">
        <w:rPr>
          <w:rFonts w:ascii="Arial Narrow" w:hAnsi="Arial Narrow" w:cs="Arial"/>
          <w:szCs w:val="24"/>
          <w:lang w:eastAsia="ar-SA"/>
        </w:rPr>
        <w:t>.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</w:t>
      </w:r>
      <w:r w:rsidR="00162308" w:rsidRPr="00C137C4">
        <w:rPr>
          <w:rFonts w:ascii="Arial Narrow" w:hAnsi="Arial Narrow" w:cs="Arial"/>
          <w:szCs w:val="24"/>
          <w:lang w:eastAsia="ar-SA"/>
        </w:rPr>
        <w:t>Wykonawca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będzie odpowiadał za przekazaną bieliznę szpitalną, zapewni czystoś</w:t>
      </w:r>
      <w:r w:rsidR="00906F7F" w:rsidRPr="00C137C4">
        <w:rPr>
          <w:rFonts w:ascii="Arial Narrow" w:hAnsi="Arial Narrow" w:cs="Arial"/>
          <w:szCs w:val="24"/>
          <w:lang w:eastAsia="ar-SA"/>
        </w:rPr>
        <w:t xml:space="preserve">ć </w:t>
      </w:r>
      <w:r w:rsidR="00906F7F" w:rsidRPr="00C137C4">
        <w:rPr>
          <w:rFonts w:ascii="Arial Narrow" w:hAnsi="Arial Narrow" w:cs="Arial"/>
          <w:szCs w:val="24"/>
          <w:lang w:eastAsia="ar-SA"/>
        </w:rPr>
        <w:lastRenderedPageBreak/>
        <w:t xml:space="preserve">pranego asortymentu, dbałość </w:t>
      </w:r>
      <w:r w:rsidR="00FE70FA" w:rsidRPr="00C137C4">
        <w:rPr>
          <w:rFonts w:ascii="Arial Narrow" w:hAnsi="Arial Narrow" w:cs="Arial"/>
          <w:szCs w:val="24"/>
          <w:lang w:eastAsia="ar-SA"/>
        </w:rPr>
        <w:t>o jego stan, będzie ponosił odpowiedzialność za jakość środków czystościowych, piorących i dezynfekcyjnych, bezpieczny transport i opakowanie asortymentu odbieranego i dostarczanego do wyznaczonego miejsca.</w:t>
      </w:r>
    </w:p>
    <w:p w14:paraId="0683A0CC" w14:textId="77777777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b/>
          <w:szCs w:val="24"/>
          <w:u w:val="single"/>
          <w:lang w:eastAsia="ar-SA"/>
        </w:rPr>
        <w:t>UWAGA:</w:t>
      </w:r>
      <w:r w:rsidRPr="00C137C4">
        <w:rPr>
          <w:rFonts w:ascii="Arial Narrow" w:hAnsi="Arial Narrow" w:cs="Arial"/>
          <w:szCs w:val="24"/>
          <w:lang w:eastAsia="ar-SA"/>
        </w:rPr>
        <w:t xml:space="preserve"> przypadki </w:t>
      </w:r>
      <w:r w:rsidR="002A22EA" w:rsidRPr="00C137C4">
        <w:rPr>
          <w:rFonts w:ascii="Arial Narrow" w:hAnsi="Arial Narrow" w:cs="Arial"/>
          <w:szCs w:val="24"/>
          <w:lang w:eastAsia="ar-SA"/>
        </w:rPr>
        <w:t xml:space="preserve">zagubienia lub trwałego </w:t>
      </w:r>
      <w:r w:rsidRPr="00C137C4">
        <w:rPr>
          <w:rFonts w:ascii="Arial Narrow" w:hAnsi="Arial Narrow" w:cs="Arial"/>
          <w:szCs w:val="24"/>
          <w:lang w:eastAsia="ar-SA"/>
        </w:rPr>
        <w:t>uszkodzenia</w:t>
      </w:r>
      <w:r w:rsidR="00142F8A" w:rsidRPr="00C137C4">
        <w:rPr>
          <w:rFonts w:ascii="Arial Narrow" w:hAnsi="Arial Narrow" w:cs="Arial"/>
          <w:szCs w:val="24"/>
          <w:lang w:eastAsia="ar-SA"/>
        </w:rPr>
        <w:t xml:space="preserve">/zniszczenia </w:t>
      </w:r>
      <w:r w:rsidR="00D066DE" w:rsidRPr="00C137C4">
        <w:rPr>
          <w:rFonts w:ascii="Arial Narrow" w:hAnsi="Arial Narrow" w:cs="Arial"/>
          <w:szCs w:val="24"/>
          <w:lang w:eastAsia="ar-SA"/>
        </w:rPr>
        <w:t xml:space="preserve">asortymentu </w:t>
      </w:r>
      <w:r w:rsidRPr="00C137C4">
        <w:rPr>
          <w:rFonts w:ascii="Arial Narrow" w:hAnsi="Arial Narrow" w:cs="Arial"/>
          <w:szCs w:val="24"/>
          <w:lang w:eastAsia="ar-SA"/>
        </w:rPr>
        <w:t xml:space="preserve">Zamawiającego, czyli uszkodzenia nie dającego się naprawić powstałego </w:t>
      </w:r>
      <w:r w:rsidR="00CC2236" w:rsidRPr="00C137C4">
        <w:rPr>
          <w:rFonts w:ascii="Arial Narrow" w:hAnsi="Arial Narrow" w:cs="Arial"/>
          <w:szCs w:val="24"/>
          <w:lang w:eastAsia="ar-SA"/>
        </w:rPr>
        <w:t xml:space="preserve">z przyczyn leżących </w:t>
      </w:r>
      <w:r w:rsidRPr="00C137C4">
        <w:rPr>
          <w:rFonts w:ascii="Arial Narrow" w:hAnsi="Arial Narrow" w:cs="Arial"/>
          <w:szCs w:val="24"/>
          <w:lang w:eastAsia="ar-SA"/>
        </w:rPr>
        <w:t xml:space="preserve">po stronie </w:t>
      </w:r>
      <w:r w:rsidR="00831AF1" w:rsidRPr="00C137C4">
        <w:rPr>
          <w:rFonts w:ascii="Arial Narrow" w:hAnsi="Arial Narrow" w:cs="Arial"/>
          <w:szCs w:val="24"/>
          <w:lang w:eastAsia="ar-SA"/>
        </w:rPr>
        <w:t>w</w:t>
      </w:r>
      <w:r w:rsidR="00162308" w:rsidRPr="00C137C4">
        <w:rPr>
          <w:rFonts w:ascii="Arial Narrow" w:hAnsi="Arial Narrow" w:cs="Arial"/>
          <w:szCs w:val="24"/>
          <w:lang w:eastAsia="ar-SA"/>
        </w:rPr>
        <w:t>ykonawcy</w:t>
      </w:r>
      <w:r w:rsidRPr="00C137C4">
        <w:rPr>
          <w:rFonts w:ascii="Arial Narrow" w:hAnsi="Arial Narrow" w:cs="Arial"/>
          <w:szCs w:val="24"/>
          <w:lang w:eastAsia="ar-SA"/>
        </w:rPr>
        <w:t xml:space="preserve"> np. uszkodzenia mechanicznego: dziury, odbarwienia, zafarbowania lub nieusuwalne zagniecenia</w:t>
      </w:r>
      <w:r w:rsidR="00451BC2" w:rsidRPr="00C137C4">
        <w:rPr>
          <w:rFonts w:ascii="Arial Narrow" w:hAnsi="Arial Narrow" w:cs="Arial"/>
          <w:szCs w:val="24"/>
          <w:lang w:eastAsia="ar-SA"/>
        </w:rPr>
        <w:t>/zaparzenia</w:t>
      </w:r>
      <w:r w:rsidR="00A80324" w:rsidRPr="00C137C4">
        <w:rPr>
          <w:rFonts w:ascii="Arial Narrow" w:hAnsi="Arial Narrow" w:cs="Arial"/>
          <w:szCs w:val="24"/>
          <w:lang w:eastAsia="ar-SA"/>
        </w:rPr>
        <w:t>/stopienia</w:t>
      </w:r>
      <w:r w:rsidRPr="00C137C4">
        <w:rPr>
          <w:rFonts w:ascii="Arial Narrow" w:hAnsi="Arial Narrow" w:cs="Arial"/>
          <w:szCs w:val="24"/>
          <w:lang w:eastAsia="ar-SA"/>
        </w:rPr>
        <w:t xml:space="preserve"> asortymentu </w:t>
      </w:r>
      <w:r w:rsidR="007965A4" w:rsidRPr="00C137C4">
        <w:rPr>
          <w:rFonts w:ascii="Arial Narrow" w:hAnsi="Arial Narrow" w:cs="Arial"/>
          <w:szCs w:val="24"/>
          <w:lang w:eastAsia="ar-SA"/>
        </w:rPr>
        <w:t>skutkują</w:t>
      </w:r>
      <w:r w:rsidRPr="00C137C4">
        <w:rPr>
          <w:rFonts w:ascii="Arial Narrow" w:hAnsi="Arial Narrow" w:cs="Arial"/>
          <w:szCs w:val="24"/>
          <w:lang w:eastAsia="ar-SA"/>
        </w:rPr>
        <w:t xml:space="preserve"> koniecznością pokrycia tej szkody - rekompensatą poprze</w:t>
      </w:r>
      <w:r w:rsidR="00451BC2" w:rsidRPr="00C137C4">
        <w:rPr>
          <w:rFonts w:ascii="Arial Narrow" w:hAnsi="Arial Narrow" w:cs="Arial"/>
          <w:szCs w:val="24"/>
          <w:lang w:eastAsia="ar-SA"/>
        </w:rPr>
        <w:t xml:space="preserve">z </w:t>
      </w:r>
      <w:r w:rsidR="00A80324" w:rsidRPr="00C137C4">
        <w:rPr>
          <w:rFonts w:ascii="Arial Narrow" w:hAnsi="Arial Narrow" w:cs="Arial"/>
          <w:szCs w:val="24"/>
          <w:lang w:eastAsia="ar-SA"/>
        </w:rPr>
        <w:t xml:space="preserve">sfinansowanie zakupu przez Zamawiającego </w:t>
      </w:r>
      <w:r w:rsidR="00451BC2" w:rsidRPr="00C137C4">
        <w:rPr>
          <w:rFonts w:ascii="Arial Narrow" w:hAnsi="Arial Narrow" w:cs="Arial"/>
          <w:szCs w:val="24"/>
          <w:lang w:eastAsia="ar-SA"/>
        </w:rPr>
        <w:t xml:space="preserve"> nowego produktu po cenie rynkowej z miesiąca wystąpienia zdarzenia.</w:t>
      </w:r>
    </w:p>
    <w:p w14:paraId="02BC73FA" w14:textId="77777777" w:rsidR="009E3F44" w:rsidRPr="00C137C4" w:rsidRDefault="005343FE" w:rsidP="00C137C4">
      <w:pPr>
        <w:numPr>
          <w:ilvl w:val="0"/>
          <w:numId w:val="1"/>
        </w:numPr>
        <w:ind w:right="-2"/>
        <w:jc w:val="both"/>
        <w:rPr>
          <w:rFonts w:ascii="Arial Narrow" w:hAnsi="Arial Narrow" w:cs="Arial"/>
          <w:szCs w:val="24"/>
        </w:rPr>
      </w:pPr>
      <w:r w:rsidRPr="00C137C4">
        <w:rPr>
          <w:rFonts w:ascii="Arial Narrow" w:hAnsi="Arial Narrow" w:cs="Arial"/>
          <w:szCs w:val="24"/>
        </w:rPr>
        <w:t>W innych przypadkach, to znaczy wówczas, gdy nie doszło do trwałego uszkodzenia asortymentu Zamawiającego oddanego do prania, a jednak posiada on np. odbarwienia czy zafarbowania, Zamawiający ma prawo do oddania bielizny lub innego asortymentu do ponownego procesu prania, a Usługa ta - w ramach reklamacji - wykonywana jest bez ponownego obciążania kosztem Usługi Zamawiającego.</w:t>
      </w:r>
    </w:p>
    <w:p w14:paraId="12B9E456" w14:textId="61D388D3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Kasacja bielizny zużytej będzie dokonywana przez Zamawiającego</w:t>
      </w:r>
      <w:r w:rsidR="005343FE" w:rsidRPr="00C137C4">
        <w:rPr>
          <w:rFonts w:ascii="Arial Narrow" w:hAnsi="Arial Narrow" w:cs="Arial"/>
          <w:szCs w:val="24"/>
          <w:lang w:eastAsia="ar-SA"/>
        </w:rPr>
        <w:t xml:space="preserve"> ( BEZ KASACJI ZNACZNIKA)</w:t>
      </w:r>
      <w:r w:rsidR="00C17D4E" w:rsidRPr="00C137C4">
        <w:rPr>
          <w:rFonts w:ascii="Arial Narrow" w:hAnsi="Arial Narrow" w:cs="Arial"/>
          <w:szCs w:val="24"/>
          <w:lang w:eastAsia="ar-SA"/>
        </w:rPr>
        <w:t>.</w:t>
      </w:r>
    </w:p>
    <w:p w14:paraId="0821C19A" w14:textId="5539004B" w:rsidR="00C17D4E" w:rsidRPr="00C137C4" w:rsidRDefault="00C17D4E" w:rsidP="00C137C4">
      <w:pPr>
        <w:pStyle w:val="Akapitzlist"/>
        <w:ind w:left="320"/>
        <w:jc w:val="both"/>
        <w:rPr>
          <w:rFonts w:ascii="Arial Narrow" w:hAnsi="Arial Narrow"/>
          <w:lang w:val="pl"/>
        </w:rPr>
      </w:pPr>
      <w:r w:rsidRPr="00C137C4">
        <w:rPr>
          <w:rFonts w:ascii="Arial Narrow" w:hAnsi="Arial Narrow"/>
          <w:lang w:val="pl"/>
        </w:rPr>
        <w:t>Zamawiający skasowany asortyment przedstawi Wykonawcy poprzez wyprucie lub wycięcie chipu i przekaże go do pralni Wykonawcy do wyrejestrowania z systemu RFID.</w:t>
      </w:r>
    </w:p>
    <w:p w14:paraId="4BD2C66D" w14:textId="77777777" w:rsidR="009619F6" w:rsidRPr="00C137C4" w:rsidRDefault="009619F6" w:rsidP="00C137C4">
      <w:pPr>
        <w:pStyle w:val="Akapitzlist"/>
        <w:numPr>
          <w:ilvl w:val="0"/>
          <w:numId w:val="1"/>
        </w:numPr>
        <w:jc w:val="both"/>
        <w:rPr>
          <w:rFonts w:ascii="Arial Narrow" w:hAnsi="Arial Narrow" w:cs="Arial"/>
          <w:lang w:eastAsia="ar-SA"/>
        </w:rPr>
      </w:pPr>
      <w:r w:rsidRPr="00C137C4">
        <w:rPr>
          <w:rFonts w:ascii="Arial Narrow" w:hAnsi="Arial Narrow" w:cs="Arial"/>
          <w:lang w:eastAsia="ar-SA"/>
        </w:rPr>
        <w:t xml:space="preserve">Wykonawca raz na kwartał jest zobowiązany dostarczyć Zamawiającemu kopie badań mikrobiologicznych, wykonanych w pralni wykonawcy, potwierdzonych przez Stację Sanitarno – Epidemiologiczną lub przez </w:t>
      </w:r>
      <w:r w:rsidRPr="00C137C4">
        <w:rPr>
          <w:rFonts w:ascii="Arial Narrow" w:hAnsi="Arial Narrow"/>
          <w:lang w:val="pl"/>
        </w:rPr>
        <w:t xml:space="preserve">akredytowane laboratorium </w:t>
      </w:r>
      <w:r w:rsidRPr="00C137C4">
        <w:rPr>
          <w:rFonts w:ascii="Arial Narrow" w:hAnsi="Arial Narrow"/>
        </w:rPr>
        <w:t>mikrobiologiczne</w:t>
      </w:r>
      <w:r w:rsidRPr="00C137C4">
        <w:rPr>
          <w:rFonts w:ascii="Arial Narrow" w:hAnsi="Arial Narrow" w:cs="Arial"/>
          <w:lang w:eastAsia="ar-SA"/>
        </w:rPr>
        <w:t>, dokumentującą skuteczności dezynfekcji i min 2 razy w roku przez laboratorium akredytowane w zakresie badania czystości bielizny szpitalnej.</w:t>
      </w:r>
    </w:p>
    <w:p w14:paraId="4F16A577" w14:textId="77777777" w:rsidR="00FE70FA" w:rsidRPr="00C137C4" w:rsidRDefault="00162308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Wykonawca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w przypadku dochodzenia epidemiologicznego będzie zobowiązany do dostarczenia dokumentacji potwierdzającej prawidłowość prania i dezynfekcji bielizny szpitalnej oraz do przedstawienia listy stosowanych środków piorących i dezynfekcyjnych.</w:t>
      </w:r>
    </w:p>
    <w:p w14:paraId="32D6974E" w14:textId="77777777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Zamawiający zastrzega sobie prawo</w:t>
      </w:r>
      <w:r w:rsidR="00952155" w:rsidRPr="00C137C4">
        <w:rPr>
          <w:rFonts w:ascii="Arial Narrow" w:hAnsi="Arial Narrow" w:cs="Arial"/>
          <w:szCs w:val="24"/>
          <w:lang w:eastAsia="ar-SA"/>
        </w:rPr>
        <w:t xml:space="preserve"> kontroli wykonywanych usług w s</w:t>
      </w:r>
      <w:r w:rsidRPr="00C137C4">
        <w:rPr>
          <w:rFonts w:ascii="Arial Narrow" w:hAnsi="Arial Narrow" w:cs="Arial"/>
          <w:szCs w:val="24"/>
          <w:lang w:eastAsia="ar-SA"/>
        </w:rPr>
        <w:t xml:space="preserve">iedzibie </w:t>
      </w:r>
      <w:r w:rsidR="00983B17" w:rsidRPr="00C137C4">
        <w:rPr>
          <w:rFonts w:ascii="Arial Narrow" w:hAnsi="Arial Narrow" w:cs="Arial"/>
          <w:szCs w:val="24"/>
          <w:lang w:eastAsia="ar-SA"/>
        </w:rPr>
        <w:t>w</w:t>
      </w:r>
      <w:r w:rsidR="00162308" w:rsidRPr="00C137C4">
        <w:rPr>
          <w:rFonts w:ascii="Arial Narrow" w:hAnsi="Arial Narrow" w:cs="Arial"/>
          <w:szCs w:val="24"/>
          <w:lang w:eastAsia="ar-SA"/>
        </w:rPr>
        <w:t>ykonawcy</w:t>
      </w:r>
      <w:r w:rsidRPr="00C137C4">
        <w:rPr>
          <w:rFonts w:ascii="Arial Narrow" w:hAnsi="Arial Narrow" w:cs="Arial"/>
          <w:szCs w:val="24"/>
          <w:lang w:eastAsia="ar-SA"/>
        </w:rPr>
        <w:t xml:space="preserve">. Nadzór i kontrola nad poszczególnymi aspektami współpracy ze strony </w:t>
      </w:r>
      <w:r w:rsidR="00983B17" w:rsidRPr="00C137C4">
        <w:rPr>
          <w:rFonts w:ascii="Arial Narrow" w:hAnsi="Arial Narrow" w:cs="Arial"/>
          <w:szCs w:val="24"/>
          <w:lang w:eastAsia="ar-SA"/>
        </w:rPr>
        <w:t>UCMMiT</w:t>
      </w:r>
      <w:r w:rsidRPr="00C137C4">
        <w:rPr>
          <w:rFonts w:ascii="Arial Narrow" w:hAnsi="Arial Narrow" w:cs="Arial"/>
          <w:szCs w:val="24"/>
          <w:lang w:eastAsia="ar-SA"/>
        </w:rPr>
        <w:t xml:space="preserve"> będą pełnić osoby wytypowane przez Zamawiającego. </w:t>
      </w:r>
      <w:r w:rsidR="00162308" w:rsidRPr="00C137C4">
        <w:rPr>
          <w:rFonts w:ascii="Arial Narrow" w:hAnsi="Arial Narrow" w:cs="Arial"/>
          <w:szCs w:val="24"/>
          <w:lang w:eastAsia="ar-SA"/>
        </w:rPr>
        <w:t>Wykonawca</w:t>
      </w:r>
      <w:r w:rsidRPr="00C137C4">
        <w:rPr>
          <w:rFonts w:ascii="Arial Narrow" w:hAnsi="Arial Narrow" w:cs="Arial"/>
          <w:szCs w:val="24"/>
          <w:lang w:eastAsia="ar-SA"/>
        </w:rPr>
        <w:t xml:space="preserve"> wyznaczy osobę do bieżącego kontaktu z Zamawiającym na czas trwania umowy.</w:t>
      </w:r>
    </w:p>
    <w:p w14:paraId="6D775ECE" w14:textId="02373CDB" w:rsidR="00FE70FA" w:rsidRPr="00C137C4" w:rsidRDefault="00FE70FA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b/>
          <w:szCs w:val="24"/>
          <w:lang w:eastAsia="ar-SA"/>
        </w:rPr>
      </w:pPr>
      <w:r w:rsidRPr="00C137C4">
        <w:rPr>
          <w:rFonts w:ascii="Arial Narrow" w:eastAsia="Calibri" w:hAnsi="Arial Narrow" w:cs="Arial"/>
          <w:szCs w:val="24"/>
        </w:rPr>
        <w:t xml:space="preserve">Rodzaje oraz szacunkowe ilości asortymentów </w:t>
      </w:r>
      <w:r w:rsidR="00952155" w:rsidRPr="00C137C4">
        <w:rPr>
          <w:rFonts w:ascii="Arial Narrow" w:eastAsia="Calibri" w:hAnsi="Arial Narrow" w:cs="Arial"/>
          <w:szCs w:val="24"/>
        </w:rPr>
        <w:t xml:space="preserve">pranych i dezynfekowanych  </w:t>
      </w:r>
      <w:r w:rsidR="008651D7" w:rsidRPr="00C137C4">
        <w:rPr>
          <w:rFonts w:ascii="Arial Narrow" w:eastAsia="Calibri" w:hAnsi="Arial Narrow" w:cs="Arial"/>
          <w:szCs w:val="24"/>
        </w:rPr>
        <w:t xml:space="preserve">w okresie </w:t>
      </w:r>
      <w:r w:rsidR="007C5BBC" w:rsidRPr="00C137C4">
        <w:rPr>
          <w:rFonts w:ascii="Arial Narrow" w:eastAsia="Calibri" w:hAnsi="Arial Narrow" w:cs="Arial"/>
          <w:szCs w:val="24"/>
        </w:rPr>
        <w:t>24</w:t>
      </w:r>
      <w:r w:rsidR="008651D7" w:rsidRPr="00C137C4">
        <w:rPr>
          <w:rFonts w:ascii="Arial Narrow" w:eastAsia="Calibri" w:hAnsi="Arial Narrow" w:cs="Arial"/>
          <w:szCs w:val="24"/>
        </w:rPr>
        <w:t xml:space="preserve"> m-cy określa </w:t>
      </w:r>
      <w:r w:rsidR="00983B17" w:rsidRPr="00C137C4">
        <w:rPr>
          <w:rFonts w:ascii="Arial Narrow" w:eastAsia="Calibri" w:hAnsi="Arial Narrow" w:cs="Arial"/>
          <w:b/>
          <w:szCs w:val="24"/>
        </w:rPr>
        <w:t>Załącznik nr 2 i  3</w:t>
      </w:r>
      <w:r w:rsidR="008651D7" w:rsidRPr="00C137C4">
        <w:rPr>
          <w:rFonts w:ascii="Arial Narrow" w:eastAsia="Calibri" w:hAnsi="Arial Narrow" w:cs="Arial"/>
          <w:b/>
          <w:szCs w:val="24"/>
        </w:rPr>
        <w:t xml:space="preserve"> </w:t>
      </w:r>
      <w:r w:rsidR="00983B17" w:rsidRPr="00C137C4">
        <w:rPr>
          <w:rFonts w:ascii="Arial Narrow" w:eastAsia="Calibri" w:hAnsi="Arial Narrow" w:cs="Arial"/>
          <w:b/>
          <w:szCs w:val="24"/>
        </w:rPr>
        <w:t>do umowy.</w:t>
      </w:r>
    </w:p>
    <w:p w14:paraId="177CEC04" w14:textId="77777777" w:rsidR="00FE70FA" w:rsidRPr="00C137C4" w:rsidRDefault="00162308" w:rsidP="00C137C4">
      <w:pPr>
        <w:widowControl/>
        <w:numPr>
          <w:ilvl w:val="0"/>
          <w:numId w:val="1"/>
        </w:numPr>
        <w:suppressAutoHyphens w:val="0"/>
        <w:ind w:left="340" w:hanging="34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Wykonawca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zobowiązany jest </w:t>
      </w:r>
      <w:r w:rsidR="00BC675B" w:rsidRPr="00C137C4">
        <w:rPr>
          <w:rFonts w:ascii="Arial Narrow" w:hAnsi="Arial Narrow" w:cs="Arial"/>
          <w:szCs w:val="24"/>
          <w:lang w:eastAsia="ar-SA"/>
        </w:rPr>
        <w:t>zainstalować na sprzęcie Zamawiającego oprogramowanie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i s</w:t>
      </w:r>
      <w:r w:rsidR="00BC675B" w:rsidRPr="00C137C4">
        <w:rPr>
          <w:rFonts w:ascii="Arial Narrow" w:hAnsi="Arial Narrow" w:cs="Arial"/>
          <w:szCs w:val="24"/>
          <w:lang w:eastAsia="ar-SA"/>
        </w:rPr>
        <w:t>ystem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</w:t>
      </w:r>
      <w:r w:rsidR="00983B17" w:rsidRPr="00C137C4">
        <w:rPr>
          <w:rFonts w:ascii="Arial Narrow" w:hAnsi="Arial Narrow" w:cs="Arial"/>
          <w:szCs w:val="24"/>
          <w:lang w:eastAsia="ar-SA"/>
        </w:rPr>
        <w:t xml:space="preserve">RFID 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do prowadzenia ewidencji </w:t>
      </w:r>
      <w:r w:rsidR="00CE6ABF" w:rsidRPr="00C137C4">
        <w:rPr>
          <w:rFonts w:ascii="Arial Narrow" w:hAnsi="Arial Narrow" w:cs="Arial"/>
          <w:szCs w:val="24"/>
          <w:lang w:eastAsia="ar-SA"/>
        </w:rPr>
        <w:t>asortymentu</w:t>
      </w:r>
      <w:r w:rsidR="00C54DB0" w:rsidRPr="00C137C4">
        <w:rPr>
          <w:rFonts w:ascii="Arial Narrow" w:hAnsi="Arial Narrow" w:cs="Arial"/>
          <w:szCs w:val="24"/>
          <w:lang w:eastAsia="ar-SA"/>
        </w:rPr>
        <w:t xml:space="preserve"> </w:t>
      </w:r>
      <w:r w:rsidR="00BC675B" w:rsidRPr="00C137C4">
        <w:rPr>
          <w:rFonts w:ascii="Arial Narrow" w:hAnsi="Arial Narrow" w:cs="Arial"/>
          <w:szCs w:val="24"/>
          <w:lang w:eastAsia="ar-SA"/>
        </w:rPr>
        <w:t xml:space="preserve">oraz przeszkolić pracowników Zamawiającego w zakresie obsługi </w:t>
      </w:r>
      <w:r w:rsidR="00C54DB0" w:rsidRPr="00C137C4">
        <w:rPr>
          <w:rFonts w:ascii="Arial Narrow" w:hAnsi="Arial Narrow" w:cs="Arial"/>
          <w:szCs w:val="24"/>
          <w:lang w:eastAsia="ar-SA"/>
        </w:rPr>
        <w:t>przy założeniu:</w:t>
      </w:r>
    </w:p>
    <w:p w14:paraId="2E770D93" w14:textId="77777777" w:rsidR="00FE70FA" w:rsidRPr="00C137C4" w:rsidRDefault="00655BDD" w:rsidP="00C137C4">
      <w:pPr>
        <w:widowControl/>
        <w:numPr>
          <w:ilvl w:val="2"/>
          <w:numId w:val="1"/>
        </w:numPr>
        <w:suppressAutoHyphens w:val="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oprogramowanie umożliwia Zamawiającemu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, tworzenie dokumentów przyjęcia i wydania bielizny z podziałem na poszczególne komórki organizacyjne szpitala z uwzględnieniem sposobów rozliczenia na sztuki i kilogramy, tworzenie raportów dziennych i miesięcznych zawierających wyszczególnienie asortymentów zdanych do prania i zwróconych po praniu. Program musi także umożliwiać </w:t>
      </w:r>
      <w:r w:rsidR="009C15D7" w:rsidRPr="00C137C4">
        <w:rPr>
          <w:rFonts w:ascii="Arial Narrow" w:hAnsi="Arial Narrow" w:cs="Arial"/>
          <w:szCs w:val="24"/>
          <w:lang w:eastAsia="ar-SA"/>
        </w:rPr>
        <w:t xml:space="preserve"> edytowanie dokumentów w celu ich opracowania statystycznego  i zapisywanie min.  w PDF i Excel </w:t>
      </w:r>
    </w:p>
    <w:p w14:paraId="28509C1E" w14:textId="77777777" w:rsidR="00760B4D" w:rsidRPr="00C137C4" w:rsidRDefault="00FE70FA" w:rsidP="00C137C4">
      <w:pPr>
        <w:widowControl/>
        <w:numPr>
          <w:ilvl w:val="2"/>
          <w:numId w:val="1"/>
        </w:numPr>
        <w:suppressAutoHyphens w:val="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 xml:space="preserve">Zamawiający po przekazaniu bielizny do pralni </w:t>
      </w:r>
      <w:r w:rsidR="00162308" w:rsidRPr="00C137C4">
        <w:rPr>
          <w:rFonts w:ascii="Arial Narrow" w:hAnsi="Arial Narrow" w:cs="Arial"/>
          <w:szCs w:val="24"/>
          <w:lang w:eastAsia="ar-SA"/>
        </w:rPr>
        <w:t>Wykonawcy</w:t>
      </w:r>
      <w:r w:rsidRPr="00C137C4">
        <w:rPr>
          <w:rFonts w:ascii="Arial Narrow" w:hAnsi="Arial Narrow" w:cs="Arial"/>
          <w:szCs w:val="24"/>
          <w:lang w:eastAsia="ar-SA"/>
        </w:rPr>
        <w:t xml:space="preserve"> musi mieć możliwość sprawdzenia poprzez program ilości asortymentu </w:t>
      </w:r>
      <w:r w:rsidR="00C844AD" w:rsidRPr="00C137C4">
        <w:rPr>
          <w:rFonts w:ascii="Arial Narrow" w:hAnsi="Arial Narrow" w:cs="Arial"/>
          <w:szCs w:val="24"/>
          <w:lang w:eastAsia="ar-SA"/>
        </w:rPr>
        <w:t>przekazanego z oddziałów/jednostek</w:t>
      </w:r>
      <w:r w:rsidRPr="00C137C4">
        <w:rPr>
          <w:rFonts w:ascii="Arial Narrow" w:hAnsi="Arial Narrow" w:cs="Arial"/>
          <w:szCs w:val="24"/>
          <w:lang w:eastAsia="ar-SA"/>
        </w:rPr>
        <w:t xml:space="preserve"> do prania</w:t>
      </w:r>
      <w:r w:rsidR="0051179F" w:rsidRPr="00C137C4">
        <w:rPr>
          <w:rFonts w:ascii="Arial Narrow" w:hAnsi="Arial Narrow" w:cs="Arial"/>
          <w:szCs w:val="24"/>
          <w:lang w:eastAsia="ar-SA"/>
        </w:rPr>
        <w:t xml:space="preserve"> i odczytania tych informacji na wskazanych stanowiskach, na których zainstalowano program</w:t>
      </w:r>
      <w:r w:rsidRPr="00C137C4">
        <w:rPr>
          <w:rFonts w:ascii="Arial Narrow" w:hAnsi="Arial Narrow" w:cs="Arial"/>
          <w:szCs w:val="24"/>
          <w:lang w:eastAsia="ar-SA"/>
        </w:rPr>
        <w:t xml:space="preserve">. W tym celu </w:t>
      </w:r>
      <w:r w:rsidR="00162308" w:rsidRPr="00C137C4">
        <w:rPr>
          <w:rFonts w:ascii="Arial Narrow" w:hAnsi="Arial Narrow" w:cs="Arial"/>
          <w:szCs w:val="24"/>
          <w:lang w:eastAsia="ar-SA"/>
        </w:rPr>
        <w:t>wykonawca</w:t>
      </w:r>
      <w:r w:rsidRPr="00C137C4">
        <w:rPr>
          <w:rFonts w:ascii="Arial Narrow" w:hAnsi="Arial Narrow" w:cs="Arial"/>
          <w:szCs w:val="24"/>
          <w:lang w:eastAsia="ar-SA"/>
        </w:rPr>
        <w:t xml:space="preserve"> musi umożliwić poszczególnym komórkom organizacyjnym Zamawiającego dostęp poprzez elektroniczny system obiegu dokumentacji oraz odpowiednią witrynę strony internetowej do informacji zdawczo- odbiorczej w celu kontroli ilości asortymentów wysłanych do prania oraz zwróconych z pra</w:t>
      </w:r>
      <w:r w:rsidR="005C0F68" w:rsidRPr="00C137C4">
        <w:rPr>
          <w:rFonts w:ascii="Arial Narrow" w:hAnsi="Arial Narrow" w:cs="Arial"/>
          <w:szCs w:val="24"/>
          <w:lang w:eastAsia="ar-SA"/>
        </w:rPr>
        <w:t xml:space="preserve">lni. </w:t>
      </w:r>
    </w:p>
    <w:p w14:paraId="3781EAF7" w14:textId="77777777" w:rsidR="00FE70FA" w:rsidRPr="00C137C4" w:rsidRDefault="00CC2860" w:rsidP="00C137C4">
      <w:pPr>
        <w:widowControl/>
        <w:numPr>
          <w:ilvl w:val="2"/>
          <w:numId w:val="1"/>
        </w:numPr>
        <w:suppressAutoHyphens w:val="0"/>
        <w:jc w:val="both"/>
        <w:rPr>
          <w:rFonts w:ascii="Arial Narrow" w:hAnsi="Arial Narrow" w:cs="Arial"/>
          <w:szCs w:val="24"/>
          <w:lang w:eastAsia="ar-SA"/>
        </w:rPr>
      </w:pPr>
      <w:r w:rsidRPr="00C137C4">
        <w:rPr>
          <w:rFonts w:ascii="Arial Narrow" w:hAnsi="Arial Narrow" w:cs="Arial"/>
          <w:szCs w:val="24"/>
          <w:lang w:eastAsia="ar-SA"/>
        </w:rPr>
        <w:t>Program</w:t>
      </w:r>
      <w:r w:rsidR="00FE70FA" w:rsidRPr="00C137C4">
        <w:rPr>
          <w:rFonts w:ascii="Arial Narrow" w:hAnsi="Arial Narrow" w:cs="Arial"/>
          <w:szCs w:val="24"/>
          <w:lang w:eastAsia="ar-SA"/>
        </w:rPr>
        <w:t xml:space="preserve"> zapewnić musi także możliwość składania reklamacji. </w:t>
      </w:r>
    </w:p>
    <w:p w14:paraId="728C44D3" w14:textId="3DF0A6CC" w:rsidR="00C17D4E" w:rsidRPr="00C137C4" w:rsidRDefault="00C17D4E" w:rsidP="00C137C4">
      <w:pPr>
        <w:ind w:left="426"/>
        <w:jc w:val="both"/>
        <w:rPr>
          <w:rFonts w:ascii="Arial Narrow" w:hAnsi="Arial Narrow"/>
          <w:szCs w:val="24"/>
          <w:lang w:val="pl"/>
        </w:rPr>
      </w:pPr>
      <w:r w:rsidRPr="00C137C4">
        <w:rPr>
          <w:rFonts w:ascii="Arial Narrow" w:hAnsi="Arial Narrow"/>
          <w:szCs w:val="24"/>
          <w:lang w:val="pl"/>
        </w:rPr>
        <w:t xml:space="preserve">Wykonawca z zakresu obsługi systemy RFID zobowiązany jest przeszkolić </w:t>
      </w:r>
      <w:r w:rsidRPr="00C137C4">
        <w:rPr>
          <w:rFonts w:ascii="Arial Narrow" w:hAnsi="Arial Narrow" w:cs="Calibri"/>
          <w:color w:val="000000"/>
          <w:szCs w:val="24"/>
        </w:rPr>
        <w:t>ok. 20 osób</w:t>
      </w:r>
      <w:r w:rsidRPr="00C137C4">
        <w:rPr>
          <w:rFonts w:ascii="Arial Narrow" w:hAnsi="Arial Narrow"/>
          <w:szCs w:val="24"/>
          <w:lang w:val="pl"/>
        </w:rPr>
        <w:t xml:space="preserve">/użytkowników </w:t>
      </w:r>
    </w:p>
    <w:p w14:paraId="4FA60159" w14:textId="47E51082" w:rsidR="00C17D4E" w:rsidRPr="00E819B1" w:rsidRDefault="00C17D4E" w:rsidP="00C137C4">
      <w:pPr>
        <w:ind w:firstLine="284"/>
        <w:jc w:val="both"/>
        <w:rPr>
          <w:rFonts w:ascii="Arial Narrow" w:hAnsi="Arial Narrow" w:cs="Calibri"/>
          <w:color w:val="000000"/>
          <w:szCs w:val="24"/>
        </w:rPr>
      </w:pPr>
      <w:r w:rsidRPr="00C137C4">
        <w:rPr>
          <w:rFonts w:ascii="Arial Narrow" w:hAnsi="Arial Narrow" w:cs="Calibri"/>
          <w:color w:val="000000"/>
          <w:szCs w:val="24"/>
        </w:rPr>
        <w:t>.</w:t>
      </w:r>
    </w:p>
    <w:p w14:paraId="306FA23B" w14:textId="77777777" w:rsidR="00C17D4E" w:rsidRPr="003704B7" w:rsidRDefault="00C17D4E" w:rsidP="00C137C4">
      <w:pPr>
        <w:widowControl/>
        <w:suppressAutoHyphens w:val="0"/>
        <w:ind w:left="785"/>
        <w:jc w:val="both"/>
        <w:rPr>
          <w:rFonts w:ascii="Arial Narrow" w:hAnsi="Arial Narrow" w:cs="Arial"/>
          <w:szCs w:val="24"/>
          <w:lang w:eastAsia="ar-SA"/>
        </w:rPr>
      </w:pPr>
    </w:p>
    <w:sectPr w:rsidR="00C17D4E" w:rsidRPr="003704B7" w:rsidSect="00983BB9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DFFAD" w16cex:dateUtc="2021-11-16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880D63" w16cid:durableId="253DFF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C8F63" w14:textId="77777777" w:rsidR="00EC05D5" w:rsidRDefault="00EC05D5" w:rsidP="00177BBB">
      <w:r>
        <w:separator/>
      </w:r>
    </w:p>
  </w:endnote>
  <w:endnote w:type="continuationSeparator" w:id="0">
    <w:p w14:paraId="23D602F5" w14:textId="77777777" w:rsidR="00EC05D5" w:rsidRDefault="00EC05D5" w:rsidP="0017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27487" w14:textId="77777777" w:rsidR="00927A62" w:rsidRPr="00F07186" w:rsidRDefault="00927A62">
    <w:pPr>
      <w:pStyle w:val="Stopka"/>
      <w:jc w:val="center"/>
      <w:rPr>
        <w:i/>
        <w:sz w:val="18"/>
        <w:szCs w:val="18"/>
      </w:rPr>
    </w:pPr>
    <w:r w:rsidRPr="00F07186">
      <w:rPr>
        <w:i/>
        <w:sz w:val="18"/>
        <w:szCs w:val="18"/>
      </w:rPr>
      <w:t xml:space="preserve">Strona </w:t>
    </w:r>
    <w:r w:rsidRPr="00F07186">
      <w:rPr>
        <w:i/>
        <w:sz w:val="18"/>
        <w:szCs w:val="18"/>
      </w:rPr>
      <w:fldChar w:fldCharType="begin"/>
    </w:r>
    <w:r w:rsidRPr="00F07186">
      <w:rPr>
        <w:i/>
        <w:sz w:val="18"/>
        <w:szCs w:val="18"/>
      </w:rPr>
      <w:instrText>PAGE  \* Arabic  \* MERGEFORMAT</w:instrText>
    </w:r>
    <w:r w:rsidRPr="00F07186">
      <w:rPr>
        <w:i/>
        <w:sz w:val="18"/>
        <w:szCs w:val="18"/>
      </w:rPr>
      <w:fldChar w:fldCharType="separate"/>
    </w:r>
    <w:r w:rsidR="00AA1E47">
      <w:rPr>
        <w:i/>
        <w:noProof/>
        <w:sz w:val="18"/>
        <w:szCs w:val="18"/>
      </w:rPr>
      <w:t>5</w:t>
    </w:r>
    <w:r w:rsidRPr="00F07186">
      <w:rPr>
        <w:i/>
        <w:sz w:val="18"/>
        <w:szCs w:val="18"/>
      </w:rPr>
      <w:fldChar w:fldCharType="end"/>
    </w:r>
    <w:r w:rsidRPr="00F07186">
      <w:rPr>
        <w:i/>
        <w:sz w:val="18"/>
        <w:szCs w:val="18"/>
      </w:rPr>
      <w:t xml:space="preserve"> z </w:t>
    </w:r>
    <w:r w:rsidRPr="00F07186">
      <w:rPr>
        <w:i/>
        <w:sz w:val="18"/>
        <w:szCs w:val="18"/>
      </w:rPr>
      <w:fldChar w:fldCharType="begin"/>
    </w:r>
    <w:r w:rsidRPr="00F07186">
      <w:rPr>
        <w:i/>
        <w:sz w:val="18"/>
        <w:szCs w:val="18"/>
      </w:rPr>
      <w:instrText>NUMPAGES \ * arabskie \ * MERGEFORMAT</w:instrText>
    </w:r>
    <w:r w:rsidRPr="00F07186">
      <w:rPr>
        <w:i/>
        <w:sz w:val="18"/>
        <w:szCs w:val="18"/>
      </w:rPr>
      <w:fldChar w:fldCharType="separate"/>
    </w:r>
    <w:r w:rsidR="00AA1E47">
      <w:rPr>
        <w:i/>
        <w:noProof/>
        <w:sz w:val="18"/>
        <w:szCs w:val="18"/>
      </w:rPr>
      <w:t>5</w:t>
    </w:r>
    <w:r w:rsidRPr="00F07186">
      <w:rPr>
        <w:i/>
        <w:sz w:val="18"/>
        <w:szCs w:val="18"/>
      </w:rPr>
      <w:fldChar w:fldCharType="end"/>
    </w:r>
  </w:p>
  <w:p w14:paraId="083D3331" w14:textId="42A9632C" w:rsidR="00927A62" w:rsidRPr="00FC4E42" w:rsidRDefault="00FC4E42">
    <w:pPr>
      <w:pStyle w:val="Stopka"/>
      <w:rPr>
        <w:i/>
      </w:rPr>
    </w:pPr>
    <w:r w:rsidRPr="00FC4E42">
      <w:rPr>
        <w:rFonts w:ascii="Arial Narrow" w:eastAsia="Times New Roman" w:hAnsi="Arial Narrow" w:cs="Calibri"/>
        <w:i/>
        <w:szCs w:val="24"/>
        <w:lang w:eastAsia="ar-SA"/>
      </w:rPr>
      <w:t>Postępowanie:DZ.282.14.2024.TP-fn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B50C5" w14:textId="77777777" w:rsidR="00EC05D5" w:rsidRDefault="00EC05D5" w:rsidP="00177BBB">
      <w:r>
        <w:separator/>
      </w:r>
    </w:p>
  </w:footnote>
  <w:footnote w:type="continuationSeparator" w:id="0">
    <w:p w14:paraId="74813F4B" w14:textId="77777777" w:rsidR="00EC05D5" w:rsidRDefault="00EC05D5" w:rsidP="00177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F196C" w14:textId="1B513436" w:rsidR="00927A62" w:rsidRPr="00177BBB" w:rsidRDefault="00FC4E42">
    <w:pPr>
      <w:pStyle w:val="Nagwek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Zał.</w:t>
    </w:r>
    <w:r w:rsidRPr="00FC4E42">
      <w:rPr>
        <w:rFonts w:ascii="Arial Narrow" w:hAnsi="Arial Narrow"/>
        <w:i/>
        <w:sz w:val="18"/>
        <w:szCs w:val="18"/>
      </w:rPr>
      <w:t xml:space="preserve"> nr 3 do umowy UCMMiT/DZ/……../U/TP-fn/2024n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F2E270AE"/>
    <w:lvl w:ilvl="0">
      <w:start w:val="22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85"/>
        </w:tabs>
        <w:ind w:left="785" w:hanging="360"/>
      </w:pPr>
      <w:rPr>
        <w:rFonts w:hint="default"/>
        <w:strike w:val="0"/>
      </w:rPr>
    </w:lvl>
    <w:lvl w:ilvl="3">
      <w:start w:val="1"/>
      <w:numFmt w:val="lowerRoman"/>
      <w:lvlText w:val="%4."/>
      <w:lvlJc w:val="right"/>
      <w:pPr>
        <w:tabs>
          <w:tab w:val="num" w:pos="2738"/>
        </w:tabs>
        <w:ind w:left="273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hint="default"/>
      </w:rPr>
    </w:lvl>
  </w:abstractNum>
  <w:abstractNum w:abstractNumId="1" w15:restartNumberingAfterBreak="0">
    <w:nsid w:val="01317084"/>
    <w:multiLevelType w:val="multilevel"/>
    <w:tmpl w:val="A84E5A8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56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1C81341"/>
    <w:multiLevelType w:val="multilevel"/>
    <w:tmpl w:val="A8C2A284"/>
    <w:lvl w:ilvl="0">
      <w:start w:val="20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567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" w15:restartNumberingAfterBreak="0">
    <w:nsid w:val="09441E21"/>
    <w:multiLevelType w:val="multilevel"/>
    <w:tmpl w:val="0A8E62B8"/>
    <w:lvl w:ilvl="0">
      <w:start w:val="7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-14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-142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-142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-142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-142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-142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-142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-142" w:firstLine="0"/>
      </w:pPr>
      <w:rPr>
        <w:rFonts w:cs="Times New Roman" w:hint="default"/>
      </w:rPr>
    </w:lvl>
  </w:abstractNum>
  <w:abstractNum w:abstractNumId="4" w15:restartNumberingAfterBreak="0">
    <w:nsid w:val="0A7F61B3"/>
    <w:multiLevelType w:val="hybridMultilevel"/>
    <w:tmpl w:val="4AA29632"/>
    <w:lvl w:ilvl="0" w:tplc="921E10FC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9D2BE2"/>
    <w:multiLevelType w:val="multilevel"/>
    <w:tmpl w:val="689A6DBE"/>
    <w:lvl w:ilvl="0">
      <w:start w:val="1"/>
      <w:numFmt w:val="decimal"/>
      <w:lvlText w:val="%1."/>
      <w:lvlJc w:val="left"/>
      <w:pPr>
        <w:ind w:left="142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6" w15:restartNumberingAfterBreak="0">
    <w:nsid w:val="0C001317"/>
    <w:multiLevelType w:val="multilevel"/>
    <w:tmpl w:val="22C2B4F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75D0972"/>
    <w:multiLevelType w:val="multilevel"/>
    <w:tmpl w:val="04E2A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C395CB4"/>
    <w:multiLevelType w:val="multilevel"/>
    <w:tmpl w:val="3C109B2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56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9" w15:restartNumberingAfterBreak="0">
    <w:nsid w:val="1F913D6F"/>
    <w:multiLevelType w:val="hybridMultilevel"/>
    <w:tmpl w:val="FAC86284"/>
    <w:lvl w:ilvl="0" w:tplc="85D606C0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D0F67"/>
    <w:multiLevelType w:val="hybridMultilevel"/>
    <w:tmpl w:val="25B28C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06F4F"/>
    <w:multiLevelType w:val="multilevel"/>
    <w:tmpl w:val="4BCC4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color w:va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A9115F"/>
    <w:multiLevelType w:val="hybridMultilevel"/>
    <w:tmpl w:val="C3F0870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E06BBC">
      <w:start w:val="1"/>
      <w:numFmt w:val="lowerLetter"/>
      <w:lvlText w:val="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3D2C"/>
    <w:multiLevelType w:val="multilevel"/>
    <w:tmpl w:val="1952A6FE"/>
    <w:lvl w:ilvl="0">
      <w:start w:val="1"/>
      <w:numFmt w:val="decimal"/>
      <w:lvlText w:val="%1)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%9)"/>
      <w:lvlJc w:val="left"/>
      <w:rPr>
        <w:rFonts w:cs="Times New Roman"/>
      </w:rPr>
    </w:lvl>
  </w:abstractNum>
  <w:abstractNum w:abstractNumId="14" w15:restartNumberingAfterBreak="0">
    <w:nsid w:val="3123476C"/>
    <w:multiLevelType w:val="multilevel"/>
    <w:tmpl w:val="771259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56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5" w15:restartNumberingAfterBreak="0">
    <w:nsid w:val="332143FD"/>
    <w:multiLevelType w:val="hybridMultilevel"/>
    <w:tmpl w:val="E618B1B6"/>
    <w:name w:val="WW8Num282"/>
    <w:lvl w:ilvl="0" w:tplc="12E06BBC">
      <w:start w:val="1"/>
      <w:numFmt w:val="lowerLetter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8374E94"/>
    <w:multiLevelType w:val="hybridMultilevel"/>
    <w:tmpl w:val="8040785C"/>
    <w:lvl w:ilvl="0" w:tplc="279E4F52">
      <w:start w:val="2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426169"/>
    <w:multiLevelType w:val="hybridMultilevel"/>
    <w:tmpl w:val="3D9C18C2"/>
    <w:name w:val="WW8Num28222"/>
    <w:lvl w:ilvl="0" w:tplc="04150011">
      <w:start w:val="1"/>
      <w:numFmt w:val="decimal"/>
      <w:lvlText w:val="%1)"/>
      <w:lvlJc w:val="left"/>
      <w:pPr>
        <w:tabs>
          <w:tab w:val="num" w:pos="1089"/>
        </w:tabs>
        <w:ind w:left="1089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9"/>
        </w:tabs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</w:lvl>
  </w:abstractNum>
  <w:abstractNum w:abstractNumId="18" w15:restartNumberingAfterBreak="0">
    <w:nsid w:val="39EB2E41"/>
    <w:multiLevelType w:val="hybridMultilevel"/>
    <w:tmpl w:val="3A485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494AA6"/>
    <w:multiLevelType w:val="hybridMultilevel"/>
    <w:tmpl w:val="307696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C4B4C76"/>
    <w:multiLevelType w:val="multilevel"/>
    <w:tmpl w:val="C4ACA34E"/>
    <w:lvl w:ilvl="0">
      <w:start w:val="20"/>
      <w:numFmt w:val="decimal"/>
      <w:lvlText w:val="%1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567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1" w15:restartNumberingAfterBreak="0">
    <w:nsid w:val="41604357"/>
    <w:multiLevelType w:val="hybridMultilevel"/>
    <w:tmpl w:val="40C6606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43EF5956"/>
    <w:multiLevelType w:val="multilevel"/>
    <w:tmpl w:val="EFBC8B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7CA4D9B"/>
    <w:multiLevelType w:val="multilevel"/>
    <w:tmpl w:val="EC22547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F8B4BD4"/>
    <w:multiLevelType w:val="multilevel"/>
    <w:tmpl w:val="87BCBD88"/>
    <w:lvl w:ilvl="0">
      <w:start w:val="19"/>
      <w:numFmt w:val="decimal"/>
      <w:lvlText w:val="%1."/>
      <w:lvlJc w:val="left"/>
      <w:pPr>
        <w:ind w:left="0" w:firstLine="0"/>
      </w:pPr>
      <w:rPr>
        <w:rFonts w:ascii="Arial Narrow" w:eastAsia="Arial Unicode MS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5" w15:restartNumberingAfterBreak="0">
    <w:nsid w:val="54A45C31"/>
    <w:multiLevelType w:val="hybridMultilevel"/>
    <w:tmpl w:val="3760ABBA"/>
    <w:lvl w:ilvl="0" w:tplc="99AAA9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6528C5"/>
    <w:multiLevelType w:val="multilevel"/>
    <w:tmpl w:val="91E45984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934605E"/>
    <w:multiLevelType w:val="hybridMultilevel"/>
    <w:tmpl w:val="4E1AABB6"/>
    <w:lvl w:ilvl="0" w:tplc="2DC2D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283E80"/>
    <w:multiLevelType w:val="multilevel"/>
    <w:tmpl w:val="3F261464"/>
    <w:lvl w:ilvl="0">
      <w:start w:val="8"/>
      <w:numFmt w:val="decimal"/>
      <w:lvlText w:val="%1."/>
      <w:lvlJc w:val="left"/>
      <w:pPr>
        <w:ind w:left="142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9" w15:restartNumberingAfterBreak="0">
    <w:nsid w:val="60515245"/>
    <w:multiLevelType w:val="hybridMultilevel"/>
    <w:tmpl w:val="E3421080"/>
    <w:lvl w:ilvl="0" w:tplc="42B8146A">
      <w:start w:val="1"/>
      <w:numFmt w:val="decimal"/>
      <w:lvlText w:val="%1)"/>
      <w:lvlJc w:val="left"/>
      <w:pPr>
        <w:tabs>
          <w:tab w:val="num" w:pos="663"/>
        </w:tabs>
        <w:ind w:left="663" w:hanging="38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5B460B"/>
    <w:multiLevelType w:val="hybridMultilevel"/>
    <w:tmpl w:val="D6B22A0E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  <w:rPr>
        <w:rFonts w:cs="Times New Roman"/>
      </w:rPr>
    </w:lvl>
  </w:abstractNum>
  <w:abstractNum w:abstractNumId="31" w15:restartNumberingAfterBreak="0">
    <w:nsid w:val="6951086A"/>
    <w:multiLevelType w:val="multilevel"/>
    <w:tmpl w:val="F20C3E66"/>
    <w:lvl w:ilvl="0">
      <w:start w:val="8"/>
      <w:numFmt w:val="decimal"/>
      <w:lvlText w:val="%1."/>
      <w:lvlJc w:val="left"/>
      <w:pPr>
        <w:ind w:left="142" w:firstLine="0"/>
      </w:pPr>
      <w:rPr>
        <w:rFonts w:ascii="Arial Narrow" w:eastAsia="Arial Unicode MS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2" w15:restartNumberingAfterBreak="0">
    <w:nsid w:val="696C277D"/>
    <w:multiLevelType w:val="hybridMultilevel"/>
    <w:tmpl w:val="15E09B10"/>
    <w:lvl w:ilvl="0" w:tplc="5880806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63BD3"/>
    <w:multiLevelType w:val="multilevel"/>
    <w:tmpl w:val="C818E1E4"/>
    <w:lvl w:ilvl="0">
      <w:start w:val="14"/>
      <w:numFmt w:val="decimal"/>
      <w:lvlText w:val="%1."/>
      <w:lvlJc w:val="left"/>
      <w:pPr>
        <w:ind w:left="0" w:firstLine="0"/>
      </w:pPr>
      <w:rPr>
        <w:rFonts w:ascii="Arial Narrow" w:eastAsia="Arial Unicode MS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4" w15:restartNumberingAfterBreak="0">
    <w:nsid w:val="6BE15BC1"/>
    <w:multiLevelType w:val="multilevel"/>
    <w:tmpl w:val="9C785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CD45702"/>
    <w:multiLevelType w:val="multilevel"/>
    <w:tmpl w:val="3F261464"/>
    <w:lvl w:ilvl="0">
      <w:start w:val="8"/>
      <w:numFmt w:val="decimal"/>
      <w:lvlText w:val="%1."/>
      <w:lvlJc w:val="left"/>
      <w:pPr>
        <w:ind w:left="142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6" w15:restartNumberingAfterBreak="0">
    <w:nsid w:val="726C5B91"/>
    <w:multiLevelType w:val="multilevel"/>
    <w:tmpl w:val="3F261464"/>
    <w:lvl w:ilvl="0">
      <w:start w:val="8"/>
      <w:numFmt w:val="decimal"/>
      <w:lvlText w:val="%1."/>
      <w:lvlJc w:val="left"/>
      <w:pPr>
        <w:ind w:left="142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7" w15:restartNumberingAfterBreak="0">
    <w:nsid w:val="77955C98"/>
    <w:multiLevelType w:val="multilevel"/>
    <w:tmpl w:val="F8207B40"/>
    <w:lvl w:ilvl="0">
      <w:start w:val="1"/>
      <w:numFmt w:val="decimal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start w:val="1"/>
      <w:numFmt w:val="lowerLetter"/>
      <w:lvlText w:val="%6)"/>
      <w:lvlJc w:val="left"/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start w:val="1"/>
      <w:numFmt w:val="lowerLetter"/>
      <w:lvlText w:val="%9)"/>
      <w:lvlJc w:val="left"/>
    </w:lvl>
  </w:abstractNum>
  <w:abstractNum w:abstractNumId="38" w15:restartNumberingAfterBreak="0">
    <w:nsid w:val="79DD63D0"/>
    <w:multiLevelType w:val="multilevel"/>
    <w:tmpl w:val="ED463008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9" w15:restartNumberingAfterBreak="0">
    <w:nsid w:val="7A9625D9"/>
    <w:multiLevelType w:val="hybridMultilevel"/>
    <w:tmpl w:val="64C09B1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15"/>
  </w:num>
  <w:num w:numId="4">
    <w:abstractNumId w:val="34"/>
  </w:num>
  <w:num w:numId="5">
    <w:abstractNumId w:val="17"/>
  </w:num>
  <w:num w:numId="6">
    <w:abstractNumId w:val="29"/>
  </w:num>
  <w:num w:numId="7">
    <w:abstractNumId w:val="25"/>
  </w:num>
  <w:num w:numId="8">
    <w:abstractNumId w:val="11"/>
  </w:num>
  <w:num w:numId="9">
    <w:abstractNumId w:val="7"/>
  </w:num>
  <w:num w:numId="10">
    <w:abstractNumId w:val="10"/>
  </w:num>
  <w:num w:numId="11">
    <w:abstractNumId w:val="3"/>
  </w:num>
  <w:num w:numId="12">
    <w:abstractNumId w:val="30"/>
  </w:num>
  <w:num w:numId="13">
    <w:abstractNumId w:val="26"/>
  </w:num>
  <w:num w:numId="14">
    <w:abstractNumId w:val="13"/>
  </w:num>
  <w:num w:numId="15">
    <w:abstractNumId w:val="33"/>
  </w:num>
  <w:num w:numId="16">
    <w:abstractNumId w:val="39"/>
  </w:num>
  <w:num w:numId="17">
    <w:abstractNumId w:val="4"/>
  </w:num>
  <w:num w:numId="18">
    <w:abstractNumId w:val="23"/>
  </w:num>
  <w:num w:numId="19">
    <w:abstractNumId w:val="22"/>
  </w:num>
  <w:num w:numId="20">
    <w:abstractNumId w:val="6"/>
  </w:num>
  <w:num w:numId="21">
    <w:abstractNumId w:val="31"/>
  </w:num>
  <w:num w:numId="22">
    <w:abstractNumId w:val="28"/>
  </w:num>
  <w:num w:numId="23">
    <w:abstractNumId w:val="37"/>
  </w:num>
  <w:num w:numId="24">
    <w:abstractNumId w:val="16"/>
  </w:num>
  <w:num w:numId="25">
    <w:abstractNumId w:val="35"/>
  </w:num>
  <w:num w:numId="26">
    <w:abstractNumId w:val="38"/>
  </w:num>
  <w:num w:numId="27">
    <w:abstractNumId w:val="36"/>
  </w:num>
  <w:num w:numId="28">
    <w:abstractNumId w:val="5"/>
  </w:num>
  <w:num w:numId="29">
    <w:abstractNumId w:val="27"/>
  </w:num>
  <w:num w:numId="30">
    <w:abstractNumId w:val="21"/>
  </w:num>
  <w:num w:numId="31">
    <w:abstractNumId w:val="19"/>
  </w:num>
  <w:num w:numId="32">
    <w:abstractNumId w:val="32"/>
  </w:num>
  <w:num w:numId="33">
    <w:abstractNumId w:val="24"/>
  </w:num>
  <w:num w:numId="34">
    <w:abstractNumId w:val="20"/>
  </w:num>
  <w:num w:numId="35">
    <w:abstractNumId w:val="1"/>
  </w:num>
  <w:num w:numId="36">
    <w:abstractNumId w:val="8"/>
  </w:num>
  <w:num w:numId="37">
    <w:abstractNumId w:val="14"/>
  </w:num>
  <w:num w:numId="38">
    <w:abstractNumId w:val="2"/>
  </w:num>
  <w:num w:numId="39">
    <w:abstractNumId w:val="18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FA"/>
    <w:rsid w:val="000066D1"/>
    <w:rsid w:val="00007DD6"/>
    <w:rsid w:val="000165F5"/>
    <w:rsid w:val="00021AB8"/>
    <w:rsid w:val="0002399B"/>
    <w:rsid w:val="00026CA6"/>
    <w:rsid w:val="0003343E"/>
    <w:rsid w:val="00037C8A"/>
    <w:rsid w:val="00045D66"/>
    <w:rsid w:val="00055120"/>
    <w:rsid w:val="000554FC"/>
    <w:rsid w:val="00061273"/>
    <w:rsid w:val="000779D7"/>
    <w:rsid w:val="00094394"/>
    <w:rsid w:val="0009573F"/>
    <w:rsid w:val="0009750A"/>
    <w:rsid w:val="000A0192"/>
    <w:rsid w:val="000D70ED"/>
    <w:rsid w:val="000E00E5"/>
    <w:rsid w:val="000E435A"/>
    <w:rsid w:val="000F0ED4"/>
    <w:rsid w:val="000F515E"/>
    <w:rsid w:val="000F6F8B"/>
    <w:rsid w:val="0010011D"/>
    <w:rsid w:val="001129DB"/>
    <w:rsid w:val="00131EFB"/>
    <w:rsid w:val="00142F8A"/>
    <w:rsid w:val="00144A05"/>
    <w:rsid w:val="00157419"/>
    <w:rsid w:val="0016043C"/>
    <w:rsid w:val="00162308"/>
    <w:rsid w:val="00163CFA"/>
    <w:rsid w:val="00164AC3"/>
    <w:rsid w:val="00167643"/>
    <w:rsid w:val="00175F5C"/>
    <w:rsid w:val="00177BBB"/>
    <w:rsid w:val="00193EA4"/>
    <w:rsid w:val="00197120"/>
    <w:rsid w:val="001A49C5"/>
    <w:rsid w:val="001B37D3"/>
    <w:rsid w:val="001B5488"/>
    <w:rsid w:val="001B6D90"/>
    <w:rsid w:val="001C3F0C"/>
    <w:rsid w:val="001D049C"/>
    <w:rsid w:val="001D3329"/>
    <w:rsid w:val="001D50F5"/>
    <w:rsid w:val="001D6C7E"/>
    <w:rsid w:val="001E1995"/>
    <w:rsid w:val="001E2EB0"/>
    <w:rsid w:val="001E2F3D"/>
    <w:rsid w:val="001E7988"/>
    <w:rsid w:val="001F4EDA"/>
    <w:rsid w:val="0020210C"/>
    <w:rsid w:val="00214080"/>
    <w:rsid w:val="002141B9"/>
    <w:rsid w:val="002243B0"/>
    <w:rsid w:val="00235133"/>
    <w:rsid w:val="00241E81"/>
    <w:rsid w:val="00246212"/>
    <w:rsid w:val="002544CB"/>
    <w:rsid w:val="00255481"/>
    <w:rsid w:val="00271BFD"/>
    <w:rsid w:val="00284EBB"/>
    <w:rsid w:val="00292FFB"/>
    <w:rsid w:val="00293016"/>
    <w:rsid w:val="002A22EA"/>
    <w:rsid w:val="002A4CE0"/>
    <w:rsid w:val="002D10A0"/>
    <w:rsid w:val="002E2EFD"/>
    <w:rsid w:val="002E3F2D"/>
    <w:rsid w:val="002E490C"/>
    <w:rsid w:val="002E6F45"/>
    <w:rsid w:val="00303559"/>
    <w:rsid w:val="003171C6"/>
    <w:rsid w:val="00323177"/>
    <w:rsid w:val="00325108"/>
    <w:rsid w:val="00333150"/>
    <w:rsid w:val="0033457E"/>
    <w:rsid w:val="003353A6"/>
    <w:rsid w:val="00340B38"/>
    <w:rsid w:val="0034108F"/>
    <w:rsid w:val="0035163A"/>
    <w:rsid w:val="00355611"/>
    <w:rsid w:val="0035787D"/>
    <w:rsid w:val="003704B7"/>
    <w:rsid w:val="00373C01"/>
    <w:rsid w:val="00383304"/>
    <w:rsid w:val="0038762C"/>
    <w:rsid w:val="00391B9B"/>
    <w:rsid w:val="00395AA2"/>
    <w:rsid w:val="003B2467"/>
    <w:rsid w:val="003B2F5D"/>
    <w:rsid w:val="003B4595"/>
    <w:rsid w:val="003C5D25"/>
    <w:rsid w:val="003D1054"/>
    <w:rsid w:val="003E0E88"/>
    <w:rsid w:val="003F6F8A"/>
    <w:rsid w:val="004024E2"/>
    <w:rsid w:val="004052F4"/>
    <w:rsid w:val="00413B9A"/>
    <w:rsid w:val="00413C54"/>
    <w:rsid w:val="0042593B"/>
    <w:rsid w:val="004343EE"/>
    <w:rsid w:val="0043469D"/>
    <w:rsid w:val="00451BC2"/>
    <w:rsid w:val="004651D6"/>
    <w:rsid w:val="00471E29"/>
    <w:rsid w:val="00494423"/>
    <w:rsid w:val="004A4992"/>
    <w:rsid w:val="004A75E7"/>
    <w:rsid w:val="004B1D99"/>
    <w:rsid w:val="004C0072"/>
    <w:rsid w:val="004C69F1"/>
    <w:rsid w:val="004E39B2"/>
    <w:rsid w:val="004E39DD"/>
    <w:rsid w:val="004E45AF"/>
    <w:rsid w:val="004F2D6B"/>
    <w:rsid w:val="004F4307"/>
    <w:rsid w:val="0050063B"/>
    <w:rsid w:val="00504364"/>
    <w:rsid w:val="0051179F"/>
    <w:rsid w:val="0051405D"/>
    <w:rsid w:val="00530809"/>
    <w:rsid w:val="005343FE"/>
    <w:rsid w:val="00535B21"/>
    <w:rsid w:val="00536BF6"/>
    <w:rsid w:val="00544659"/>
    <w:rsid w:val="00545EAC"/>
    <w:rsid w:val="0054608A"/>
    <w:rsid w:val="00546E2E"/>
    <w:rsid w:val="005514C8"/>
    <w:rsid w:val="0055444C"/>
    <w:rsid w:val="0055699A"/>
    <w:rsid w:val="00560C77"/>
    <w:rsid w:val="0056187F"/>
    <w:rsid w:val="00570466"/>
    <w:rsid w:val="0057091F"/>
    <w:rsid w:val="00590823"/>
    <w:rsid w:val="005A0375"/>
    <w:rsid w:val="005A3464"/>
    <w:rsid w:val="005A3F76"/>
    <w:rsid w:val="005B3010"/>
    <w:rsid w:val="005B3B75"/>
    <w:rsid w:val="005C0F68"/>
    <w:rsid w:val="005C752F"/>
    <w:rsid w:val="005D3DFD"/>
    <w:rsid w:val="005E279D"/>
    <w:rsid w:val="005E4D5B"/>
    <w:rsid w:val="005F0C9F"/>
    <w:rsid w:val="005F4772"/>
    <w:rsid w:val="00601B9C"/>
    <w:rsid w:val="00604E1E"/>
    <w:rsid w:val="00612801"/>
    <w:rsid w:val="006138A1"/>
    <w:rsid w:val="00620301"/>
    <w:rsid w:val="006224A4"/>
    <w:rsid w:val="00626BEA"/>
    <w:rsid w:val="00634B6F"/>
    <w:rsid w:val="006416B9"/>
    <w:rsid w:val="006455EC"/>
    <w:rsid w:val="0065531B"/>
    <w:rsid w:val="00655BDD"/>
    <w:rsid w:val="00664F32"/>
    <w:rsid w:val="0068465A"/>
    <w:rsid w:val="006869D4"/>
    <w:rsid w:val="006951EB"/>
    <w:rsid w:val="006A1963"/>
    <w:rsid w:val="006A278E"/>
    <w:rsid w:val="006A2C18"/>
    <w:rsid w:val="006C20D4"/>
    <w:rsid w:val="006C51C9"/>
    <w:rsid w:val="006C5D13"/>
    <w:rsid w:val="006C62B2"/>
    <w:rsid w:val="006C7D27"/>
    <w:rsid w:val="006E232F"/>
    <w:rsid w:val="006F1ECC"/>
    <w:rsid w:val="006F4EE1"/>
    <w:rsid w:val="00701212"/>
    <w:rsid w:val="0071165F"/>
    <w:rsid w:val="00711691"/>
    <w:rsid w:val="00712745"/>
    <w:rsid w:val="00715F15"/>
    <w:rsid w:val="00722A1B"/>
    <w:rsid w:val="00733F61"/>
    <w:rsid w:val="00740E3A"/>
    <w:rsid w:val="007420C5"/>
    <w:rsid w:val="007562D7"/>
    <w:rsid w:val="00756DC2"/>
    <w:rsid w:val="00760B4D"/>
    <w:rsid w:val="00765BC0"/>
    <w:rsid w:val="0076622F"/>
    <w:rsid w:val="00773296"/>
    <w:rsid w:val="00777882"/>
    <w:rsid w:val="00793DF9"/>
    <w:rsid w:val="007965A4"/>
    <w:rsid w:val="00796F47"/>
    <w:rsid w:val="007B38D7"/>
    <w:rsid w:val="007B56F9"/>
    <w:rsid w:val="007C1B76"/>
    <w:rsid w:val="007C5BBC"/>
    <w:rsid w:val="007D3AEF"/>
    <w:rsid w:val="007D3E22"/>
    <w:rsid w:val="007D6BA0"/>
    <w:rsid w:val="007E12CA"/>
    <w:rsid w:val="007E2494"/>
    <w:rsid w:val="007E3CA6"/>
    <w:rsid w:val="007F0FE6"/>
    <w:rsid w:val="00807A08"/>
    <w:rsid w:val="0082258C"/>
    <w:rsid w:val="00822754"/>
    <w:rsid w:val="00831AF1"/>
    <w:rsid w:val="008530FB"/>
    <w:rsid w:val="008647E0"/>
    <w:rsid w:val="00864D8C"/>
    <w:rsid w:val="008651D7"/>
    <w:rsid w:val="008825B6"/>
    <w:rsid w:val="008852F8"/>
    <w:rsid w:val="008901B6"/>
    <w:rsid w:val="00892CE3"/>
    <w:rsid w:val="008968F5"/>
    <w:rsid w:val="008B048D"/>
    <w:rsid w:val="008C3B90"/>
    <w:rsid w:val="008C73C8"/>
    <w:rsid w:val="008C7ABE"/>
    <w:rsid w:val="008F2F4C"/>
    <w:rsid w:val="00906F7F"/>
    <w:rsid w:val="00911930"/>
    <w:rsid w:val="00927A62"/>
    <w:rsid w:val="00932068"/>
    <w:rsid w:val="00933E05"/>
    <w:rsid w:val="0094336E"/>
    <w:rsid w:val="0095023A"/>
    <w:rsid w:val="00952155"/>
    <w:rsid w:val="00957149"/>
    <w:rsid w:val="009619F6"/>
    <w:rsid w:val="009674A6"/>
    <w:rsid w:val="00972A18"/>
    <w:rsid w:val="00976182"/>
    <w:rsid w:val="00983B17"/>
    <w:rsid w:val="00983BB9"/>
    <w:rsid w:val="009845C5"/>
    <w:rsid w:val="00990263"/>
    <w:rsid w:val="00993904"/>
    <w:rsid w:val="0099442E"/>
    <w:rsid w:val="0099610A"/>
    <w:rsid w:val="009A4C27"/>
    <w:rsid w:val="009B1E87"/>
    <w:rsid w:val="009B355D"/>
    <w:rsid w:val="009B6EDD"/>
    <w:rsid w:val="009C15D7"/>
    <w:rsid w:val="009E08D6"/>
    <w:rsid w:val="009E0B6B"/>
    <w:rsid w:val="009E3F44"/>
    <w:rsid w:val="009E4BD9"/>
    <w:rsid w:val="00A01178"/>
    <w:rsid w:val="00A1276D"/>
    <w:rsid w:val="00A23242"/>
    <w:rsid w:val="00A3180E"/>
    <w:rsid w:val="00A3485F"/>
    <w:rsid w:val="00A371BF"/>
    <w:rsid w:val="00A52AEC"/>
    <w:rsid w:val="00A57D56"/>
    <w:rsid w:val="00A71972"/>
    <w:rsid w:val="00A7749A"/>
    <w:rsid w:val="00A80324"/>
    <w:rsid w:val="00A819F0"/>
    <w:rsid w:val="00A8784E"/>
    <w:rsid w:val="00A97E49"/>
    <w:rsid w:val="00AA0E6D"/>
    <w:rsid w:val="00AA1E47"/>
    <w:rsid w:val="00AB10F5"/>
    <w:rsid w:val="00AC008B"/>
    <w:rsid w:val="00AC74B4"/>
    <w:rsid w:val="00AD269C"/>
    <w:rsid w:val="00AD3597"/>
    <w:rsid w:val="00AD41E9"/>
    <w:rsid w:val="00AD5354"/>
    <w:rsid w:val="00AE30E9"/>
    <w:rsid w:val="00AE530C"/>
    <w:rsid w:val="00AE7452"/>
    <w:rsid w:val="00AF235B"/>
    <w:rsid w:val="00B102D8"/>
    <w:rsid w:val="00B13F96"/>
    <w:rsid w:val="00B15350"/>
    <w:rsid w:val="00B353F9"/>
    <w:rsid w:val="00B36951"/>
    <w:rsid w:val="00B40274"/>
    <w:rsid w:val="00B464D9"/>
    <w:rsid w:val="00B50AE3"/>
    <w:rsid w:val="00B63E4D"/>
    <w:rsid w:val="00B6483E"/>
    <w:rsid w:val="00B6597B"/>
    <w:rsid w:val="00B70ABF"/>
    <w:rsid w:val="00B72371"/>
    <w:rsid w:val="00B76A15"/>
    <w:rsid w:val="00B87410"/>
    <w:rsid w:val="00B93982"/>
    <w:rsid w:val="00B97623"/>
    <w:rsid w:val="00BA5A9F"/>
    <w:rsid w:val="00BB2449"/>
    <w:rsid w:val="00BB640D"/>
    <w:rsid w:val="00BC05D6"/>
    <w:rsid w:val="00BC2659"/>
    <w:rsid w:val="00BC430D"/>
    <w:rsid w:val="00BC4959"/>
    <w:rsid w:val="00BC675B"/>
    <w:rsid w:val="00BD580E"/>
    <w:rsid w:val="00BD5E60"/>
    <w:rsid w:val="00BE0737"/>
    <w:rsid w:val="00BF067B"/>
    <w:rsid w:val="00BF4322"/>
    <w:rsid w:val="00C0497A"/>
    <w:rsid w:val="00C04C3C"/>
    <w:rsid w:val="00C137C4"/>
    <w:rsid w:val="00C171C3"/>
    <w:rsid w:val="00C17BE7"/>
    <w:rsid w:val="00C17D4E"/>
    <w:rsid w:val="00C310C3"/>
    <w:rsid w:val="00C3141B"/>
    <w:rsid w:val="00C42003"/>
    <w:rsid w:val="00C5028D"/>
    <w:rsid w:val="00C54DB0"/>
    <w:rsid w:val="00C603AD"/>
    <w:rsid w:val="00C6378C"/>
    <w:rsid w:val="00C77A47"/>
    <w:rsid w:val="00C81B86"/>
    <w:rsid w:val="00C844AD"/>
    <w:rsid w:val="00C87270"/>
    <w:rsid w:val="00C942BC"/>
    <w:rsid w:val="00C96599"/>
    <w:rsid w:val="00CA6DB6"/>
    <w:rsid w:val="00CA7553"/>
    <w:rsid w:val="00CB2C61"/>
    <w:rsid w:val="00CB5DAD"/>
    <w:rsid w:val="00CC2236"/>
    <w:rsid w:val="00CC2860"/>
    <w:rsid w:val="00CD4E9B"/>
    <w:rsid w:val="00CE1E99"/>
    <w:rsid w:val="00CE5144"/>
    <w:rsid w:val="00CE6ABF"/>
    <w:rsid w:val="00CF7CC4"/>
    <w:rsid w:val="00D022F7"/>
    <w:rsid w:val="00D066DE"/>
    <w:rsid w:val="00D170DC"/>
    <w:rsid w:val="00D305F4"/>
    <w:rsid w:val="00D6054C"/>
    <w:rsid w:val="00D63A69"/>
    <w:rsid w:val="00D70053"/>
    <w:rsid w:val="00D7158C"/>
    <w:rsid w:val="00D72568"/>
    <w:rsid w:val="00D73404"/>
    <w:rsid w:val="00D7349B"/>
    <w:rsid w:val="00D74D17"/>
    <w:rsid w:val="00D8081C"/>
    <w:rsid w:val="00D826E2"/>
    <w:rsid w:val="00D92337"/>
    <w:rsid w:val="00D94CCC"/>
    <w:rsid w:val="00DA25CB"/>
    <w:rsid w:val="00DA51C4"/>
    <w:rsid w:val="00DA6BF0"/>
    <w:rsid w:val="00DA7005"/>
    <w:rsid w:val="00DB2ED7"/>
    <w:rsid w:val="00DC1354"/>
    <w:rsid w:val="00DC1C96"/>
    <w:rsid w:val="00DD7204"/>
    <w:rsid w:val="00DE49EB"/>
    <w:rsid w:val="00DE7941"/>
    <w:rsid w:val="00DF7C2A"/>
    <w:rsid w:val="00E0019F"/>
    <w:rsid w:val="00E01BE7"/>
    <w:rsid w:val="00E02C00"/>
    <w:rsid w:val="00E14599"/>
    <w:rsid w:val="00E21643"/>
    <w:rsid w:val="00E272ED"/>
    <w:rsid w:val="00E41AF5"/>
    <w:rsid w:val="00E42DFA"/>
    <w:rsid w:val="00E43DFB"/>
    <w:rsid w:val="00E640CF"/>
    <w:rsid w:val="00E72CD6"/>
    <w:rsid w:val="00E75FF2"/>
    <w:rsid w:val="00E81A63"/>
    <w:rsid w:val="00E8346F"/>
    <w:rsid w:val="00E85825"/>
    <w:rsid w:val="00E93AB5"/>
    <w:rsid w:val="00E97745"/>
    <w:rsid w:val="00EA37E4"/>
    <w:rsid w:val="00EA4759"/>
    <w:rsid w:val="00EA5B21"/>
    <w:rsid w:val="00EB0C84"/>
    <w:rsid w:val="00EC05D5"/>
    <w:rsid w:val="00ED2466"/>
    <w:rsid w:val="00ED454C"/>
    <w:rsid w:val="00EE73C4"/>
    <w:rsid w:val="00EE7C3C"/>
    <w:rsid w:val="00F0146D"/>
    <w:rsid w:val="00F07186"/>
    <w:rsid w:val="00F112AF"/>
    <w:rsid w:val="00F16817"/>
    <w:rsid w:val="00F174E2"/>
    <w:rsid w:val="00F23467"/>
    <w:rsid w:val="00F26E44"/>
    <w:rsid w:val="00F32A1A"/>
    <w:rsid w:val="00F32B62"/>
    <w:rsid w:val="00F32D7A"/>
    <w:rsid w:val="00F41D41"/>
    <w:rsid w:val="00F44E06"/>
    <w:rsid w:val="00F4561E"/>
    <w:rsid w:val="00F53D1E"/>
    <w:rsid w:val="00F63F75"/>
    <w:rsid w:val="00F7626B"/>
    <w:rsid w:val="00F81098"/>
    <w:rsid w:val="00F85949"/>
    <w:rsid w:val="00F97C70"/>
    <w:rsid w:val="00FA0D21"/>
    <w:rsid w:val="00FA51AF"/>
    <w:rsid w:val="00FB2B7F"/>
    <w:rsid w:val="00FB5855"/>
    <w:rsid w:val="00FC1F38"/>
    <w:rsid w:val="00FC2151"/>
    <w:rsid w:val="00FC4E42"/>
    <w:rsid w:val="00FE3077"/>
    <w:rsid w:val="00FE3AB0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BD2A"/>
  <w15:docId w15:val="{8D48CAC7-07DF-477C-BC2C-B496A759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0F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33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E70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E70FA"/>
    <w:rPr>
      <w:rFonts w:ascii="Times New Roman" w:eastAsia="Lucida Sans Unicode" w:hAnsi="Times New Roman" w:cs="Times New Roman"/>
      <w:sz w:val="24"/>
      <w:szCs w:val="20"/>
    </w:rPr>
  </w:style>
  <w:style w:type="paragraph" w:customStyle="1" w:styleId="NormalTable1">
    <w:name w:val="Normal Table1"/>
    <w:rsid w:val="00FE70F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77B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7BBB"/>
    <w:rPr>
      <w:rFonts w:ascii="Times New Roman" w:eastAsia="Lucida Sans Unicode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77B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7BBB"/>
    <w:rPr>
      <w:rFonts w:ascii="Times New Roman" w:eastAsia="Lucida Sans Unicode" w:hAnsi="Times New Roman" w:cs="Times New Roman"/>
      <w:sz w:val="24"/>
      <w:szCs w:val="20"/>
    </w:rPr>
  </w:style>
  <w:style w:type="character" w:customStyle="1" w:styleId="Teksttreci">
    <w:name w:val="Tekst treści_"/>
    <w:basedOn w:val="Domylnaczcionkaakapitu"/>
    <w:link w:val="Teksttreci0"/>
    <w:rsid w:val="00B102D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102D8"/>
    <w:pPr>
      <w:widowControl/>
      <w:shd w:val="clear" w:color="auto" w:fill="FFFFFF"/>
      <w:suppressAutoHyphens w:val="0"/>
      <w:spacing w:after="600" w:line="0" w:lineRule="atLeast"/>
      <w:ind w:hanging="620"/>
    </w:pPr>
    <w:rPr>
      <w:rFonts w:eastAsia="Times New Roman"/>
      <w:sz w:val="19"/>
      <w:szCs w:val="19"/>
    </w:rPr>
  </w:style>
  <w:style w:type="paragraph" w:customStyle="1" w:styleId="Teksttreci1">
    <w:name w:val="Tekst treści1"/>
    <w:basedOn w:val="Normalny"/>
    <w:rsid w:val="008B048D"/>
    <w:pPr>
      <w:widowControl/>
      <w:shd w:val="clear" w:color="auto" w:fill="FFFFFF"/>
      <w:suppressAutoHyphens w:val="0"/>
      <w:spacing w:after="600" w:line="240" w:lineRule="atLeast"/>
      <w:ind w:hanging="620"/>
    </w:pPr>
    <w:rPr>
      <w:rFonts w:eastAsia="Arial Unicode MS"/>
      <w:color w:val="000000"/>
      <w:sz w:val="19"/>
      <w:szCs w:val="19"/>
      <w:lang w:eastAsia="pl-PL"/>
    </w:rPr>
  </w:style>
  <w:style w:type="character" w:customStyle="1" w:styleId="Teksttreci6">
    <w:name w:val="Tekst treści6"/>
    <w:basedOn w:val="Teksttreci"/>
    <w:rsid w:val="00007DD6"/>
    <w:rPr>
      <w:rFonts w:ascii="Times New Roman" w:eastAsia="Times New Roman" w:hAnsi="Times New Roman" w:cs="Times New Roman"/>
      <w:spacing w:val="0"/>
      <w:sz w:val="19"/>
      <w:szCs w:val="19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007DD6"/>
    <w:pPr>
      <w:widowControl/>
      <w:suppressAutoHyphens w:val="0"/>
      <w:ind w:left="708"/>
    </w:pPr>
    <w:rPr>
      <w:rFonts w:ascii="Arial Unicode MS" w:eastAsia="Arial Unicode MS" w:hAnsi="Arial Unicode MS" w:cs="Arial Unicode MS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1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186"/>
    <w:rPr>
      <w:rFonts w:ascii="Segoe UI" w:eastAsia="Lucida Sans Unicode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50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50A"/>
    <w:rPr>
      <w:rFonts w:ascii="Times New Roman" w:eastAsia="Lucida Sans Unicode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50A"/>
    <w:rPr>
      <w:rFonts w:ascii="Times New Roman" w:eastAsia="Lucida Sans Unicode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33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6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5372A95D.dotm</Template>
  <TotalTime>18</TotalTime>
  <Pages>5</Pages>
  <Words>2706</Words>
  <Characters>16237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Brutel Iwona</dc:creator>
  <cp:lastModifiedBy>Dorota Tuźnik</cp:lastModifiedBy>
  <cp:revision>6</cp:revision>
  <cp:lastPrinted>2021-12-08T08:58:00Z</cp:lastPrinted>
  <dcterms:created xsi:type="dcterms:W3CDTF">2024-07-05T07:15:00Z</dcterms:created>
  <dcterms:modified xsi:type="dcterms:W3CDTF">2024-07-08T08:04:00Z</dcterms:modified>
</cp:coreProperties>
</file>